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01533242"/>
    <w:p w:rsidR="00EB5416" w:rsidRPr="004C4540" w:rsidRDefault="00EB5416" w:rsidP="007551A1">
      <w:pPr>
        <w:spacing w:after="0"/>
        <w:jc w:val="center"/>
        <w:rPr>
          <w:sz w:val="28"/>
          <w:szCs w:val="28"/>
          <w:lang w:val="uk-UA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85254577" r:id="rId8"/>
        </w:object>
      </w:r>
      <w:bookmarkEnd w:id="0"/>
    </w:p>
    <w:p w:rsidR="00EB5416" w:rsidRDefault="00EB5416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EB5416" w:rsidRDefault="00EB5416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EB5416" w:rsidRDefault="00EB5416">
      <w:pPr>
        <w:spacing w:after="0" w:line="240" w:lineRule="auto"/>
        <w:jc w:val="center"/>
        <w:rPr>
          <w:sz w:val="26"/>
          <w:szCs w:val="26"/>
          <w:lang w:val="uk-UA"/>
        </w:rPr>
      </w:pPr>
    </w:p>
    <w:p w:rsidR="00EB5416" w:rsidRPr="007551A1" w:rsidRDefault="00EB5416">
      <w:pPr>
        <w:spacing w:after="0" w:line="240" w:lineRule="auto"/>
        <w:jc w:val="center"/>
        <w:rPr>
          <w:sz w:val="28"/>
          <w:szCs w:val="28"/>
        </w:rPr>
      </w:pPr>
      <w:r w:rsidRPr="007551A1">
        <w:rPr>
          <w:sz w:val="28"/>
          <w:szCs w:val="28"/>
          <w:lang w:val="uk-UA"/>
        </w:rPr>
        <w:t>ЧЕРНІВ</w:t>
      </w:r>
      <w:r w:rsidRPr="007551A1">
        <w:rPr>
          <w:sz w:val="28"/>
          <w:szCs w:val="28"/>
        </w:rPr>
        <w:t>ЕЦЬКОГО РАЙОНУ  ЧЕРНІВЕЦЬКОЇ ОБЛАСТІ</w:t>
      </w:r>
    </w:p>
    <w:p w:rsidR="00EB5416" w:rsidRPr="007551A1" w:rsidRDefault="00EB5416">
      <w:pPr>
        <w:shd w:val="clear" w:color="auto" w:fill="FFFFFF"/>
        <w:spacing w:after="0" w:line="240" w:lineRule="auto"/>
        <w:ind w:firstLine="773"/>
        <w:jc w:val="center"/>
        <w:rPr>
          <w:b/>
          <w:sz w:val="28"/>
          <w:szCs w:val="28"/>
          <w:lang w:val="uk-UA"/>
        </w:rPr>
      </w:pPr>
      <w:r w:rsidRPr="007551A1">
        <w:rPr>
          <w:b/>
          <w:sz w:val="28"/>
          <w:szCs w:val="28"/>
          <w:lang w:val="uk-UA"/>
        </w:rPr>
        <w:t>ХІІ</w:t>
      </w:r>
      <w:r w:rsidRPr="007551A1">
        <w:rPr>
          <w:b/>
          <w:sz w:val="28"/>
          <w:szCs w:val="28"/>
        </w:rPr>
        <w:t xml:space="preserve"> </w:t>
      </w:r>
      <w:r w:rsidRPr="007551A1">
        <w:rPr>
          <w:b/>
          <w:sz w:val="28"/>
          <w:szCs w:val="28"/>
          <w:lang w:val="uk-UA"/>
        </w:rPr>
        <w:t xml:space="preserve">сесія </w:t>
      </w:r>
      <w:r w:rsidRPr="007551A1">
        <w:rPr>
          <w:b/>
          <w:sz w:val="28"/>
          <w:szCs w:val="28"/>
          <w:lang w:val="en-US"/>
        </w:rPr>
        <w:t>VIII</w:t>
      </w:r>
      <w:r w:rsidRPr="007551A1">
        <w:rPr>
          <w:b/>
          <w:sz w:val="28"/>
          <w:szCs w:val="28"/>
        </w:rPr>
        <w:t xml:space="preserve"> </w:t>
      </w:r>
      <w:r w:rsidRPr="007551A1">
        <w:rPr>
          <w:b/>
          <w:sz w:val="28"/>
          <w:szCs w:val="28"/>
          <w:lang w:val="uk-UA"/>
        </w:rPr>
        <w:t>скликання</w:t>
      </w:r>
    </w:p>
    <w:p w:rsidR="00EB5416" w:rsidRPr="00700C5C" w:rsidRDefault="00EB5416">
      <w:pPr>
        <w:shd w:val="clear" w:color="auto" w:fill="FFFFFF"/>
        <w:spacing w:after="0" w:line="240" w:lineRule="auto"/>
        <w:ind w:firstLine="773"/>
        <w:jc w:val="center"/>
        <w:rPr>
          <w:b/>
          <w:sz w:val="28"/>
          <w:szCs w:val="28"/>
        </w:rPr>
      </w:pPr>
    </w:p>
    <w:p w:rsidR="00EB5416" w:rsidRPr="007551A1" w:rsidRDefault="00EB5416" w:rsidP="000A1289">
      <w:pPr>
        <w:shd w:val="clear" w:color="auto" w:fill="FFFFFF"/>
        <w:spacing w:after="0" w:line="322" w:lineRule="exact"/>
        <w:rPr>
          <w:sz w:val="28"/>
          <w:szCs w:val="28"/>
          <w:lang w:val="uk-UA"/>
        </w:rPr>
      </w:pPr>
      <w:r w:rsidRPr="000A1289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Р</w:t>
      </w:r>
      <w:r w:rsidRPr="007551A1">
        <w:rPr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І</w:t>
      </w:r>
      <w:r w:rsidRPr="007551A1">
        <w:rPr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Ш</w:t>
      </w:r>
      <w:r w:rsidRPr="007551A1">
        <w:rPr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Е</w:t>
      </w:r>
      <w:r w:rsidRPr="007551A1">
        <w:rPr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Н</w:t>
      </w:r>
      <w:r w:rsidRPr="007551A1">
        <w:rPr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Н</w:t>
      </w:r>
      <w:r w:rsidRPr="007551A1">
        <w:rPr>
          <w:sz w:val="28"/>
          <w:szCs w:val="28"/>
          <w:lang w:val="uk-UA"/>
        </w:rPr>
        <w:t xml:space="preserve"> </w:t>
      </w:r>
      <w:r w:rsidRPr="007551A1">
        <w:rPr>
          <w:sz w:val="28"/>
          <w:szCs w:val="28"/>
        </w:rPr>
        <w:t>Я</w:t>
      </w:r>
      <w:r w:rsidRPr="007551A1">
        <w:rPr>
          <w:sz w:val="28"/>
          <w:szCs w:val="28"/>
          <w:lang w:val="uk-UA"/>
        </w:rPr>
        <w:t xml:space="preserve"> </w:t>
      </w:r>
    </w:p>
    <w:p w:rsidR="00EB5416" w:rsidRPr="00AF5504" w:rsidRDefault="00EB5416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10</w:t>
      </w:r>
      <w:r>
        <w:rPr>
          <w:spacing w:val="-2"/>
          <w:sz w:val="28"/>
          <w:szCs w:val="28"/>
        </w:rPr>
        <w:t xml:space="preserve"> </w:t>
      </w:r>
      <w:r w:rsidRPr="00D0785F">
        <w:rPr>
          <w:spacing w:val="-2"/>
          <w:sz w:val="28"/>
          <w:szCs w:val="28"/>
          <w:lang w:val="uk-UA"/>
        </w:rPr>
        <w:t>червня</w:t>
      </w:r>
      <w:r>
        <w:rPr>
          <w:spacing w:val="-2"/>
          <w:sz w:val="28"/>
          <w:szCs w:val="28"/>
        </w:rPr>
        <w:t xml:space="preserve">  20</w:t>
      </w:r>
      <w:r>
        <w:rPr>
          <w:spacing w:val="-2"/>
          <w:sz w:val="28"/>
          <w:szCs w:val="28"/>
          <w:lang w:val="uk-UA"/>
        </w:rPr>
        <w:t>21</w:t>
      </w:r>
      <w:r>
        <w:rPr>
          <w:spacing w:val="-2"/>
          <w:sz w:val="28"/>
          <w:szCs w:val="28"/>
        </w:rPr>
        <w:t xml:space="preserve">  року  </w:t>
      </w:r>
      <w:r>
        <w:rPr>
          <w:spacing w:val="-2"/>
          <w:sz w:val="28"/>
          <w:szCs w:val="28"/>
          <w:lang w:val="uk-UA"/>
        </w:rPr>
        <w:t xml:space="preserve">              </w:t>
      </w:r>
      <w:r>
        <w:rPr>
          <w:spacing w:val="-2"/>
          <w:sz w:val="28"/>
          <w:szCs w:val="28"/>
        </w:rPr>
        <w:t xml:space="preserve">         </w:t>
      </w:r>
      <w:r>
        <w:rPr>
          <w:spacing w:val="-2"/>
          <w:sz w:val="28"/>
          <w:szCs w:val="28"/>
          <w:lang w:val="uk-UA"/>
        </w:rPr>
        <w:t xml:space="preserve">      </w:t>
      </w:r>
      <w:r>
        <w:rPr>
          <w:spacing w:val="-2"/>
          <w:sz w:val="28"/>
          <w:szCs w:val="28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 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  <w:lang w:val="uk-UA"/>
        </w:rPr>
        <w:t xml:space="preserve"> № 140-12/2021</w:t>
      </w:r>
    </w:p>
    <w:p w:rsidR="00EB5416" w:rsidRDefault="00EB5416">
      <w:pPr>
        <w:spacing w:after="0"/>
        <w:rPr>
          <w:b/>
        </w:rPr>
      </w:pPr>
    </w:p>
    <w:p w:rsidR="00EB5416" w:rsidRDefault="00EB5416" w:rsidP="00D0785F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затвердження комплексної програми </w:t>
      </w:r>
    </w:p>
    <w:p w:rsidR="00EB5416" w:rsidRDefault="00EB5416" w:rsidP="00D0785F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оздоровлення та відпочинку дітей </w:t>
      </w:r>
    </w:p>
    <w:p w:rsidR="00EB5416" w:rsidRDefault="00EB5416" w:rsidP="00D0785F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Петровецької сільської ради </w:t>
      </w:r>
    </w:p>
    <w:p w:rsidR="00EB5416" w:rsidRDefault="00EB5416" w:rsidP="00D0785F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2021-2025 роки</w:t>
      </w:r>
    </w:p>
    <w:p w:rsidR="00EB5416" w:rsidRDefault="00EB5416" w:rsidP="00700C5C">
      <w:pPr>
        <w:pStyle w:val="BodyTextIndent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416" w:rsidRDefault="00EB5416" w:rsidP="007551A1">
      <w:pPr>
        <w:pStyle w:val="BodyTextIndent"/>
        <w:widowControl w:val="0"/>
        <w:spacing w:after="0" w:line="240" w:lineRule="auto"/>
        <w:ind w:firstLineChars="214" w:firstLine="31680"/>
        <w:jc w:val="both"/>
        <w:rPr>
          <w:rFonts w:ascii="Times New Roman" w:hAnsi="Times New Roman"/>
          <w:sz w:val="28"/>
          <w:szCs w:val="28"/>
        </w:rPr>
      </w:pPr>
      <w:r w:rsidRPr="00A15655">
        <w:rPr>
          <w:rFonts w:ascii="Times New Roman" w:hAnsi="Times New Roman"/>
          <w:sz w:val="28"/>
          <w:szCs w:val="28"/>
        </w:rPr>
        <w:t xml:space="preserve">Керуючись Законом України «Про оздоровлення та відпочинок дітей» від 04.09.2008 № 375-IV, пунктом 3 частини першої статті 91 Бюджетного Кодексу України, пунктом 22 частини першої статті 26, частиною першою статті 59 Закону </w:t>
      </w:r>
      <w:bookmarkStart w:id="1" w:name="_GoBack"/>
      <w:bookmarkEnd w:id="1"/>
      <w:r w:rsidRPr="00A15655">
        <w:rPr>
          <w:rFonts w:ascii="Times New Roman" w:hAnsi="Times New Roman"/>
          <w:sz w:val="28"/>
          <w:szCs w:val="28"/>
        </w:rPr>
        <w:t>України «Про місцеве самоврядування в Україні» та з метою створення сприятливих  умов  для якісного відпочинку та оздоровлення дітей, які потребують особливої соціальної уваги та підтримки,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51A1">
        <w:rPr>
          <w:rFonts w:ascii="Times New Roman" w:hAnsi="Times New Roman"/>
          <w:sz w:val="28"/>
          <w:szCs w:val="28"/>
        </w:rPr>
        <w:t>враховуючи рекомендації постійної депутатської комісії з питань бюджету, освіти, охорони здоров’я, культури, торгівлі та соціального захисту</w:t>
      </w:r>
      <w:r>
        <w:rPr>
          <w:rFonts w:ascii="Times New Roman" w:hAnsi="Times New Roman"/>
          <w:sz w:val="28"/>
          <w:szCs w:val="28"/>
        </w:rPr>
        <w:t>,</w:t>
      </w:r>
      <w:r w:rsidRPr="00755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Петровецька сільська рада</w:t>
      </w:r>
    </w:p>
    <w:p w:rsidR="00EB5416" w:rsidRPr="00A15655" w:rsidRDefault="00EB5416" w:rsidP="007551A1">
      <w:pPr>
        <w:pStyle w:val="BodyTextIndent"/>
        <w:widowControl w:val="0"/>
        <w:spacing w:after="0" w:line="240" w:lineRule="auto"/>
        <w:ind w:firstLineChars="214" w:firstLine="31680"/>
        <w:jc w:val="both"/>
        <w:rPr>
          <w:rFonts w:ascii="Times New Roman" w:hAnsi="Times New Roman"/>
          <w:sz w:val="28"/>
          <w:szCs w:val="28"/>
        </w:rPr>
      </w:pPr>
    </w:p>
    <w:p w:rsidR="00EB5416" w:rsidRPr="00AF5504" w:rsidRDefault="00EB5416" w:rsidP="007551A1">
      <w:pPr>
        <w:pStyle w:val="BodyTextIndent"/>
        <w:widowControl w:val="0"/>
        <w:spacing w:after="0" w:line="240" w:lineRule="auto"/>
        <w:ind w:firstLineChars="214" w:firstLine="31680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EB5416" w:rsidRDefault="00EB5416" w:rsidP="00700C5C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</w:t>
      </w:r>
      <w:r w:rsidRPr="00A15655">
        <w:rPr>
          <w:sz w:val="28"/>
          <w:szCs w:val="28"/>
          <w:lang w:val="uk-UA"/>
        </w:rPr>
        <w:t>1.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Затвердити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комплексну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 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програму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оздоровлення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та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відпочинку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дітей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Петровецької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сільської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на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2021-2025 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роки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Pr="00A15655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Додатки</w:t>
      </w:r>
      <w:r w:rsidRPr="00A1565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1-3).</w:t>
      </w:r>
    </w:p>
    <w:p w:rsidR="00EB5416" w:rsidRDefault="00EB541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Гавлюк)</w:t>
      </w:r>
      <w:r w:rsidRPr="00A41523">
        <w:rPr>
          <w:sz w:val="28"/>
          <w:szCs w:val="28"/>
          <w:lang w:val="uk-UA"/>
        </w:rPr>
        <w:t>.</w:t>
      </w:r>
    </w:p>
    <w:p w:rsidR="00EB5416" w:rsidRDefault="00EB541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EB5416" w:rsidRDefault="00EB5416">
      <w:pPr>
        <w:widowControl w:val="0"/>
        <w:spacing w:after="0" w:line="240" w:lineRule="auto"/>
        <w:jc w:val="both"/>
        <w:rPr>
          <w:sz w:val="28"/>
          <w:szCs w:val="28"/>
          <w:lang w:val="uk-UA"/>
        </w:rPr>
      </w:pPr>
    </w:p>
    <w:p w:rsidR="00EB5416" w:rsidRPr="001304B6" w:rsidRDefault="00EB5416">
      <w:pPr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</w:t>
      </w:r>
      <w:r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ільський голова</w:t>
      </w: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</w:t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 Іван ГРИЖИНКУ </w:t>
      </w:r>
    </w:p>
    <w:p w:rsidR="00EB5416" w:rsidRDefault="00EB5416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EB5416" w:rsidSect="006E50D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7" w:right="567" w:bottom="47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16" w:rsidRDefault="00EB5416">
      <w:pPr>
        <w:spacing w:after="0" w:line="240" w:lineRule="auto"/>
      </w:pPr>
      <w:r>
        <w:separator/>
      </w:r>
    </w:p>
  </w:endnote>
  <w:endnote w:type="continuationSeparator" w:id="0">
    <w:p w:rsidR="00EB5416" w:rsidRDefault="00EB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16" w:rsidRDefault="00EB54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5416" w:rsidRDefault="00EB541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16" w:rsidRDefault="00EB5416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EB5416" w:rsidRDefault="00EB5416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EB5416" w:rsidRDefault="00EB541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16" w:rsidRDefault="00EB5416">
      <w:pPr>
        <w:spacing w:after="0" w:line="240" w:lineRule="auto"/>
      </w:pPr>
      <w:r>
        <w:separator/>
      </w:r>
    </w:p>
  </w:footnote>
  <w:footnote w:type="continuationSeparator" w:id="0">
    <w:p w:rsidR="00EB5416" w:rsidRDefault="00EB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16" w:rsidRDefault="00EB541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5416" w:rsidRDefault="00EB541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16" w:rsidRDefault="00EB5416">
    <w:pPr>
      <w:pStyle w:val="Header"/>
      <w:framePr w:h="415" w:hRule="exact" w:wrap="around" w:vAnchor="text" w:hAnchor="page" w:x="1349" w:y="-97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5416" w:rsidRDefault="00EB5416">
    <w:pPr>
      <w:pStyle w:val="Header"/>
      <w:framePr w:h="415" w:hRule="exact" w:wrap="around" w:vAnchor="text" w:hAnchor="page" w:x="1349" w:y="-97"/>
      <w:ind w:right="360"/>
      <w:rPr>
        <w:rStyle w:val="PageNumber"/>
      </w:rPr>
    </w:pPr>
  </w:p>
  <w:p w:rsidR="00EB5416" w:rsidRDefault="00EB5416">
    <w:pPr>
      <w:pStyle w:val="Header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913F3"/>
    <w:rsid w:val="000922A5"/>
    <w:rsid w:val="000924BA"/>
    <w:rsid w:val="000945C6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3087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5080"/>
    <w:rsid w:val="00325551"/>
    <w:rsid w:val="003266DA"/>
    <w:rsid w:val="00331005"/>
    <w:rsid w:val="00334D11"/>
    <w:rsid w:val="003356B9"/>
    <w:rsid w:val="00336878"/>
    <w:rsid w:val="00337BAE"/>
    <w:rsid w:val="0034214A"/>
    <w:rsid w:val="00343DD8"/>
    <w:rsid w:val="00347289"/>
    <w:rsid w:val="00352677"/>
    <w:rsid w:val="00353319"/>
    <w:rsid w:val="00356BB4"/>
    <w:rsid w:val="00360A26"/>
    <w:rsid w:val="00361672"/>
    <w:rsid w:val="00361F1A"/>
    <w:rsid w:val="00361F76"/>
    <w:rsid w:val="003654E2"/>
    <w:rsid w:val="003667CA"/>
    <w:rsid w:val="00373D90"/>
    <w:rsid w:val="0037461B"/>
    <w:rsid w:val="00376950"/>
    <w:rsid w:val="00377ED4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31B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7152"/>
    <w:rsid w:val="00453136"/>
    <w:rsid w:val="00457C1C"/>
    <w:rsid w:val="00461233"/>
    <w:rsid w:val="0046217C"/>
    <w:rsid w:val="00472856"/>
    <w:rsid w:val="004738CB"/>
    <w:rsid w:val="00477259"/>
    <w:rsid w:val="004839CF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4540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D2963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31F"/>
    <w:rsid w:val="00626C08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4E91"/>
    <w:rsid w:val="006953F8"/>
    <w:rsid w:val="006A1452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5B87"/>
    <w:rsid w:val="006F6A37"/>
    <w:rsid w:val="00700C5C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1BD3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5CA5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51A1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4333"/>
    <w:rsid w:val="00794D35"/>
    <w:rsid w:val="00796379"/>
    <w:rsid w:val="007A11B8"/>
    <w:rsid w:val="007A29CC"/>
    <w:rsid w:val="007B0373"/>
    <w:rsid w:val="007B085A"/>
    <w:rsid w:val="007B0F4A"/>
    <w:rsid w:val="007B5614"/>
    <w:rsid w:val="007B69E6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F3B4B"/>
    <w:rsid w:val="007F716A"/>
    <w:rsid w:val="0080169F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5345"/>
    <w:rsid w:val="00826D1B"/>
    <w:rsid w:val="0083253D"/>
    <w:rsid w:val="00833CFA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658"/>
    <w:rsid w:val="008A08B3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32CB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1EFC"/>
    <w:rsid w:val="00953326"/>
    <w:rsid w:val="0095373F"/>
    <w:rsid w:val="00953EE7"/>
    <w:rsid w:val="009566E8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5A3F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15655"/>
    <w:rsid w:val="00A23221"/>
    <w:rsid w:val="00A2725C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4938"/>
    <w:rsid w:val="00A56949"/>
    <w:rsid w:val="00A56E8D"/>
    <w:rsid w:val="00A57970"/>
    <w:rsid w:val="00A64D74"/>
    <w:rsid w:val="00A65173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5504"/>
    <w:rsid w:val="00AF583D"/>
    <w:rsid w:val="00AF5CD5"/>
    <w:rsid w:val="00B00246"/>
    <w:rsid w:val="00B002D6"/>
    <w:rsid w:val="00B0101B"/>
    <w:rsid w:val="00B01F58"/>
    <w:rsid w:val="00B04F5A"/>
    <w:rsid w:val="00B05301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152"/>
    <w:rsid w:val="00B90425"/>
    <w:rsid w:val="00B90707"/>
    <w:rsid w:val="00B92332"/>
    <w:rsid w:val="00B923AA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808"/>
    <w:rsid w:val="00BA50B1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1DA6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A69"/>
    <w:rsid w:val="00C443B1"/>
    <w:rsid w:val="00C44A31"/>
    <w:rsid w:val="00C46980"/>
    <w:rsid w:val="00C50BA8"/>
    <w:rsid w:val="00C51C86"/>
    <w:rsid w:val="00C544A3"/>
    <w:rsid w:val="00C54645"/>
    <w:rsid w:val="00C56C51"/>
    <w:rsid w:val="00C5717E"/>
    <w:rsid w:val="00C7064B"/>
    <w:rsid w:val="00C70652"/>
    <w:rsid w:val="00C70D46"/>
    <w:rsid w:val="00C711C0"/>
    <w:rsid w:val="00C87588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DCA"/>
    <w:rsid w:val="00CB3815"/>
    <w:rsid w:val="00CB6B90"/>
    <w:rsid w:val="00CC0C32"/>
    <w:rsid w:val="00CC35D1"/>
    <w:rsid w:val="00CC42FF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0785F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60FB"/>
    <w:rsid w:val="00EA74EE"/>
    <w:rsid w:val="00EB1DF2"/>
    <w:rsid w:val="00EB4AA4"/>
    <w:rsid w:val="00EB5416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72EF"/>
    <w:rsid w:val="00F575D8"/>
    <w:rsid w:val="00F61747"/>
    <w:rsid w:val="00F61962"/>
    <w:rsid w:val="00F63D2C"/>
    <w:rsid w:val="00F655C9"/>
    <w:rsid w:val="00F72620"/>
    <w:rsid w:val="00F72942"/>
    <w:rsid w:val="00F7347E"/>
    <w:rsid w:val="00F73925"/>
    <w:rsid w:val="00F73A3F"/>
    <w:rsid w:val="00F77026"/>
    <w:rsid w:val="00F77F8E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A0"/>
    <w:rsid w:val="00FA70EE"/>
    <w:rsid w:val="00FB249F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0FF4782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61F1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61F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61F1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61F1A"/>
    <w:rPr>
      <w:rFonts w:ascii="Calibri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F1A"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61F1A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Header">
    <w:name w:val="header"/>
    <w:basedOn w:val="Normal"/>
    <w:link w:val="Head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1F1A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50DA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61F1A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61F1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F1A"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6E50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E50D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61F1A"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61F1A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E50D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50DA"/>
    <w:rPr>
      <w:rFonts w:cs="Times New Roman"/>
    </w:rPr>
  </w:style>
  <w:style w:type="paragraph" w:customStyle="1" w:styleId="1">
    <w:name w:val="заголовок 1"/>
    <w:basedOn w:val="Normal"/>
    <w:next w:val="BodyText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">
    <w:name w:val="заголовок 3"/>
    <w:basedOn w:val="Normal"/>
    <w:next w:val="Normal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Normal"/>
    <w:next w:val="Normal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Normal"/>
    <w:next w:val="Normal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">
    <w:name w:val="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1">
    <w:name w:val="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2">
    <w:name w:val="Безупречность"/>
    <w:basedOn w:val="Normal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6E50DA"/>
    <w:rPr>
      <w:rFonts w:cs="Times New Roman"/>
    </w:rPr>
  </w:style>
  <w:style w:type="character" w:customStyle="1" w:styleId="rvts9">
    <w:name w:val="rvts9"/>
    <w:basedOn w:val="DefaultParagraphFont"/>
    <w:uiPriority w:val="99"/>
    <w:rsid w:val="006E50DA"/>
    <w:rPr>
      <w:rFonts w:cs="Times New Roman"/>
    </w:rPr>
  </w:style>
  <w:style w:type="paragraph" w:customStyle="1" w:styleId="rvps39">
    <w:name w:val="rvps39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3">
    <w:name w:val="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DefaultParagraphFont"/>
    <w:uiPriority w:val="99"/>
    <w:rsid w:val="006E50DA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6E50DA"/>
    <w:rPr>
      <w:rFonts w:cs="Times New Roman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211</Words>
  <Characters>1208</Characters>
  <Application>Microsoft Office Outlook</Application>
  <DocSecurity>0</DocSecurity>
  <Lines>0</Lines>
  <Paragraphs>0</Paragraphs>
  <ScaleCrop>false</ScaleCrop>
  <Company>МФУ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6</cp:revision>
  <cp:lastPrinted>2021-06-15T06:30:00Z</cp:lastPrinted>
  <dcterms:created xsi:type="dcterms:W3CDTF">2021-06-02T12:56:00Z</dcterms:created>
  <dcterms:modified xsi:type="dcterms:W3CDTF">2021-06-15T06:30:00Z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