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B9" w:rsidRPr="00224655" w:rsidRDefault="003504B9" w:rsidP="005C6D30">
      <w:pPr>
        <w:ind w:right="-117"/>
        <w:jc w:val="center"/>
        <w:rPr>
          <w:szCs w:val="28"/>
        </w:rPr>
      </w:pPr>
      <w:r>
        <w:rPr>
          <w:noProof/>
          <w:szCs w:val="28"/>
          <w:lang w:val="ru-RU" w:eastAsia="ru-RU"/>
        </w:rPr>
        <w:t xml:space="preserve"> </w:t>
      </w:r>
      <w:r w:rsidRPr="00912439">
        <w:rPr>
          <w:noProof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51.75pt;height:63pt;visibility:visible">
            <v:imagedata r:id="rId5" o:title=""/>
          </v:shape>
        </w:pict>
      </w:r>
      <w:r>
        <w:rPr>
          <w:noProof/>
          <w:szCs w:val="28"/>
          <w:lang w:val="ru-RU" w:eastAsia="ru-RU"/>
        </w:rPr>
        <w:t xml:space="preserve">           </w:t>
      </w:r>
    </w:p>
    <w:p w:rsidR="003504B9" w:rsidRPr="00EC4578" w:rsidRDefault="003504B9" w:rsidP="005C6D30">
      <w:pPr>
        <w:pStyle w:val="Heading1"/>
        <w:ind w:right="-11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</w:t>
      </w:r>
    </w:p>
    <w:p w:rsidR="003504B9" w:rsidRPr="00224655" w:rsidRDefault="003504B9" w:rsidP="005C6D30">
      <w:pPr>
        <w:pStyle w:val="Heading1"/>
        <w:jc w:val="center"/>
        <w:rPr>
          <w:b/>
          <w:caps/>
          <w:sz w:val="28"/>
          <w:szCs w:val="28"/>
          <w:lang w:val="uk-UA"/>
        </w:rPr>
      </w:pPr>
      <w:r w:rsidRPr="00224655">
        <w:rPr>
          <w:b/>
          <w:caps/>
          <w:sz w:val="28"/>
          <w:szCs w:val="28"/>
          <w:lang w:val="uk-UA"/>
        </w:rPr>
        <w:t>ПЕТРОВЕЦЬКА СІЛЬСЬКА РАДА</w:t>
      </w:r>
    </w:p>
    <w:p w:rsidR="003504B9" w:rsidRPr="00EC4578" w:rsidRDefault="003504B9" w:rsidP="005C6D30">
      <w:pPr>
        <w:pStyle w:val="Heading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EC4578">
        <w:rPr>
          <w:rFonts w:ascii="Times New Roman" w:hAnsi="Times New Roman" w:cs="Times New Roman"/>
          <w:b w:val="0"/>
          <w:i w:val="0"/>
        </w:rPr>
        <w:t>ЧЕРНІВЕЦЬКОГО РАЙОНУ ЧЕРНІВЕЦЬКОЇ ОБЛАСТІ</w:t>
      </w:r>
    </w:p>
    <w:p w:rsidR="003504B9" w:rsidRPr="00224655" w:rsidRDefault="003504B9" w:rsidP="005C6D30">
      <w:pPr>
        <w:ind w:left="374" w:right="-117"/>
        <w:jc w:val="center"/>
        <w:rPr>
          <w:b/>
          <w:szCs w:val="28"/>
        </w:rPr>
      </w:pPr>
    </w:p>
    <w:p w:rsidR="003504B9" w:rsidRPr="00224655" w:rsidRDefault="003504B9" w:rsidP="005C6D30">
      <w:pPr>
        <w:ind w:right="27"/>
        <w:jc w:val="center"/>
        <w:rPr>
          <w:b/>
          <w:szCs w:val="28"/>
        </w:rPr>
      </w:pPr>
      <w:r>
        <w:rPr>
          <w:b/>
          <w:szCs w:val="28"/>
        </w:rPr>
        <w:t>ХІІ</w:t>
      </w:r>
      <w:r w:rsidRPr="00224655">
        <w:rPr>
          <w:b/>
          <w:szCs w:val="28"/>
        </w:rPr>
        <w:t xml:space="preserve"> сесія VІІІ скликання</w:t>
      </w:r>
    </w:p>
    <w:p w:rsidR="003504B9" w:rsidRPr="00224655" w:rsidRDefault="003504B9" w:rsidP="005C6D30">
      <w:pPr>
        <w:pStyle w:val="Heading3"/>
        <w:ind w:right="-117"/>
        <w:rPr>
          <w:szCs w:val="28"/>
          <w:lang w:val="uk-UA"/>
        </w:rPr>
      </w:pPr>
    </w:p>
    <w:p w:rsidR="003504B9" w:rsidRPr="00A55628" w:rsidRDefault="003504B9" w:rsidP="005C6D30">
      <w:pPr>
        <w:pStyle w:val="Heading3"/>
        <w:ind w:right="-117"/>
        <w:rPr>
          <w:b w:val="0"/>
          <w:szCs w:val="28"/>
          <w:lang w:val="uk-UA"/>
        </w:rPr>
      </w:pPr>
      <w:r w:rsidRPr="00A55628">
        <w:rPr>
          <w:b w:val="0"/>
          <w:szCs w:val="28"/>
          <w:lang w:val="uk-UA"/>
        </w:rPr>
        <w:t xml:space="preserve">Р  І  Ш  Е  Н  Н  Я     </w:t>
      </w:r>
    </w:p>
    <w:p w:rsidR="003504B9" w:rsidRPr="006B222E" w:rsidRDefault="003504B9" w:rsidP="005C6D30">
      <w:pPr>
        <w:ind w:right="27"/>
        <w:jc w:val="both"/>
      </w:pPr>
      <w:r>
        <w:rPr>
          <w:szCs w:val="28"/>
        </w:rPr>
        <w:t xml:space="preserve">10 червня 2021 </w:t>
      </w:r>
      <w:r w:rsidRPr="006B222E">
        <w:t xml:space="preserve"> року                                          </w:t>
      </w:r>
      <w:r>
        <w:t xml:space="preserve">                             № 145-12/2021</w:t>
      </w:r>
    </w:p>
    <w:p w:rsidR="003504B9" w:rsidRPr="006B222E" w:rsidRDefault="003504B9" w:rsidP="000A7B03">
      <w:pPr>
        <w:ind w:right="5245"/>
        <w:jc w:val="both"/>
        <w:rPr>
          <w:szCs w:val="28"/>
        </w:rPr>
      </w:pPr>
    </w:p>
    <w:p w:rsidR="003504B9" w:rsidRPr="006B222E" w:rsidRDefault="003504B9" w:rsidP="00A92C95">
      <w:pPr>
        <w:ind w:right="4678"/>
        <w:jc w:val="both"/>
        <w:rPr>
          <w:b/>
          <w:szCs w:val="28"/>
        </w:rPr>
      </w:pPr>
      <w:r w:rsidRPr="006B222E">
        <w:rPr>
          <w:b/>
          <w:szCs w:val="28"/>
        </w:rPr>
        <w:t xml:space="preserve">Про Почесну грамоту </w:t>
      </w:r>
      <w:r>
        <w:rPr>
          <w:b/>
          <w:szCs w:val="28"/>
        </w:rPr>
        <w:t xml:space="preserve">Петровецької сільської ради </w:t>
      </w:r>
      <w:r w:rsidRPr="006B222E">
        <w:rPr>
          <w:b/>
          <w:szCs w:val="28"/>
        </w:rPr>
        <w:t xml:space="preserve"> </w:t>
      </w:r>
    </w:p>
    <w:p w:rsidR="003504B9" w:rsidRPr="006B222E" w:rsidRDefault="003504B9" w:rsidP="00E13851">
      <w:pPr>
        <w:ind w:firstLine="567"/>
        <w:jc w:val="both"/>
        <w:rPr>
          <w:szCs w:val="28"/>
        </w:rPr>
      </w:pPr>
    </w:p>
    <w:p w:rsidR="003504B9" w:rsidRPr="006B222E" w:rsidRDefault="003504B9" w:rsidP="00E13851">
      <w:pPr>
        <w:ind w:firstLine="567"/>
        <w:jc w:val="both"/>
        <w:rPr>
          <w:szCs w:val="28"/>
        </w:rPr>
      </w:pPr>
    </w:p>
    <w:p w:rsidR="003504B9" w:rsidRPr="006B222E" w:rsidRDefault="003504B9" w:rsidP="000A03A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 ст. 26</w:t>
      </w:r>
      <w:r w:rsidRPr="006B222E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A55628">
        <w:rPr>
          <w:sz w:val="28"/>
          <w:szCs w:val="28"/>
          <w:lang w:val="uk-UA"/>
        </w:rPr>
        <w:t>враховуючи рекомендації постійної депутатської комісії з питань бюджету, 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>Петровецька сільська</w:t>
      </w:r>
      <w:r w:rsidRPr="006B222E">
        <w:rPr>
          <w:color w:val="000000"/>
          <w:sz w:val="28"/>
          <w:szCs w:val="28"/>
          <w:lang w:val="uk-UA"/>
        </w:rPr>
        <w:t xml:space="preserve"> рада</w:t>
      </w:r>
    </w:p>
    <w:p w:rsidR="003504B9" w:rsidRPr="006B222E" w:rsidRDefault="003504B9" w:rsidP="000A03AD">
      <w:pPr>
        <w:jc w:val="center"/>
        <w:rPr>
          <w:b/>
          <w:szCs w:val="28"/>
        </w:rPr>
      </w:pPr>
      <w:r>
        <w:rPr>
          <w:b/>
          <w:szCs w:val="28"/>
        </w:rPr>
        <w:t>вирішила</w:t>
      </w:r>
      <w:r w:rsidRPr="006B222E">
        <w:rPr>
          <w:b/>
          <w:szCs w:val="28"/>
        </w:rPr>
        <w:t>:</w:t>
      </w:r>
    </w:p>
    <w:p w:rsidR="003504B9" w:rsidRPr="006B222E" w:rsidRDefault="003504B9" w:rsidP="000A03AD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3504B9" w:rsidRPr="006B222E" w:rsidRDefault="003504B9" w:rsidP="000F7AF6">
      <w:pPr>
        <w:ind w:right="-1" w:firstLine="709"/>
        <w:jc w:val="both"/>
        <w:rPr>
          <w:szCs w:val="28"/>
        </w:rPr>
      </w:pPr>
      <w:r w:rsidRPr="006B222E">
        <w:rPr>
          <w:szCs w:val="28"/>
        </w:rPr>
        <w:t xml:space="preserve">1. Заснувати Почесну грамоту </w:t>
      </w:r>
      <w:r>
        <w:rPr>
          <w:szCs w:val="28"/>
        </w:rPr>
        <w:t xml:space="preserve">Петровецької сільської </w:t>
      </w:r>
      <w:r w:rsidRPr="006B222E">
        <w:rPr>
          <w:szCs w:val="28"/>
        </w:rPr>
        <w:t xml:space="preserve"> ради</w:t>
      </w:r>
      <w:r>
        <w:rPr>
          <w:szCs w:val="28"/>
        </w:rPr>
        <w:t>.</w:t>
      </w:r>
    </w:p>
    <w:p w:rsidR="003504B9" w:rsidRPr="006B222E" w:rsidRDefault="003504B9" w:rsidP="000F7AF6">
      <w:pPr>
        <w:ind w:right="-1" w:firstLine="709"/>
        <w:jc w:val="both"/>
        <w:rPr>
          <w:szCs w:val="28"/>
        </w:rPr>
      </w:pPr>
      <w:r w:rsidRPr="006B222E">
        <w:rPr>
          <w:szCs w:val="28"/>
        </w:rPr>
        <w:t xml:space="preserve">2. Затвердити Положення про Почесну грамоту </w:t>
      </w:r>
      <w:r>
        <w:rPr>
          <w:szCs w:val="28"/>
        </w:rPr>
        <w:t xml:space="preserve">Петровецької сільської </w:t>
      </w:r>
      <w:r w:rsidRPr="006B222E">
        <w:rPr>
          <w:szCs w:val="28"/>
        </w:rPr>
        <w:t xml:space="preserve"> ради,згідно з додатком №1.</w:t>
      </w:r>
    </w:p>
    <w:p w:rsidR="003504B9" w:rsidRPr="006B222E" w:rsidRDefault="003504B9" w:rsidP="00757BD4">
      <w:pPr>
        <w:tabs>
          <w:tab w:val="left" w:pos="4140"/>
        </w:tabs>
        <w:ind w:firstLine="709"/>
        <w:jc w:val="both"/>
        <w:rPr>
          <w:szCs w:val="28"/>
        </w:rPr>
      </w:pPr>
      <w:r w:rsidRPr="006B222E">
        <w:rPr>
          <w:szCs w:val="28"/>
        </w:rPr>
        <w:t xml:space="preserve">3. Виконавчому </w:t>
      </w:r>
      <w:r>
        <w:rPr>
          <w:szCs w:val="28"/>
        </w:rPr>
        <w:t>комітету  сільської ради</w:t>
      </w:r>
      <w:r w:rsidRPr="006B222E">
        <w:rPr>
          <w:szCs w:val="28"/>
        </w:rPr>
        <w:t xml:space="preserve"> розробити зразок (ескіз) та опис Почесної грамоти </w:t>
      </w:r>
      <w:r>
        <w:rPr>
          <w:szCs w:val="28"/>
        </w:rPr>
        <w:t>Петровецької сільської</w:t>
      </w:r>
      <w:r w:rsidRPr="006B222E">
        <w:rPr>
          <w:szCs w:val="28"/>
        </w:rPr>
        <w:t xml:space="preserve"> ради та</w:t>
      </w:r>
      <w:r>
        <w:rPr>
          <w:szCs w:val="28"/>
        </w:rPr>
        <w:t xml:space="preserve"> </w:t>
      </w:r>
      <w:r w:rsidRPr="006B222E">
        <w:rPr>
          <w:szCs w:val="28"/>
        </w:rPr>
        <w:t xml:space="preserve">доручити голові </w:t>
      </w:r>
      <w:r>
        <w:rPr>
          <w:szCs w:val="28"/>
        </w:rPr>
        <w:t xml:space="preserve">сільської ради </w:t>
      </w:r>
      <w:r w:rsidRPr="006B222E">
        <w:rPr>
          <w:szCs w:val="28"/>
        </w:rPr>
        <w:t>їх затвердити своїм розпорядженням.</w:t>
      </w:r>
    </w:p>
    <w:p w:rsidR="003504B9" w:rsidRPr="006B222E" w:rsidRDefault="003504B9" w:rsidP="00757BD4">
      <w:pPr>
        <w:tabs>
          <w:tab w:val="left" w:pos="4140"/>
        </w:tabs>
        <w:ind w:firstLine="709"/>
        <w:jc w:val="both"/>
        <w:rPr>
          <w:szCs w:val="28"/>
        </w:rPr>
      </w:pPr>
      <w:r w:rsidRPr="006B222E">
        <w:rPr>
          <w:szCs w:val="28"/>
        </w:rPr>
        <w:t xml:space="preserve">4. Виконавчому </w:t>
      </w:r>
      <w:r>
        <w:rPr>
          <w:szCs w:val="28"/>
        </w:rPr>
        <w:t>комітету сільської ради</w:t>
      </w:r>
      <w:r w:rsidRPr="006B222E">
        <w:rPr>
          <w:szCs w:val="28"/>
        </w:rPr>
        <w:t xml:space="preserve"> забезпечити виготовлення необхідної кількості екземплярів Почесної грамоти </w:t>
      </w:r>
      <w:r>
        <w:rPr>
          <w:szCs w:val="28"/>
        </w:rPr>
        <w:t xml:space="preserve">Петровецької сільської </w:t>
      </w:r>
      <w:r w:rsidRPr="006B222E">
        <w:rPr>
          <w:szCs w:val="28"/>
        </w:rPr>
        <w:t xml:space="preserve"> ради.</w:t>
      </w:r>
    </w:p>
    <w:p w:rsidR="003504B9" w:rsidRPr="006B222E" w:rsidRDefault="003504B9" w:rsidP="00A55628">
      <w:pPr>
        <w:tabs>
          <w:tab w:val="left" w:pos="4140"/>
        </w:tabs>
        <w:ind w:firstLine="709"/>
        <w:jc w:val="both"/>
        <w:rPr>
          <w:szCs w:val="28"/>
        </w:rPr>
      </w:pPr>
      <w:r w:rsidRPr="006B222E">
        <w:rPr>
          <w:szCs w:val="28"/>
        </w:rPr>
        <w:t xml:space="preserve">5. Контроль за виконанням рішення покласти на постійну комісію </w:t>
      </w:r>
      <w:r>
        <w:rPr>
          <w:szCs w:val="28"/>
        </w:rPr>
        <w:t>сільської ради</w:t>
      </w:r>
      <w:r w:rsidRPr="006B222E">
        <w:rPr>
          <w:szCs w:val="28"/>
        </w:rPr>
        <w:t xml:space="preserve"> з питань </w:t>
      </w:r>
      <w:r>
        <w:rPr>
          <w:szCs w:val="28"/>
        </w:rPr>
        <w:t>запобігання корупції, законності, прав та соціального захисту населення, депутатської діяльності та етики (Костянтин КИСИЛИЦЯ).</w:t>
      </w:r>
    </w:p>
    <w:p w:rsidR="003504B9" w:rsidRPr="006B222E" w:rsidRDefault="003504B9" w:rsidP="00B15692">
      <w:pPr>
        <w:jc w:val="both"/>
        <w:rPr>
          <w:szCs w:val="28"/>
        </w:rPr>
      </w:pPr>
    </w:p>
    <w:p w:rsidR="003504B9" w:rsidRPr="006B222E" w:rsidRDefault="003504B9" w:rsidP="00B15692">
      <w:pPr>
        <w:jc w:val="both"/>
        <w:rPr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 Сільський голова                                   Іван ГРИЖИНКУ</w:t>
      </w: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Pr="006B222E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Default="003504B9" w:rsidP="00E13851">
      <w:pPr>
        <w:ind w:firstLine="567"/>
        <w:jc w:val="both"/>
        <w:rPr>
          <w:b/>
          <w:szCs w:val="28"/>
        </w:rPr>
      </w:pPr>
    </w:p>
    <w:p w:rsidR="003504B9" w:rsidRPr="006B222E" w:rsidRDefault="003504B9" w:rsidP="00E13851">
      <w:pPr>
        <w:ind w:firstLine="567"/>
        <w:jc w:val="both"/>
        <w:rPr>
          <w:b/>
          <w:szCs w:val="28"/>
        </w:rPr>
      </w:pPr>
    </w:p>
    <w:p w:rsidR="003504B9" w:rsidRPr="00323D2A" w:rsidRDefault="003504B9" w:rsidP="00A55628">
      <w:pPr>
        <w:jc w:val="right"/>
      </w:pPr>
      <w:r w:rsidRPr="00323D2A">
        <w:t>ЗАТВЕРДЖЕНО</w:t>
      </w:r>
    </w:p>
    <w:p w:rsidR="003504B9" w:rsidRPr="00323D2A" w:rsidRDefault="003504B9" w:rsidP="00A55628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рішенням </w:t>
      </w:r>
      <w:r w:rsidRPr="00323D2A">
        <w:rPr>
          <w:rFonts w:ascii="Times New Roman" w:hAnsi="Times New Roman"/>
          <w:sz w:val="24"/>
          <w:szCs w:val="24"/>
          <w:lang w:val="uk-UA"/>
        </w:rPr>
        <w:t>ХІІ  сесії VІІІ    скликання</w:t>
      </w:r>
    </w:p>
    <w:p w:rsidR="003504B9" w:rsidRPr="00323D2A" w:rsidRDefault="003504B9" w:rsidP="00A55628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>Петровецької сільської ради</w:t>
      </w:r>
    </w:p>
    <w:p w:rsidR="003504B9" w:rsidRDefault="003504B9" w:rsidP="00A55628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 w:rsidRPr="00323D2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23D2A">
        <w:rPr>
          <w:rFonts w:ascii="Times New Roman" w:hAnsi="Times New Roman"/>
          <w:sz w:val="24"/>
          <w:szCs w:val="24"/>
          <w:lang w:val="uk-UA" w:eastAsia="ru-RU"/>
        </w:rPr>
        <w:t xml:space="preserve">    від 10 червня  2021 року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№ 145-12/2021</w:t>
      </w:r>
    </w:p>
    <w:p w:rsidR="003504B9" w:rsidRDefault="003504B9" w:rsidP="00A55628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Голова Петровецької сільської ради</w:t>
      </w:r>
    </w:p>
    <w:p w:rsidR="003504B9" w:rsidRPr="00323D2A" w:rsidRDefault="003504B9" w:rsidP="00A55628">
      <w:pPr>
        <w:pStyle w:val="NoSpacing"/>
        <w:ind w:left="466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___________________</w:t>
      </w:r>
      <w:r w:rsidRPr="00323D2A">
        <w:rPr>
          <w:rFonts w:ascii="Times New Roman" w:hAnsi="Times New Roman"/>
          <w:b/>
          <w:sz w:val="24"/>
          <w:szCs w:val="24"/>
          <w:lang w:val="uk-UA" w:eastAsia="ru-RU"/>
        </w:rPr>
        <w:t>Іван ГРИЖИНКУ</w:t>
      </w:r>
    </w:p>
    <w:p w:rsidR="003504B9" w:rsidRPr="006B222E" w:rsidRDefault="003504B9" w:rsidP="00C00E5A">
      <w:pPr>
        <w:ind w:left="6521"/>
        <w:rPr>
          <w:b/>
          <w:szCs w:val="24"/>
        </w:rPr>
      </w:pPr>
    </w:p>
    <w:p w:rsidR="003504B9" w:rsidRPr="006B222E" w:rsidRDefault="003504B9" w:rsidP="000F469A">
      <w:pPr>
        <w:jc w:val="center"/>
        <w:rPr>
          <w:b/>
          <w:szCs w:val="24"/>
        </w:rPr>
      </w:pPr>
      <w:r w:rsidRPr="006B222E">
        <w:rPr>
          <w:b/>
          <w:szCs w:val="24"/>
        </w:rPr>
        <w:t>П О Л О Ж Е Н Н Я</w:t>
      </w:r>
    </w:p>
    <w:p w:rsidR="003504B9" w:rsidRPr="006B222E" w:rsidRDefault="003504B9" w:rsidP="000F469A">
      <w:pPr>
        <w:jc w:val="center"/>
        <w:rPr>
          <w:b/>
          <w:szCs w:val="24"/>
        </w:rPr>
      </w:pPr>
      <w:r w:rsidRPr="006B222E">
        <w:rPr>
          <w:b/>
          <w:szCs w:val="24"/>
        </w:rPr>
        <w:t xml:space="preserve">про Почесну грамоту </w:t>
      </w:r>
      <w:r>
        <w:rPr>
          <w:b/>
          <w:szCs w:val="24"/>
        </w:rPr>
        <w:t>Петровецької сільської</w:t>
      </w:r>
      <w:r w:rsidRPr="006B222E">
        <w:rPr>
          <w:b/>
          <w:szCs w:val="24"/>
        </w:rPr>
        <w:t xml:space="preserve"> ради</w:t>
      </w:r>
    </w:p>
    <w:p w:rsidR="003504B9" w:rsidRPr="006B222E" w:rsidRDefault="003504B9" w:rsidP="00F2058C">
      <w:pPr>
        <w:ind w:firstLine="709"/>
        <w:rPr>
          <w:szCs w:val="24"/>
        </w:rPr>
      </w:pPr>
    </w:p>
    <w:p w:rsidR="003504B9" w:rsidRPr="006B222E" w:rsidRDefault="003504B9" w:rsidP="00A55628">
      <w:pPr>
        <w:ind w:firstLine="709"/>
        <w:jc w:val="both"/>
        <w:rPr>
          <w:szCs w:val="24"/>
        </w:rPr>
      </w:pPr>
      <w:r w:rsidRPr="006B222E">
        <w:rPr>
          <w:szCs w:val="24"/>
        </w:rPr>
        <w:t>Цим Положенням встановлюється порядок представлення і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>Петровецької сільської ради</w:t>
      </w:r>
      <w:r w:rsidRPr="006B222E">
        <w:rPr>
          <w:szCs w:val="24"/>
        </w:rPr>
        <w:t>.</w:t>
      </w:r>
    </w:p>
    <w:p w:rsidR="003504B9" w:rsidRPr="006B222E" w:rsidRDefault="003504B9" w:rsidP="00F2058C">
      <w:pPr>
        <w:ind w:firstLine="709"/>
        <w:jc w:val="both"/>
        <w:rPr>
          <w:b/>
          <w:szCs w:val="24"/>
        </w:rPr>
      </w:pPr>
      <w:r w:rsidRPr="006B222E">
        <w:rPr>
          <w:b/>
          <w:szCs w:val="24"/>
        </w:rPr>
        <w:t>1. Загальні</w:t>
      </w:r>
      <w:r>
        <w:rPr>
          <w:b/>
          <w:szCs w:val="24"/>
        </w:rPr>
        <w:t xml:space="preserve"> </w:t>
      </w:r>
      <w:r w:rsidRPr="006B222E">
        <w:rPr>
          <w:b/>
          <w:szCs w:val="24"/>
        </w:rPr>
        <w:t>положення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 xml:space="preserve">1.1. Почесна грамота </w:t>
      </w:r>
      <w:r>
        <w:rPr>
          <w:szCs w:val="24"/>
        </w:rPr>
        <w:t xml:space="preserve">Петровецької сільської </w:t>
      </w:r>
      <w:r w:rsidRPr="006B222E">
        <w:rPr>
          <w:szCs w:val="24"/>
        </w:rPr>
        <w:t xml:space="preserve"> ради є відзнакою</w:t>
      </w:r>
      <w:r>
        <w:rPr>
          <w:szCs w:val="24"/>
        </w:rPr>
        <w:t xml:space="preserve"> сільської </w:t>
      </w:r>
      <w:r w:rsidRPr="006B222E">
        <w:rPr>
          <w:szCs w:val="24"/>
        </w:rPr>
        <w:t xml:space="preserve"> ради за вагомий внесок у соціально-економічний, культурний, науково-технічний, духовний розвиток району, відст</w:t>
      </w:r>
      <w:r>
        <w:rPr>
          <w:szCs w:val="24"/>
        </w:rPr>
        <w:t>оювання інтересів територіальної громади</w:t>
      </w:r>
      <w:r w:rsidRPr="006B222E">
        <w:rPr>
          <w:szCs w:val="24"/>
        </w:rPr>
        <w:t>, активну громадсько-суспільну</w:t>
      </w:r>
      <w:r>
        <w:rPr>
          <w:szCs w:val="24"/>
        </w:rPr>
        <w:t xml:space="preserve"> </w:t>
      </w:r>
      <w:r w:rsidRPr="006B222E">
        <w:rPr>
          <w:szCs w:val="24"/>
        </w:rPr>
        <w:t>діяльність, особисті досягнення в різних галузях господарського комплексу, сумлінну працю, високий професіоналізм</w:t>
      </w:r>
      <w:r>
        <w:rPr>
          <w:szCs w:val="24"/>
        </w:rPr>
        <w:t>,</w:t>
      </w:r>
      <w:r w:rsidRPr="006B222E">
        <w:rPr>
          <w:szCs w:val="24"/>
        </w:rPr>
        <w:t xml:space="preserve"> зразкове виконання службових обов’язків</w:t>
      </w:r>
      <w:r>
        <w:rPr>
          <w:szCs w:val="24"/>
        </w:rPr>
        <w:t xml:space="preserve"> та</w:t>
      </w:r>
      <w:r w:rsidRPr="006B222E">
        <w:rPr>
          <w:szCs w:val="24"/>
        </w:rPr>
        <w:t xml:space="preserve"> заслуги у сприянні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становленню </w:t>
      </w:r>
      <w:r>
        <w:rPr>
          <w:szCs w:val="24"/>
        </w:rPr>
        <w:t>і</w:t>
      </w:r>
      <w:r w:rsidRPr="006B222E">
        <w:rPr>
          <w:szCs w:val="24"/>
        </w:rPr>
        <w:t xml:space="preserve"> зміцненню</w:t>
      </w:r>
      <w:r>
        <w:rPr>
          <w:szCs w:val="24"/>
        </w:rPr>
        <w:t xml:space="preserve"> </w:t>
      </w:r>
      <w:r w:rsidRPr="006B222E">
        <w:rPr>
          <w:szCs w:val="24"/>
        </w:rPr>
        <w:t>України як демократичної, соціальної, правової</w:t>
      </w:r>
      <w:r>
        <w:rPr>
          <w:szCs w:val="24"/>
        </w:rPr>
        <w:t xml:space="preserve"> </w:t>
      </w:r>
      <w:r w:rsidRPr="006B222E">
        <w:rPr>
          <w:szCs w:val="24"/>
        </w:rPr>
        <w:t>держави.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 xml:space="preserve">1.2. 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 нагороджуються</w:t>
      </w:r>
      <w:r>
        <w:rPr>
          <w:szCs w:val="24"/>
        </w:rPr>
        <w:t xml:space="preserve"> </w:t>
      </w:r>
      <w:r w:rsidRPr="006B222E">
        <w:rPr>
          <w:szCs w:val="24"/>
        </w:rPr>
        <w:t>депутати,</w:t>
      </w:r>
      <w:r>
        <w:rPr>
          <w:szCs w:val="24"/>
        </w:rPr>
        <w:t xml:space="preserve"> посадові особи органу місцевого самоврядування і виконавчої влади,</w:t>
      </w:r>
      <w:r w:rsidRPr="006B222E">
        <w:rPr>
          <w:szCs w:val="24"/>
        </w:rPr>
        <w:t xml:space="preserve"> працівники</w:t>
      </w:r>
      <w:r>
        <w:rPr>
          <w:szCs w:val="24"/>
        </w:rPr>
        <w:t xml:space="preserve"> </w:t>
      </w:r>
      <w:r w:rsidRPr="006B222E">
        <w:rPr>
          <w:szCs w:val="24"/>
        </w:rPr>
        <w:t>галузей</w:t>
      </w:r>
      <w:r>
        <w:rPr>
          <w:szCs w:val="24"/>
        </w:rPr>
        <w:t xml:space="preserve"> </w:t>
      </w:r>
      <w:r w:rsidRPr="006B222E">
        <w:rPr>
          <w:szCs w:val="24"/>
        </w:rPr>
        <w:t>господарського комплексу, соціально-культурної</w:t>
      </w:r>
      <w:r>
        <w:rPr>
          <w:szCs w:val="24"/>
        </w:rPr>
        <w:t xml:space="preserve"> </w:t>
      </w:r>
      <w:r w:rsidRPr="006B222E">
        <w:rPr>
          <w:szCs w:val="24"/>
        </w:rPr>
        <w:t>сфери, підприємств, установ, організацій, талановита та обдарована молодь, окремі</w:t>
      </w:r>
      <w:r>
        <w:rPr>
          <w:szCs w:val="24"/>
        </w:rPr>
        <w:t xml:space="preserve"> </w:t>
      </w:r>
      <w:r w:rsidRPr="006B222E">
        <w:rPr>
          <w:szCs w:val="24"/>
        </w:rPr>
        <w:t>громадяни, які</w:t>
      </w:r>
      <w:r>
        <w:rPr>
          <w:szCs w:val="24"/>
        </w:rPr>
        <w:t xml:space="preserve"> </w:t>
      </w:r>
      <w:r w:rsidRPr="006B222E">
        <w:rPr>
          <w:szCs w:val="24"/>
        </w:rPr>
        <w:t>зробили</w:t>
      </w:r>
      <w:r>
        <w:rPr>
          <w:szCs w:val="24"/>
        </w:rPr>
        <w:t xml:space="preserve"> </w:t>
      </w:r>
      <w:r w:rsidRPr="006B222E">
        <w:rPr>
          <w:szCs w:val="24"/>
        </w:rPr>
        <w:t>значний</w:t>
      </w:r>
      <w:r>
        <w:rPr>
          <w:szCs w:val="24"/>
        </w:rPr>
        <w:t xml:space="preserve"> </w:t>
      </w:r>
      <w:r w:rsidRPr="006B222E">
        <w:rPr>
          <w:szCs w:val="24"/>
        </w:rPr>
        <w:t>особистий</w:t>
      </w:r>
      <w:r>
        <w:rPr>
          <w:szCs w:val="24"/>
        </w:rPr>
        <w:t xml:space="preserve"> </w:t>
      </w:r>
      <w:r w:rsidRPr="006B222E">
        <w:rPr>
          <w:szCs w:val="24"/>
        </w:rPr>
        <w:t>внесок</w:t>
      </w:r>
      <w:r>
        <w:rPr>
          <w:szCs w:val="24"/>
        </w:rPr>
        <w:t xml:space="preserve"> </w:t>
      </w:r>
      <w:r w:rsidRPr="006B222E">
        <w:rPr>
          <w:szCs w:val="24"/>
        </w:rPr>
        <w:t>у сферах</w:t>
      </w:r>
      <w:r>
        <w:rPr>
          <w:szCs w:val="24"/>
        </w:rPr>
        <w:t xml:space="preserve"> </w:t>
      </w:r>
      <w:r w:rsidRPr="006B222E">
        <w:rPr>
          <w:szCs w:val="24"/>
        </w:rPr>
        <w:t>життєдіяльності, зазначених у пункті 1.1 цього</w:t>
      </w:r>
      <w:r>
        <w:rPr>
          <w:szCs w:val="24"/>
        </w:rPr>
        <w:t xml:space="preserve"> </w:t>
      </w:r>
      <w:r w:rsidRPr="006B222E">
        <w:rPr>
          <w:szCs w:val="24"/>
        </w:rPr>
        <w:t>Положення.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1.3. Почесною грамотою районної ради можуть</w:t>
      </w:r>
      <w:r>
        <w:rPr>
          <w:szCs w:val="24"/>
        </w:rPr>
        <w:t xml:space="preserve"> </w:t>
      </w:r>
      <w:r w:rsidRPr="006B222E">
        <w:rPr>
          <w:szCs w:val="24"/>
        </w:rPr>
        <w:t>нагороджуватися</w:t>
      </w:r>
      <w:r>
        <w:rPr>
          <w:szCs w:val="24"/>
        </w:rPr>
        <w:t xml:space="preserve"> </w:t>
      </w:r>
      <w:r w:rsidRPr="006B222E">
        <w:rPr>
          <w:szCs w:val="24"/>
        </w:rPr>
        <w:t>трудові</w:t>
      </w:r>
      <w:r>
        <w:rPr>
          <w:szCs w:val="24"/>
        </w:rPr>
        <w:t xml:space="preserve"> </w:t>
      </w:r>
      <w:r w:rsidRPr="006B222E">
        <w:rPr>
          <w:szCs w:val="24"/>
        </w:rPr>
        <w:t>колективи</w:t>
      </w:r>
      <w:r>
        <w:rPr>
          <w:szCs w:val="24"/>
        </w:rPr>
        <w:t xml:space="preserve"> </w:t>
      </w:r>
      <w:r w:rsidRPr="006B222E">
        <w:rPr>
          <w:szCs w:val="24"/>
        </w:rPr>
        <w:t>підприємств, установ і організацій, які</w:t>
      </w:r>
      <w:r>
        <w:rPr>
          <w:szCs w:val="24"/>
        </w:rPr>
        <w:t xml:space="preserve"> </w:t>
      </w:r>
      <w:r w:rsidRPr="006B222E">
        <w:rPr>
          <w:szCs w:val="24"/>
        </w:rPr>
        <w:t>зробили</w:t>
      </w:r>
      <w:r>
        <w:rPr>
          <w:szCs w:val="24"/>
        </w:rPr>
        <w:t xml:space="preserve"> </w:t>
      </w:r>
      <w:r w:rsidRPr="006B222E">
        <w:rPr>
          <w:szCs w:val="24"/>
        </w:rPr>
        <w:t>значний</w:t>
      </w:r>
      <w:r>
        <w:rPr>
          <w:szCs w:val="24"/>
        </w:rPr>
        <w:t xml:space="preserve"> </w:t>
      </w:r>
      <w:r w:rsidRPr="006B222E">
        <w:rPr>
          <w:szCs w:val="24"/>
        </w:rPr>
        <w:t>колективний</w:t>
      </w:r>
      <w:r>
        <w:rPr>
          <w:szCs w:val="24"/>
        </w:rPr>
        <w:t xml:space="preserve"> </w:t>
      </w:r>
      <w:r w:rsidRPr="006B222E">
        <w:rPr>
          <w:szCs w:val="24"/>
        </w:rPr>
        <w:t>внесок у зміцнення</w:t>
      </w:r>
      <w:r>
        <w:rPr>
          <w:szCs w:val="24"/>
        </w:rPr>
        <w:t xml:space="preserve"> </w:t>
      </w:r>
      <w:r w:rsidRPr="006B222E">
        <w:rPr>
          <w:szCs w:val="24"/>
        </w:rPr>
        <w:t>економічного, наукового та виробничого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потенціалу </w:t>
      </w:r>
      <w:r>
        <w:rPr>
          <w:szCs w:val="24"/>
        </w:rPr>
        <w:t>села</w:t>
      </w:r>
      <w:r w:rsidRPr="006B222E">
        <w:rPr>
          <w:szCs w:val="24"/>
        </w:rPr>
        <w:t>, розвиток</w:t>
      </w:r>
      <w:r>
        <w:rPr>
          <w:szCs w:val="24"/>
        </w:rPr>
        <w:t xml:space="preserve"> </w:t>
      </w:r>
      <w:r w:rsidRPr="006B222E">
        <w:rPr>
          <w:szCs w:val="24"/>
        </w:rPr>
        <w:t>соціальної і гуманітарної сфер.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1.4. Висунення особи для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>Почесною грамотою ради здійснюється гласно, за її</w:t>
      </w:r>
      <w:r>
        <w:rPr>
          <w:szCs w:val="24"/>
        </w:rPr>
        <w:t xml:space="preserve"> </w:t>
      </w:r>
      <w:r w:rsidRPr="006B222E">
        <w:rPr>
          <w:szCs w:val="24"/>
        </w:rPr>
        <w:t>основним</w:t>
      </w:r>
      <w:r>
        <w:rPr>
          <w:szCs w:val="24"/>
        </w:rPr>
        <w:t xml:space="preserve"> </w:t>
      </w:r>
      <w:r w:rsidRPr="006B222E">
        <w:rPr>
          <w:szCs w:val="24"/>
        </w:rPr>
        <w:t>місцем</w:t>
      </w:r>
      <w:r>
        <w:rPr>
          <w:szCs w:val="24"/>
        </w:rPr>
        <w:t xml:space="preserve"> </w:t>
      </w:r>
      <w:r w:rsidRPr="006B222E">
        <w:rPr>
          <w:szCs w:val="24"/>
        </w:rPr>
        <w:t>роботи, а осіб, які не працюють, – органом місцевого</w:t>
      </w:r>
      <w:r>
        <w:rPr>
          <w:szCs w:val="24"/>
        </w:rPr>
        <w:t xml:space="preserve"> </w:t>
      </w:r>
      <w:r w:rsidRPr="006B222E">
        <w:rPr>
          <w:szCs w:val="24"/>
        </w:rPr>
        <w:t>самоврядування за місцем</w:t>
      </w:r>
      <w:r>
        <w:rPr>
          <w:szCs w:val="24"/>
        </w:rPr>
        <w:t xml:space="preserve"> </w:t>
      </w:r>
      <w:r w:rsidRPr="006B222E">
        <w:rPr>
          <w:szCs w:val="24"/>
        </w:rPr>
        <w:t>проживання.</w:t>
      </w:r>
    </w:p>
    <w:p w:rsidR="003504B9" w:rsidRPr="006B222E" w:rsidRDefault="003504B9" w:rsidP="00A55628">
      <w:pPr>
        <w:ind w:firstLine="709"/>
        <w:jc w:val="both"/>
        <w:rPr>
          <w:szCs w:val="24"/>
        </w:rPr>
      </w:pPr>
      <w:r w:rsidRPr="006B222E">
        <w:rPr>
          <w:szCs w:val="24"/>
        </w:rPr>
        <w:t>1.5. Облік і реєстрація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 здійснюються </w:t>
      </w:r>
      <w:r>
        <w:rPr>
          <w:szCs w:val="24"/>
        </w:rPr>
        <w:t>керуючим справами виконавчого комітету сільської ради.</w:t>
      </w:r>
    </w:p>
    <w:p w:rsidR="003504B9" w:rsidRPr="006B222E" w:rsidRDefault="003504B9" w:rsidP="00224655">
      <w:pPr>
        <w:ind w:firstLine="709"/>
        <w:jc w:val="both"/>
        <w:rPr>
          <w:b/>
          <w:szCs w:val="24"/>
        </w:rPr>
      </w:pPr>
      <w:r w:rsidRPr="006B222E">
        <w:rPr>
          <w:b/>
          <w:szCs w:val="24"/>
        </w:rPr>
        <w:t>2. Порядок представлення до нагородження</w:t>
      </w:r>
      <w:r>
        <w:rPr>
          <w:b/>
          <w:szCs w:val="24"/>
        </w:rPr>
        <w:t xml:space="preserve"> </w:t>
      </w:r>
      <w:r w:rsidRPr="006B222E">
        <w:rPr>
          <w:b/>
          <w:szCs w:val="24"/>
        </w:rPr>
        <w:t xml:space="preserve">Почесною грамотою </w:t>
      </w:r>
      <w:r>
        <w:rPr>
          <w:b/>
          <w:szCs w:val="24"/>
        </w:rPr>
        <w:t xml:space="preserve">Петровецької сільської </w:t>
      </w:r>
      <w:r w:rsidRPr="006B222E">
        <w:rPr>
          <w:b/>
          <w:szCs w:val="24"/>
        </w:rPr>
        <w:t xml:space="preserve"> ради 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2.1. Клопотання про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>подаються на ім’я</w:t>
      </w:r>
      <w:r>
        <w:rPr>
          <w:szCs w:val="24"/>
        </w:rPr>
        <w:t xml:space="preserve"> </w:t>
      </w:r>
      <w:r w:rsidRPr="006B222E">
        <w:rPr>
          <w:szCs w:val="24"/>
        </w:rPr>
        <w:t>голови</w:t>
      </w:r>
      <w:r>
        <w:rPr>
          <w:szCs w:val="24"/>
        </w:rPr>
        <w:t xml:space="preserve"> сільської </w:t>
      </w:r>
      <w:r w:rsidRPr="006B222E">
        <w:rPr>
          <w:szCs w:val="24"/>
        </w:rPr>
        <w:t xml:space="preserve"> ради стосовно: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депутатів</w:t>
      </w:r>
      <w:r>
        <w:rPr>
          <w:szCs w:val="24"/>
        </w:rPr>
        <w:t xml:space="preserve"> сільської</w:t>
      </w:r>
      <w:r w:rsidRPr="006B222E">
        <w:rPr>
          <w:szCs w:val="24"/>
        </w:rPr>
        <w:t xml:space="preserve"> ради – </w:t>
      </w:r>
      <w:r w:rsidRPr="006B222E">
        <w:rPr>
          <w:color w:val="auto"/>
          <w:lang w:eastAsia="ru-RU"/>
        </w:rPr>
        <w:t>депутатськими</w:t>
      </w:r>
      <w:r>
        <w:rPr>
          <w:color w:val="auto"/>
          <w:lang w:eastAsia="ru-RU"/>
        </w:rPr>
        <w:t xml:space="preserve"> </w:t>
      </w:r>
      <w:r w:rsidRPr="006B222E">
        <w:rPr>
          <w:color w:val="auto"/>
          <w:lang w:eastAsia="ru-RU"/>
        </w:rPr>
        <w:t>фракціями, групами, постійними</w:t>
      </w:r>
      <w:r>
        <w:rPr>
          <w:color w:val="auto"/>
          <w:lang w:eastAsia="ru-RU"/>
        </w:rPr>
        <w:t xml:space="preserve"> </w:t>
      </w:r>
      <w:r w:rsidRPr="006B222E">
        <w:rPr>
          <w:color w:val="auto"/>
          <w:lang w:eastAsia="ru-RU"/>
        </w:rPr>
        <w:t>комісіями та керівництвом</w:t>
      </w:r>
      <w:r>
        <w:rPr>
          <w:color w:val="auto"/>
          <w:lang w:eastAsia="ru-RU"/>
        </w:rPr>
        <w:t xml:space="preserve"> сільської</w:t>
      </w:r>
      <w:r w:rsidRPr="006B222E">
        <w:rPr>
          <w:color w:val="auto"/>
          <w:lang w:eastAsia="ru-RU"/>
        </w:rPr>
        <w:t xml:space="preserve"> ради</w:t>
      </w:r>
      <w:r w:rsidRPr="006B222E">
        <w:rPr>
          <w:szCs w:val="24"/>
        </w:rPr>
        <w:t>;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працівників</w:t>
      </w:r>
      <w:r>
        <w:rPr>
          <w:szCs w:val="24"/>
        </w:rPr>
        <w:t xml:space="preserve"> </w:t>
      </w:r>
      <w:r w:rsidRPr="006B222E">
        <w:rPr>
          <w:szCs w:val="24"/>
        </w:rPr>
        <w:t>виконавчого</w:t>
      </w:r>
      <w:r>
        <w:rPr>
          <w:szCs w:val="24"/>
        </w:rPr>
        <w:t xml:space="preserve"> комітету сільської</w:t>
      </w:r>
      <w:r w:rsidRPr="006B222E">
        <w:rPr>
          <w:szCs w:val="24"/>
        </w:rPr>
        <w:t xml:space="preserve"> ради –</w:t>
      </w:r>
      <w:r>
        <w:rPr>
          <w:szCs w:val="24"/>
        </w:rPr>
        <w:t xml:space="preserve"> </w:t>
      </w:r>
      <w:r w:rsidRPr="006B222E">
        <w:rPr>
          <w:szCs w:val="24"/>
        </w:rPr>
        <w:t>керуючим справами виконавчого</w:t>
      </w:r>
      <w:r>
        <w:rPr>
          <w:szCs w:val="24"/>
        </w:rPr>
        <w:t xml:space="preserve"> комітету сільської</w:t>
      </w:r>
      <w:r w:rsidRPr="006B222E">
        <w:rPr>
          <w:szCs w:val="24"/>
        </w:rPr>
        <w:t xml:space="preserve"> ради;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депутатів</w:t>
      </w:r>
      <w:r>
        <w:rPr>
          <w:szCs w:val="24"/>
        </w:rPr>
        <w:t xml:space="preserve"> місцевої</w:t>
      </w:r>
      <w:r w:rsidRPr="006B222E">
        <w:rPr>
          <w:szCs w:val="24"/>
        </w:rPr>
        <w:t xml:space="preserve"> рад</w:t>
      </w:r>
      <w:r>
        <w:rPr>
          <w:szCs w:val="24"/>
        </w:rPr>
        <w:t>и</w:t>
      </w:r>
      <w:r w:rsidRPr="006B222E">
        <w:rPr>
          <w:szCs w:val="24"/>
        </w:rPr>
        <w:t xml:space="preserve">, </w:t>
      </w:r>
      <w:r>
        <w:rPr>
          <w:szCs w:val="24"/>
        </w:rPr>
        <w:t xml:space="preserve">сільського </w:t>
      </w:r>
      <w:r w:rsidRPr="006B222E">
        <w:rPr>
          <w:szCs w:val="24"/>
        </w:rPr>
        <w:t>гол</w:t>
      </w:r>
      <w:r>
        <w:rPr>
          <w:szCs w:val="24"/>
        </w:rPr>
        <w:t>ови – відповідною місцевою радою</w:t>
      </w:r>
      <w:r w:rsidRPr="006B222E">
        <w:rPr>
          <w:szCs w:val="24"/>
        </w:rPr>
        <w:t>;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працівників</w:t>
      </w:r>
      <w:r>
        <w:rPr>
          <w:szCs w:val="24"/>
        </w:rPr>
        <w:t xml:space="preserve"> </w:t>
      </w:r>
      <w:r w:rsidRPr="006B222E">
        <w:rPr>
          <w:szCs w:val="24"/>
        </w:rPr>
        <w:t>органів</w:t>
      </w:r>
      <w:r>
        <w:rPr>
          <w:szCs w:val="24"/>
        </w:rPr>
        <w:t xml:space="preserve"> </w:t>
      </w:r>
      <w:r w:rsidRPr="006B222E">
        <w:rPr>
          <w:szCs w:val="24"/>
        </w:rPr>
        <w:t>виконавчої</w:t>
      </w:r>
      <w:r>
        <w:rPr>
          <w:szCs w:val="24"/>
        </w:rPr>
        <w:t xml:space="preserve"> влади села</w:t>
      </w:r>
      <w:r w:rsidRPr="006B222E">
        <w:rPr>
          <w:szCs w:val="24"/>
        </w:rPr>
        <w:t xml:space="preserve"> – керівниками</w:t>
      </w:r>
      <w:r>
        <w:rPr>
          <w:szCs w:val="24"/>
        </w:rPr>
        <w:t xml:space="preserve"> </w:t>
      </w:r>
      <w:r w:rsidRPr="006B222E">
        <w:rPr>
          <w:szCs w:val="24"/>
        </w:rPr>
        <w:t>цих</w:t>
      </w:r>
      <w:r>
        <w:rPr>
          <w:szCs w:val="24"/>
        </w:rPr>
        <w:t xml:space="preserve"> </w:t>
      </w:r>
      <w:r w:rsidRPr="006B222E">
        <w:rPr>
          <w:szCs w:val="24"/>
        </w:rPr>
        <w:t>органів;</w:t>
      </w:r>
    </w:p>
    <w:p w:rsidR="003504B9" w:rsidRPr="00A2249A" w:rsidRDefault="003504B9" w:rsidP="00F2058C">
      <w:pPr>
        <w:ind w:firstLine="709"/>
        <w:jc w:val="both"/>
        <w:rPr>
          <w:szCs w:val="24"/>
        </w:rPr>
      </w:pPr>
      <w:r w:rsidRPr="00A2249A">
        <w:rPr>
          <w:szCs w:val="24"/>
        </w:rPr>
        <w:t>- військовослужбовців, працівників Збройних Сил України та інших утворених відповідно до законів України військових формувань, працівників Служби безпеки України, органів внутрішніх справ, органів прокурату</w:t>
      </w:r>
      <w:r>
        <w:rPr>
          <w:szCs w:val="24"/>
        </w:rPr>
        <w:t>ри, митної служби – відповідним</w:t>
      </w:r>
      <w:r w:rsidRPr="00A2249A">
        <w:rPr>
          <w:szCs w:val="24"/>
        </w:rPr>
        <w:t xml:space="preserve"> </w:t>
      </w:r>
      <w:r>
        <w:rPr>
          <w:szCs w:val="24"/>
        </w:rPr>
        <w:t>органом місцевого самоврядування;</w:t>
      </w:r>
    </w:p>
    <w:p w:rsidR="003504B9" w:rsidRDefault="003504B9" w:rsidP="00F2058C">
      <w:pPr>
        <w:ind w:firstLine="709"/>
        <w:jc w:val="both"/>
        <w:rPr>
          <w:szCs w:val="24"/>
        </w:rPr>
      </w:pPr>
      <w:r w:rsidRPr="00A2249A">
        <w:rPr>
          <w:szCs w:val="24"/>
        </w:rPr>
        <w:t>- працівників організацій, установ, об’єднань асоціацій, акціонерних товарис</w:t>
      </w:r>
      <w:r>
        <w:rPr>
          <w:szCs w:val="24"/>
        </w:rPr>
        <w:t>тв та підприємств – відповідним органом місцевого самоврядування;</w:t>
      </w:r>
    </w:p>
    <w:p w:rsidR="003504B9" w:rsidRPr="00A2249A" w:rsidRDefault="003504B9" w:rsidP="00F2058C">
      <w:pPr>
        <w:ind w:firstLine="709"/>
        <w:jc w:val="both"/>
        <w:rPr>
          <w:szCs w:val="24"/>
        </w:rPr>
      </w:pPr>
      <w:r w:rsidRPr="00A2249A">
        <w:rPr>
          <w:szCs w:val="24"/>
        </w:rPr>
        <w:t>- членів громадських організацій – відповідними громадськими організаціями.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>
        <w:rPr>
          <w:szCs w:val="24"/>
        </w:rPr>
        <w:t>Суб’єктами подання про нагородження можуть бути депутати сільської ради.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2.2. Для подання про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>ради подаються</w:t>
      </w:r>
      <w:r>
        <w:rPr>
          <w:szCs w:val="24"/>
        </w:rPr>
        <w:t xml:space="preserve"> </w:t>
      </w:r>
      <w:r w:rsidRPr="006B222E">
        <w:rPr>
          <w:szCs w:val="24"/>
        </w:rPr>
        <w:t>такі</w:t>
      </w:r>
      <w:r>
        <w:rPr>
          <w:szCs w:val="24"/>
        </w:rPr>
        <w:t xml:space="preserve"> </w:t>
      </w:r>
      <w:r w:rsidRPr="006B222E">
        <w:rPr>
          <w:szCs w:val="24"/>
        </w:rPr>
        <w:t>документи: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клопотання, за підписом</w:t>
      </w:r>
      <w:r>
        <w:rPr>
          <w:szCs w:val="24"/>
        </w:rPr>
        <w:t xml:space="preserve"> </w:t>
      </w:r>
      <w:r w:rsidRPr="006B222E">
        <w:rPr>
          <w:szCs w:val="24"/>
        </w:rPr>
        <w:t>керівника, в якому зазначаються дані особи, яку пропонується відзначити, її повна посада,</w:t>
      </w:r>
      <w:r>
        <w:rPr>
          <w:szCs w:val="24"/>
        </w:rPr>
        <w:t xml:space="preserve"> </w:t>
      </w:r>
      <w:r w:rsidRPr="006B222E">
        <w:rPr>
          <w:szCs w:val="24"/>
        </w:rPr>
        <w:t>підстава для відзначення</w:t>
      </w:r>
      <w:r>
        <w:rPr>
          <w:szCs w:val="24"/>
        </w:rPr>
        <w:t>, дата і місце проведення заходу</w:t>
      </w:r>
      <w:r w:rsidRPr="006B222E">
        <w:rPr>
          <w:szCs w:val="24"/>
        </w:rPr>
        <w:t>;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- копії 1-ї та 2-ї сторінок паспорта.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У разі</w:t>
      </w:r>
      <w:r>
        <w:rPr>
          <w:szCs w:val="24"/>
        </w:rPr>
        <w:t xml:space="preserve"> </w:t>
      </w:r>
      <w:r w:rsidRPr="006B222E">
        <w:rPr>
          <w:szCs w:val="24"/>
        </w:rPr>
        <w:t>нагородження до ювілейної</w:t>
      </w:r>
      <w:r>
        <w:rPr>
          <w:szCs w:val="24"/>
        </w:rPr>
        <w:t xml:space="preserve"> </w:t>
      </w:r>
      <w:r w:rsidRPr="006B222E">
        <w:rPr>
          <w:szCs w:val="24"/>
        </w:rPr>
        <w:t>дати</w:t>
      </w:r>
      <w:r>
        <w:rPr>
          <w:szCs w:val="24"/>
        </w:rPr>
        <w:t xml:space="preserve"> </w:t>
      </w:r>
      <w:r w:rsidRPr="006B222E">
        <w:rPr>
          <w:szCs w:val="24"/>
        </w:rPr>
        <w:t>підприємства, подається</w:t>
      </w:r>
      <w:r>
        <w:rPr>
          <w:szCs w:val="24"/>
        </w:rPr>
        <w:t xml:space="preserve"> </w:t>
      </w:r>
      <w:r w:rsidRPr="006B222E">
        <w:rPr>
          <w:szCs w:val="24"/>
        </w:rPr>
        <w:t>архівна</w:t>
      </w:r>
      <w:r>
        <w:rPr>
          <w:szCs w:val="24"/>
        </w:rPr>
        <w:t xml:space="preserve"> </w:t>
      </w:r>
      <w:r w:rsidRPr="006B222E">
        <w:rPr>
          <w:szCs w:val="24"/>
        </w:rPr>
        <w:t>довідка, що</w:t>
      </w:r>
      <w:r>
        <w:rPr>
          <w:szCs w:val="24"/>
        </w:rPr>
        <w:t xml:space="preserve"> </w:t>
      </w:r>
      <w:r w:rsidRPr="006B222E">
        <w:rPr>
          <w:szCs w:val="24"/>
        </w:rPr>
        <w:t>засвідчує дату заснування установи, організації, закладу, або</w:t>
      </w:r>
      <w:r>
        <w:rPr>
          <w:szCs w:val="24"/>
        </w:rPr>
        <w:t xml:space="preserve"> </w:t>
      </w:r>
      <w:r w:rsidRPr="006B222E">
        <w:rPr>
          <w:szCs w:val="24"/>
        </w:rPr>
        <w:t>копія документа, що</w:t>
      </w:r>
      <w:r>
        <w:rPr>
          <w:szCs w:val="24"/>
        </w:rPr>
        <w:t xml:space="preserve"> </w:t>
      </w:r>
      <w:r w:rsidRPr="006B222E">
        <w:rPr>
          <w:szCs w:val="24"/>
        </w:rPr>
        <w:t>підтверджує</w:t>
      </w:r>
      <w:r>
        <w:rPr>
          <w:szCs w:val="24"/>
        </w:rPr>
        <w:t xml:space="preserve"> </w:t>
      </w:r>
      <w:r w:rsidRPr="006B222E">
        <w:rPr>
          <w:szCs w:val="24"/>
        </w:rPr>
        <w:t>ювілей.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2.3.Клопотання про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ради, подаються не пізніше, як за 5 робочих днів до дня вручення нагороди.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2.4. У разі</w:t>
      </w:r>
      <w:r>
        <w:rPr>
          <w:szCs w:val="24"/>
        </w:rPr>
        <w:t xml:space="preserve"> </w:t>
      </w:r>
      <w:r w:rsidRPr="006B222E">
        <w:rPr>
          <w:szCs w:val="24"/>
        </w:rPr>
        <w:t>недотримання</w:t>
      </w:r>
      <w:r>
        <w:rPr>
          <w:szCs w:val="24"/>
        </w:rPr>
        <w:t xml:space="preserve"> </w:t>
      </w:r>
      <w:r w:rsidRPr="006B222E">
        <w:rPr>
          <w:szCs w:val="24"/>
        </w:rPr>
        <w:t>вимог</w:t>
      </w:r>
      <w:r>
        <w:rPr>
          <w:szCs w:val="24"/>
        </w:rPr>
        <w:t xml:space="preserve"> </w:t>
      </w:r>
      <w:r w:rsidRPr="006B222E">
        <w:rPr>
          <w:szCs w:val="24"/>
        </w:rPr>
        <w:t>пунктів 2.1 та 2.2 цього</w:t>
      </w:r>
      <w:r>
        <w:rPr>
          <w:szCs w:val="24"/>
        </w:rPr>
        <w:t xml:space="preserve"> </w:t>
      </w:r>
      <w:r w:rsidRPr="006B222E">
        <w:rPr>
          <w:szCs w:val="24"/>
        </w:rPr>
        <w:t>Положення, документи</w:t>
      </w:r>
      <w:r>
        <w:rPr>
          <w:szCs w:val="24"/>
        </w:rPr>
        <w:t xml:space="preserve"> </w:t>
      </w:r>
      <w:r w:rsidRPr="006B222E">
        <w:rPr>
          <w:szCs w:val="24"/>
        </w:rPr>
        <w:t>повертаються</w:t>
      </w:r>
      <w:r>
        <w:rPr>
          <w:szCs w:val="24"/>
        </w:rPr>
        <w:t xml:space="preserve"> </w:t>
      </w:r>
      <w:r w:rsidRPr="006B222E">
        <w:rPr>
          <w:szCs w:val="24"/>
        </w:rPr>
        <w:t>посадовій</w:t>
      </w:r>
      <w:r>
        <w:rPr>
          <w:szCs w:val="24"/>
        </w:rPr>
        <w:t xml:space="preserve"> </w:t>
      </w:r>
      <w:r w:rsidRPr="006B222E">
        <w:rPr>
          <w:szCs w:val="24"/>
        </w:rPr>
        <w:t>особі</w:t>
      </w:r>
      <w:r>
        <w:rPr>
          <w:szCs w:val="24"/>
        </w:rPr>
        <w:t xml:space="preserve"> </w:t>
      </w:r>
      <w:r w:rsidRPr="006B222E">
        <w:rPr>
          <w:szCs w:val="24"/>
        </w:rPr>
        <w:t>чи органу, який</w:t>
      </w:r>
      <w:r>
        <w:rPr>
          <w:szCs w:val="24"/>
        </w:rPr>
        <w:t xml:space="preserve"> </w:t>
      </w:r>
      <w:r w:rsidRPr="006B222E">
        <w:rPr>
          <w:szCs w:val="24"/>
        </w:rPr>
        <w:t>їх</w:t>
      </w:r>
      <w:r>
        <w:rPr>
          <w:szCs w:val="24"/>
        </w:rPr>
        <w:t xml:space="preserve"> </w:t>
      </w:r>
      <w:r w:rsidRPr="006B222E">
        <w:rPr>
          <w:szCs w:val="24"/>
        </w:rPr>
        <w:t>надіслав.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2.5. У разі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подання кандидатури для відзначення головою </w:t>
      </w:r>
      <w:r>
        <w:rPr>
          <w:szCs w:val="24"/>
        </w:rPr>
        <w:t xml:space="preserve"> сільської </w:t>
      </w:r>
      <w:r w:rsidRPr="006B222E">
        <w:rPr>
          <w:szCs w:val="24"/>
        </w:rPr>
        <w:t>ради, заступником голови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документи, зазначені в пункті 2.2 направляються на розгляд </w:t>
      </w:r>
      <w:r>
        <w:rPr>
          <w:szCs w:val="24"/>
        </w:rPr>
        <w:t>керуючому справами виконавчого комітету сільської ради</w:t>
      </w:r>
      <w:r w:rsidRPr="006B222E">
        <w:rPr>
          <w:szCs w:val="24"/>
        </w:rPr>
        <w:t>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2.6. Подання про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>Почесною грамотою і додані до нього</w:t>
      </w:r>
      <w:r>
        <w:rPr>
          <w:szCs w:val="24"/>
        </w:rPr>
        <w:t xml:space="preserve"> </w:t>
      </w:r>
      <w:r w:rsidRPr="006B222E">
        <w:rPr>
          <w:szCs w:val="24"/>
        </w:rPr>
        <w:t>документи</w:t>
      </w:r>
      <w:r>
        <w:rPr>
          <w:szCs w:val="24"/>
        </w:rPr>
        <w:t xml:space="preserve"> </w:t>
      </w:r>
      <w:r w:rsidRPr="006B222E">
        <w:rPr>
          <w:szCs w:val="24"/>
        </w:rPr>
        <w:t>попередньо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розглядаються </w:t>
      </w:r>
      <w:r>
        <w:rPr>
          <w:szCs w:val="24"/>
        </w:rPr>
        <w:t>керуючим справами виконавчого комітету сільської ради</w:t>
      </w:r>
      <w:r w:rsidRPr="006B222E">
        <w:rPr>
          <w:szCs w:val="24"/>
        </w:rPr>
        <w:t>, який перевіряє</w:t>
      </w:r>
      <w:r>
        <w:rPr>
          <w:szCs w:val="24"/>
        </w:rPr>
        <w:t xml:space="preserve"> </w:t>
      </w:r>
      <w:r w:rsidRPr="006B222E">
        <w:rPr>
          <w:szCs w:val="24"/>
        </w:rPr>
        <w:t>дотримання умов</w:t>
      </w:r>
      <w:r>
        <w:rPr>
          <w:szCs w:val="24"/>
        </w:rPr>
        <w:t xml:space="preserve"> </w:t>
      </w:r>
      <w:r w:rsidRPr="006B222E">
        <w:rPr>
          <w:szCs w:val="24"/>
        </w:rPr>
        <w:t>цього</w:t>
      </w:r>
      <w:r>
        <w:rPr>
          <w:szCs w:val="24"/>
        </w:rPr>
        <w:t xml:space="preserve"> </w:t>
      </w:r>
      <w:r w:rsidRPr="006B222E">
        <w:rPr>
          <w:szCs w:val="24"/>
        </w:rPr>
        <w:t>Положення.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2.7. Рішення про відзначення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 приймається головою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</w:t>
      </w:r>
      <w:r>
        <w:rPr>
          <w:szCs w:val="24"/>
        </w:rPr>
        <w:t>, а у разі відсутності голови, виконуючим його обов’язки</w:t>
      </w:r>
      <w:r w:rsidRPr="006B222E">
        <w:rPr>
          <w:szCs w:val="24"/>
        </w:rPr>
        <w:t xml:space="preserve"> і оформляється</w:t>
      </w:r>
      <w:r>
        <w:rPr>
          <w:szCs w:val="24"/>
        </w:rPr>
        <w:t xml:space="preserve"> </w:t>
      </w:r>
      <w:r w:rsidRPr="006B222E">
        <w:rPr>
          <w:szCs w:val="24"/>
        </w:rPr>
        <w:t>розпорядженням.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2.8. Особу, трудовий</w:t>
      </w:r>
      <w:r>
        <w:rPr>
          <w:szCs w:val="24"/>
        </w:rPr>
        <w:t xml:space="preserve"> </w:t>
      </w:r>
      <w:r w:rsidRPr="006B222E">
        <w:rPr>
          <w:szCs w:val="24"/>
        </w:rPr>
        <w:t>колектив</w:t>
      </w:r>
      <w:r>
        <w:rPr>
          <w:szCs w:val="24"/>
        </w:rPr>
        <w:t xml:space="preserve"> </w:t>
      </w:r>
      <w:r w:rsidRPr="006B222E">
        <w:rPr>
          <w:szCs w:val="24"/>
        </w:rPr>
        <w:t>підприємства, установи чи</w:t>
      </w:r>
      <w:r>
        <w:rPr>
          <w:szCs w:val="24"/>
        </w:rPr>
        <w:t xml:space="preserve"> </w:t>
      </w:r>
      <w:r w:rsidRPr="006B222E">
        <w:rPr>
          <w:szCs w:val="24"/>
        </w:rPr>
        <w:t>організації</w:t>
      </w:r>
      <w:r>
        <w:rPr>
          <w:szCs w:val="24"/>
        </w:rPr>
        <w:t xml:space="preserve"> </w:t>
      </w:r>
      <w:r w:rsidRPr="006B222E">
        <w:rPr>
          <w:szCs w:val="24"/>
        </w:rPr>
        <w:t>може бути повторно представлено до нагородження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>ради</w:t>
      </w:r>
      <w:r>
        <w:rPr>
          <w:szCs w:val="24"/>
        </w:rPr>
        <w:t xml:space="preserve"> </w:t>
      </w:r>
      <w:r w:rsidRPr="006B222E">
        <w:rPr>
          <w:szCs w:val="24"/>
        </w:rPr>
        <w:t>через</w:t>
      </w:r>
      <w:r>
        <w:rPr>
          <w:szCs w:val="24"/>
        </w:rPr>
        <w:t xml:space="preserve"> </w:t>
      </w:r>
      <w:r w:rsidRPr="006B222E">
        <w:rPr>
          <w:szCs w:val="24"/>
        </w:rPr>
        <w:t>3 роки</w:t>
      </w:r>
      <w:r>
        <w:rPr>
          <w:szCs w:val="24"/>
        </w:rPr>
        <w:t xml:space="preserve"> </w:t>
      </w:r>
      <w:r w:rsidRPr="006B222E">
        <w:rPr>
          <w:szCs w:val="24"/>
        </w:rPr>
        <w:t>після</w:t>
      </w:r>
      <w:r>
        <w:rPr>
          <w:szCs w:val="24"/>
        </w:rPr>
        <w:t xml:space="preserve"> </w:t>
      </w:r>
      <w:r w:rsidRPr="006B222E">
        <w:rPr>
          <w:szCs w:val="24"/>
        </w:rPr>
        <w:t>попереднього аналогічного нагородження.</w:t>
      </w:r>
    </w:p>
    <w:p w:rsidR="003504B9" w:rsidRPr="006B222E" w:rsidRDefault="003504B9" w:rsidP="00A55628">
      <w:pPr>
        <w:ind w:firstLine="709"/>
        <w:jc w:val="both"/>
        <w:rPr>
          <w:szCs w:val="24"/>
        </w:rPr>
      </w:pPr>
      <w:r w:rsidRPr="006B222E">
        <w:rPr>
          <w:szCs w:val="24"/>
        </w:rPr>
        <w:t>2.9. Нагородженим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Почесною грамотою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 особам одноразова винагорода</w:t>
      </w:r>
      <w:r>
        <w:rPr>
          <w:szCs w:val="24"/>
        </w:rPr>
        <w:t xml:space="preserve"> </w:t>
      </w:r>
      <w:r w:rsidRPr="006B222E">
        <w:rPr>
          <w:szCs w:val="24"/>
        </w:rPr>
        <w:t>може</w:t>
      </w:r>
      <w:r>
        <w:rPr>
          <w:szCs w:val="24"/>
        </w:rPr>
        <w:t xml:space="preserve"> </w:t>
      </w:r>
      <w:r w:rsidRPr="006B222E">
        <w:rPr>
          <w:szCs w:val="24"/>
        </w:rPr>
        <w:t>встановлюватися і виплачуватися за рахунок</w:t>
      </w:r>
      <w:r>
        <w:rPr>
          <w:szCs w:val="24"/>
        </w:rPr>
        <w:t xml:space="preserve"> </w:t>
      </w:r>
      <w:r w:rsidRPr="006B222E">
        <w:rPr>
          <w:szCs w:val="24"/>
        </w:rPr>
        <w:t>коштів</w:t>
      </w:r>
      <w:r>
        <w:rPr>
          <w:szCs w:val="24"/>
        </w:rPr>
        <w:t xml:space="preserve"> </w:t>
      </w:r>
      <w:r w:rsidRPr="006B222E">
        <w:rPr>
          <w:szCs w:val="24"/>
        </w:rPr>
        <w:t>підприємств, установ, закладів та організацій, де вони працюють, згідно з рішенням</w:t>
      </w:r>
      <w:r>
        <w:rPr>
          <w:szCs w:val="24"/>
        </w:rPr>
        <w:t xml:space="preserve"> </w:t>
      </w:r>
      <w:r w:rsidRPr="006B222E">
        <w:rPr>
          <w:szCs w:val="24"/>
        </w:rPr>
        <w:t>керівництва, а також може</w:t>
      </w:r>
      <w:r>
        <w:rPr>
          <w:szCs w:val="24"/>
        </w:rPr>
        <w:t xml:space="preserve"> </w:t>
      </w:r>
      <w:r w:rsidRPr="006B222E">
        <w:rPr>
          <w:szCs w:val="24"/>
        </w:rPr>
        <w:t>встановлюватися і виплачуватися за рахунок</w:t>
      </w:r>
      <w:r>
        <w:rPr>
          <w:szCs w:val="24"/>
        </w:rPr>
        <w:t xml:space="preserve"> </w:t>
      </w:r>
      <w:r w:rsidRPr="006B222E">
        <w:rPr>
          <w:szCs w:val="24"/>
        </w:rPr>
        <w:t>коштів</w:t>
      </w:r>
      <w:r>
        <w:rPr>
          <w:szCs w:val="24"/>
        </w:rPr>
        <w:t xml:space="preserve"> місцевого</w:t>
      </w:r>
      <w:r w:rsidRPr="006B222E">
        <w:rPr>
          <w:szCs w:val="24"/>
        </w:rPr>
        <w:t xml:space="preserve"> бюджету.</w:t>
      </w:r>
    </w:p>
    <w:p w:rsidR="003504B9" w:rsidRPr="006B222E" w:rsidRDefault="003504B9" w:rsidP="00F2058C">
      <w:pPr>
        <w:ind w:firstLine="709"/>
        <w:jc w:val="both"/>
        <w:rPr>
          <w:b/>
          <w:szCs w:val="24"/>
        </w:rPr>
      </w:pPr>
      <w:r w:rsidRPr="006B222E">
        <w:rPr>
          <w:b/>
          <w:szCs w:val="24"/>
        </w:rPr>
        <w:t>3. Порядок вручення</w:t>
      </w:r>
      <w:r>
        <w:rPr>
          <w:b/>
          <w:szCs w:val="24"/>
        </w:rPr>
        <w:t xml:space="preserve"> </w:t>
      </w:r>
      <w:r w:rsidRPr="006B222E">
        <w:rPr>
          <w:b/>
          <w:szCs w:val="24"/>
        </w:rPr>
        <w:t>Почесної</w:t>
      </w:r>
      <w:r>
        <w:rPr>
          <w:b/>
          <w:szCs w:val="24"/>
        </w:rPr>
        <w:t xml:space="preserve"> </w:t>
      </w:r>
      <w:r w:rsidRPr="006B222E">
        <w:rPr>
          <w:b/>
          <w:szCs w:val="24"/>
        </w:rPr>
        <w:t xml:space="preserve">грамоти </w:t>
      </w:r>
      <w:r>
        <w:rPr>
          <w:b/>
          <w:szCs w:val="24"/>
        </w:rPr>
        <w:t>Петровецької сільської</w:t>
      </w:r>
      <w:r w:rsidRPr="006B222E">
        <w:rPr>
          <w:b/>
          <w:szCs w:val="24"/>
        </w:rPr>
        <w:t xml:space="preserve"> ради 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3.1. Вручення</w:t>
      </w:r>
      <w:r>
        <w:rPr>
          <w:szCs w:val="24"/>
        </w:rPr>
        <w:t xml:space="preserve"> </w:t>
      </w:r>
      <w:r w:rsidRPr="006B222E">
        <w:rPr>
          <w:szCs w:val="24"/>
        </w:rPr>
        <w:t>Почесної</w:t>
      </w:r>
      <w:r>
        <w:rPr>
          <w:szCs w:val="24"/>
        </w:rPr>
        <w:t xml:space="preserve"> </w:t>
      </w:r>
      <w:r w:rsidRPr="006B222E">
        <w:rPr>
          <w:szCs w:val="24"/>
        </w:rPr>
        <w:t>грамоти</w:t>
      </w:r>
      <w:r>
        <w:rPr>
          <w:szCs w:val="24"/>
        </w:rPr>
        <w:t xml:space="preserve"> сільської</w:t>
      </w:r>
      <w:r w:rsidRPr="006B222E">
        <w:rPr>
          <w:szCs w:val="24"/>
        </w:rPr>
        <w:t xml:space="preserve"> ради проводиться в урочистій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обстановці головою </w:t>
      </w:r>
      <w:r>
        <w:rPr>
          <w:szCs w:val="24"/>
        </w:rPr>
        <w:t xml:space="preserve">сільської </w:t>
      </w:r>
      <w:r w:rsidRPr="006B222E">
        <w:rPr>
          <w:szCs w:val="24"/>
        </w:rPr>
        <w:t xml:space="preserve"> ради</w:t>
      </w:r>
      <w:r>
        <w:rPr>
          <w:szCs w:val="24"/>
        </w:rPr>
        <w:t xml:space="preserve"> або, за його дорученням </w:t>
      </w:r>
      <w:r w:rsidRPr="006B222E">
        <w:rPr>
          <w:szCs w:val="24"/>
        </w:rPr>
        <w:t>іншою уповноваженою особою.</w:t>
      </w:r>
    </w:p>
    <w:p w:rsidR="003504B9" w:rsidRPr="006B222E" w:rsidRDefault="003504B9" w:rsidP="00F2058C">
      <w:pPr>
        <w:ind w:firstLine="709"/>
        <w:jc w:val="both"/>
        <w:rPr>
          <w:szCs w:val="24"/>
        </w:rPr>
      </w:pPr>
      <w:r w:rsidRPr="006B222E">
        <w:rPr>
          <w:szCs w:val="24"/>
        </w:rPr>
        <w:t>3.2. Вручення</w:t>
      </w:r>
      <w:r>
        <w:rPr>
          <w:szCs w:val="24"/>
        </w:rPr>
        <w:t xml:space="preserve"> </w:t>
      </w:r>
      <w:r w:rsidRPr="006B222E">
        <w:rPr>
          <w:szCs w:val="24"/>
        </w:rPr>
        <w:t>Почесної</w:t>
      </w:r>
      <w:r>
        <w:rPr>
          <w:szCs w:val="24"/>
        </w:rPr>
        <w:t xml:space="preserve"> </w:t>
      </w:r>
      <w:r w:rsidRPr="006B222E">
        <w:rPr>
          <w:szCs w:val="24"/>
        </w:rPr>
        <w:t>грамоти</w:t>
      </w:r>
      <w:r>
        <w:rPr>
          <w:szCs w:val="24"/>
        </w:rPr>
        <w:t xml:space="preserve"> сільської </w:t>
      </w:r>
      <w:r w:rsidRPr="006B222E">
        <w:rPr>
          <w:szCs w:val="24"/>
        </w:rPr>
        <w:t>ради приурочується до загальнодержавних свят, галузевих</w:t>
      </w:r>
      <w:r>
        <w:rPr>
          <w:szCs w:val="24"/>
        </w:rPr>
        <w:t xml:space="preserve"> </w:t>
      </w:r>
      <w:r w:rsidRPr="006B222E">
        <w:rPr>
          <w:szCs w:val="24"/>
        </w:rPr>
        <w:t>професійних свят, ювілейних дат працівників, підприємств, установ, організацій</w:t>
      </w:r>
      <w:r>
        <w:rPr>
          <w:szCs w:val="24"/>
        </w:rPr>
        <w:t xml:space="preserve"> </w:t>
      </w:r>
      <w:r w:rsidRPr="006B222E">
        <w:rPr>
          <w:szCs w:val="24"/>
        </w:rPr>
        <w:t>тощо.</w:t>
      </w:r>
    </w:p>
    <w:p w:rsidR="003504B9" w:rsidRPr="00A55628" w:rsidRDefault="003504B9" w:rsidP="00A55628">
      <w:pPr>
        <w:ind w:firstLine="709"/>
        <w:jc w:val="both"/>
        <w:rPr>
          <w:szCs w:val="24"/>
        </w:rPr>
      </w:pPr>
      <w:r w:rsidRPr="006B222E">
        <w:rPr>
          <w:szCs w:val="24"/>
        </w:rPr>
        <w:t>3.3. Втрачені</w:t>
      </w:r>
      <w:r>
        <w:rPr>
          <w:szCs w:val="24"/>
        </w:rPr>
        <w:t xml:space="preserve"> </w:t>
      </w:r>
      <w:r w:rsidRPr="006B222E">
        <w:rPr>
          <w:szCs w:val="24"/>
        </w:rPr>
        <w:t xml:space="preserve">Почесні грамоти повторно </w:t>
      </w:r>
      <w:r>
        <w:rPr>
          <w:szCs w:val="24"/>
        </w:rPr>
        <w:t xml:space="preserve">сільською </w:t>
      </w:r>
      <w:r w:rsidRPr="006B222E">
        <w:rPr>
          <w:szCs w:val="24"/>
        </w:rPr>
        <w:t xml:space="preserve"> радою не видаються.</w:t>
      </w:r>
    </w:p>
    <w:p w:rsidR="003504B9" w:rsidRPr="006B222E" w:rsidRDefault="003504B9" w:rsidP="00F2058C">
      <w:pPr>
        <w:ind w:firstLine="709"/>
      </w:pPr>
    </w:p>
    <w:p w:rsidR="003504B9" w:rsidRPr="00A55628" w:rsidRDefault="003504B9" w:rsidP="00A55628">
      <w:pPr>
        <w:rPr>
          <w:b/>
        </w:rPr>
      </w:pPr>
      <w:r>
        <w:rPr>
          <w:b/>
        </w:rPr>
        <w:t xml:space="preserve">               Секретар сільської ради                              Людмила ВЛАДЯН</w:t>
      </w:r>
    </w:p>
    <w:sectPr w:rsidR="003504B9" w:rsidRPr="00A55628" w:rsidSect="00EF75A9">
      <w:type w:val="continuous"/>
      <w:pgSz w:w="11907" w:h="16840" w:code="9"/>
      <w:pgMar w:top="709" w:right="708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662C25C"/>
    <w:lvl w:ilvl="0">
      <w:numFmt w:val="bullet"/>
      <w:lvlText w:val="*"/>
      <w:lvlJc w:val="left"/>
    </w:lvl>
  </w:abstractNum>
  <w:abstractNum w:abstractNumId="1">
    <w:nsid w:val="0BE90EA0"/>
    <w:multiLevelType w:val="singleLevel"/>
    <w:tmpl w:val="BE4035EE"/>
    <w:lvl w:ilvl="0">
      <w:start w:val="1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2">
    <w:nsid w:val="275E06A0"/>
    <w:multiLevelType w:val="singleLevel"/>
    <w:tmpl w:val="5F384102"/>
    <w:lvl w:ilvl="0">
      <w:start w:val="1"/>
      <w:numFmt w:val="decimal"/>
      <w:lvlText w:val="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3">
    <w:nsid w:val="3D5D6874"/>
    <w:multiLevelType w:val="hybridMultilevel"/>
    <w:tmpl w:val="EFF4EF2E"/>
    <w:lvl w:ilvl="0" w:tplc="A53ED9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3FA076A"/>
    <w:multiLevelType w:val="hybridMultilevel"/>
    <w:tmpl w:val="DD664F96"/>
    <w:lvl w:ilvl="0" w:tplc="C3A63FC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0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27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80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A5E"/>
    <w:rsid w:val="00001D88"/>
    <w:rsid w:val="0000531C"/>
    <w:rsid w:val="000216E3"/>
    <w:rsid w:val="000236D7"/>
    <w:rsid w:val="00023BCB"/>
    <w:rsid w:val="00025E59"/>
    <w:rsid w:val="0002792D"/>
    <w:rsid w:val="0003042D"/>
    <w:rsid w:val="00041E82"/>
    <w:rsid w:val="000478E2"/>
    <w:rsid w:val="0005210B"/>
    <w:rsid w:val="00052C4C"/>
    <w:rsid w:val="000609D9"/>
    <w:rsid w:val="00060DEA"/>
    <w:rsid w:val="000648CE"/>
    <w:rsid w:val="00066E97"/>
    <w:rsid w:val="00070D36"/>
    <w:rsid w:val="00074D66"/>
    <w:rsid w:val="00075D46"/>
    <w:rsid w:val="00076420"/>
    <w:rsid w:val="00077E2F"/>
    <w:rsid w:val="00085140"/>
    <w:rsid w:val="00086E58"/>
    <w:rsid w:val="00090D49"/>
    <w:rsid w:val="000A03AD"/>
    <w:rsid w:val="000A1BD5"/>
    <w:rsid w:val="000A20BA"/>
    <w:rsid w:val="000A4386"/>
    <w:rsid w:val="000A7A52"/>
    <w:rsid w:val="000A7B03"/>
    <w:rsid w:val="000D0BFC"/>
    <w:rsid w:val="000D3433"/>
    <w:rsid w:val="000D6D27"/>
    <w:rsid w:val="000E09E7"/>
    <w:rsid w:val="000E309B"/>
    <w:rsid w:val="000F469A"/>
    <w:rsid w:val="000F7AF6"/>
    <w:rsid w:val="0010066C"/>
    <w:rsid w:val="001178B4"/>
    <w:rsid w:val="0012134D"/>
    <w:rsid w:val="0012404A"/>
    <w:rsid w:val="00124636"/>
    <w:rsid w:val="00131199"/>
    <w:rsid w:val="0013215D"/>
    <w:rsid w:val="001362AA"/>
    <w:rsid w:val="0014224D"/>
    <w:rsid w:val="00143BF0"/>
    <w:rsid w:val="00143FC9"/>
    <w:rsid w:val="00151888"/>
    <w:rsid w:val="00152E55"/>
    <w:rsid w:val="00152EF7"/>
    <w:rsid w:val="00154E4C"/>
    <w:rsid w:val="00163170"/>
    <w:rsid w:val="00165C86"/>
    <w:rsid w:val="00173354"/>
    <w:rsid w:val="00173B18"/>
    <w:rsid w:val="00176D9F"/>
    <w:rsid w:val="00182E8D"/>
    <w:rsid w:val="00184C7F"/>
    <w:rsid w:val="00185C72"/>
    <w:rsid w:val="001870FA"/>
    <w:rsid w:val="00191278"/>
    <w:rsid w:val="00191811"/>
    <w:rsid w:val="001A02C0"/>
    <w:rsid w:val="001A2ED6"/>
    <w:rsid w:val="001B1CA2"/>
    <w:rsid w:val="001B2776"/>
    <w:rsid w:val="001C20C7"/>
    <w:rsid w:val="001D16CB"/>
    <w:rsid w:val="001D4A32"/>
    <w:rsid w:val="001E0A2B"/>
    <w:rsid w:val="001E2C99"/>
    <w:rsid w:val="001E5E44"/>
    <w:rsid w:val="001E745C"/>
    <w:rsid w:val="001E7703"/>
    <w:rsid w:val="001F047D"/>
    <w:rsid w:val="001F0B4A"/>
    <w:rsid w:val="0020243A"/>
    <w:rsid w:val="0020319F"/>
    <w:rsid w:val="00213195"/>
    <w:rsid w:val="00213A1F"/>
    <w:rsid w:val="00224655"/>
    <w:rsid w:val="00224B72"/>
    <w:rsid w:val="00232467"/>
    <w:rsid w:val="00236101"/>
    <w:rsid w:val="00244DF0"/>
    <w:rsid w:val="00247F80"/>
    <w:rsid w:val="002560DC"/>
    <w:rsid w:val="00266447"/>
    <w:rsid w:val="002669AF"/>
    <w:rsid w:val="00274311"/>
    <w:rsid w:val="00290542"/>
    <w:rsid w:val="00293A32"/>
    <w:rsid w:val="0029443A"/>
    <w:rsid w:val="002949F8"/>
    <w:rsid w:val="0029751E"/>
    <w:rsid w:val="002A0541"/>
    <w:rsid w:val="002A5A5E"/>
    <w:rsid w:val="002A5AE3"/>
    <w:rsid w:val="002A5D5D"/>
    <w:rsid w:val="002B3644"/>
    <w:rsid w:val="002B421A"/>
    <w:rsid w:val="002C2A6E"/>
    <w:rsid w:val="002C3B74"/>
    <w:rsid w:val="002C60E7"/>
    <w:rsid w:val="002D1D3A"/>
    <w:rsid w:val="002D68BD"/>
    <w:rsid w:val="002E0830"/>
    <w:rsid w:val="002E1E3B"/>
    <w:rsid w:val="00304ABA"/>
    <w:rsid w:val="00315BB9"/>
    <w:rsid w:val="00322598"/>
    <w:rsid w:val="00323D2A"/>
    <w:rsid w:val="00326D10"/>
    <w:rsid w:val="0033274E"/>
    <w:rsid w:val="0033624A"/>
    <w:rsid w:val="0034069C"/>
    <w:rsid w:val="003443CE"/>
    <w:rsid w:val="003504B9"/>
    <w:rsid w:val="00363C23"/>
    <w:rsid w:val="00370F85"/>
    <w:rsid w:val="003811E4"/>
    <w:rsid w:val="003862A0"/>
    <w:rsid w:val="003863BA"/>
    <w:rsid w:val="00391E34"/>
    <w:rsid w:val="00394C2E"/>
    <w:rsid w:val="003A6393"/>
    <w:rsid w:val="003A7360"/>
    <w:rsid w:val="003B0DC0"/>
    <w:rsid w:val="003B363E"/>
    <w:rsid w:val="003B54C0"/>
    <w:rsid w:val="003B6F1F"/>
    <w:rsid w:val="003D2FD7"/>
    <w:rsid w:val="003D754B"/>
    <w:rsid w:val="003E0ED2"/>
    <w:rsid w:val="003E6E52"/>
    <w:rsid w:val="003F55FF"/>
    <w:rsid w:val="003F68E4"/>
    <w:rsid w:val="00415970"/>
    <w:rsid w:val="0042519E"/>
    <w:rsid w:val="004349B2"/>
    <w:rsid w:val="00440618"/>
    <w:rsid w:val="00443B82"/>
    <w:rsid w:val="0044491F"/>
    <w:rsid w:val="00447AFC"/>
    <w:rsid w:val="00460404"/>
    <w:rsid w:val="00474475"/>
    <w:rsid w:val="0047709D"/>
    <w:rsid w:val="004A229B"/>
    <w:rsid w:val="004A42D2"/>
    <w:rsid w:val="004C5BCE"/>
    <w:rsid w:val="004C6E32"/>
    <w:rsid w:val="004D14D3"/>
    <w:rsid w:val="004D4CE0"/>
    <w:rsid w:val="004D4DDA"/>
    <w:rsid w:val="004D524B"/>
    <w:rsid w:val="004D7629"/>
    <w:rsid w:val="004E02F1"/>
    <w:rsid w:val="004E330B"/>
    <w:rsid w:val="004F7F21"/>
    <w:rsid w:val="00503592"/>
    <w:rsid w:val="0050440A"/>
    <w:rsid w:val="00506704"/>
    <w:rsid w:val="00507E80"/>
    <w:rsid w:val="00514283"/>
    <w:rsid w:val="00514591"/>
    <w:rsid w:val="0051469C"/>
    <w:rsid w:val="00515E4A"/>
    <w:rsid w:val="00524854"/>
    <w:rsid w:val="00525712"/>
    <w:rsid w:val="00531F96"/>
    <w:rsid w:val="00532D9D"/>
    <w:rsid w:val="0054394F"/>
    <w:rsid w:val="0055159A"/>
    <w:rsid w:val="00564409"/>
    <w:rsid w:val="00567369"/>
    <w:rsid w:val="00567FA4"/>
    <w:rsid w:val="005716AD"/>
    <w:rsid w:val="00583A8A"/>
    <w:rsid w:val="00592425"/>
    <w:rsid w:val="005B29B2"/>
    <w:rsid w:val="005B3F06"/>
    <w:rsid w:val="005B77D8"/>
    <w:rsid w:val="005C6D30"/>
    <w:rsid w:val="005D5F47"/>
    <w:rsid w:val="005D65AB"/>
    <w:rsid w:val="005D7723"/>
    <w:rsid w:val="005E2705"/>
    <w:rsid w:val="005F5B3A"/>
    <w:rsid w:val="005F65AD"/>
    <w:rsid w:val="005F7F4A"/>
    <w:rsid w:val="00601D18"/>
    <w:rsid w:val="0061166C"/>
    <w:rsid w:val="00615FB7"/>
    <w:rsid w:val="00625720"/>
    <w:rsid w:val="00631254"/>
    <w:rsid w:val="006351C0"/>
    <w:rsid w:val="0063705B"/>
    <w:rsid w:val="006415E5"/>
    <w:rsid w:val="00646C13"/>
    <w:rsid w:val="00647117"/>
    <w:rsid w:val="00657809"/>
    <w:rsid w:val="00662D4A"/>
    <w:rsid w:val="006652BA"/>
    <w:rsid w:val="0066536E"/>
    <w:rsid w:val="006717D4"/>
    <w:rsid w:val="00672257"/>
    <w:rsid w:val="006727F4"/>
    <w:rsid w:val="00673F8F"/>
    <w:rsid w:val="00676352"/>
    <w:rsid w:val="00685B61"/>
    <w:rsid w:val="00685EEF"/>
    <w:rsid w:val="00694C92"/>
    <w:rsid w:val="006A650B"/>
    <w:rsid w:val="006B1226"/>
    <w:rsid w:val="006B17F1"/>
    <w:rsid w:val="006B222E"/>
    <w:rsid w:val="006B24AE"/>
    <w:rsid w:val="006B2C38"/>
    <w:rsid w:val="006B5601"/>
    <w:rsid w:val="006B6FE3"/>
    <w:rsid w:val="006C5F06"/>
    <w:rsid w:val="006D6F19"/>
    <w:rsid w:val="006D6F64"/>
    <w:rsid w:val="006E5707"/>
    <w:rsid w:val="006E6E03"/>
    <w:rsid w:val="006F2AC1"/>
    <w:rsid w:val="006F4281"/>
    <w:rsid w:val="006F59CD"/>
    <w:rsid w:val="00702438"/>
    <w:rsid w:val="00712514"/>
    <w:rsid w:val="00715E35"/>
    <w:rsid w:val="00717845"/>
    <w:rsid w:val="007227D8"/>
    <w:rsid w:val="0072619D"/>
    <w:rsid w:val="00730254"/>
    <w:rsid w:val="00733200"/>
    <w:rsid w:val="00734401"/>
    <w:rsid w:val="0074364A"/>
    <w:rsid w:val="00744D22"/>
    <w:rsid w:val="00756392"/>
    <w:rsid w:val="00757BD4"/>
    <w:rsid w:val="00763003"/>
    <w:rsid w:val="007637D2"/>
    <w:rsid w:val="00764DA6"/>
    <w:rsid w:val="00772CE1"/>
    <w:rsid w:val="00775BDD"/>
    <w:rsid w:val="00781AD7"/>
    <w:rsid w:val="00796134"/>
    <w:rsid w:val="007A15F0"/>
    <w:rsid w:val="007B67A4"/>
    <w:rsid w:val="007B7D81"/>
    <w:rsid w:val="007C0045"/>
    <w:rsid w:val="007C27FD"/>
    <w:rsid w:val="007C3CE5"/>
    <w:rsid w:val="007C7708"/>
    <w:rsid w:val="007D5872"/>
    <w:rsid w:val="007D676E"/>
    <w:rsid w:val="007E703B"/>
    <w:rsid w:val="007F06D9"/>
    <w:rsid w:val="007F1461"/>
    <w:rsid w:val="007F22BD"/>
    <w:rsid w:val="00800D22"/>
    <w:rsid w:val="00802379"/>
    <w:rsid w:val="00804855"/>
    <w:rsid w:val="00816B6C"/>
    <w:rsid w:val="00823089"/>
    <w:rsid w:val="00823CED"/>
    <w:rsid w:val="00824EE0"/>
    <w:rsid w:val="008351F4"/>
    <w:rsid w:val="00835335"/>
    <w:rsid w:val="008456CC"/>
    <w:rsid w:val="00847B51"/>
    <w:rsid w:val="00853CAA"/>
    <w:rsid w:val="00871D75"/>
    <w:rsid w:val="00875BDB"/>
    <w:rsid w:val="00880D68"/>
    <w:rsid w:val="00887B08"/>
    <w:rsid w:val="00893472"/>
    <w:rsid w:val="0089514D"/>
    <w:rsid w:val="00895863"/>
    <w:rsid w:val="008A66CF"/>
    <w:rsid w:val="008C798E"/>
    <w:rsid w:val="008D4877"/>
    <w:rsid w:val="008E36A6"/>
    <w:rsid w:val="008E6C65"/>
    <w:rsid w:val="00902961"/>
    <w:rsid w:val="00912439"/>
    <w:rsid w:val="00922709"/>
    <w:rsid w:val="009316D6"/>
    <w:rsid w:val="00932A70"/>
    <w:rsid w:val="00942623"/>
    <w:rsid w:val="00945712"/>
    <w:rsid w:val="009515DD"/>
    <w:rsid w:val="009531A7"/>
    <w:rsid w:val="00953B01"/>
    <w:rsid w:val="00955DD3"/>
    <w:rsid w:val="00956AFC"/>
    <w:rsid w:val="0096025F"/>
    <w:rsid w:val="00962B3F"/>
    <w:rsid w:val="009668A1"/>
    <w:rsid w:val="00976805"/>
    <w:rsid w:val="00977260"/>
    <w:rsid w:val="009778DE"/>
    <w:rsid w:val="009814BD"/>
    <w:rsid w:val="009852C6"/>
    <w:rsid w:val="0099315F"/>
    <w:rsid w:val="009A07FF"/>
    <w:rsid w:val="009A0F7F"/>
    <w:rsid w:val="009A413B"/>
    <w:rsid w:val="009A507C"/>
    <w:rsid w:val="009B0682"/>
    <w:rsid w:val="009B3315"/>
    <w:rsid w:val="009B5252"/>
    <w:rsid w:val="009C1630"/>
    <w:rsid w:val="009D0E29"/>
    <w:rsid w:val="009D11EE"/>
    <w:rsid w:val="009D3E55"/>
    <w:rsid w:val="009E4A35"/>
    <w:rsid w:val="009E4B31"/>
    <w:rsid w:val="009E6848"/>
    <w:rsid w:val="009F48F0"/>
    <w:rsid w:val="00A030F8"/>
    <w:rsid w:val="00A1189E"/>
    <w:rsid w:val="00A2249A"/>
    <w:rsid w:val="00A32847"/>
    <w:rsid w:val="00A45E6C"/>
    <w:rsid w:val="00A46A93"/>
    <w:rsid w:val="00A46BDB"/>
    <w:rsid w:val="00A50B36"/>
    <w:rsid w:val="00A55628"/>
    <w:rsid w:val="00A578F6"/>
    <w:rsid w:val="00A63BF9"/>
    <w:rsid w:val="00A7287F"/>
    <w:rsid w:val="00A74192"/>
    <w:rsid w:val="00A80528"/>
    <w:rsid w:val="00A854A7"/>
    <w:rsid w:val="00A86F29"/>
    <w:rsid w:val="00A9052A"/>
    <w:rsid w:val="00A92C95"/>
    <w:rsid w:val="00A93C97"/>
    <w:rsid w:val="00AA0905"/>
    <w:rsid w:val="00AA42A3"/>
    <w:rsid w:val="00AA5C80"/>
    <w:rsid w:val="00AA6161"/>
    <w:rsid w:val="00AB5708"/>
    <w:rsid w:val="00AC25A3"/>
    <w:rsid w:val="00AC4BA6"/>
    <w:rsid w:val="00AD0638"/>
    <w:rsid w:val="00AD18C0"/>
    <w:rsid w:val="00AF7D93"/>
    <w:rsid w:val="00B0401F"/>
    <w:rsid w:val="00B04A5A"/>
    <w:rsid w:val="00B0587D"/>
    <w:rsid w:val="00B06845"/>
    <w:rsid w:val="00B06DFB"/>
    <w:rsid w:val="00B10049"/>
    <w:rsid w:val="00B13294"/>
    <w:rsid w:val="00B15692"/>
    <w:rsid w:val="00B16BBD"/>
    <w:rsid w:val="00B2439E"/>
    <w:rsid w:val="00B2689C"/>
    <w:rsid w:val="00B30C86"/>
    <w:rsid w:val="00B30D34"/>
    <w:rsid w:val="00B33BA7"/>
    <w:rsid w:val="00B46098"/>
    <w:rsid w:val="00B4734C"/>
    <w:rsid w:val="00B47DC8"/>
    <w:rsid w:val="00B6247B"/>
    <w:rsid w:val="00B64EA9"/>
    <w:rsid w:val="00B76BBA"/>
    <w:rsid w:val="00B84356"/>
    <w:rsid w:val="00B859CD"/>
    <w:rsid w:val="00B85ABB"/>
    <w:rsid w:val="00B903FD"/>
    <w:rsid w:val="00B92477"/>
    <w:rsid w:val="00B9352A"/>
    <w:rsid w:val="00BB6325"/>
    <w:rsid w:val="00BC1C33"/>
    <w:rsid w:val="00BC1EB2"/>
    <w:rsid w:val="00BC6003"/>
    <w:rsid w:val="00BC72DB"/>
    <w:rsid w:val="00BE2CCD"/>
    <w:rsid w:val="00BE7A55"/>
    <w:rsid w:val="00BF686E"/>
    <w:rsid w:val="00C00E5A"/>
    <w:rsid w:val="00C05E36"/>
    <w:rsid w:val="00C246B3"/>
    <w:rsid w:val="00C30F4D"/>
    <w:rsid w:val="00C4014B"/>
    <w:rsid w:val="00C420FC"/>
    <w:rsid w:val="00C4709B"/>
    <w:rsid w:val="00C50849"/>
    <w:rsid w:val="00C52B6B"/>
    <w:rsid w:val="00C536A1"/>
    <w:rsid w:val="00C658EF"/>
    <w:rsid w:val="00C80A2C"/>
    <w:rsid w:val="00C81904"/>
    <w:rsid w:val="00C96F2B"/>
    <w:rsid w:val="00CA0DB0"/>
    <w:rsid w:val="00CB53CC"/>
    <w:rsid w:val="00CB61F1"/>
    <w:rsid w:val="00CC4AB7"/>
    <w:rsid w:val="00CC4BEA"/>
    <w:rsid w:val="00CD1238"/>
    <w:rsid w:val="00CD4D9B"/>
    <w:rsid w:val="00CE321F"/>
    <w:rsid w:val="00CF357E"/>
    <w:rsid w:val="00CF42FF"/>
    <w:rsid w:val="00CF4930"/>
    <w:rsid w:val="00D10176"/>
    <w:rsid w:val="00D1432A"/>
    <w:rsid w:val="00D2056D"/>
    <w:rsid w:val="00D2310B"/>
    <w:rsid w:val="00D24B37"/>
    <w:rsid w:val="00D2556E"/>
    <w:rsid w:val="00D26A70"/>
    <w:rsid w:val="00D32A61"/>
    <w:rsid w:val="00D37FEB"/>
    <w:rsid w:val="00D413AF"/>
    <w:rsid w:val="00D41528"/>
    <w:rsid w:val="00D426C0"/>
    <w:rsid w:val="00D43D9A"/>
    <w:rsid w:val="00D46084"/>
    <w:rsid w:val="00D47265"/>
    <w:rsid w:val="00D5054D"/>
    <w:rsid w:val="00D53073"/>
    <w:rsid w:val="00D655A4"/>
    <w:rsid w:val="00D71888"/>
    <w:rsid w:val="00D74BAF"/>
    <w:rsid w:val="00D80166"/>
    <w:rsid w:val="00D808CF"/>
    <w:rsid w:val="00D81E82"/>
    <w:rsid w:val="00D83394"/>
    <w:rsid w:val="00D86844"/>
    <w:rsid w:val="00D870D2"/>
    <w:rsid w:val="00D96905"/>
    <w:rsid w:val="00DA0F31"/>
    <w:rsid w:val="00DA14CC"/>
    <w:rsid w:val="00DA27F2"/>
    <w:rsid w:val="00DA4E85"/>
    <w:rsid w:val="00DA556A"/>
    <w:rsid w:val="00DA6CF7"/>
    <w:rsid w:val="00DA714A"/>
    <w:rsid w:val="00DB455E"/>
    <w:rsid w:val="00DB6B02"/>
    <w:rsid w:val="00DB6B4B"/>
    <w:rsid w:val="00DC105A"/>
    <w:rsid w:val="00DC25BE"/>
    <w:rsid w:val="00DD2DBF"/>
    <w:rsid w:val="00DD6229"/>
    <w:rsid w:val="00DE1443"/>
    <w:rsid w:val="00DF7F33"/>
    <w:rsid w:val="00E13851"/>
    <w:rsid w:val="00E225FF"/>
    <w:rsid w:val="00E237A4"/>
    <w:rsid w:val="00E36FB3"/>
    <w:rsid w:val="00E453AA"/>
    <w:rsid w:val="00E47A32"/>
    <w:rsid w:val="00E565E3"/>
    <w:rsid w:val="00E60812"/>
    <w:rsid w:val="00E65453"/>
    <w:rsid w:val="00E72E71"/>
    <w:rsid w:val="00E750D9"/>
    <w:rsid w:val="00E760CE"/>
    <w:rsid w:val="00E7632D"/>
    <w:rsid w:val="00E767F5"/>
    <w:rsid w:val="00E821FD"/>
    <w:rsid w:val="00E91747"/>
    <w:rsid w:val="00E951AD"/>
    <w:rsid w:val="00EA1E05"/>
    <w:rsid w:val="00EB10FD"/>
    <w:rsid w:val="00EB6DEE"/>
    <w:rsid w:val="00EC04AA"/>
    <w:rsid w:val="00EC0E8B"/>
    <w:rsid w:val="00EC2BD1"/>
    <w:rsid w:val="00EC4578"/>
    <w:rsid w:val="00EC5BD0"/>
    <w:rsid w:val="00ED1D59"/>
    <w:rsid w:val="00ED3997"/>
    <w:rsid w:val="00ED39B4"/>
    <w:rsid w:val="00ED56E2"/>
    <w:rsid w:val="00ED7E0E"/>
    <w:rsid w:val="00EE1E72"/>
    <w:rsid w:val="00EE2CC4"/>
    <w:rsid w:val="00EE708C"/>
    <w:rsid w:val="00EF18D4"/>
    <w:rsid w:val="00EF472A"/>
    <w:rsid w:val="00EF75A9"/>
    <w:rsid w:val="00F00D6E"/>
    <w:rsid w:val="00F0158F"/>
    <w:rsid w:val="00F041A7"/>
    <w:rsid w:val="00F11736"/>
    <w:rsid w:val="00F1482A"/>
    <w:rsid w:val="00F14C04"/>
    <w:rsid w:val="00F17F0F"/>
    <w:rsid w:val="00F2058C"/>
    <w:rsid w:val="00F22E75"/>
    <w:rsid w:val="00F26118"/>
    <w:rsid w:val="00F34C0C"/>
    <w:rsid w:val="00F43419"/>
    <w:rsid w:val="00F437CD"/>
    <w:rsid w:val="00F44D30"/>
    <w:rsid w:val="00F4644A"/>
    <w:rsid w:val="00F53A62"/>
    <w:rsid w:val="00F5637D"/>
    <w:rsid w:val="00F60198"/>
    <w:rsid w:val="00F62F33"/>
    <w:rsid w:val="00F80958"/>
    <w:rsid w:val="00F87838"/>
    <w:rsid w:val="00F90B18"/>
    <w:rsid w:val="00F974D3"/>
    <w:rsid w:val="00FB4E01"/>
    <w:rsid w:val="00FB5C2A"/>
    <w:rsid w:val="00FB7FF2"/>
    <w:rsid w:val="00FC0DE6"/>
    <w:rsid w:val="00FE3FE8"/>
    <w:rsid w:val="00FF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66"/>
    <w:rPr>
      <w:color w:val="000000"/>
      <w:sz w:val="28"/>
      <w:szCs w:val="20"/>
      <w:lang w:val="uk-UA"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0166"/>
    <w:pPr>
      <w:keepNext/>
      <w:widowControl w:val="0"/>
      <w:tabs>
        <w:tab w:val="right" w:pos="9963"/>
      </w:tabs>
      <w:outlineLvl w:val="0"/>
    </w:pPr>
    <w:rPr>
      <w:color w:val="auto"/>
      <w:sz w:val="36"/>
      <w:lang w:val="en-GB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6D30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color w:val="auto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166"/>
    <w:pPr>
      <w:keepNext/>
      <w:widowControl w:val="0"/>
      <w:tabs>
        <w:tab w:val="right" w:pos="9963"/>
      </w:tabs>
      <w:jc w:val="center"/>
      <w:outlineLvl w:val="2"/>
    </w:pPr>
    <w:rPr>
      <w:b/>
      <w:color w:val="auto"/>
      <w:lang w:val="en-GB"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80166"/>
    <w:pPr>
      <w:keepNext/>
      <w:jc w:val="center"/>
      <w:outlineLvl w:val="3"/>
    </w:pPr>
    <w:rPr>
      <w:b/>
      <w:color w:val="auto"/>
      <w:sz w:val="24"/>
      <w:lang w:val="ru-RU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80166"/>
    <w:pPr>
      <w:keepNext/>
      <w:jc w:val="center"/>
      <w:outlineLvl w:val="4"/>
    </w:pPr>
    <w:rPr>
      <w:b/>
      <w:color w:val="auto"/>
      <w:sz w:val="4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52C6"/>
    <w:rPr>
      <w:rFonts w:ascii="Cambria" w:hAnsi="Cambria" w:cs="Times New Roman"/>
      <w:b/>
      <w:bCs/>
      <w:color w:val="000000"/>
      <w:kern w:val="32"/>
      <w:sz w:val="32"/>
      <w:szCs w:val="32"/>
      <w:lang w:val="uk-UA" w:eastAsia="ja-JP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6D30"/>
    <w:rPr>
      <w:rFonts w:ascii="Arial" w:eastAsia="Batang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52C6"/>
    <w:rPr>
      <w:rFonts w:ascii="Cambria" w:hAnsi="Cambria" w:cs="Times New Roman"/>
      <w:b/>
      <w:bCs/>
      <w:color w:val="000000"/>
      <w:sz w:val="26"/>
      <w:szCs w:val="26"/>
      <w:lang w:val="uk-UA" w:eastAsia="ja-JP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52C6"/>
    <w:rPr>
      <w:rFonts w:ascii="Calibri" w:hAnsi="Calibri" w:cs="Times New Roman"/>
      <w:b/>
      <w:bCs/>
      <w:color w:val="000000"/>
      <w:sz w:val="28"/>
      <w:szCs w:val="28"/>
      <w:lang w:val="uk-UA"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D5F47"/>
    <w:rPr>
      <w:rFonts w:cs="Times New Roman"/>
      <w:b/>
      <w:sz w:val="4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D80166"/>
    <w:pPr>
      <w:ind w:firstLine="567"/>
      <w:jc w:val="both"/>
    </w:pPr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863BA"/>
    <w:rPr>
      <w:rFonts w:cs="Times New Roman"/>
      <w:sz w:val="28"/>
      <w:lang w:val="uk-UA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297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52C6"/>
    <w:rPr>
      <w:rFonts w:cs="Times New Roman"/>
      <w:color w:val="000000"/>
      <w:sz w:val="2"/>
      <w:lang w:val="uk-UA" w:eastAsia="ja-JP"/>
    </w:rPr>
  </w:style>
  <w:style w:type="paragraph" w:customStyle="1" w:styleId="1">
    <w:name w:val="Без интервала1"/>
    <w:uiPriority w:val="99"/>
    <w:rsid w:val="00514591"/>
    <w:rPr>
      <w:sz w:val="24"/>
      <w:szCs w:val="24"/>
    </w:rPr>
  </w:style>
  <w:style w:type="paragraph" w:customStyle="1" w:styleId="10">
    <w:name w:val="Абзац списка1"/>
    <w:basedOn w:val="Normal"/>
    <w:uiPriority w:val="99"/>
    <w:rsid w:val="003863BA"/>
    <w:pPr>
      <w:ind w:left="720"/>
      <w:contextualSpacing/>
    </w:pPr>
    <w:rPr>
      <w:color w:val="auto"/>
      <w:sz w:val="24"/>
      <w:szCs w:val="24"/>
      <w:lang w:val="ru-RU" w:eastAsia="ru-RU"/>
    </w:rPr>
  </w:style>
  <w:style w:type="paragraph" w:customStyle="1" w:styleId="11">
    <w:name w:val="Без інтервалів1"/>
    <w:uiPriority w:val="99"/>
    <w:rsid w:val="00066E97"/>
    <w:rPr>
      <w:sz w:val="24"/>
      <w:szCs w:val="24"/>
    </w:rPr>
  </w:style>
  <w:style w:type="character" w:customStyle="1" w:styleId="a">
    <w:name w:val="Основний текст_"/>
    <w:link w:val="12"/>
    <w:uiPriority w:val="99"/>
    <w:locked/>
    <w:rsid w:val="00F1482A"/>
    <w:rPr>
      <w:sz w:val="27"/>
      <w:shd w:val="clear" w:color="auto" w:fill="FFFFFF"/>
    </w:rPr>
  </w:style>
  <w:style w:type="paragraph" w:customStyle="1" w:styleId="12">
    <w:name w:val="Основний текст1"/>
    <w:basedOn w:val="Normal"/>
    <w:link w:val="a"/>
    <w:uiPriority w:val="99"/>
    <w:rsid w:val="00F1482A"/>
    <w:pPr>
      <w:shd w:val="clear" w:color="auto" w:fill="FFFFFF"/>
      <w:spacing w:before="360" w:line="322" w:lineRule="exact"/>
      <w:jc w:val="both"/>
    </w:pPr>
    <w:rPr>
      <w:color w:val="auto"/>
      <w:sz w:val="27"/>
      <w:lang w:val="ru-RU" w:eastAsia="ru-RU"/>
    </w:rPr>
  </w:style>
  <w:style w:type="paragraph" w:customStyle="1" w:styleId="2">
    <w:name w:val="Основний текст2"/>
    <w:basedOn w:val="Normal"/>
    <w:uiPriority w:val="99"/>
    <w:rsid w:val="00F17F0F"/>
    <w:pPr>
      <w:shd w:val="clear" w:color="auto" w:fill="FFFFFF"/>
      <w:spacing w:after="180" w:line="240" w:lineRule="atLeast"/>
    </w:pPr>
    <w:rPr>
      <w:rFonts w:ascii="Century Schoolbook" w:hAnsi="Century Schoolbook" w:cs="Century Schoolbook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F17F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17F0F"/>
    <w:rPr>
      <w:rFonts w:cs="Times New Roman"/>
      <w:color w:val="000000"/>
      <w:sz w:val="28"/>
      <w:lang w:val="uk-UA" w:eastAsia="ja-JP"/>
    </w:rPr>
  </w:style>
  <w:style w:type="character" w:customStyle="1" w:styleId="PalatinoLinotype2">
    <w:name w:val="Основний текст + Palatino Linotype2"/>
    <w:aliases w:val="123,5 pt3"/>
    <w:uiPriority w:val="99"/>
    <w:rsid w:val="00F17F0F"/>
    <w:rPr>
      <w:rFonts w:ascii="Palatino Linotype" w:hAnsi="Palatino Linotype"/>
      <w:spacing w:val="0"/>
      <w:sz w:val="25"/>
    </w:rPr>
  </w:style>
  <w:style w:type="character" w:customStyle="1" w:styleId="PalatinoLinotype1">
    <w:name w:val="Основний текст + Palatino Linotype1"/>
    <w:aliases w:val="122,5 pt2,Інтервал 1 pt2"/>
    <w:uiPriority w:val="99"/>
    <w:rsid w:val="00F17F0F"/>
    <w:rPr>
      <w:rFonts w:ascii="Palatino Linotype" w:hAnsi="Palatino Linotype"/>
      <w:spacing w:val="30"/>
      <w:sz w:val="25"/>
    </w:rPr>
  </w:style>
  <w:style w:type="character" w:customStyle="1" w:styleId="4">
    <w:name w:val="Основний текст (4)_"/>
    <w:link w:val="40"/>
    <w:uiPriority w:val="99"/>
    <w:locked/>
    <w:rsid w:val="00775BDD"/>
    <w:rPr>
      <w:b/>
      <w:sz w:val="27"/>
      <w:shd w:val="clear" w:color="auto" w:fill="FFFFFF"/>
    </w:rPr>
  </w:style>
  <w:style w:type="paragraph" w:customStyle="1" w:styleId="40">
    <w:name w:val="Основний текст (4)"/>
    <w:basedOn w:val="Normal"/>
    <w:link w:val="4"/>
    <w:uiPriority w:val="99"/>
    <w:rsid w:val="00775BDD"/>
    <w:pPr>
      <w:shd w:val="clear" w:color="auto" w:fill="FFFFFF"/>
      <w:spacing w:line="240" w:lineRule="atLeast"/>
    </w:pPr>
    <w:rPr>
      <w:b/>
      <w:color w:val="auto"/>
      <w:sz w:val="27"/>
      <w:lang w:val="ru-RU" w:eastAsia="ru-RU"/>
    </w:rPr>
  </w:style>
  <w:style w:type="character" w:customStyle="1" w:styleId="13">
    <w:name w:val="Основний текст Знак1"/>
    <w:uiPriority w:val="99"/>
    <w:rsid w:val="006415E5"/>
    <w:rPr>
      <w:rFonts w:ascii="Times New Roman" w:hAnsi="Times New Roman"/>
      <w:spacing w:val="0"/>
      <w:sz w:val="26"/>
    </w:rPr>
  </w:style>
  <w:style w:type="character" w:customStyle="1" w:styleId="100">
    <w:name w:val="Основний текст + 10"/>
    <w:aliases w:val="5 pt,Інтервал 0 pt1"/>
    <w:uiPriority w:val="99"/>
    <w:rsid w:val="006415E5"/>
    <w:rPr>
      <w:rFonts w:ascii="Times New Roman" w:hAnsi="Times New Roman"/>
      <w:spacing w:val="10"/>
      <w:sz w:val="21"/>
    </w:rPr>
  </w:style>
  <w:style w:type="character" w:customStyle="1" w:styleId="Consolas">
    <w:name w:val="Основний текст + Consolas"/>
    <w:aliases w:val="11,5 pt1"/>
    <w:uiPriority w:val="99"/>
    <w:rsid w:val="006415E5"/>
    <w:rPr>
      <w:rFonts w:ascii="Consolas" w:hAnsi="Consolas"/>
      <w:spacing w:val="0"/>
      <w:sz w:val="23"/>
    </w:rPr>
  </w:style>
  <w:style w:type="character" w:customStyle="1" w:styleId="Consolas1">
    <w:name w:val="Основний текст + Consolas1"/>
    <w:aliases w:val="14 pt"/>
    <w:uiPriority w:val="99"/>
    <w:rsid w:val="006415E5"/>
    <w:rPr>
      <w:rFonts w:ascii="Consolas" w:hAnsi="Consolas"/>
      <w:spacing w:val="0"/>
      <w:sz w:val="28"/>
    </w:rPr>
  </w:style>
  <w:style w:type="character" w:customStyle="1" w:styleId="a0">
    <w:name w:val="Основний текст + Напівжирний"/>
    <w:uiPriority w:val="99"/>
    <w:rsid w:val="006415E5"/>
    <w:rPr>
      <w:rFonts w:ascii="Times New Roman" w:hAnsi="Times New Roman"/>
      <w:b/>
      <w:spacing w:val="0"/>
      <w:sz w:val="26"/>
    </w:rPr>
  </w:style>
  <w:style w:type="character" w:customStyle="1" w:styleId="110">
    <w:name w:val="Заголовок №1 + 10"/>
    <w:aliases w:val="5 pt5,Не курсив"/>
    <w:uiPriority w:val="99"/>
    <w:rsid w:val="00871D75"/>
    <w:rPr>
      <w:rFonts w:ascii="Times New Roman" w:hAnsi="Times New Roman"/>
      <w:i/>
      <w:spacing w:val="0"/>
      <w:sz w:val="21"/>
    </w:rPr>
  </w:style>
  <w:style w:type="character" w:customStyle="1" w:styleId="22TimesNewRoman">
    <w:name w:val="Заголовок №2 (2) + Times New Roman"/>
    <w:aliases w:val="13,5 pt4,Курсив,Інтервал 2 pt,Масштаб 100%"/>
    <w:uiPriority w:val="99"/>
    <w:rsid w:val="009531A7"/>
    <w:rPr>
      <w:rFonts w:ascii="Times New Roman" w:hAnsi="Times New Roman"/>
      <w:i/>
      <w:spacing w:val="50"/>
      <w:w w:val="100"/>
      <w:sz w:val="27"/>
    </w:rPr>
  </w:style>
  <w:style w:type="paragraph" w:customStyle="1" w:styleId="3">
    <w:name w:val="Основний текст3"/>
    <w:basedOn w:val="Normal"/>
    <w:uiPriority w:val="99"/>
    <w:rsid w:val="009531A7"/>
    <w:pPr>
      <w:shd w:val="clear" w:color="auto" w:fill="FFFFFF"/>
      <w:spacing w:before="240" w:after="480" w:line="254" w:lineRule="exact"/>
      <w:jc w:val="center"/>
    </w:pPr>
    <w:rPr>
      <w:sz w:val="26"/>
      <w:szCs w:val="26"/>
      <w:lang w:eastAsia="ru-RU"/>
    </w:rPr>
  </w:style>
  <w:style w:type="character" w:customStyle="1" w:styleId="30">
    <w:name w:val="Заголовок №3_"/>
    <w:link w:val="31"/>
    <w:uiPriority w:val="99"/>
    <w:locked/>
    <w:rsid w:val="00FB4E01"/>
    <w:rPr>
      <w:sz w:val="27"/>
      <w:shd w:val="clear" w:color="auto" w:fill="FFFFFF"/>
    </w:rPr>
  </w:style>
  <w:style w:type="paragraph" w:customStyle="1" w:styleId="31">
    <w:name w:val="Заголовок №3"/>
    <w:basedOn w:val="Normal"/>
    <w:link w:val="30"/>
    <w:uiPriority w:val="99"/>
    <w:rsid w:val="00FB4E01"/>
    <w:pPr>
      <w:shd w:val="clear" w:color="auto" w:fill="FFFFFF"/>
      <w:spacing w:after="240" w:line="240" w:lineRule="atLeast"/>
      <w:outlineLvl w:val="2"/>
    </w:pPr>
    <w:rPr>
      <w:color w:val="auto"/>
      <w:sz w:val="27"/>
      <w:lang w:val="ru-RU" w:eastAsia="ru-RU"/>
    </w:rPr>
  </w:style>
  <w:style w:type="character" w:customStyle="1" w:styleId="12pt">
    <w:name w:val="Основний текст + 12 pt"/>
    <w:uiPriority w:val="99"/>
    <w:rsid w:val="00F26118"/>
    <w:rPr>
      <w:rFonts w:ascii="Times New Roman" w:hAnsi="Times New Roman"/>
      <w:spacing w:val="0"/>
      <w:sz w:val="24"/>
      <w:shd w:val="clear" w:color="auto" w:fill="FFFFFF"/>
    </w:rPr>
  </w:style>
  <w:style w:type="character" w:customStyle="1" w:styleId="39pt">
    <w:name w:val="Основний текст (3) + 9 pt"/>
    <w:aliases w:val="Курсив1"/>
    <w:uiPriority w:val="99"/>
    <w:rsid w:val="00C420FC"/>
    <w:rPr>
      <w:rFonts w:ascii="Times New Roman" w:hAnsi="Times New Roman"/>
      <w:i/>
      <w:spacing w:val="0"/>
      <w:sz w:val="18"/>
    </w:rPr>
  </w:style>
  <w:style w:type="character" w:customStyle="1" w:styleId="6">
    <w:name w:val="Основний текст (6)"/>
    <w:uiPriority w:val="99"/>
    <w:rsid w:val="001E5E44"/>
    <w:rPr>
      <w:rFonts w:ascii="Times New Roman" w:hAnsi="Times New Roman"/>
      <w:spacing w:val="20"/>
      <w:sz w:val="23"/>
    </w:rPr>
  </w:style>
  <w:style w:type="character" w:customStyle="1" w:styleId="5">
    <w:name w:val="Виноска (5)_"/>
    <w:link w:val="50"/>
    <w:uiPriority w:val="99"/>
    <w:locked/>
    <w:rsid w:val="001E5E44"/>
    <w:rPr>
      <w:sz w:val="25"/>
      <w:shd w:val="clear" w:color="auto" w:fill="FFFFFF"/>
    </w:rPr>
  </w:style>
  <w:style w:type="character" w:customStyle="1" w:styleId="23">
    <w:name w:val="Основний текст (23)_"/>
    <w:link w:val="230"/>
    <w:uiPriority w:val="99"/>
    <w:locked/>
    <w:rsid w:val="001E5E44"/>
    <w:rPr>
      <w:sz w:val="26"/>
      <w:shd w:val="clear" w:color="auto" w:fill="FFFFFF"/>
    </w:rPr>
  </w:style>
  <w:style w:type="paragraph" w:customStyle="1" w:styleId="50">
    <w:name w:val="Виноска (5)"/>
    <w:basedOn w:val="Normal"/>
    <w:link w:val="5"/>
    <w:uiPriority w:val="99"/>
    <w:rsid w:val="001E5E44"/>
    <w:pPr>
      <w:shd w:val="clear" w:color="auto" w:fill="FFFFFF"/>
      <w:spacing w:line="240" w:lineRule="atLeast"/>
    </w:pPr>
    <w:rPr>
      <w:color w:val="auto"/>
      <w:sz w:val="25"/>
      <w:lang w:val="ru-RU" w:eastAsia="ru-RU"/>
    </w:rPr>
  </w:style>
  <w:style w:type="paragraph" w:customStyle="1" w:styleId="230">
    <w:name w:val="Основний текст (23)"/>
    <w:basedOn w:val="Normal"/>
    <w:link w:val="23"/>
    <w:uiPriority w:val="99"/>
    <w:rsid w:val="001E5E44"/>
    <w:pPr>
      <w:shd w:val="clear" w:color="auto" w:fill="FFFFFF"/>
      <w:spacing w:line="240" w:lineRule="atLeast"/>
      <w:ind w:hanging="620"/>
    </w:pPr>
    <w:rPr>
      <w:color w:val="auto"/>
      <w:sz w:val="26"/>
      <w:lang w:val="ru-RU" w:eastAsia="ru-RU"/>
    </w:rPr>
  </w:style>
  <w:style w:type="character" w:customStyle="1" w:styleId="28">
    <w:name w:val="Основний текст (28)_"/>
    <w:link w:val="280"/>
    <w:uiPriority w:val="99"/>
    <w:locked/>
    <w:rsid w:val="00D808CF"/>
    <w:rPr>
      <w:sz w:val="25"/>
      <w:shd w:val="clear" w:color="auto" w:fill="FFFFFF"/>
    </w:rPr>
  </w:style>
  <w:style w:type="character" w:customStyle="1" w:styleId="2813pt">
    <w:name w:val="Основний текст (28) + 13 pt"/>
    <w:uiPriority w:val="99"/>
    <w:rsid w:val="00D808CF"/>
    <w:rPr>
      <w:sz w:val="26"/>
      <w:shd w:val="clear" w:color="auto" w:fill="FFFFFF"/>
    </w:rPr>
  </w:style>
  <w:style w:type="paragraph" w:customStyle="1" w:styleId="280">
    <w:name w:val="Основний текст (28)"/>
    <w:basedOn w:val="Normal"/>
    <w:link w:val="28"/>
    <w:uiPriority w:val="99"/>
    <w:rsid w:val="00D808CF"/>
    <w:pPr>
      <w:shd w:val="clear" w:color="auto" w:fill="FFFFFF"/>
      <w:spacing w:before="660" w:line="302" w:lineRule="exact"/>
      <w:jc w:val="both"/>
    </w:pPr>
    <w:rPr>
      <w:color w:val="auto"/>
      <w:sz w:val="25"/>
      <w:lang w:val="ru-RU" w:eastAsia="ru-RU"/>
    </w:rPr>
  </w:style>
  <w:style w:type="character" w:customStyle="1" w:styleId="41">
    <w:name w:val="Виноска (4)_"/>
    <w:link w:val="42"/>
    <w:uiPriority w:val="99"/>
    <w:locked/>
    <w:rsid w:val="00F60198"/>
    <w:rPr>
      <w:sz w:val="26"/>
      <w:shd w:val="clear" w:color="auto" w:fill="FFFFFF"/>
    </w:rPr>
  </w:style>
  <w:style w:type="paragraph" w:customStyle="1" w:styleId="42">
    <w:name w:val="Виноска (4)"/>
    <w:basedOn w:val="Normal"/>
    <w:link w:val="41"/>
    <w:uiPriority w:val="99"/>
    <w:rsid w:val="00F60198"/>
    <w:pPr>
      <w:shd w:val="clear" w:color="auto" w:fill="FFFFFF"/>
      <w:spacing w:line="240" w:lineRule="atLeast"/>
    </w:pPr>
    <w:rPr>
      <w:color w:val="auto"/>
      <w:sz w:val="26"/>
      <w:lang w:val="ru-RU" w:eastAsia="ru-RU"/>
    </w:rPr>
  </w:style>
  <w:style w:type="character" w:styleId="Strong">
    <w:name w:val="Strong"/>
    <w:basedOn w:val="DefaultParagraphFont"/>
    <w:uiPriority w:val="99"/>
    <w:qFormat/>
    <w:rsid w:val="00757BD4"/>
    <w:rPr>
      <w:rFonts w:cs="Times New Roman"/>
      <w:b/>
    </w:rPr>
  </w:style>
  <w:style w:type="paragraph" w:styleId="NormalWeb">
    <w:name w:val="Normal (Web)"/>
    <w:basedOn w:val="Normal"/>
    <w:uiPriority w:val="99"/>
    <w:rsid w:val="00757BD4"/>
    <w:pPr>
      <w:spacing w:before="100" w:beforeAutospacing="1" w:after="100" w:afterAutospacing="1"/>
    </w:pPr>
    <w:rPr>
      <w:color w:val="auto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0F7AF6"/>
    <w:pPr>
      <w:ind w:left="720"/>
      <w:contextualSpacing/>
    </w:pPr>
  </w:style>
  <w:style w:type="character" w:customStyle="1" w:styleId="FontStyle13">
    <w:name w:val="Font Style13"/>
    <w:basedOn w:val="DefaultParagraphFont"/>
    <w:uiPriority w:val="99"/>
    <w:rsid w:val="005B29B2"/>
    <w:rPr>
      <w:rFonts w:ascii="Times New Roman" w:hAnsi="Times New Roman" w:cs="Times New Roman"/>
      <w:sz w:val="26"/>
      <w:szCs w:val="26"/>
    </w:rPr>
  </w:style>
  <w:style w:type="paragraph" w:styleId="NoSpacing">
    <w:name w:val="No Spacing"/>
    <w:uiPriority w:val="99"/>
    <w:qFormat/>
    <w:rsid w:val="00A55628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1010</Words>
  <Characters>5761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Workstation</dc:creator>
  <cp:keywords/>
  <dc:description/>
  <cp:lastModifiedBy>Admin</cp:lastModifiedBy>
  <cp:revision>7</cp:revision>
  <cp:lastPrinted>2021-06-15T06:59:00Z</cp:lastPrinted>
  <dcterms:created xsi:type="dcterms:W3CDTF">2021-06-01T12:23:00Z</dcterms:created>
  <dcterms:modified xsi:type="dcterms:W3CDTF">2021-06-15T07:00:00Z</dcterms:modified>
</cp:coreProperties>
</file>