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38" w:rsidRPr="000C40F8" w:rsidRDefault="00CC65D4" w:rsidP="008B127C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7990" cy="574040"/>
            <wp:effectExtent l="0" t="0" r="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B38" w:rsidRPr="000C40F8" w:rsidRDefault="005D0B38" w:rsidP="00646C07">
      <w:pPr>
        <w:keepNext/>
        <w:spacing w:before="120" w:after="60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rFonts w:cs="Arial"/>
          <w:b/>
          <w:bCs/>
          <w:caps/>
          <w:color w:val="000000"/>
          <w:kern w:val="32"/>
          <w:lang w:val="uk-UA"/>
        </w:rPr>
        <w:t xml:space="preserve">                                                                        Україна                               </w:t>
      </w:r>
      <w:r w:rsidR="00765C91">
        <w:rPr>
          <w:rFonts w:cs="Arial"/>
          <w:b/>
          <w:bCs/>
          <w:caps/>
          <w:color w:val="000000"/>
          <w:kern w:val="32"/>
          <w:lang w:val="uk-UA"/>
        </w:rPr>
        <w:t>ПРОЄКТ</w:t>
      </w:r>
    </w:p>
    <w:p w:rsidR="005D0B38" w:rsidRPr="000C40F8" w:rsidRDefault="005D0B38" w:rsidP="008B127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0C40F8">
        <w:rPr>
          <w:b/>
          <w:bCs/>
          <w:spacing w:val="40"/>
          <w:sz w:val="28"/>
          <w:szCs w:val="28"/>
          <w:lang w:val="uk-UA"/>
        </w:rPr>
        <w:t>ЛОСИНІВСЬКА СЕЛИЩНА РАДА</w:t>
      </w:r>
    </w:p>
    <w:p w:rsidR="005D0B38" w:rsidRPr="000C40F8" w:rsidRDefault="005D0B38" w:rsidP="008B127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0C40F8">
        <w:rPr>
          <w:b/>
          <w:bCs/>
          <w:spacing w:val="40"/>
          <w:sz w:val="28"/>
          <w:szCs w:val="28"/>
          <w:lang w:val="uk-UA"/>
        </w:rPr>
        <w:t xml:space="preserve">НІЖИНСЬКОГО РАЙОНУ ЧЕРНІГІВСЬКОЇ ОБЛАСТІ </w:t>
      </w:r>
    </w:p>
    <w:p w:rsidR="005D0B38" w:rsidRPr="000C40F8" w:rsidRDefault="005D0B38" w:rsidP="008B127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0C40F8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D0B38" w:rsidRPr="000C40F8" w:rsidRDefault="00CC65D4" w:rsidP="00EF6B57">
      <w:pPr>
        <w:spacing w:before="100" w:beforeAutospacing="1" w:after="100" w:afterAutospacing="1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Десята (позачергова)</w:t>
      </w:r>
      <w:r w:rsidR="005D0B38">
        <w:rPr>
          <w:bCs/>
          <w:sz w:val="28"/>
          <w:szCs w:val="36"/>
          <w:lang w:val="uk-UA"/>
        </w:rPr>
        <w:t xml:space="preserve"> сесія восьмого скликання</w:t>
      </w:r>
    </w:p>
    <w:p w:rsidR="005D0B38" w:rsidRPr="000C40F8" w:rsidRDefault="00DA0B64" w:rsidP="008B127C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липня</w:t>
      </w:r>
      <w:r w:rsidR="00980A7A">
        <w:rPr>
          <w:bCs/>
          <w:sz w:val="28"/>
          <w:szCs w:val="28"/>
          <w:lang w:val="uk-UA"/>
        </w:rPr>
        <w:t xml:space="preserve"> 2021</w:t>
      </w:r>
      <w:r w:rsidR="005D0B38" w:rsidRPr="000C40F8">
        <w:rPr>
          <w:bCs/>
          <w:sz w:val="28"/>
          <w:szCs w:val="28"/>
          <w:lang w:val="uk-UA"/>
        </w:rPr>
        <w:t xml:space="preserve"> року</w:t>
      </w:r>
    </w:p>
    <w:p w:rsidR="005D0B38" w:rsidRPr="00733836" w:rsidRDefault="005D0B38" w:rsidP="008B127C">
      <w:pPr>
        <w:outlineLvl w:val="1"/>
        <w:rPr>
          <w:bCs/>
          <w:sz w:val="28"/>
          <w:szCs w:val="28"/>
          <w:lang w:val="uk-UA"/>
        </w:rPr>
      </w:pPr>
      <w:r w:rsidRPr="000C40F8">
        <w:rPr>
          <w:bCs/>
          <w:sz w:val="28"/>
          <w:szCs w:val="28"/>
          <w:lang w:val="uk-UA"/>
        </w:rPr>
        <w:t>смт.Лосинівка</w:t>
      </w:r>
    </w:p>
    <w:p w:rsidR="005D0B38" w:rsidRDefault="005D0B38" w:rsidP="008B127C">
      <w:pPr>
        <w:rPr>
          <w:sz w:val="28"/>
          <w:szCs w:val="28"/>
          <w:lang w:val="uk-UA"/>
        </w:rPr>
      </w:pPr>
    </w:p>
    <w:p w:rsidR="005D0B38" w:rsidRDefault="005D0B38" w:rsidP="00F06F58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</w:p>
    <w:p w:rsidR="005D0B38" w:rsidRDefault="005D0B38" w:rsidP="00EC0961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розпоряджень селищного голови , </w:t>
      </w:r>
    </w:p>
    <w:p w:rsidR="005D0B38" w:rsidRDefault="005D0B38" w:rsidP="00EC0961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прийнятих в міжсесійний період</w:t>
      </w:r>
    </w:p>
    <w:p w:rsidR="005D0B38" w:rsidRDefault="005D0B38" w:rsidP="00EC0961">
      <w:pPr>
        <w:tabs>
          <w:tab w:val="left" w:pos="1455"/>
        </w:tabs>
        <w:rPr>
          <w:sz w:val="28"/>
          <w:szCs w:val="28"/>
          <w:lang w:val="uk-UA"/>
        </w:rPr>
      </w:pPr>
    </w:p>
    <w:p w:rsidR="005D0B38" w:rsidRDefault="005D0B38" w:rsidP="00EC0961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Розглянувши та обговоривши розпорядження селищного голови, прийняті в міжсесійний період, та керуючись ст.26 Закону України «Про місцеве самоврядування в Україні» , селищна рада ВИРІШИЛА:</w:t>
      </w:r>
    </w:p>
    <w:p w:rsidR="005D0B38" w:rsidRDefault="005D0B38" w:rsidP="00EC0961">
      <w:pPr>
        <w:tabs>
          <w:tab w:val="left" w:pos="1455"/>
        </w:tabs>
        <w:rPr>
          <w:sz w:val="28"/>
          <w:szCs w:val="28"/>
          <w:lang w:val="uk-UA"/>
        </w:rPr>
      </w:pPr>
    </w:p>
    <w:p w:rsidR="005D0B38" w:rsidRDefault="005D0B38" w:rsidP="00EC0961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1.Затвердити розпорядження селищного голови, прийняті в міжсесійний період:</w:t>
      </w:r>
    </w:p>
    <w:p w:rsid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CC65D4">
        <w:rPr>
          <w:sz w:val="28"/>
          <w:szCs w:val="28"/>
          <w:lang w:val="uk-UA"/>
        </w:rPr>
        <w:t>№ 76 від 22.06.2021 р. «Про виплату щомісячної матеріальної допомоги  сім’ям загиблих військовослужбовців»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>№ 81 від 02.07.2021 р. «Про виплату соціальної стипендії Гавришу А.Г.»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№ 82 </w:t>
      </w:r>
      <w:r w:rsidRPr="00CC65D4">
        <w:rPr>
          <w:sz w:val="28"/>
          <w:szCs w:val="28"/>
          <w:lang w:val="uk-UA"/>
        </w:rPr>
        <w:t>від 02.07.2021 р. «Про виплату відряджувальних команді спортсменів з важкої атлетики 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>№ 129а від 22.06.2021 р. «Про преміювання працівників селищної ради»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>№ 130а від 22.06.2021 р. «Про преміювання працівників соціальної сфери»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>№ 131а від 22.06.2021 р. «Про преміювання працівників Центру надання соціальних послуг»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 xml:space="preserve">№ 132а від 22.06.2021 р. «Про надання матеріальної допомоги  </w:t>
      </w:r>
      <w:r w:rsidR="00DA0B64">
        <w:rPr>
          <w:sz w:val="28"/>
          <w:szCs w:val="28"/>
          <w:lang w:val="uk-UA"/>
        </w:rPr>
        <w:t xml:space="preserve">             </w:t>
      </w:r>
      <w:r w:rsidRPr="00CC65D4">
        <w:rPr>
          <w:sz w:val="28"/>
          <w:szCs w:val="28"/>
          <w:lang w:val="uk-UA"/>
        </w:rPr>
        <w:t>Микитченко Г.М.»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>№ 133а  від 24.06.2021 р. «Про преміювання учасників  навчально</w:t>
      </w:r>
      <w:r w:rsidR="00DA0B64">
        <w:rPr>
          <w:sz w:val="28"/>
          <w:szCs w:val="28"/>
          <w:lang w:val="uk-UA"/>
        </w:rPr>
        <w:t>-</w:t>
      </w:r>
      <w:r w:rsidRPr="00CC65D4">
        <w:rPr>
          <w:sz w:val="28"/>
          <w:szCs w:val="28"/>
          <w:lang w:val="uk-UA"/>
        </w:rPr>
        <w:t xml:space="preserve"> військових зборів резервістів та військовозобов’язаних»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 xml:space="preserve">№ 136а від 30.06.2021 р. «Про надання матеріальної допомоги  </w:t>
      </w:r>
      <w:r w:rsidR="00DA0B64">
        <w:rPr>
          <w:sz w:val="28"/>
          <w:szCs w:val="28"/>
          <w:lang w:val="uk-UA"/>
        </w:rPr>
        <w:t xml:space="preserve">                 </w:t>
      </w:r>
      <w:r w:rsidRPr="00CC65D4">
        <w:rPr>
          <w:sz w:val="28"/>
          <w:szCs w:val="28"/>
          <w:lang w:val="uk-UA"/>
        </w:rPr>
        <w:t>Кільовому В.М.»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>№ 137а від 30.06.2021 р. «Про надання матеріальної допомоги Реці Я.О.»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 xml:space="preserve">№ 138а  від 30.06.2021 р. «Про надання матеріальної допомоги </w:t>
      </w:r>
      <w:r w:rsidR="00DA0B64">
        <w:rPr>
          <w:sz w:val="28"/>
          <w:szCs w:val="28"/>
          <w:lang w:val="uk-UA"/>
        </w:rPr>
        <w:t xml:space="preserve">                   </w:t>
      </w:r>
      <w:r w:rsidRPr="00CC65D4">
        <w:rPr>
          <w:sz w:val="28"/>
          <w:szCs w:val="28"/>
          <w:lang w:val="uk-UA"/>
        </w:rPr>
        <w:t xml:space="preserve"> Калуті Ю.В.»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 xml:space="preserve">№  139а від 30.06.2021 р. «Про надання матеріальної допомоги  </w:t>
      </w:r>
      <w:r w:rsidR="00DA0B64">
        <w:rPr>
          <w:sz w:val="28"/>
          <w:szCs w:val="28"/>
          <w:lang w:val="uk-UA"/>
        </w:rPr>
        <w:t xml:space="preserve">                   </w:t>
      </w:r>
      <w:r w:rsidRPr="00CC65D4">
        <w:rPr>
          <w:sz w:val="28"/>
          <w:szCs w:val="28"/>
          <w:lang w:val="uk-UA"/>
        </w:rPr>
        <w:t>Руденко Л.О.»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 xml:space="preserve">№ 140а від 30.06.2021 р. «Про надання матеріальної допомоги  </w:t>
      </w:r>
      <w:r w:rsidR="00DA0B64">
        <w:rPr>
          <w:sz w:val="28"/>
          <w:szCs w:val="28"/>
          <w:lang w:val="uk-UA"/>
        </w:rPr>
        <w:t xml:space="preserve">           </w:t>
      </w:r>
      <w:r w:rsidRPr="00CC65D4">
        <w:rPr>
          <w:sz w:val="28"/>
          <w:szCs w:val="28"/>
          <w:lang w:val="uk-UA"/>
        </w:rPr>
        <w:t>Лаврінець Л.М.»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Pr="00CC65D4">
        <w:rPr>
          <w:sz w:val="28"/>
          <w:szCs w:val="28"/>
          <w:lang w:val="uk-UA"/>
        </w:rPr>
        <w:t xml:space="preserve">№ 141а від 30.06.2021 р. «Про надання матеріальної допомоги  </w:t>
      </w:r>
      <w:r w:rsidR="00DA0B64">
        <w:rPr>
          <w:sz w:val="28"/>
          <w:szCs w:val="28"/>
          <w:lang w:val="uk-UA"/>
        </w:rPr>
        <w:t xml:space="preserve">                </w:t>
      </w:r>
      <w:r w:rsidRPr="00CC65D4">
        <w:rPr>
          <w:sz w:val="28"/>
          <w:szCs w:val="28"/>
          <w:lang w:val="uk-UA"/>
        </w:rPr>
        <w:t>Шкаберді О.В.»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 xml:space="preserve">№ 142а від 30.06.2021 р. «Про надання матеріальної допомоги  </w:t>
      </w:r>
      <w:r w:rsidR="00DA0B64">
        <w:rPr>
          <w:sz w:val="28"/>
          <w:szCs w:val="28"/>
          <w:lang w:val="uk-UA"/>
        </w:rPr>
        <w:t xml:space="preserve">                        </w:t>
      </w:r>
      <w:r w:rsidRPr="00CC65D4">
        <w:rPr>
          <w:sz w:val="28"/>
          <w:szCs w:val="28"/>
          <w:lang w:val="uk-UA"/>
        </w:rPr>
        <w:t>Кошарній Н.А.»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 xml:space="preserve">№ 144а від 02.07.2021 р. «Про надання матеріальної допомоги  </w:t>
      </w:r>
      <w:r w:rsidR="00DA0B64">
        <w:rPr>
          <w:sz w:val="28"/>
          <w:szCs w:val="28"/>
          <w:lang w:val="uk-UA"/>
        </w:rPr>
        <w:t xml:space="preserve">        </w:t>
      </w:r>
      <w:r w:rsidRPr="00CC65D4">
        <w:rPr>
          <w:sz w:val="28"/>
          <w:szCs w:val="28"/>
          <w:lang w:val="uk-UA"/>
        </w:rPr>
        <w:t>Смоленській Л.М.»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>№ 145а від 02.07.2021 р. «Про присвоєння чергового рангу посадової особи місцевого самоврядування Коваль О.М.»</w:t>
      </w:r>
    </w:p>
    <w:p w:rsidR="00CC65D4" w:rsidRP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 xml:space="preserve">№ 146а від 02.07.2021 р. «Про надання матеріальної допомоги </w:t>
      </w:r>
      <w:r w:rsidR="00DA0B64">
        <w:rPr>
          <w:sz w:val="28"/>
          <w:szCs w:val="28"/>
          <w:lang w:val="uk-UA"/>
        </w:rPr>
        <w:t xml:space="preserve">            </w:t>
      </w:r>
      <w:r w:rsidRPr="00CC65D4">
        <w:rPr>
          <w:sz w:val="28"/>
          <w:szCs w:val="28"/>
          <w:lang w:val="uk-UA"/>
        </w:rPr>
        <w:t xml:space="preserve"> Мелашенко О.М.» </w:t>
      </w:r>
    </w:p>
    <w:p w:rsidR="00CC65D4" w:rsidRDefault="00CC65D4" w:rsidP="00CC65D4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65D4">
        <w:rPr>
          <w:sz w:val="28"/>
          <w:szCs w:val="28"/>
          <w:lang w:val="uk-UA"/>
        </w:rPr>
        <w:t xml:space="preserve">№ 147а від 02.07.2021 р. «Про надання матеріальної допомоги </w:t>
      </w:r>
      <w:r w:rsidR="00DA0B64">
        <w:rPr>
          <w:sz w:val="28"/>
          <w:szCs w:val="28"/>
          <w:lang w:val="uk-UA"/>
        </w:rPr>
        <w:t xml:space="preserve">                      </w:t>
      </w:r>
      <w:r w:rsidRPr="00CC65D4">
        <w:rPr>
          <w:sz w:val="28"/>
          <w:szCs w:val="28"/>
          <w:lang w:val="uk-UA"/>
        </w:rPr>
        <w:t xml:space="preserve">Гавриш Н.М.»  </w:t>
      </w:r>
    </w:p>
    <w:p w:rsidR="005D0B38" w:rsidRDefault="005D0B38" w:rsidP="00756B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2.Контроль за виконанням даного</w:t>
      </w:r>
      <w:r w:rsidRPr="00F92EB1">
        <w:rPr>
          <w:sz w:val="28"/>
          <w:szCs w:val="28"/>
          <w:lang w:val="uk-UA"/>
        </w:rPr>
        <w:t xml:space="preserve"> рішення покла</w:t>
      </w:r>
      <w:r>
        <w:rPr>
          <w:sz w:val="28"/>
          <w:szCs w:val="28"/>
          <w:lang w:val="uk-UA"/>
        </w:rPr>
        <w:t xml:space="preserve">сти на постійну комісію селищної ради </w:t>
      </w:r>
      <w:r w:rsidRPr="00F92EB1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>планування, фінансів, бюджету та соціально-економічного розвитку .</w:t>
      </w:r>
    </w:p>
    <w:p w:rsidR="003A43FE" w:rsidRDefault="003A43FE" w:rsidP="003A43FE">
      <w:pPr>
        <w:jc w:val="both"/>
        <w:rPr>
          <w:sz w:val="28"/>
          <w:szCs w:val="28"/>
          <w:lang w:val="uk-UA"/>
        </w:rPr>
      </w:pPr>
    </w:p>
    <w:p w:rsidR="00CC65D4" w:rsidRDefault="00CC65D4" w:rsidP="003A43FE">
      <w:pPr>
        <w:jc w:val="both"/>
        <w:rPr>
          <w:sz w:val="28"/>
          <w:lang w:val="uk-UA"/>
        </w:rPr>
      </w:pPr>
    </w:p>
    <w:p w:rsidR="00CC65D4" w:rsidRDefault="00CC65D4" w:rsidP="003A43FE">
      <w:pPr>
        <w:jc w:val="both"/>
        <w:rPr>
          <w:sz w:val="28"/>
          <w:lang w:val="uk-UA"/>
        </w:rPr>
      </w:pPr>
    </w:p>
    <w:p w:rsidR="005D0B38" w:rsidRPr="00BE3595" w:rsidRDefault="005D0B38" w:rsidP="003A43FE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>Селищний голова</w:t>
      </w:r>
      <w:r w:rsidRPr="00F92EB1">
        <w:rPr>
          <w:sz w:val="28"/>
          <w:lang w:val="uk-UA"/>
        </w:rPr>
        <w:tab/>
      </w:r>
      <w:r w:rsidRPr="00F92EB1">
        <w:rPr>
          <w:sz w:val="28"/>
          <w:lang w:val="uk-UA"/>
        </w:rPr>
        <w:tab/>
      </w:r>
      <w:r w:rsidRPr="00F92EB1">
        <w:rPr>
          <w:sz w:val="28"/>
          <w:lang w:val="uk-UA"/>
        </w:rPr>
        <w:tab/>
      </w:r>
      <w:r w:rsidR="00DA0B64">
        <w:rPr>
          <w:sz w:val="28"/>
          <w:lang w:val="uk-UA"/>
        </w:rPr>
        <w:t xml:space="preserve">                                   </w:t>
      </w:r>
      <w:r w:rsidR="003A43FE">
        <w:rPr>
          <w:sz w:val="28"/>
          <w:lang w:val="uk-UA"/>
        </w:rPr>
        <w:t>Анатолій СТРІЛЕЦЬ</w:t>
      </w:r>
    </w:p>
    <w:p w:rsidR="005D0B38" w:rsidRDefault="005D0B38" w:rsidP="008B127C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8B127C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8B127C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8B127C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41E63">
      <w:pPr>
        <w:jc w:val="both"/>
        <w:rPr>
          <w:sz w:val="28"/>
          <w:szCs w:val="28"/>
        </w:rPr>
      </w:pPr>
    </w:p>
    <w:p w:rsidR="005D0B38" w:rsidRPr="0089692B" w:rsidRDefault="005D0B38" w:rsidP="008B127C">
      <w:pPr>
        <w:tabs>
          <w:tab w:val="left" w:pos="1455"/>
        </w:tabs>
        <w:ind w:firstLine="567"/>
        <w:rPr>
          <w:b/>
          <w:sz w:val="28"/>
          <w:szCs w:val="28"/>
        </w:rPr>
      </w:pPr>
    </w:p>
    <w:p w:rsidR="005D0B38" w:rsidRDefault="005D0B38" w:rsidP="008B127C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9E2861" w:rsidRDefault="009E2861" w:rsidP="009E2861">
      <w:pPr>
        <w:jc w:val="both"/>
        <w:rPr>
          <w:sz w:val="28"/>
          <w:szCs w:val="28"/>
          <w:lang w:val="uk-UA"/>
        </w:rPr>
      </w:pPr>
    </w:p>
    <w:p w:rsidR="009E2861" w:rsidRDefault="009E2861" w:rsidP="009E2861">
      <w:pPr>
        <w:ind w:firstLine="567"/>
        <w:jc w:val="both"/>
        <w:rPr>
          <w:sz w:val="28"/>
          <w:szCs w:val="28"/>
          <w:lang w:val="uk-UA"/>
        </w:rPr>
      </w:pPr>
    </w:p>
    <w:p w:rsidR="009E2861" w:rsidRDefault="009E2861" w:rsidP="009E2861">
      <w:pPr>
        <w:ind w:firstLine="567"/>
        <w:jc w:val="both"/>
        <w:rPr>
          <w:sz w:val="28"/>
          <w:szCs w:val="28"/>
          <w:lang w:val="uk-UA"/>
        </w:rPr>
      </w:pPr>
    </w:p>
    <w:p w:rsidR="009E2861" w:rsidRDefault="009E2861" w:rsidP="009E2861">
      <w:pPr>
        <w:jc w:val="center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Default="005D0B38" w:rsidP="00E020F0">
      <w:pPr>
        <w:tabs>
          <w:tab w:val="left" w:pos="1455"/>
        </w:tabs>
        <w:ind w:firstLine="567"/>
        <w:rPr>
          <w:b/>
          <w:sz w:val="28"/>
          <w:szCs w:val="28"/>
          <w:lang w:val="uk-UA"/>
        </w:rPr>
      </w:pPr>
    </w:p>
    <w:p w:rsidR="005D0B38" w:rsidRPr="00BE3595" w:rsidRDefault="005D0B38" w:rsidP="00BE3595">
      <w:pPr>
        <w:ind w:firstLine="426"/>
        <w:jc w:val="both"/>
        <w:rPr>
          <w:sz w:val="28"/>
          <w:szCs w:val="28"/>
          <w:lang w:val="uk-UA"/>
        </w:rPr>
      </w:pPr>
    </w:p>
    <w:sectPr w:rsidR="005D0B38" w:rsidRPr="00BE3595" w:rsidSect="00353982">
      <w:headerReference w:type="even" r:id="rId8"/>
      <w:pgSz w:w="11906" w:h="16838"/>
      <w:pgMar w:top="1134" w:right="850" w:bottom="426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52A" w:rsidRDefault="0073652A">
      <w:r>
        <w:separator/>
      </w:r>
    </w:p>
  </w:endnote>
  <w:endnote w:type="continuationSeparator" w:id="1">
    <w:p w:rsidR="0073652A" w:rsidRDefault="00736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52A" w:rsidRDefault="0073652A">
      <w:r>
        <w:separator/>
      </w:r>
    </w:p>
  </w:footnote>
  <w:footnote w:type="continuationSeparator" w:id="1">
    <w:p w:rsidR="0073652A" w:rsidRDefault="00736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B38" w:rsidRDefault="002D7257" w:rsidP="001B2D97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5D0B38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5D0B38" w:rsidRDefault="005D0B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E615935"/>
    <w:multiLevelType w:val="hybridMultilevel"/>
    <w:tmpl w:val="FC18B66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B91C5A"/>
    <w:multiLevelType w:val="hybridMultilevel"/>
    <w:tmpl w:val="888E13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4770A0"/>
    <w:multiLevelType w:val="hybridMultilevel"/>
    <w:tmpl w:val="AD14454E"/>
    <w:lvl w:ilvl="0" w:tplc="FE14FBF0">
      <w:start w:val="1"/>
      <w:numFmt w:val="decimal"/>
      <w:lvlText w:val="%1."/>
      <w:lvlJc w:val="left"/>
      <w:pPr>
        <w:ind w:left="12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4">
    <w:nsid w:val="78342C8A"/>
    <w:multiLevelType w:val="hybridMultilevel"/>
    <w:tmpl w:val="F57E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E81009E"/>
    <w:multiLevelType w:val="hybridMultilevel"/>
    <w:tmpl w:val="69986E1A"/>
    <w:lvl w:ilvl="0" w:tplc="81E84340">
      <w:numFmt w:val="bullet"/>
      <w:lvlText w:val="-"/>
      <w:lvlJc w:val="left"/>
      <w:pPr>
        <w:ind w:left="5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DE6205"/>
    <w:rsid w:val="00006F25"/>
    <w:rsid w:val="00007786"/>
    <w:rsid w:val="00011E26"/>
    <w:rsid w:val="00020BAA"/>
    <w:rsid w:val="0002163E"/>
    <w:rsid w:val="0002300C"/>
    <w:rsid w:val="00025E01"/>
    <w:rsid w:val="00027E8F"/>
    <w:rsid w:val="00031465"/>
    <w:rsid w:val="0003151F"/>
    <w:rsid w:val="00033177"/>
    <w:rsid w:val="00034AD8"/>
    <w:rsid w:val="00034BED"/>
    <w:rsid w:val="00036A26"/>
    <w:rsid w:val="00036B27"/>
    <w:rsid w:val="00036FCB"/>
    <w:rsid w:val="00043EF3"/>
    <w:rsid w:val="00045D67"/>
    <w:rsid w:val="00050BA0"/>
    <w:rsid w:val="000538A3"/>
    <w:rsid w:val="00055344"/>
    <w:rsid w:val="0005660D"/>
    <w:rsid w:val="00057579"/>
    <w:rsid w:val="0005768D"/>
    <w:rsid w:val="000608E1"/>
    <w:rsid w:val="00063086"/>
    <w:rsid w:val="00063286"/>
    <w:rsid w:val="00072267"/>
    <w:rsid w:val="00072DB9"/>
    <w:rsid w:val="00077514"/>
    <w:rsid w:val="0007756F"/>
    <w:rsid w:val="0008578F"/>
    <w:rsid w:val="00090F11"/>
    <w:rsid w:val="00093E08"/>
    <w:rsid w:val="00094182"/>
    <w:rsid w:val="000953BF"/>
    <w:rsid w:val="000A2B9B"/>
    <w:rsid w:val="000B4928"/>
    <w:rsid w:val="000B7044"/>
    <w:rsid w:val="000C1288"/>
    <w:rsid w:val="000C25C3"/>
    <w:rsid w:val="000C40F8"/>
    <w:rsid w:val="000C453E"/>
    <w:rsid w:val="000D3DA6"/>
    <w:rsid w:val="000D79C3"/>
    <w:rsid w:val="000D7B61"/>
    <w:rsid w:val="000F6D62"/>
    <w:rsid w:val="000F7E88"/>
    <w:rsid w:val="001033C5"/>
    <w:rsid w:val="001042DD"/>
    <w:rsid w:val="0010676A"/>
    <w:rsid w:val="00110777"/>
    <w:rsid w:val="00111A53"/>
    <w:rsid w:val="001139A2"/>
    <w:rsid w:val="00114FA4"/>
    <w:rsid w:val="001207D4"/>
    <w:rsid w:val="001232D7"/>
    <w:rsid w:val="001239A8"/>
    <w:rsid w:val="00127F82"/>
    <w:rsid w:val="00131B7D"/>
    <w:rsid w:val="001326C1"/>
    <w:rsid w:val="00132BD8"/>
    <w:rsid w:val="00133FA6"/>
    <w:rsid w:val="001358EE"/>
    <w:rsid w:val="00136713"/>
    <w:rsid w:val="0013726B"/>
    <w:rsid w:val="00141CD0"/>
    <w:rsid w:val="00147A50"/>
    <w:rsid w:val="00152226"/>
    <w:rsid w:val="00152BEE"/>
    <w:rsid w:val="001532A3"/>
    <w:rsid w:val="00154250"/>
    <w:rsid w:val="00160330"/>
    <w:rsid w:val="001609CA"/>
    <w:rsid w:val="001649F8"/>
    <w:rsid w:val="00167C56"/>
    <w:rsid w:val="00167E55"/>
    <w:rsid w:val="001706EC"/>
    <w:rsid w:val="00172BFE"/>
    <w:rsid w:val="001743FB"/>
    <w:rsid w:val="00175B52"/>
    <w:rsid w:val="0018448D"/>
    <w:rsid w:val="001848A1"/>
    <w:rsid w:val="00186603"/>
    <w:rsid w:val="00187F91"/>
    <w:rsid w:val="0019032B"/>
    <w:rsid w:val="00190336"/>
    <w:rsid w:val="00193AF1"/>
    <w:rsid w:val="00194883"/>
    <w:rsid w:val="001A77C4"/>
    <w:rsid w:val="001B285C"/>
    <w:rsid w:val="001B2D97"/>
    <w:rsid w:val="001C65F5"/>
    <w:rsid w:val="001D6137"/>
    <w:rsid w:val="001D67F6"/>
    <w:rsid w:val="001E0F2B"/>
    <w:rsid w:val="001E48D2"/>
    <w:rsid w:val="001E6F4E"/>
    <w:rsid w:val="001F0A75"/>
    <w:rsid w:val="001F2FAE"/>
    <w:rsid w:val="001F3592"/>
    <w:rsid w:val="001F4ADE"/>
    <w:rsid w:val="00205152"/>
    <w:rsid w:val="00205B2F"/>
    <w:rsid w:val="00214E67"/>
    <w:rsid w:val="0021709C"/>
    <w:rsid w:val="002255BA"/>
    <w:rsid w:val="00231154"/>
    <w:rsid w:val="00236D54"/>
    <w:rsid w:val="002378BA"/>
    <w:rsid w:val="00243168"/>
    <w:rsid w:val="002530AF"/>
    <w:rsid w:val="002547B2"/>
    <w:rsid w:val="00254B9D"/>
    <w:rsid w:val="002561FA"/>
    <w:rsid w:val="002638B2"/>
    <w:rsid w:val="00270A98"/>
    <w:rsid w:val="00271313"/>
    <w:rsid w:val="00275636"/>
    <w:rsid w:val="00280C26"/>
    <w:rsid w:val="0028389D"/>
    <w:rsid w:val="00284523"/>
    <w:rsid w:val="00284C61"/>
    <w:rsid w:val="0029313D"/>
    <w:rsid w:val="0029790E"/>
    <w:rsid w:val="002A322F"/>
    <w:rsid w:val="002A7291"/>
    <w:rsid w:val="002A769E"/>
    <w:rsid w:val="002B1E09"/>
    <w:rsid w:val="002B52CD"/>
    <w:rsid w:val="002B66FD"/>
    <w:rsid w:val="002C0A2D"/>
    <w:rsid w:val="002C3D6A"/>
    <w:rsid w:val="002C75C5"/>
    <w:rsid w:val="002D1AE2"/>
    <w:rsid w:val="002D28F0"/>
    <w:rsid w:val="002D3CFB"/>
    <w:rsid w:val="002D7257"/>
    <w:rsid w:val="002E4E64"/>
    <w:rsid w:val="002E5FB9"/>
    <w:rsid w:val="002E695F"/>
    <w:rsid w:val="002F01E1"/>
    <w:rsid w:val="0030620C"/>
    <w:rsid w:val="0031072B"/>
    <w:rsid w:val="00313230"/>
    <w:rsid w:val="003133F6"/>
    <w:rsid w:val="00321E5F"/>
    <w:rsid w:val="00323CB9"/>
    <w:rsid w:val="00332E33"/>
    <w:rsid w:val="0033695C"/>
    <w:rsid w:val="00341FD3"/>
    <w:rsid w:val="00343BF3"/>
    <w:rsid w:val="00344BB7"/>
    <w:rsid w:val="0034711C"/>
    <w:rsid w:val="00351609"/>
    <w:rsid w:val="00353442"/>
    <w:rsid w:val="00353982"/>
    <w:rsid w:val="0035423B"/>
    <w:rsid w:val="00354FE1"/>
    <w:rsid w:val="00355EA0"/>
    <w:rsid w:val="00360CB7"/>
    <w:rsid w:val="003658FD"/>
    <w:rsid w:val="003676D4"/>
    <w:rsid w:val="00370C49"/>
    <w:rsid w:val="00374083"/>
    <w:rsid w:val="00374CB1"/>
    <w:rsid w:val="0037510B"/>
    <w:rsid w:val="003778C9"/>
    <w:rsid w:val="003804D6"/>
    <w:rsid w:val="00382844"/>
    <w:rsid w:val="003829B4"/>
    <w:rsid w:val="00383678"/>
    <w:rsid w:val="00395A09"/>
    <w:rsid w:val="003A2236"/>
    <w:rsid w:val="003A43FE"/>
    <w:rsid w:val="003A773E"/>
    <w:rsid w:val="003A7976"/>
    <w:rsid w:val="003B238E"/>
    <w:rsid w:val="003B329B"/>
    <w:rsid w:val="003B3BAE"/>
    <w:rsid w:val="003B4539"/>
    <w:rsid w:val="003B4C90"/>
    <w:rsid w:val="003C04F6"/>
    <w:rsid w:val="003C15D6"/>
    <w:rsid w:val="003C17CC"/>
    <w:rsid w:val="003C25E6"/>
    <w:rsid w:val="003C386C"/>
    <w:rsid w:val="003C557B"/>
    <w:rsid w:val="003C7F5B"/>
    <w:rsid w:val="003D1E9A"/>
    <w:rsid w:val="003D4376"/>
    <w:rsid w:val="003D4F67"/>
    <w:rsid w:val="003D5C80"/>
    <w:rsid w:val="003E305B"/>
    <w:rsid w:val="003F4431"/>
    <w:rsid w:val="003F4C9A"/>
    <w:rsid w:val="003F7812"/>
    <w:rsid w:val="003F7853"/>
    <w:rsid w:val="004002FC"/>
    <w:rsid w:val="004034D7"/>
    <w:rsid w:val="0040389A"/>
    <w:rsid w:val="00404403"/>
    <w:rsid w:val="00410AA6"/>
    <w:rsid w:val="00414DFE"/>
    <w:rsid w:val="00415B3D"/>
    <w:rsid w:val="00421960"/>
    <w:rsid w:val="00421A05"/>
    <w:rsid w:val="00422F99"/>
    <w:rsid w:val="00424C3A"/>
    <w:rsid w:val="00430422"/>
    <w:rsid w:val="00430473"/>
    <w:rsid w:val="00431F24"/>
    <w:rsid w:val="00432AC1"/>
    <w:rsid w:val="004330D1"/>
    <w:rsid w:val="0043314A"/>
    <w:rsid w:val="00433253"/>
    <w:rsid w:val="00434895"/>
    <w:rsid w:val="004354C3"/>
    <w:rsid w:val="0045615C"/>
    <w:rsid w:val="00457107"/>
    <w:rsid w:val="00457F45"/>
    <w:rsid w:val="00463ED6"/>
    <w:rsid w:val="00464154"/>
    <w:rsid w:val="00481CD9"/>
    <w:rsid w:val="00484F4C"/>
    <w:rsid w:val="00486491"/>
    <w:rsid w:val="00486CD0"/>
    <w:rsid w:val="0048739F"/>
    <w:rsid w:val="004927F6"/>
    <w:rsid w:val="004973C9"/>
    <w:rsid w:val="00497B1D"/>
    <w:rsid w:val="004A0A86"/>
    <w:rsid w:val="004A0E95"/>
    <w:rsid w:val="004A3124"/>
    <w:rsid w:val="004B3081"/>
    <w:rsid w:val="004B73CF"/>
    <w:rsid w:val="004B77D0"/>
    <w:rsid w:val="004C232D"/>
    <w:rsid w:val="004C3A73"/>
    <w:rsid w:val="004C73AE"/>
    <w:rsid w:val="004D35A2"/>
    <w:rsid w:val="004D48FB"/>
    <w:rsid w:val="004E10CA"/>
    <w:rsid w:val="004E15EE"/>
    <w:rsid w:val="004E2B4E"/>
    <w:rsid w:val="004E454E"/>
    <w:rsid w:val="004F049F"/>
    <w:rsid w:val="004F6A4F"/>
    <w:rsid w:val="00503A49"/>
    <w:rsid w:val="00504F89"/>
    <w:rsid w:val="005101C3"/>
    <w:rsid w:val="005123D7"/>
    <w:rsid w:val="0052034C"/>
    <w:rsid w:val="00525ED9"/>
    <w:rsid w:val="00532C58"/>
    <w:rsid w:val="005335F1"/>
    <w:rsid w:val="005335F5"/>
    <w:rsid w:val="00536264"/>
    <w:rsid w:val="0054228E"/>
    <w:rsid w:val="00544704"/>
    <w:rsid w:val="00550A03"/>
    <w:rsid w:val="005526BF"/>
    <w:rsid w:val="005569B1"/>
    <w:rsid w:val="00556CE6"/>
    <w:rsid w:val="00557A35"/>
    <w:rsid w:val="00557C84"/>
    <w:rsid w:val="00561221"/>
    <w:rsid w:val="00563044"/>
    <w:rsid w:val="00563937"/>
    <w:rsid w:val="00566CCE"/>
    <w:rsid w:val="005712C0"/>
    <w:rsid w:val="00571BFB"/>
    <w:rsid w:val="00572D84"/>
    <w:rsid w:val="0058326B"/>
    <w:rsid w:val="005841E1"/>
    <w:rsid w:val="005857F5"/>
    <w:rsid w:val="005858AE"/>
    <w:rsid w:val="00590AA4"/>
    <w:rsid w:val="0059775C"/>
    <w:rsid w:val="005A2A19"/>
    <w:rsid w:val="005A3711"/>
    <w:rsid w:val="005A5BBB"/>
    <w:rsid w:val="005B003C"/>
    <w:rsid w:val="005B1C98"/>
    <w:rsid w:val="005B329E"/>
    <w:rsid w:val="005B3800"/>
    <w:rsid w:val="005B6B7A"/>
    <w:rsid w:val="005B707F"/>
    <w:rsid w:val="005C100D"/>
    <w:rsid w:val="005C25C5"/>
    <w:rsid w:val="005D0B38"/>
    <w:rsid w:val="005D12B1"/>
    <w:rsid w:val="005D17AE"/>
    <w:rsid w:val="005E0A34"/>
    <w:rsid w:val="005E2C28"/>
    <w:rsid w:val="005E4190"/>
    <w:rsid w:val="005E471A"/>
    <w:rsid w:val="005E6D15"/>
    <w:rsid w:val="005E78A3"/>
    <w:rsid w:val="005F03F0"/>
    <w:rsid w:val="005F0FC5"/>
    <w:rsid w:val="006005A3"/>
    <w:rsid w:val="006049B5"/>
    <w:rsid w:val="00607A6C"/>
    <w:rsid w:val="00610555"/>
    <w:rsid w:val="00610DB8"/>
    <w:rsid w:val="00611411"/>
    <w:rsid w:val="006132D7"/>
    <w:rsid w:val="006144AF"/>
    <w:rsid w:val="00614AED"/>
    <w:rsid w:val="006162E5"/>
    <w:rsid w:val="00616C49"/>
    <w:rsid w:val="00616EAD"/>
    <w:rsid w:val="0062444B"/>
    <w:rsid w:val="006261C0"/>
    <w:rsid w:val="00630B96"/>
    <w:rsid w:val="0063489B"/>
    <w:rsid w:val="0064099B"/>
    <w:rsid w:val="0064224C"/>
    <w:rsid w:val="00643ED5"/>
    <w:rsid w:val="0064416A"/>
    <w:rsid w:val="00644F4D"/>
    <w:rsid w:val="00645770"/>
    <w:rsid w:val="00646C07"/>
    <w:rsid w:val="00653FEA"/>
    <w:rsid w:val="0066307F"/>
    <w:rsid w:val="00666C03"/>
    <w:rsid w:val="00667151"/>
    <w:rsid w:val="00667223"/>
    <w:rsid w:val="00675692"/>
    <w:rsid w:val="0068099E"/>
    <w:rsid w:val="006827D5"/>
    <w:rsid w:val="00690127"/>
    <w:rsid w:val="00697521"/>
    <w:rsid w:val="006A1D7C"/>
    <w:rsid w:val="006A4809"/>
    <w:rsid w:val="006B1E1B"/>
    <w:rsid w:val="006B38FF"/>
    <w:rsid w:val="006B7DB3"/>
    <w:rsid w:val="006C351D"/>
    <w:rsid w:val="006C37E9"/>
    <w:rsid w:val="006C5A6F"/>
    <w:rsid w:val="006C5C92"/>
    <w:rsid w:val="006C602F"/>
    <w:rsid w:val="006D138C"/>
    <w:rsid w:val="006D2B23"/>
    <w:rsid w:val="006D4ED6"/>
    <w:rsid w:val="006D70A4"/>
    <w:rsid w:val="006E061A"/>
    <w:rsid w:val="006E65EE"/>
    <w:rsid w:val="006E6CED"/>
    <w:rsid w:val="006F038F"/>
    <w:rsid w:val="006F6C70"/>
    <w:rsid w:val="007018D5"/>
    <w:rsid w:val="007026B7"/>
    <w:rsid w:val="00702EAF"/>
    <w:rsid w:val="007031C6"/>
    <w:rsid w:val="007059D0"/>
    <w:rsid w:val="00705C1A"/>
    <w:rsid w:val="0071005E"/>
    <w:rsid w:val="007112F9"/>
    <w:rsid w:val="00711C04"/>
    <w:rsid w:val="0071241B"/>
    <w:rsid w:val="00713030"/>
    <w:rsid w:val="00715590"/>
    <w:rsid w:val="0071633F"/>
    <w:rsid w:val="00716E0B"/>
    <w:rsid w:val="0072022A"/>
    <w:rsid w:val="00722F44"/>
    <w:rsid w:val="00733836"/>
    <w:rsid w:val="0073652A"/>
    <w:rsid w:val="007366B8"/>
    <w:rsid w:val="00741306"/>
    <w:rsid w:val="007427D1"/>
    <w:rsid w:val="00746133"/>
    <w:rsid w:val="00747EBA"/>
    <w:rsid w:val="00750122"/>
    <w:rsid w:val="00750512"/>
    <w:rsid w:val="00751CAE"/>
    <w:rsid w:val="0075355A"/>
    <w:rsid w:val="00756B37"/>
    <w:rsid w:val="00757C51"/>
    <w:rsid w:val="00761D92"/>
    <w:rsid w:val="00765C91"/>
    <w:rsid w:val="00772148"/>
    <w:rsid w:val="00773677"/>
    <w:rsid w:val="007744E2"/>
    <w:rsid w:val="00776387"/>
    <w:rsid w:val="007818D3"/>
    <w:rsid w:val="00782264"/>
    <w:rsid w:val="00785A37"/>
    <w:rsid w:val="00786122"/>
    <w:rsid w:val="00791531"/>
    <w:rsid w:val="00794243"/>
    <w:rsid w:val="0079616D"/>
    <w:rsid w:val="00796867"/>
    <w:rsid w:val="007A0443"/>
    <w:rsid w:val="007A11CA"/>
    <w:rsid w:val="007A1BEA"/>
    <w:rsid w:val="007A7303"/>
    <w:rsid w:val="007B370D"/>
    <w:rsid w:val="007B4B06"/>
    <w:rsid w:val="007B4E9E"/>
    <w:rsid w:val="007B64FD"/>
    <w:rsid w:val="007C036B"/>
    <w:rsid w:val="007C1A9E"/>
    <w:rsid w:val="007C5C80"/>
    <w:rsid w:val="007C7A40"/>
    <w:rsid w:val="007D083F"/>
    <w:rsid w:val="007D1E2F"/>
    <w:rsid w:val="007D239B"/>
    <w:rsid w:val="007E4C1E"/>
    <w:rsid w:val="007E5245"/>
    <w:rsid w:val="007E5780"/>
    <w:rsid w:val="007F0746"/>
    <w:rsid w:val="007F1601"/>
    <w:rsid w:val="007F2F50"/>
    <w:rsid w:val="007F4691"/>
    <w:rsid w:val="008033C0"/>
    <w:rsid w:val="008064D3"/>
    <w:rsid w:val="0081088D"/>
    <w:rsid w:val="00811691"/>
    <w:rsid w:val="008172A4"/>
    <w:rsid w:val="00820F28"/>
    <w:rsid w:val="00821C08"/>
    <w:rsid w:val="00824E04"/>
    <w:rsid w:val="00833E8E"/>
    <w:rsid w:val="00835AE2"/>
    <w:rsid w:val="0083665A"/>
    <w:rsid w:val="00840CC8"/>
    <w:rsid w:val="00841515"/>
    <w:rsid w:val="008446A1"/>
    <w:rsid w:val="00844862"/>
    <w:rsid w:val="00850263"/>
    <w:rsid w:val="0085183D"/>
    <w:rsid w:val="00852331"/>
    <w:rsid w:val="00854343"/>
    <w:rsid w:val="008546EA"/>
    <w:rsid w:val="00855380"/>
    <w:rsid w:val="00857DD0"/>
    <w:rsid w:val="00866E67"/>
    <w:rsid w:val="0087117A"/>
    <w:rsid w:val="008751F5"/>
    <w:rsid w:val="00877373"/>
    <w:rsid w:val="00877A8D"/>
    <w:rsid w:val="00890006"/>
    <w:rsid w:val="00895378"/>
    <w:rsid w:val="0089692B"/>
    <w:rsid w:val="008A2AAB"/>
    <w:rsid w:val="008A720A"/>
    <w:rsid w:val="008B127C"/>
    <w:rsid w:val="008B3FCF"/>
    <w:rsid w:val="008B44E8"/>
    <w:rsid w:val="008C0D2A"/>
    <w:rsid w:val="008C414A"/>
    <w:rsid w:val="008C5F40"/>
    <w:rsid w:val="008D158F"/>
    <w:rsid w:val="008D23A5"/>
    <w:rsid w:val="008D2451"/>
    <w:rsid w:val="008D26AA"/>
    <w:rsid w:val="008D7826"/>
    <w:rsid w:val="008E186C"/>
    <w:rsid w:val="008E20B6"/>
    <w:rsid w:val="008E727F"/>
    <w:rsid w:val="008F1E02"/>
    <w:rsid w:val="008F567B"/>
    <w:rsid w:val="008F679B"/>
    <w:rsid w:val="00902561"/>
    <w:rsid w:val="009110A5"/>
    <w:rsid w:val="009114FE"/>
    <w:rsid w:val="00911B41"/>
    <w:rsid w:val="00912E51"/>
    <w:rsid w:val="00913564"/>
    <w:rsid w:val="00917E96"/>
    <w:rsid w:val="0092099F"/>
    <w:rsid w:val="00920C5E"/>
    <w:rsid w:val="009216BC"/>
    <w:rsid w:val="00922CE3"/>
    <w:rsid w:val="00923382"/>
    <w:rsid w:val="00931AE9"/>
    <w:rsid w:val="009329BC"/>
    <w:rsid w:val="00935C4F"/>
    <w:rsid w:val="00935E74"/>
    <w:rsid w:val="00935EDA"/>
    <w:rsid w:val="009414ED"/>
    <w:rsid w:val="0094555D"/>
    <w:rsid w:val="00945A63"/>
    <w:rsid w:val="00947F55"/>
    <w:rsid w:val="00952BCC"/>
    <w:rsid w:val="00954EF5"/>
    <w:rsid w:val="00955B5E"/>
    <w:rsid w:val="00961B2F"/>
    <w:rsid w:val="009653A8"/>
    <w:rsid w:val="009656C0"/>
    <w:rsid w:val="00971F59"/>
    <w:rsid w:val="009739B4"/>
    <w:rsid w:val="00976D1C"/>
    <w:rsid w:val="00980294"/>
    <w:rsid w:val="00980A7A"/>
    <w:rsid w:val="00981276"/>
    <w:rsid w:val="0098130C"/>
    <w:rsid w:val="00982ECB"/>
    <w:rsid w:val="00983CC8"/>
    <w:rsid w:val="00984223"/>
    <w:rsid w:val="00990F13"/>
    <w:rsid w:val="00991FD9"/>
    <w:rsid w:val="00994EC2"/>
    <w:rsid w:val="009A08EF"/>
    <w:rsid w:val="009A0CF2"/>
    <w:rsid w:val="009A0D14"/>
    <w:rsid w:val="009A344E"/>
    <w:rsid w:val="009A5C51"/>
    <w:rsid w:val="009B1870"/>
    <w:rsid w:val="009B22BF"/>
    <w:rsid w:val="009B24A4"/>
    <w:rsid w:val="009B42C6"/>
    <w:rsid w:val="009B445E"/>
    <w:rsid w:val="009C42E9"/>
    <w:rsid w:val="009C655B"/>
    <w:rsid w:val="009D4497"/>
    <w:rsid w:val="009D4B71"/>
    <w:rsid w:val="009D66DE"/>
    <w:rsid w:val="009E2861"/>
    <w:rsid w:val="009E54D5"/>
    <w:rsid w:val="009E6E1F"/>
    <w:rsid w:val="009E7E6F"/>
    <w:rsid w:val="009E7EAB"/>
    <w:rsid w:val="009F2110"/>
    <w:rsid w:val="00A022B5"/>
    <w:rsid w:val="00A06E9A"/>
    <w:rsid w:val="00A10DF6"/>
    <w:rsid w:val="00A11FF7"/>
    <w:rsid w:val="00A17F28"/>
    <w:rsid w:val="00A235C6"/>
    <w:rsid w:val="00A24ECC"/>
    <w:rsid w:val="00A24F91"/>
    <w:rsid w:val="00A25FAA"/>
    <w:rsid w:val="00A314A3"/>
    <w:rsid w:val="00A3161F"/>
    <w:rsid w:val="00A31FDC"/>
    <w:rsid w:val="00A3450F"/>
    <w:rsid w:val="00A3593C"/>
    <w:rsid w:val="00A45E83"/>
    <w:rsid w:val="00A54B48"/>
    <w:rsid w:val="00A607E9"/>
    <w:rsid w:val="00A61020"/>
    <w:rsid w:val="00A6514D"/>
    <w:rsid w:val="00A67776"/>
    <w:rsid w:val="00A67D31"/>
    <w:rsid w:val="00A67D37"/>
    <w:rsid w:val="00A71562"/>
    <w:rsid w:val="00A72022"/>
    <w:rsid w:val="00A721A4"/>
    <w:rsid w:val="00A72A3A"/>
    <w:rsid w:val="00A734F3"/>
    <w:rsid w:val="00A770C3"/>
    <w:rsid w:val="00A777CD"/>
    <w:rsid w:val="00A80172"/>
    <w:rsid w:val="00A938D3"/>
    <w:rsid w:val="00A94317"/>
    <w:rsid w:val="00A95016"/>
    <w:rsid w:val="00A962C4"/>
    <w:rsid w:val="00A9650A"/>
    <w:rsid w:val="00A96610"/>
    <w:rsid w:val="00A96EB4"/>
    <w:rsid w:val="00A97C27"/>
    <w:rsid w:val="00A97FAC"/>
    <w:rsid w:val="00AA022F"/>
    <w:rsid w:val="00AA296A"/>
    <w:rsid w:val="00AA7BE1"/>
    <w:rsid w:val="00AB002F"/>
    <w:rsid w:val="00AB1D4B"/>
    <w:rsid w:val="00AB3C7B"/>
    <w:rsid w:val="00AB5935"/>
    <w:rsid w:val="00AB5CF8"/>
    <w:rsid w:val="00AB6BC2"/>
    <w:rsid w:val="00AB6E0C"/>
    <w:rsid w:val="00AC03B1"/>
    <w:rsid w:val="00AC138D"/>
    <w:rsid w:val="00AC1410"/>
    <w:rsid w:val="00AC34CC"/>
    <w:rsid w:val="00AC3644"/>
    <w:rsid w:val="00AD1762"/>
    <w:rsid w:val="00AD27D0"/>
    <w:rsid w:val="00AD42B8"/>
    <w:rsid w:val="00AE18A5"/>
    <w:rsid w:val="00AE3752"/>
    <w:rsid w:val="00AE41E9"/>
    <w:rsid w:val="00AE4F77"/>
    <w:rsid w:val="00AE5D69"/>
    <w:rsid w:val="00AF3DA9"/>
    <w:rsid w:val="00AF494D"/>
    <w:rsid w:val="00AF59AC"/>
    <w:rsid w:val="00AF6807"/>
    <w:rsid w:val="00AF7B7B"/>
    <w:rsid w:val="00B008AA"/>
    <w:rsid w:val="00B00AAF"/>
    <w:rsid w:val="00B05EAB"/>
    <w:rsid w:val="00B062A1"/>
    <w:rsid w:val="00B07D7D"/>
    <w:rsid w:val="00B10EC1"/>
    <w:rsid w:val="00B126E6"/>
    <w:rsid w:val="00B16357"/>
    <w:rsid w:val="00B17916"/>
    <w:rsid w:val="00B2183F"/>
    <w:rsid w:val="00B24E49"/>
    <w:rsid w:val="00B25501"/>
    <w:rsid w:val="00B332BA"/>
    <w:rsid w:val="00B35C6C"/>
    <w:rsid w:val="00B4041D"/>
    <w:rsid w:val="00B44B5F"/>
    <w:rsid w:val="00B46D3E"/>
    <w:rsid w:val="00B516CC"/>
    <w:rsid w:val="00B51F19"/>
    <w:rsid w:val="00B5275F"/>
    <w:rsid w:val="00B62B9A"/>
    <w:rsid w:val="00B63F64"/>
    <w:rsid w:val="00B645BF"/>
    <w:rsid w:val="00B671AD"/>
    <w:rsid w:val="00B7016F"/>
    <w:rsid w:val="00B766A6"/>
    <w:rsid w:val="00B808D7"/>
    <w:rsid w:val="00B81F99"/>
    <w:rsid w:val="00B85083"/>
    <w:rsid w:val="00B92627"/>
    <w:rsid w:val="00B966DB"/>
    <w:rsid w:val="00BA08A7"/>
    <w:rsid w:val="00BA2E1C"/>
    <w:rsid w:val="00BA35C3"/>
    <w:rsid w:val="00BA3AE8"/>
    <w:rsid w:val="00BA6F72"/>
    <w:rsid w:val="00BC7918"/>
    <w:rsid w:val="00BD71F2"/>
    <w:rsid w:val="00BE01D7"/>
    <w:rsid w:val="00BE3595"/>
    <w:rsid w:val="00BF55FF"/>
    <w:rsid w:val="00BF7002"/>
    <w:rsid w:val="00C031BE"/>
    <w:rsid w:val="00C03394"/>
    <w:rsid w:val="00C044A4"/>
    <w:rsid w:val="00C05FAE"/>
    <w:rsid w:val="00C06719"/>
    <w:rsid w:val="00C12CD0"/>
    <w:rsid w:val="00C14D00"/>
    <w:rsid w:val="00C2219C"/>
    <w:rsid w:val="00C22567"/>
    <w:rsid w:val="00C23D2B"/>
    <w:rsid w:val="00C23E67"/>
    <w:rsid w:val="00C26682"/>
    <w:rsid w:val="00C26BE4"/>
    <w:rsid w:val="00C274A2"/>
    <w:rsid w:val="00C31B89"/>
    <w:rsid w:val="00C31FE4"/>
    <w:rsid w:val="00C32E66"/>
    <w:rsid w:val="00C4327A"/>
    <w:rsid w:val="00C46699"/>
    <w:rsid w:val="00C46AD4"/>
    <w:rsid w:val="00C5311E"/>
    <w:rsid w:val="00C605D7"/>
    <w:rsid w:val="00C70411"/>
    <w:rsid w:val="00C7065B"/>
    <w:rsid w:val="00C71CA9"/>
    <w:rsid w:val="00C74467"/>
    <w:rsid w:val="00C748A6"/>
    <w:rsid w:val="00C7768A"/>
    <w:rsid w:val="00C80286"/>
    <w:rsid w:val="00C83483"/>
    <w:rsid w:val="00C904D3"/>
    <w:rsid w:val="00C926DA"/>
    <w:rsid w:val="00C93A6D"/>
    <w:rsid w:val="00C966E1"/>
    <w:rsid w:val="00CA0AF9"/>
    <w:rsid w:val="00CA2FF0"/>
    <w:rsid w:val="00CB0D06"/>
    <w:rsid w:val="00CB4755"/>
    <w:rsid w:val="00CB6CA4"/>
    <w:rsid w:val="00CC4E99"/>
    <w:rsid w:val="00CC5460"/>
    <w:rsid w:val="00CC5AC9"/>
    <w:rsid w:val="00CC65D4"/>
    <w:rsid w:val="00CC66C2"/>
    <w:rsid w:val="00CC6B8D"/>
    <w:rsid w:val="00CD3196"/>
    <w:rsid w:val="00CE0458"/>
    <w:rsid w:val="00CE16EC"/>
    <w:rsid w:val="00CE2B22"/>
    <w:rsid w:val="00CE43A8"/>
    <w:rsid w:val="00CE446C"/>
    <w:rsid w:val="00CE4F75"/>
    <w:rsid w:val="00CF1898"/>
    <w:rsid w:val="00CF4362"/>
    <w:rsid w:val="00CF6E17"/>
    <w:rsid w:val="00CF72BC"/>
    <w:rsid w:val="00D0277F"/>
    <w:rsid w:val="00D06691"/>
    <w:rsid w:val="00D10128"/>
    <w:rsid w:val="00D2097E"/>
    <w:rsid w:val="00D2216D"/>
    <w:rsid w:val="00D278FC"/>
    <w:rsid w:val="00D30032"/>
    <w:rsid w:val="00D33266"/>
    <w:rsid w:val="00D403A9"/>
    <w:rsid w:val="00D45F2E"/>
    <w:rsid w:val="00D50174"/>
    <w:rsid w:val="00D57F15"/>
    <w:rsid w:val="00D618A1"/>
    <w:rsid w:val="00D70DB2"/>
    <w:rsid w:val="00D70F65"/>
    <w:rsid w:val="00D73442"/>
    <w:rsid w:val="00D7348A"/>
    <w:rsid w:val="00D75537"/>
    <w:rsid w:val="00D86403"/>
    <w:rsid w:val="00D87873"/>
    <w:rsid w:val="00D90308"/>
    <w:rsid w:val="00D9421D"/>
    <w:rsid w:val="00D95BB8"/>
    <w:rsid w:val="00D960F8"/>
    <w:rsid w:val="00DA0B64"/>
    <w:rsid w:val="00DA0E1F"/>
    <w:rsid w:val="00DA0E69"/>
    <w:rsid w:val="00DB1CA0"/>
    <w:rsid w:val="00DB24A0"/>
    <w:rsid w:val="00DB3273"/>
    <w:rsid w:val="00DC0CB7"/>
    <w:rsid w:val="00DD1102"/>
    <w:rsid w:val="00DD182C"/>
    <w:rsid w:val="00DD730F"/>
    <w:rsid w:val="00DD7B32"/>
    <w:rsid w:val="00DE1DAE"/>
    <w:rsid w:val="00DE365B"/>
    <w:rsid w:val="00DE3E27"/>
    <w:rsid w:val="00DE6205"/>
    <w:rsid w:val="00DE7F68"/>
    <w:rsid w:val="00DF0B4A"/>
    <w:rsid w:val="00DF3172"/>
    <w:rsid w:val="00DF3320"/>
    <w:rsid w:val="00DF3DF1"/>
    <w:rsid w:val="00DF7723"/>
    <w:rsid w:val="00E020F0"/>
    <w:rsid w:val="00E0236E"/>
    <w:rsid w:val="00E024B1"/>
    <w:rsid w:val="00E04F83"/>
    <w:rsid w:val="00E0667F"/>
    <w:rsid w:val="00E1086B"/>
    <w:rsid w:val="00E13D51"/>
    <w:rsid w:val="00E15416"/>
    <w:rsid w:val="00E16E89"/>
    <w:rsid w:val="00E223EA"/>
    <w:rsid w:val="00E225CB"/>
    <w:rsid w:val="00E22979"/>
    <w:rsid w:val="00E3040C"/>
    <w:rsid w:val="00E32B54"/>
    <w:rsid w:val="00E32BF7"/>
    <w:rsid w:val="00E32FC4"/>
    <w:rsid w:val="00E338C1"/>
    <w:rsid w:val="00E341D1"/>
    <w:rsid w:val="00E36816"/>
    <w:rsid w:val="00E41E63"/>
    <w:rsid w:val="00E42BE3"/>
    <w:rsid w:val="00E45511"/>
    <w:rsid w:val="00E56642"/>
    <w:rsid w:val="00E57A6C"/>
    <w:rsid w:val="00E57FE1"/>
    <w:rsid w:val="00E61DEB"/>
    <w:rsid w:val="00E6757B"/>
    <w:rsid w:val="00E74B60"/>
    <w:rsid w:val="00E808D4"/>
    <w:rsid w:val="00E8155E"/>
    <w:rsid w:val="00E93849"/>
    <w:rsid w:val="00E9476C"/>
    <w:rsid w:val="00EA28A4"/>
    <w:rsid w:val="00EA3272"/>
    <w:rsid w:val="00EA3455"/>
    <w:rsid w:val="00EA684A"/>
    <w:rsid w:val="00EA7813"/>
    <w:rsid w:val="00EB2DC3"/>
    <w:rsid w:val="00EB4396"/>
    <w:rsid w:val="00EB505B"/>
    <w:rsid w:val="00EC0961"/>
    <w:rsid w:val="00EC0BD2"/>
    <w:rsid w:val="00EC4575"/>
    <w:rsid w:val="00EC6805"/>
    <w:rsid w:val="00EC7FEB"/>
    <w:rsid w:val="00ED02C7"/>
    <w:rsid w:val="00ED335C"/>
    <w:rsid w:val="00ED71AA"/>
    <w:rsid w:val="00EE292F"/>
    <w:rsid w:val="00EE6BDD"/>
    <w:rsid w:val="00EE7B6D"/>
    <w:rsid w:val="00EF065F"/>
    <w:rsid w:val="00EF17B2"/>
    <w:rsid w:val="00EF186C"/>
    <w:rsid w:val="00EF2B41"/>
    <w:rsid w:val="00EF6B57"/>
    <w:rsid w:val="00EF76CA"/>
    <w:rsid w:val="00F00E8F"/>
    <w:rsid w:val="00F01497"/>
    <w:rsid w:val="00F01A2B"/>
    <w:rsid w:val="00F029F1"/>
    <w:rsid w:val="00F03239"/>
    <w:rsid w:val="00F0445F"/>
    <w:rsid w:val="00F059A6"/>
    <w:rsid w:val="00F05E95"/>
    <w:rsid w:val="00F06F58"/>
    <w:rsid w:val="00F071C2"/>
    <w:rsid w:val="00F077D3"/>
    <w:rsid w:val="00F1027C"/>
    <w:rsid w:val="00F138F2"/>
    <w:rsid w:val="00F1564D"/>
    <w:rsid w:val="00F21D9D"/>
    <w:rsid w:val="00F22EC8"/>
    <w:rsid w:val="00F26217"/>
    <w:rsid w:val="00F26C6D"/>
    <w:rsid w:val="00F30E03"/>
    <w:rsid w:val="00F37556"/>
    <w:rsid w:val="00F40FB4"/>
    <w:rsid w:val="00F42221"/>
    <w:rsid w:val="00F4227E"/>
    <w:rsid w:val="00F42318"/>
    <w:rsid w:val="00F4627D"/>
    <w:rsid w:val="00F46ED9"/>
    <w:rsid w:val="00F47F7E"/>
    <w:rsid w:val="00F50B1D"/>
    <w:rsid w:val="00F5611B"/>
    <w:rsid w:val="00F60C26"/>
    <w:rsid w:val="00F6107C"/>
    <w:rsid w:val="00F611A6"/>
    <w:rsid w:val="00F71EB5"/>
    <w:rsid w:val="00F73AB2"/>
    <w:rsid w:val="00F74415"/>
    <w:rsid w:val="00F75DCD"/>
    <w:rsid w:val="00F77915"/>
    <w:rsid w:val="00F9002B"/>
    <w:rsid w:val="00F92E84"/>
    <w:rsid w:val="00F92EB1"/>
    <w:rsid w:val="00F94947"/>
    <w:rsid w:val="00F96DE8"/>
    <w:rsid w:val="00FA0C30"/>
    <w:rsid w:val="00FA1918"/>
    <w:rsid w:val="00FA2469"/>
    <w:rsid w:val="00FA2AA8"/>
    <w:rsid w:val="00FA3E33"/>
    <w:rsid w:val="00FA6179"/>
    <w:rsid w:val="00FA67C6"/>
    <w:rsid w:val="00FB0F61"/>
    <w:rsid w:val="00FB2EFF"/>
    <w:rsid w:val="00FB33FC"/>
    <w:rsid w:val="00FB4EFD"/>
    <w:rsid w:val="00FB6AB3"/>
    <w:rsid w:val="00FC146D"/>
    <w:rsid w:val="00FC458F"/>
    <w:rsid w:val="00FC4A9A"/>
    <w:rsid w:val="00FC5325"/>
    <w:rsid w:val="00FD64C8"/>
    <w:rsid w:val="00FE2258"/>
    <w:rsid w:val="00FE5152"/>
    <w:rsid w:val="00FE6CCA"/>
    <w:rsid w:val="00FE7447"/>
    <w:rsid w:val="00FF3D91"/>
    <w:rsid w:val="00FF49C6"/>
    <w:rsid w:val="00FF53B4"/>
    <w:rsid w:val="00FF60C2"/>
    <w:rsid w:val="00FF6170"/>
    <w:rsid w:val="00FF6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46"/>
    <w:rPr>
      <w:sz w:val="24"/>
      <w:szCs w:val="24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747EB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Знак Знак,Знак Знак Знак"/>
    <w:basedOn w:val="a"/>
    <w:next w:val="a"/>
    <w:link w:val="20"/>
    <w:uiPriority w:val="99"/>
    <w:qFormat/>
    <w:rsid w:val="00E22979"/>
    <w:pPr>
      <w:outlineLvl w:val="1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1"/>
    <w:basedOn w:val="a0"/>
    <w:link w:val="1"/>
    <w:uiPriority w:val="99"/>
    <w:locked/>
    <w:rsid w:val="00747EBA"/>
    <w:rPr>
      <w:rFonts w:ascii="Arial" w:hAnsi="Arial"/>
      <w:b/>
      <w:kern w:val="32"/>
      <w:sz w:val="32"/>
      <w:lang w:val="ru-RU" w:eastAsia="ru-RU"/>
    </w:rPr>
  </w:style>
  <w:style w:type="character" w:customStyle="1" w:styleId="20">
    <w:name w:val="Заголовок 2 Знак"/>
    <w:aliases w:val="Знак Знак Знак1,Знак Знак Знак Знак1"/>
    <w:basedOn w:val="a0"/>
    <w:link w:val="2"/>
    <w:uiPriority w:val="99"/>
    <w:locked/>
    <w:rsid w:val="00747EBA"/>
    <w:rPr>
      <w:rFonts w:ascii="Arial" w:hAnsi="Arial"/>
      <w:b/>
      <w:i/>
      <w:sz w:val="28"/>
      <w:lang w:val="ru-RU" w:eastAsia="ru-RU"/>
    </w:rPr>
  </w:style>
  <w:style w:type="paragraph" w:customStyle="1" w:styleId="214">
    <w:name w:val="Стиль Заголовок 2 + 14 пт Коричневый"/>
    <w:basedOn w:val="2"/>
    <w:uiPriority w:val="99"/>
    <w:rsid w:val="004330D1"/>
    <w:pPr>
      <w:keepNext/>
      <w:jc w:val="center"/>
    </w:pPr>
    <w:rPr>
      <w:rFonts w:ascii="Arial" w:hAnsi="Arial" w:cs="Times New Roman"/>
      <w:b/>
      <w:bCs/>
      <w:caps/>
      <w:color w:val="993300"/>
      <w:sz w:val="28"/>
      <w:szCs w:val="28"/>
      <w:lang w:val="uk-UA" w:eastAsia="ru-RU"/>
    </w:rPr>
  </w:style>
  <w:style w:type="paragraph" w:styleId="a3">
    <w:name w:val="header"/>
    <w:basedOn w:val="a"/>
    <w:link w:val="a4"/>
    <w:uiPriority w:val="99"/>
    <w:rsid w:val="00006F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232B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006F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A232B"/>
    <w:rPr>
      <w:sz w:val="24"/>
      <w:szCs w:val="24"/>
      <w:lang w:val="ru-RU" w:eastAsia="ru-RU"/>
    </w:rPr>
  </w:style>
  <w:style w:type="paragraph" w:customStyle="1" w:styleId="11">
    <w:name w:val="Знак Знак Знак Знак1 Знак Знак Знак"/>
    <w:basedOn w:val="a"/>
    <w:uiPriority w:val="99"/>
    <w:rsid w:val="0064416A"/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64416A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rsid w:val="0064416A"/>
    <w:pPr>
      <w:jc w:val="both"/>
    </w:pPr>
    <w:rPr>
      <w:sz w:val="28"/>
      <w:szCs w:val="28"/>
      <w:lang w:val="en-US"/>
    </w:rPr>
  </w:style>
  <w:style w:type="character" w:customStyle="1" w:styleId="a9">
    <w:name w:val="Основной текст Знак"/>
    <w:basedOn w:val="a0"/>
    <w:link w:val="a8"/>
    <w:uiPriority w:val="99"/>
    <w:locked/>
    <w:rsid w:val="0064416A"/>
    <w:rPr>
      <w:sz w:val="28"/>
      <w:lang w:eastAsia="ru-RU"/>
    </w:rPr>
  </w:style>
  <w:style w:type="paragraph" w:styleId="aa">
    <w:name w:val="Balloon Text"/>
    <w:basedOn w:val="a"/>
    <w:link w:val="ab"/>
    <w:uiPriority w:val="99"/>
    <w:rsid w:val="0064416A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64416A"/>
    <w:rPr>
      <w:rFonts w:ascii="Tahoma" w:hAnsi="Tahoma"/>
      <w:sz w:val="16"/>
      <w:lang w:val="ru-RU" w:eastAsia="ru-RU"/>
    </w:rPr>
  </w:style>
  <w:style w:type="character" w:styleId="ac">
    <w:name w:val="Hyperlink"/>
    <w:basedOn w:val="a0"/>
    <w:uiPriority w:val="99"/>
    <w:rsid w:val="000A2B9B"/>
    <w:rPr>
      <w:rFonts w:cs="Times New Roman"/>
      <w:color w:val="0000FF"/>
      <w:u w:val="single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a"/>
    <w:uiPriority w:val="99"/>
    <w:rsid w:val="00840CC8"/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A65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"/>
    <w:basedOn w:val="a"/>
    <w:uiPriority w:val="99"/>
    <w:rsid w:val="0089000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"/>
    <w:basedOn w:val="a"/>
    <w:uiPriority w:val="99"/>
    <w:rsid w:val="009B24A4"/>
    <w:rPr>
      <w:rFonts w:ascii="Verdana" w:hAnsi="Verdana" w:cs="Verdana"/>
      <w:sz w:val="20"/>
      <w:szCs w:val="20"/>
      <w:lang w:val="en-US" w:eastAsia="en-US"/>
    </w:rPr>
  </w:style>
  <w:style w:type="paragraph" w:styleId="af0">
    <w:name w:val="Body Text Indent"/>
    <w:basedOn w:val="a"/>
    <w:link w:val="af1"/>
    <w:uiPriority w:val="99"/>
    <w:rsid w:val="00E2297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2A232B"/>
    <w:rPr>
      <w:sz w:val="24"/>
      <w:szCs w:val="24"/>
      <w:lang w:val="ru-RU" w:eastAsia="ru-RU"/>
    </w:rPr>
  </w:style>
  <w:style w:type="character" w:styleId="af2">
    <w:name w:val="page number"/>
    <w:basedOn w:val="a0"/>
    <w:uiPriority w:val="99"/>
    <w:rsid w:val="00284C61"/>
    <w:rPr>
      <w:rFonts w:cs="Times New Roman"/>
    </w:rPr>
  </w:style>
  <w:style w:type="paragraph" w:styleId="af3">
    <w:name w:val="List Paragraph"/>
    <w:basedOn w:val="a"/>
    <w:uiPriority w:val="34"/>
    <w:qFormat/>
    <w:rsid w:val="006D13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6144AF"/>
    <w:rPr>
      <w:rFonts w:cs="Times New Roman"/>
    </w:rPr>
  </w:style>
  <w:style w:type="character" w:styleId="af4">
    <w:name w:val="Strong"/>
    <w:basedOn w:val="a0"/>
    <w:uiPriority w:val="99"/>
    <w:qFormat/>
    <w:rsid w:val="006144AF"/>
    <w:rPr>
      <w:rFonts w:cs="Times New Roman"/>
      <w:b/>
      <w:bCs/>
    </w:rPr>
  </w:style>
  <w:style w:type="paragraph" w:styleId="af5">
    <w:name w:val="No Spacing"/>
    <w:uiPriority w:val="99"/>
    <w:qFormat/>
    <w:rsid w:val="00E41E63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46"/>
    <w:rPr>
      <w:sz w:val="24"/>
      <w:szCs w:val="24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747EB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Знак Знак,Знак Знак Знак"/>
    <w:basedOn w:val="a"/>
    <w:next w:val="a"/>
    <w:link w:val="20"/>
    <w:uiPriority w:val="99"/>
    <w:qFormat/>
    <w:rsid w:val="00E22979"/>
    <w:pPr>
      <w:outlineLvl w:val="1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1"/>
    <w:basedOn w:val="a0"/>
    <w:link w:val="1"/>
    <w:uiPriority w:val="99"/>
    <w:locked/>
    <w:rsid w:val="00747EBA"/>
    <w:rPr>
      <w:rFonts w:ascii="Arial" w:hAnsi="Arial"/>
      <w:b/>
      <w:kern w:val="32"/>
      <w:sz w:val="32"/>
      <w:lang w:val="ru-RU" w:eastAsia="ru-RU"/>
    </w:rPr>
  </w:style>
  <w:style w:type="character" w:customStyle="1" w:styleId="20">
    <w:name w:val="Заголовок 2 Знак"/>
    <w:aliases w:val="Знак Знак Знак1,Знак Знак Знак Знак1"/>
    <w:basedOn w:val="a0"/>
    <w:link w:val="2"/>
    <w:uiPriority w:val="99"/>
    <w:locked/>
    <w:rsid w:val="00747EBA"/>
    <w:rPr>
      <w:rFonts w:ascii="Arial" w:hAnsi="Arial"/>
      <w:b/>
      <w:i/>
      <w:sz w:val="28"/>
      <w:lang w:val="ru-RU" w:eastAsia="ru-RU"/>
    </w:rPr>
  </w:style>
  <w:style w:type="paragraph" w:customStyle="1" w:styleId="214">
    <w:name w:val="Стиль Заголовок 2 + 14 пт Коричневый"/>
    <w:basedOn w:val="2"/>
    <w:uiPriority w:val="99"/>
    <w:rsid w:val="004330D1"/>
    <w:pPr>
      <w:keepNext/>
      <w:jc w:val="center"/>
    </w:pPr>
    <w:rPr>
      <w:rFonts w:ascii="Arial" w:hAnsi="Arial" w:cs="Times New Roman"/>
      <w:b/>
      <w:bCs/>
      <w:caps/>
      <w:color w:val="993300"/>
      <w:sz w:val="28"/>
      <w:szCs w:val="28"/>
      <w:lang w:val="uk-UA" w:eastAsia="ru-RU"/>
    </w:rPr>
  </w:style>
  <w:style w:type="paragraph" w:styleId="a3">
    <w:name w:val="header"/>
    <w:basedOn w:val="a"/>
    <w:link w:val="a4"/>
    <w:uiPriority w:val="99"/>
    <w:rsid w:val="00006F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232B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006F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A232B"/>
    <w:rPr>
      <w:sz w:val="24"/>
      <w:szCs w:val="24"/>
      <w:lang w:val="ru-RU" w:eastAsia="ru-RU"/>
    </w:rPr>
  </w:style>
  <w:style w:type="paragraph" w:customStyle="1" w:styleId="11">
    <w:name w:val="Знак Знак Знак Знак1 Знак Знак Знак"/>
    <w:basedOn w:val="a"/>
    <w:uiPriority w:val="99"/>
    <w:rsid w:val="0064416A"/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64416A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rsid w:val="0064416A"/>
    <w:pPr>
      <w:jc w:val="both"/>
    </w:pPr>
    <w:rPr>
      <w:sz w:val="28"/>
      <w:szCs w:val="28"/>
      <w:lang w:val="en-US"/>
    </w:rPr>
  </w:style>
  <w:style w:type="character" w:customStyle="1" w:styleId="a9">
    <w:name w:val="Основной текст Знак"/>
    <w:basedOn w:val="a0"/>
    <w:link w:val="a8"/>
    <w:uiPriority w:val="99"/>
    <w:locked/>
    <w:rsid w:val="0064416A"/>
    <w:rPr>
      <w:sz w:val="28"/>
      <w:lang w:eastAsia="ru-RU"/>
    </w:rPr>
  </w:style>
  <w:style w:type="paragraph" w:styleId="aa">
    <w:name w:val="Balloon Text"/>
    <w:basedOn w:val="a"/>
    <w:link w:val="ab"/>
    <w:uiPriority w:val="99"/>
    <w:rsid w:val="0064416A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64416A"/>
    <w:rPr>
      <w:rFonts w:ascii="Tahoma" w:hAnsi="Tahoma"/>
      <w:sz w:val="16"/>
      <w:lang w:val="ru-RU" w:eastAsia="ru-RU"/>
    </w:rPr>
  </w:style>
  <w:style w:type="character" w:styleId="ac">
    <w:name w:val="Hyperlink"/>
    <w:basedOn w:val="a0"/>
    <w:uiPriority w:val="99"/>
    <w:rsid w:val="000A2B9B"/>
    <w:rPr>
      <w:rFonts w:cs="Times New Roman"/>
      <w:color w:val="0000FF"/>
      <w:u w:val="single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a"/>
    <w:uiPriority w:val="99"/>
    <w:rsid w:val="00840CC8"/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A65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uiPriority w:val="99"/>
    <w:rsid w:val="0089000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"/>
    <w:basedOn w:val="a"/>
    <w:uiPriority w:val="99"/>
    <w:rsid w:val="009B24A4"/>
    <w:rPr>
      <w:rFonts w:ascii="Verdana" w:hAnsi="Verdana" w:cs="Verdana"/>
      <w:sz w:val="20"/>
      <w:szCs w:val="20"/>
      <w:lang w:val="en-US" w:eastAsia="en-US"/>
    </w:rPr>
  </w:style>
  <w:style w:type="paragraph" w:styleId="af0">
    <w:name w:val="Body Text Indent"/>
    <w:basedOn w:val="a"/>
    <w:link w:val="af1"/>
    <w:uiPriority w:val="99"/>
    <w:rsid w:val="00E2297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2A232B"/>
    <w:rPr>
      <w:sz w:val="24"/>
      <w:szCs w:val="24"/>
      <w:lang w:val="ru-RU" w:eastAsia="ru-RU"/>
    </w:rPr>
  </w:style>
  <w:style w:type="character" w:styleId="af2">
    <w:name w:val="page number"/>
    <w:basedOn w:val="a0"/>
    <w:uiPriority w:val="99"/>
    <w:rsid w:val="00284C61"/>
    <w:rPr>
      <w:rFonts w:cs="Times New Roman"/>
    </w:rPr>
  </w:style>
  <w:style w:type="paragraph" w:styleId="af3">
    <w:name w:val="List Paragraph"/>
    <w:basedOn w:val="a"/>
    <w:uiPriority w:val="34"/>
    <w:qFormat/>
    <w:rsid w:val="006D13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6144AF"/>
    <w:rPr>
      <w:rFonts w:cs="Times New Roman"/>
    </w:rPr>
  </w:style>
  <w:style w:type="character" w:styleId="af4">
    <w:name w:val="Strong"/>
    <w:basedOn w:val="a0"/>
    <w:uiPriority w:val="99"/>
    <w:qFormat/>
    <w:rsid w:val="006144AF"/>
    <w:rPr>
      <w:rFonts w:cs="Times New Roman"/>
      <w:b/>
      <w:bCs/>
    </w:rPr>
  </w:style>
  <w:style w:type="paragraph" w:styleId="af5">
    <w:name w:val="No Spacing"/>
    <w:uiPriority w:val="99"/>
    <w:qFormat/>
    <w:rsid w:val="00E41E6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62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%3f%3f%3f%3f%3f%3f%3f%3f%3f%20%3f%3f%20%3f%3f%3f%3f%3f\2011\%3f%3f%3f%3f%3f%202011\%3f%3f%3f%3f%202011%20%3f%3f%3f\%3f%3f%3f%3f%3f%20%3f%3f%3f%3f%3f\%3f%3f%3f%3f%3f%3f%3f_6_%3f%3f%3f%3f%3f%3f%3f%3f%3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???????_6_?????????</Template>
  <TotalTime>12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u250203</dc:creator>
  <cp:lastModifiedBy>Admin</cp:lastModifiedBy>
  <cp:revision>4</cp:revision>
  <cp:lastPrinted>2021-06-17T11:31:00Z</cp:lastPrinted>
  <dcterms:created xsi:type="dcterms:W3CDTF">2021-07-09T06:29:00Z</dcterms:created>
  <dcterms:modified xsi:type="dcterms:W3CDTF">2021-07-09T06:50:00Z</dcterms:modified>
</cp:coreProperties>
</file>