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F6" w:rsidRDefault="001018F6" w:rsidP="00101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018F6" w:rsidRDefault="001018F6" w:rsidP="001018F6"/>
    <w:p w:rsidR="001018F6" w:rsidRDefault="001018F6" w:rsidP="001018F6"/>
    <w:p w:rsidR="001018F6" w:rsidRDefault="001018F6" w:rsidP="00101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018F6" w:rsidRDefault="001018F6" w:rsidP="00101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018F6" w:rsidRDefault="001018F6" w:rsidP="00101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018F6" w:rsidRDefault="001018F6" w:rsidP="00101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018F6" w:rsidRDefault="001018F6" w:rsidP="001018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18F6" w:rsidRDefault="001018F6" w:rsidP="001018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018F6" w:rsidRDefault="001018F6" w:rsidP="001018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18F6" w:rsidRDefault="001018F6" w:rsidP="001018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018F6" w:rsidRDefault="001018F6" w:rsidP="001018F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№41</w:t>
      </w:r>
    </w:p>
    <w:p w:rsidR="001018F6" w:rsidRPr="00C804C9" w:rsidRDefault="001018F6" w:rsidP="001018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1018F6" w:rsidRPr="00C804C9" w:rsidRDefault="001018F6" w:rsidP="001018F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018F6" w:rsidRPr="00C804C9" w:rsidRDefault="001018F6" w:rsidP="001018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018F6" w:rsidRPr="00C804C9" w:rsidRDefault="001018F6" w:rsidP="001018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018F6" w:rsidRPr="00C804C9" w:rsidRDefault="001018F6" w:rsidP="001018F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Б.М.</w:t>
      </w:r>
    </w:p>
    <w:p w:rsidR="001018F6" w:rsidRPr="00C804C9" w:rsidRDefault="001018F6" w:rsidP="001018F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018F6" w:rsidRPr="00C804C9" w:rsidRDefault="001018F6" w:rsidP="001018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Б.М.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018F6" w:rsidRPr="00C804C9" w:rsidRDefault="001018F6" w:rsidP="001018F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018F6" w:rsidRPr="00C804C9" w:rsidRDefault="001018F6" w:rsidP="001018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Борису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5262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18F6" w:rsidRPr="00C804C9" w:rsidRDefault="001018F6" w:rsidP="001018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Б.М.,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18F6" w:rsidRPr="00C804C9" w:rsidRDefault="001018F6" w:rsidP="001018F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018F6" w:rsidRPr="00C804C9" w:rsidRDefault="001018F6" w:rsidP="001018F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018F6" w:rsidRPr="00C804C9" w:rsidRDefault="001018F6" w:rsidP="001018F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21841" w:rsidRPr="001018F6" w:rsidRDefault="001018F6" w:rsidP="001018F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21841" w:rsidRPr="001018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F6"/>
    <w:rsid w:val="00052628"/>
    <w:rsid w:val="001018F6"/>
    <w:rsid w:val="00171A2E"/>
    <w:rsid w:val="00304C90"/>
    <w:rsid w:val="00505B6D"/>
    <w:rsid w:val="006D3977"/>
    <w:rsid w:val="007D6C18"/>
    <w:rsid w:val="00D1641A"/>
    <w:rsid w:val="00E21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2020-07-29T13:57:00Z</dcterms:created>
  <dcterms:modified xsi:type="dcterms:W3CDTF">2020-07-29T17:15:00Z</dcterms:modified>
</cp:coreProperties>
</file>