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32C" w:rsidRPr="008D31FA" w:rsidRDefault="0040732C" w:rsidP="0040732C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732C" w:rsidRDefault="0040732C" w:rsidP="004073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0732C" w:rsidRDefault="0040732C" w:rsidP="004073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0732C" w:rsidRPr="000A4F3E" w:rsidRDefault="0040732C" w:rsidP="004073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732C" w:rsidRPr="000A4F3E" w:rsidRDefault="0040732C" w:rsidP="004073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732C" w:rsidRPr="000A4F3E" w:rsidRDefault="0040732C" w:rsidP="004073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732C" w:rsidRPr="000A4F3E" w:rsidRDefault="0040732C" w:rsidP="004073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732C" w:rsidRPr="000A4F3E" w:rsidRDefault="0040732C" w:rsidP="004073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0732C" w:rsidRPr="000A4F3E" w:rsidRDefault="0040732C" w:rsidP="0040732C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0732C" w:rsidRPr="000A4F3E" w:rsidRDefault="0040732C" w:rsidP="004073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0732C" w:rsidRPr="000A4F3E" w:rsidRDefault="0040732C" w:rsidP="004073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0732C" w:rsidRPr="000A4F3E" w:rsidRDefault="0040732C" w:rsidP="004073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732C" w:rsidRPr="000A4F3E" w:rsidRDefault="0040732C" w:rsidP="004073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0732C" w:rsidRPr="000A4F3E" w:rsidRDefault="0040732C" w:rsidP="004073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732C" w:rsidRPr="000A4F3E" w:rsidRDefault="0040732C" w:rsidP="0040732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0732C" w:rsidRPr="000A4F3E" w:rsidRDefault="0040732C" w:rsidP="0040732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732C" w:rsidRPr="008D4DE8" w:rsidRDefault="0040732C" w:rsidP="0040732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t>27</w:t>
      </w:r>
    </w:p>
    <w:p w:rsidR="0040732C" w:rsidRPr="008D31FA" w:rsidRDefault="0040732C" w:rsidP="0040732C">
      <w:pPr>
        <w:pStyle w:val="HTML0"/>
        <w:spacing w:line="276" w:lineRule="auto"/>
        <w:rPr>
          <w:rFonts w:ascii="Times New Roman" w:hAnsi="Times New Roman"/>
        </w:rPr>
      </w:pPr>
    </w:p>
    <w:p w:rsidR="0040732C" w:rsidRPr="00D02183" w:rsidRDefault="0040732C" w:rsidP="0040732C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40732C" w:rsidRPr="00D02183" w:rsidRDefault="0040732C" w:rsidP="0040732C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40732C" w:rsidRPr="00D02183" w:rsidRDefault="0040732C" w:rsidP="0040732C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40732C" w:rsidRPr="00D02183" w:rsidRDefault="0040732C" w:rsidP="0040732C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40732C" w:rsidRPr="00D02183" w:rsidRDefault="0040732C" w:rsidP="0040732C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>Захарчуку О.М.</w:t>
      </w:r>
    </w:p>
    <w:p w:rsidR="0040732C" w:rsidRPr="00D02183" w:rsidRDefault="0040732C" w:rsidP="0040732C">
      <w:pPr>
        <w:spacing w:after="0"/>
        <w:rPr>
          <w:rFonts w:ascii="Times New Roman" w:hAnsi="Times New Roman"/>
          <w:b/>
          <w:sz w:val="24"/>
        </w:rPr>
      </w:pPr>
    </w:p>
    <w:p w:rsidR="0040732C" w:rsidRPr="00D02183" w:rsidRDefault="0040732C" w:rsidP="0040732C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  Захарчука О.М.,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40732C" w:rsidRPr="00D02183" w:rsidRDefault="0040732C" w:rsidP="0040732C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40732C" w:rsidRPr="00D02183" w:rsidRDefault="0040732C" w:rsidP="0040732C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Захарчуку </w:t>
      </w:r>
      <w:proofErr w:type="spellStart"/>
      <w:r w:rsidRPr="00D02183">
        <w:rPr>
          <w:rFonts w:ascii="Times New Roman" w:hAnsi="Times New Roman"/>
          <w:sz w:val="24"/>
        </w:rPr>
        <w:t>Олександру</w:t>
      </w:r>
      <w:proofErr w:type="spellEnd"/>
      <w:r w:rsidRPr="00D02183">
        <w:rPr>
          <w:rFonts w:ascii="Times New Roman" w:hAnsi="Times New Roman"/>
          <w:sz w:val="24"/>
        </w:rPr>
        <w:t xml:space="preserve"> Михайловичу, </w:t>
      </w:r>
      <w:proofErr w:type="spellStart"/>
      <w:r w:rsidRPr="00D02183">
        <w:rPr>
          <w:rFonts w:ascii="Times New Roman" w:hAnsi="Times New Roman"/>
          <w:sz w:val="24"/>
        </w:rPr>
        <w:t>який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зареєстрований</w:t>
      </w:r>
      <w:proofErr w:type="spellEnd"/>
      <w:r w:rsidRPr="00D02183">
        <w:rPr>
          <w:rFonts w:ascii="Times New Roman" w:hAnsi="Times New Roman"/>
          <w:sz w:val="24"/>
        </w:rPr>
        <w:t xml:space="preserve"> за </w:t>
      </w:r>
      <w:proofErr w:type="spellStart"/>
      <w:r w:rsidRPr="00D02183">
        <w:rPr>
          <w:rFonts w:ascii="Times New Roman" w:hAnsi="Times New Roman"/>
          <w:sz w:val="24"/>
        </w:rPr>
        <w:t>адресою</w:t>
      </w:r>
      <w:proofErr w:type="spellEnd"/>
      <w:r w:rsidRPr="00D02183">
        <w:rPr>
          <w:rFonts w:ascii="Times New Roman" w:hAnsi="Times New Roman"/>
          <w:sz w:val="24"/>
        </w:rPr>
        <w:t xml:space="preserve">: </w:t>
      </w:r>
      <w:r w:rsidR="00977FA3">
        <w:rPr>
          <w:rFonts w:ascii="Times New Roman" w:hAnsi="Times New Roman"/>
          <w:sz w:val="24"/>
          <w:lang w:val="en-US"/>
        </w:rPr>
        <w:t>___________________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орієнтовною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площею</w:t>
      </w:r>
      <w:proofErr w:type="spellEnd"/>
      <w:r w:rsidRPr="00D02183">
        <w:rPr>
          <w:rFonts w:ascii="Times New Roman" w:hAnsi="Times New Roman"/>
          <w:sz w:val="24"/>
        </w:rPr>
        <w:t xml:space="preserve"> 0,2500 га,  для </w:t>
      </w:r>
      <w:proofErr w:type="spellStart"/>
      <w:r w:rsidRPr="00D02183">
        <w:rPr>
          <w:rFonts w:ascii="Times New Roman" w:hAnsi="Times New Roman"/>
          <w:sz w:val="24"/>
        </w:rPr>
        <w:t>будівництва</w:t>
      </w:r>
      <w:proofErr w:type="spellEnd"/>
      <w:r w:rsidRPr="00D02183">
        <w:rPr>
          <w:rFonts w:ascii="Times New Roman" w:hAnsi="Times New Roman"/>
          <w:sz w:val="24"/>
        </w:rPr>
        <w:t xml:space="preserve"> та </w:t>
      </w:r>
      <w:proofErr w:type="spellStart"/>
      <w:r w:rsidRPr="00D02183">
        <w:rPr>
          <w:rFonts w:ascii="Times New Roman" w:hAnsi="Times New Roman"/>
          <w:sz w:val="24"/>
        </w:rPr>
        <w:t>обслуговування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житлового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будинку</w:t>
      </w:r>
      <w:proofErr w:type="spellEnd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господарських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будівель</w:t>
      </w:r>
      <w:proofErr w:type="spellEnd"/>
      <w:r w:rsidRPr="00D02183">
        <w:rPr>
          <w:rFonts w:ascii="Times New Roman" w:hAnsi="Times New Roman"/>
          <w:sz w:val="24"/>
        </w:rPr>
        <w:t xml:space="preserve"> і </w:t>
      </w:r>
      <w:proofErr w:type="spellStart"/>
      <w:r w:rsidRPr="00D02183">
        <w:rPr>
          <w:rFonts w:ascii="Times New Roman" w:hAnsi="Times New Roman"/>
          <w:sz w:val="24"/>
        </w:rPr>
        <w:t>споруд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присадибна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розташована</w:t>
      </w:r>
      <w:proofErr w:type="spellEnd"/>
      <w:r w:rsidRPr="00D02183">
        <w:rPr>
          <w:rFonts w:ascii="Times New Roman" w:hAnsi="Times New Roman"/>
          <w:sz w:val="24"/>
        </w:rPr>
        <w:t xml:space="preserve">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Полянь</w:t>
      </w:r>
      <w:proofErr w:type="spellEnd"/>
      <w:r w:rsidRPr="00D02183">
        <w:rPr>
          <w:rFonts w:ascii="Times New Roman" w:hAnsi="Times New Roman"/>
          <w:sz w:val="24"/>
        </w:rPr>
        <w:t xml:space="preserve">, по </w:t>
      </w:r>
      <w:proofErr w:type="spellStart"/>
      <w:r w:rsidRPr="00D02183">
        <w:rPr>
          <w:rFonts w:ascii="Times New Roman" w:hAnsi="Times New Roman"/>
          <w:sz w:val="24"/>
        </w:rPr>
        <w:t>вул.</w:t>
      </w:r>
      <w:proofErr w:type="gramStart"/>
      <w:r w:rsidRPr="00D02183">
        <w:rPr>
          <w:rFonts w:ascii="Times New Roman" w:hAnsi="Times New Roman"/>
          <w:sz w:val="24"/>
        </w:rPr>
        <w:t>Н</w:t>
      </w:r>
      <w:proofErr w:type="gramEnd"/>
      <w:r w:rsidRPr="00D02183">
        <w:rPr>
          <w:rFonts w:ascii="Times New Roman" w:hAnsi="Times New Roman"/>
          <w:sz w:val="24"/>
        </w:rPr>
        <w:t>езалежності</w:t>
      </w:r>
      <w:proofErr w:type="spellEnd"/>
      <w:r w:rsidRPr="00D02183">
        <w:rPr>
          <w:rFonts w:ascii="Times New Roman" w:hAnsi="Times New Roman"/>
          <w:sz w:val="24"/>
        </w:rPr>
        <w:t>, 39.</w:t>
      </w:r>
    </w:p>
    <w:p w:rsidR="0040732C" w:rsidRPr="00D02183" w:rsidRDefault="0040732C" w:rsidP="0040732C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2.Захарчуку О.М., </w:t>
      </w:r>
      <w:proofErr w:type="spellStart"/>
      <w:r w:rsidRPr="00D02183">
        <w:rPr>
          <w:rFonts w:ascii="Times New Roman" w:hAnsi="Times New Roman"/>
          <w:sz w:val="24"/>
        </w:rPr>
        <w:t>розробити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D02183">
        <w:rPr>
          <w:rFonts w:ascii="Times New Roman" w:hAnsi="Times New Roman"/>
          <w:sz w:val="24"/>
        </w:rPr>
        <w:t>розгляд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сесії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сільської</w:t>
      </w:r>
      <w:proofErr w:type="spellEnd"/>
      <w:r w:rsidRPr="00D02183">
        <w:rPr>
          <w:rFonts w:ascii="Times New Roman" w:hAnsi="Times New Roman"/>
          <w:sz w:val="24"/>
        </w:rPr>
        <w:t xml:space="preserve"> ради.</w:t>
      </w:r>
    </w:p>
    <w:p w:rsidR="0040732C" w:rsidRPr="00D02183" w:rsidRDefault="0040732C" w:rsidP="0040732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3.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0732C" w:rsidRPr="0040732C" w:rsidRDefault="0040732C" w:rsidP="0040732C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22218" w:rsidRPr="0040732C" w:rsidRDefault="0040732C" w:rsidP="0040732C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C22218" w:rsidRPr="004073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32C"/>
    <w:rsid w:val="00171A2E"/>
    <w:rsid w:val="00304C90"/>
    <w:rsid w:val="0040732C"/>
    <w:rsid w:val="00505B6D"/>
    <w:rsid w:val="006D3977"/>
    <w:rsid w:val="007D6C18"/>
    <w:rsid w:val="00977FA3"/>
    <w:rsid w:val="00C222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0732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073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0732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0732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073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0732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244</Words>
  <Characters>1395</Characters>
  <Application>Microsoft Office Word</Application>
  <DocSecurity>0</DocSecurity>
  <Lines>11</Lines>
  <Paragraphs>3</Paragraphs>
  <ScaleCrop>false</ScaleCrop>
  <Company>Microsoft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2020-09-01T13:52:00Z</dcterms:created>
  <dcterms:modified xsi:type="dcterms:W3CDTF">2020-09-01T15:29:00Z</dcterms:modified>
</cp:coreProperties>
</file>