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14" w:rsidRPr="00154EFF" w:rsidRDefault="00AF4B14" w:rsidP="00AF4B1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B14" w:rsidRDefault="00AF4B14" w:rsidP="00AF4B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4B14" w:rsidRDefault="00AF4B14" w:rsidP="00AF4B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4B14" w:rsidRDefault="00AF4B14" w:rsidP="00AF4B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F4B14" w:rsidRDefault="00AF4B14" w:rsidP="00AF4B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4B14" w:rsidRDefault="00AF4B14" w:rsidP="00AF4B1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№87</w:t>
      </w:r>
    </w:p>
    <w:p w:rsidR="00AF4B14" w:rsidRPr="00276BF3" w:rsidRDefault="00AF4B14" w:rsidP="00AF4B1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4B14" w:rsidRPr="003B50D1" w:rsidRDefault="00AF4B14" w:rsidP="00AF4B1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AF4B14" w:rsidRPr="003B50D1" w:rsidRDefault="00AF4B14" w:rsidP="00AF4B1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А.А.</w:t>
      </w:r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2, 186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 Дмитрук А.А.,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AF4B14" w:rsidRPr="00276BF3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3B50D1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Аллі Андріївні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573EF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0,2500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Дідова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Гора</w:t>
      </w:r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F4B14" w:rsidRPr="003B50D1" w:rsidRDefault="00AF4B14" w:rsidP="00AF4B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F4B14" w:rsidRPr="003B50D1" w:rsidRDefault="00AF4B14" w:rsidP="00AF4B1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4B14" w:rsidRPr="003B50D1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4B14" w:rsidRDefault="00AF4B14" w:rsidP="00AF4B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11018" w:rsidRPr="00AF4B14" w:rsidRDefault="00AF4B14" w:rsidP="00AF4B1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511018" w:rsidRPr="00AF4B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14"/>
    <w:rsid w:val="00511018"/>
    <w:rsid w:val="009573EF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1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F4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F4B1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1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F4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F4B1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2022-02-08T06:57:00Z</dcterms:created>
  <dcterms:modified xsi:type="dcterms:W3CDTF">2022-02-08T11:30:00Z</dcterms:modified>
</cp:coreProperties>
</file>