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66A" w:rsidRPr="00154EFF" w:rsidRDefault="0047266A" w:rsidP="0047266A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66A" w:rsidRDefault="0047266A" w:rsidP="004726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266A" w:rsidRDefault="0047266A" w:rsidP="004726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266A" w:rsidRDefault="0047266A" w:rsidP="0047266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66A" w:rsidRDefault="0047266A" w:rsidP="004726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7266A" w:rsidRDefault="0047266A" w:rsidP="004726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266A" w:rsidRDefault="0047266A" w:rsidP="0047266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№44</w:t>
      </w:r>
    </w:p>
    <w:p w:rsidR="0047266A" w:rsidRPr="00F03B15" w:rsidRDefault="0047266A" w:rsidP="0047266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266A" w:rsidRPr="006009F9" w:rsidRDefault="0047266A" w:rsidP="0047266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6009F9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6009F9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7266A" w:rsidRPr="006009F9" w:rsidRDefault="0047266A" w:rsidP="0047266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009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Гаврилюку С.В.</w:t>
      </w:r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6009F9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6009F9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», статей 12,  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116, </w:t>
      </w:r>
      <w:r w:rsidRPr="006009F9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6009F9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>2</w:t>
      </w:r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6009F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Гаврилюка С.В.,  </w:t>
      </w:r>
      <w:proofErr w:type="spellStart"/>
      <w:r w:rsidRPr="006009F9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6009F9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7266A" w:rsidRPr="00F03B15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6009F9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Перенести розгляд заяви Гаврилюка Сергія Володимировича</w:t>
      </w:r>
      <w:r w:rsidRPr="006009F9">
        <w:rPr>
          <w:rFonts w:ascii="Times New Roman" w:eastAsia="Calibri" w:hAnsi="Times New Roman" w:cs="Times New Roman"/>
          <w:sz w:val="24"/>
        </w:rPr>
        <w:t xml:space="preserve">, який зареєстрований за </w:t>
      </w:r>
      <w:proofErr w:type="spellStart"/>
      <w:r w:rsidRPr="006009F9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009F9">
        <w:rPr>
          <w:rFonts w:ascii="Times New Roman" w:eastAsia="Calibri" w:hAnsi="Times New Roman" w:cs="Times New Roman"/>
          <w:sz w:val="24"/>
        </w:rPr>
        <w:t xml:space="preserve">: </w:t>
      </w:r>
      <w:r w:rsidR="00AE43F1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 w:rsidRPr="006009F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щодо надання дозволу</w:t>
      </w:r>
      <w:r w:rsidRPr="006009F9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6009F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6009F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0,1200 га, для </w:t>
      </w:r>
      <w:r w:rsidRPr="006009F9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6009F9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6009F9"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>, з метою  уточнення існуючих меж суміжних земельних ділянок та встановлення меж існуючого дренажного каналу для стоку води.</w:t>
      </w:r>
    </w:p>
    <w:p w:rsidR="0047266A" w:rsidRPr="006009F9" w:rsidRDefault="0047266A" w:rsidP="0047266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6009F9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7266A" w:rsidRPr="006009F9" w:rsidRDefault="0047266A" w:rsidP="004726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7266A" w:rsidRDefault="0047266A" w:rsidP="0047266A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6009F9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</w:t>
      </w:r>
      <w:r w:rsidRPr="006009F9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Валерій   МИХАЛЮК</w:t>
      </w:r>
    </w:p>
    <w:p w:rsidR="009467F5" w:rsidRDefault="009467F5"/>
    <w:sectPr w:rsidR="009467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66A"/>
    <w:rsid w:val="0047266A"/>
    <w:rsid w:val="009467F5"/>
    <w:rsid w:val="00AE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66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72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7266A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66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7266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7266A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220</Words>
  <Characters>1257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2022-02-08T07:04:00Z</dcterms:created>
  <dcterms:modified xsi:type="dcterms:W3CDTF">2022-02-08T11:14:00Z</dcterms:modified>
</cp:coreProperties>
</file>