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826" w:rsidRPr="0066767B" w:rsidRDefault="00444826" w:rsidP="00444826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444826" w:rsidRPr="0066767B" w:rsidRDefault="00444826" w:rsidP="0044482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264D4AF" wp14:editId="51401A7C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119" name="Группа 10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12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2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2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2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2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2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2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2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2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2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4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bEUMUA&#10;AADeAAAADwAAAGRycy9kb3ducmV2LnhtbESPT4vCQAzF7wv7HYYseFunreBKdRRZVDwIi//uoRPb&#10;sp1M6Yxav705CN4S8vLe+80WvWvUjbpQezaQDhNQxIW3NZcGTsf19wRUiMgWG89k4EEBFvPPjxnm&#10;1t95T7dDLJWYcMjRQBVjm2sdioochqFvieV28Z3DKGtXatvhXcxdo7MkGWuHNUtChS39VlT8H67O&#10;gB9ttrtzme1HK/6JvPybXM79zpjBV7+cgorUx7f49b21Uj9NMwEQHJlBz5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lsRQ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7TaMYA&#10;AADeAAAADwAAAGRycy9kb3ducmV2LnhtbERPS2sCMRC+F/ofwhR6Ec2uB1u3RinC9nUQ3Apeh810&#10;s+1msiSpbv31Rih4m4/vOYvVYDtxIB9axwrySQaCuHa65UbB7rMcP4IIEVlj55gU/FGA1fL2ZoGF&#10;dkfe0qGKjUghHApUYGLsCylDbchimLieOHFfzluMCfpGao/HFG47Oc2ymbTYcmow2NPaUP1T/VoF&#10;3+XG7NcPpxc/mm/pNCo/Xrv3mVL3d8PzE4hIQ7yK/91vOs3P82kOl3fSDXJ5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7Ta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pHsYA&#10;AADeAAAADwAAAGRycy9kb3ducmV2LnhtbESPwWrDMBBE74X8g9hCLiWW7UIoTpRgQh1KLiFxP2Cx&#10;NpaptTKWGrt/XxUKue0ys/Nmt/vZ9uJOo+8cK8iSFARx43THrYLPulq9gfABWWPvmBT8kIf9bvG0&#10;xUK7iS90v4ZWxBD2BSowIQyFlL4xZNEnbiCO2s2NFkNcx1bqEacYbnuZp+laWuw4EgwOdDDUfF2/&#10;bYScX/F8uk11dZxxwveT4ZfyotTyeS43IALN4WH+v/7QsX6W5Tn8vRNnk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/pH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Zv8QA&#10;AADeAAAADwAAAGRycy9kb3ducmV2LnhtbERPTUvDQBC9C/6HZQRv7SZRq8RuS2kVRPBgFcTbkJ0m&#10;wezssjs28d+7QsHbPN7nLNeTG9SRYuo9GyjnBSjixtueWwPvb4+zO1BJkC0OnsnADyVYr87Pllhb&#10;P/IrHffSqhzCqUYDnUiotU5NRw7T3AfizB18dCgZxlbbiGMOd4OuimKhHfacGzoMtO2o+dp/OwMv&#10;40N4vl3cHMJnvK502ln52IoxlxfT5h6U0CT/4pP7yeb5ZVldwd87+Qa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XWb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rU8cYA&#10;AADeAAAADwAAAGRycy9kb3ducmV2LnhtbESPzWrDMBCE74W8g9hCLiWRnZYQnCjGhLoUX0J+HmCx&#10;NpaptTKWGjtvXxUKve0ys/PN7vLJduJOg28dK0iXCQji2umWGwXXS7nYgPABWWPnmBQ8yEO+nz3t&#10;MNNu5BPdz6ERMYR9hgpMCH0mpa8NWfRL1xNH7eYGiyGuQyP1gGMMt51cJclaWmw5Egz2dDBUf52/&#10;bYQcX/FY3cZL+THhiO+V4ZfipNT8eSq2IAJN4d/8d/2pY/00Xb3B7ztxBr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rU8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JkUMQA&#10;AADeAAAADwAAAGRycy9kb3ducmV2LnhtbERPTUvDQBC9C/0Pywje7CahrRK7LaVWEMGDVRBvQ3aa&#10;BLOzy+7YxH/vCoK3ebzPWW8nN6gzxdR7NlDOC1DEjbc9twbeXh+ub0ElQbY4eCYD35Rgu5ldrLG2&#10;fuQXOh+lVTmEU40GOpFQa52ajhymuQ/EmTv56FAyjK22Eccc7gZdFcVKO+w5N3QYaN9R83n8cgae&#10;x0N4ulktT+EjLiqd7q2878WYq8tpdwdKaJJ/8Z/70eb5ZVkt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yZF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XnzsQA&#10;AADeAAAADwAAAGRycy9kb3ducmV2LnhtbERP32vCMBB+H/g/hBN8GTOtMpHOKDoIDhyM6WCvR3O2&#10;xeZSksx2/70RBnu7j+/nrTaDbcWVfGgcK8inGQji0pmGKwVfJ/20BBEissHWMSn4pQCb9ehhhYVx&#10;PX/S9RgrkUI4FKigjrErpAxlTRbD1HXEiTs7bzEm6CtpPPYp3LZylmULabHh1FBjR681lZfjj1Ww&#10;++iruX8sd4M7nPffz1ob/a6VmoyH7QuISEP8F/+530yan+ezBdzfST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l587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kIqsMA&#10;AADeAAAADwAAAGRycy9kb3ducmV2LnhtbERP3WrCMBS+H+wdwhF2N9MWt0lnFJkUZHgz3QMcmrOm&#10;2pyUJNbu7Y0geHc+vt+zWI22EwP50DpWkE8zEMS10y03Cn4P1escRIjIGjvHpOCfAqyWz08LLLW7&#10;8A8N+9iIFMKhRAUmxr6UMtSGLIap64kT9+e8xZigb6T2eEnhtpNFlr1Liy2nBoM9fRmqT/uzVVB9&#10;F7vhdNa+cutxZunNHOcbo9TLZFx/gog0xof47t7qND/Piw+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kIq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bWJ8cA&#10;AADeAAAADwAAAGRycy9kb3ducmV2LnhtbESPQUvDQBCF74L/YRnBi9hNKorEbktbWBQUSmuh1yE7&#10;TYLZ2bC7NvHfOwfB2wzvzXvfLFaT79WFYuoCGyhnBSjiOriOGwPHT3v/DCplZId9YDLwQwlWy+ur&#10;BVYujLynyyE3SkI4VWigzXmotE51Sx7TLAzEop1D9JhljY12EUcJ972eF8WT9tixNLQ40Lal+uvw&#10;7Q1sdmPzEO/qzRTez6+nR2ud/bDG3N5M6xdQmab8b/67fnOCX5Zz4ZV3ZAa9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21if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o5Q8MA&#10;AADeAAAADwAAAGRycy9kb3ducmV2LnhtbERP3WrCMBS+H+wdwhF2N9MWN1xnFJkUZHgz3QMcmrOm&#10;2pyUJNbu7Y0geHc+vt+zWI22EwP50DpWkE8zEMS10y03Cn4P1escRIjIGjvHpOCfAqyWz08LLLW7&#10;8A8N+9iIFMKhRAUmxr6UMtSGLIap64kT9+e8xZigb6T2eEnhtpNFlr1Liy2nBoM9fRmqT/uzVVB9&#10;F7vhdNa+cutxZunNHOcbo9TLZFx/gog0xof47t7qND/Piw+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o5Q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eY68MA&#10;AADeAAAADwAAAGRycy9kb3ducmV2LnhtbESPQYvCQAyF74L/YYjgTaddV5HqKMuCsh6t/oDQiW2x&#10;k6mdWVv//eaw4C0hL++9b7sfXKOe1IXas4F0noAiLrytuTRwvRxma1AhIltsPJOBFwXY78ajLWbW&#10;93ymZx5LJSYcMjRQxdhmWoeiIodh7ltiud185zDK2pXadtiLuWv0R5KstMOaJaHClr4rKu75rzPw&#10;+eqPj3x5Tw7WUXpatCeOxdKY6WT42oCKNMS3+P/7x0r9NF0IgODIDHr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ueY6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kr38MA&#10;AADeAAAADwAAAGRycy9kb3ducmV2LnhtbERPTWvCQBC9F/wPywje6iYpSE3dhKBYxFMbtechOybB&#10;7GzIrhr/vVso9DaP9zmrfDSduNHgWssK4nkEgriyuuVawfGwfX0H4Tyyxs4yKXiQgzybvKww1fbO&#10;33QrfS1CCLsUFTTe96mUrmrIoJvbnjhwZzsY9AEOtdQD3kO46WQSRQtpsOXQ0GBP64aqS3k1Cq6L&#10;n+TI573+KjePz+VmWzh5qpWaTcfiA4Sn0f+L/9w7HebH8VsMv++EG2T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kr3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QFtcYA&#10;AADeAAAADwAAAGRycy9kb3ducmV2LnhtbERPTWvCQBC9F/wPywje6iYqwaauogWhelC0euhtzI5J&#10;2uxsmt1q/PddoeBtHu9zJrPWVOJCjSstK4j7EQjizOqScwWHj+XzGITzyBory6TgRg5m087TBFNt&#10;r7yjy97nIoSwS1FB4X2dSumyggy6vq2JA3e2jUEfYJNL3eA1hJtKDqIokQZLDg0F1vRWUPa9/zUK&#10;jttx8rJdrEZf680Jh0b/fOoyUarXbeevIDy1/iH+d7/rMD+OhwO4vxNu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QFt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E3usMA&#10;AADeAAAADwAAAGRycy9kb3ducmV2LnhtbERPS4vCMBC+C/sfwix407RWRKpRVsUHnlx3Ya9DM7Zl&#10;m0lpolZ/vREEb/PxPWc6b00lLtS40rKCuB+BIM6sLjlX8Puz7o1BOI+ssbJMCm7kYD776Ewx1fbK&#10;33Q5+lyEEHYpKii8r1MpXVaQQde3NXHgTrYx6ANscqkbvIZwU8lBFI2kwZJDQ4E1LQvK/o9no+A+&#10;+sOD2w4Wq0R7ug3HG7s/bJTqfrZfExCeWv8Wv9w7HebHcZLA851wg5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E3u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HGYMQA&#10;AADeAAAADwAAAGRycy9kb3ducmV2LnhtbERPzWrCQBC+F3yHZQq91U1slJq6ERELvVVjH2DIjpuQ&#10;7GzMrpr26buFgrf5+H5ntR5tJ640+MaxgnSagCCunG7YKPg6vj+/gvABWWPnmBR8k4d1MXlYYa7d&#10;jQ90LYMRMYR9jgrqEPpcSl/VZNFPXU8cuZMbLIYIByP1gLcYbjs5S5KFtNhwbKixp21NVVterIKz&#10;m831WO7ws90t940x2fnnkCn19Dhu3kAEGsNd/O/+0HF+mr5k8PdOvEE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xxm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EFEMQA&#10;AADeAAAADwAAAGRycy9kb3ducmV2LnhtbERPyW7CMBC9V+o/WFOpN3BSxBbioBapEleWQ49Te0jS&#10;xuM0NhD4eoyE1Ns8vXXyZW8bcaLO144VpMMEBLF2puZSwX73OZiB8AHZYOOYFFzIw7J4fsoxM+7M&#10;GzptQyliCPsMFVQhtJmUXldk0Q9dSxy5g+sshgi7UpoOzzHcNvItSSbSYs2xocKWVhXp3+3RKljX&#10;3zSe6MPczj705uv6F0bTH6PU60v/vgARqA//4od7beL8NB2N4f5OvEEW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BBR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JisMYA&#10;AADeAAAADwAAAGRycy9kb3ducmV2LnhtbERP0WrCQBB8F/yHY4W+6SUWpKaewRQKLbWCttTXJbfm&#10;grm9kLvG+PdeoeDb7M7OzM4qH2wjeup87VhBOktAEJdO11wp+P56nT6B8AFZY+OYFFzJQ74ej1aY&#10;aXfhPfWHUIlowj5DBSaENpPSl4Ys+plriSN3cp3FEMeukrrDSzS3jZwnyUJarDkmGGzpxVB5Pvxa&#10;BT3ursnRFJ/L93pbznfFz4eOe/UwGTbPIAIN4X78r37T8f00fVzAX52IQa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Jis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MYscMA&#10;AADeAAAADwAAAGRycy9kb3ducmV2LnhtbERPTUvDQBC9C/6HZQRvdpMUVGK3RYSWHjV68Dhmp9nU&#10;7EzY3TbRX+8Kgrd5vM9ZbWY/qDOF2AsbKBcFKOJWbM+dgbfX7c09qJiQLQ7CZOCLImzWlxcrrK1M&#10;/ELnJnUqh3Cs0YBLaay1jq0jj3EhI3HmDhI8pgxDp23AKYf7QVdFcas99pwbHI705Kj9bE7ewLRr&#10;P47V4d267zDKtnmWYzWIMddX8+MDqERz+hf/ufc2zy/L5R38vpNv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MYs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Sc1MgA&#10;AADeAAAADwAAAGRycy9kb3ducmV2LnhtbESPT0/CQBDF7yZ+h82YcJNtIRFSWQjyJzFEY0C9j92x&#10;re7ONt0Fyrd3DiTeZvLevPeb2aL3Tp2oi01gA/kwA0VcBttwZeDjfXs/BRUTskUXmAxcKMJifnsz&#10;w8KGM+/pdEiVkhCOBRqoU2oLrWNZk8c4DC2xaN+h85hk7SptOzxLuHd6lGUP2mPD0lBjS6uayt/D&#10;0RvYvq3dz+h1v/zUabWZfLnp7mn9Yszgrl8+gkrUp3/z9frZCn6ej4VX3pEZ9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VJzU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7k28YA&#10;AADeAAAADwAAAGRycy9kb3ducmV2LnhtbERP22rCQBB9L/gPywi+FN2k0qJpVhGhqFChXsDXSXaa&#10;BLOzIbvG+PfdQqFvczjXSZe9qUVHrassK4gnEQji3OqKCwXn08d4BsJ5ZI21ZVLwIAfLxeApxUTb&#10;Ox+oO/pChBB2CSoovW8SKV1ekkE3sQ1x4L5ta9AH2BZSt3gP4aaWL1H0Jg1WHBpKbGhdUn493oyC&#10;7uszK7ada3bX2bN7nWabzV5flBoN+9U7CE+9/xf/ubc6zI/j6Rx+3wk3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+7k2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5AJskA&#10;AADeAAAADwAAAGRycy9kb3ducmV2LnhtbESPT2/CMAzF75P2HSJP2m2kRQyxjoDGpElcJvFnh3Ez&#10;jddWNE6XBOj26fEBiZstP7/3ftN571p1ohAbzwbyQQaKuPS24crA1/bjaQIqJmSLrWcy8EcR5rP7&#10;uykW1p95TadNqpSYcCzQQJ1SV2gdy5ocxoHviOX244PDJGuotA14FnPX6mGWjbXDhiWhxo7eayoP&#10;m6MzsHiZLH5XI/78X+93tPveH56HITPm8aF/ewWVqE838fV7aaV+no8EQHBkBj27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75AJskAAADeAAAADwAAAAAAAAAAAAAAAACYAgAA&#10;ZHJzL2Rvd25yZXYueG1sUEsFBgAAAAAEAAQA9QAAAI4DAAAAAA==&#10;" fillcolor="black" stroked="f"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HrvcYA&#10;AADeAAAADwAAAGRycy9kb3ducmV2LnhtbERPS2vCQBC+C/6HZYTedBNpRaKrqG2hUHvwcfA4Zsdk&#10;SXY2ZLea9te7BaG3+fieM192thZXar1xrCAdJSCIc6cNFwqOh/fhFIQPyBprx6TghzwsF/3eHDPt&#10;bryj6z4UIoawz1BBGUKTSenzkiz6kWuII3dxrcUQYVtI3eIthttajpNkIi0ajg0lNrQpKa/231bB&#10;6XNipjtD4/P2d/2mty/V+uu1Uupp0K1mIAJ14V/8cH/oOD9Nn1P4eyfe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Hrv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EY+MQA&#10;AADeAAAADwAAAGRycy9kb3ducmV2LnhtbERPTWsCMRC9F/wPYQq91exKEVmNIpWilx5qFa/DZrrZ&#10;7mayTaKu/nojCL3N433ObNHbVpzIh9qxgnyYgSAuna65UrD7/nidgAgRWWPrmBRcKMBiPniaYaHd&#10;mb/otI2VSCEcClRgYuwKKUNpyGIYuo44cT/OW4wJ+kpqj+cUbls5yrKxtFhzajDY0buhstkerQK/&#10;PKyaKx/3TXb9vIT1b/83QaPUy3O/nIKI1Md/8cO90Wl+nr+N4P5OukH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xGP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wLKMUA&#10;AADeAAAADwAAAGRycy9kb3ducmV2LnhtbERP22rCQBB9L/gPywh9KbqJLVVTV5FCoVARtH7AmB2T&#10;0N3ZkB019uu7hULf5nCus1j13qkLdbEJbCAfZ6CIy2AbrgwcPt9GM1BRkC26wGTgRhFWy8HdAgsb&#10;rryjy14qlUI4FmigFmkLrWNZk8c4Di1x4k6h8ygJdpW2HV5TuHd6kmXP2mPDqaHGll5rKr/2Z2/A&#10;TY5u/jGNG7kd9Cb79rJ72Fpj7of9+gWUUC//4j/3u03z8/zpEX7fS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jAso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XSBsQA&#10;AADeAAAADwAAAGRycy9kb3ducmV2LnhtbERPTWvCQBC9C/0PyxR6001EiqSu0laEXHowpngds2M2&#10;uDsbsltN++vdQqG3ebzPWW1GZ8WVhtB5VpDPMhDEjdcdtwrqw266BBEiskbrmRR8U4DN+mGywkL7&#10;G+/pWsVWpBAOBSowMfaFlKEx5DDMfE+cuLMfHMYEh1bqAW8p3Fk5z7Jn6bDj1GCwp3dDzaX6cgq2&#10;VW/ndWnewvHz43Sy5c+Ojlulnh7H1xcQkcb4L/5zlzrNz/PFAn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10g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zFq8MA&#10;AADeAAAADwAAAGRycy9kb3ducmV2LnhtbERPS2sCMRC+F/wPYQRvNdliVVajSFEQeqqPg7chGXdX&#10;N5NlE93tv28Khd7m43vOct27WjypDZVnDdlYgSA23lZcaDgdd69zECEiW6w9k4ZvCrBeDV6WmFvf&#10;8Rc9D7EQKYRDjhrKGJtcymBKchjGviFO3NW3DmOCbSFti10Kd7V8U2oqHVacGkps6KMkcz88nIbb&#10;Tn56o9CcT+dub2eX7ZRqpfVo2G8WICL18V/8597bND/LJu/w+066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zFq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aou8UA&#10;AADeAAAADwAAAGRycy9kb3ducmV2LnhtbERPTWvCQBC9F/oflhF6q5tYkZC6CVYQSksPVZEex+yY&#10;hGRnw+6q6b93CwVv83ifsyxH04sLOd9aVpBOExDEldUt1wr2u81zBsIHZI29ZVLwSx7K4vFhibm2&#10;V/6myzbUIoawz1FBE8KQS+mrhgz6qR2II3eyzmCI0NVSO7zGcNPLWZIspMGWY0ODA60bqrrt2Sj4&#10;OX/y6evlY+XewsGOO9/Njlmn1NNkXL2CCDSGu/jf/a7j/DSdL+DvnXiDL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xqi7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fYUsYA&#10;AADeAAAADwAAAGRycy9kb3ducmV2LnhtbERPTWvCQBC9F/wPywi9NZuIbTW6igqFXoRqe6i3MTsm&#10;wexs3N1q6q/vCgVv83ifM513phFncr62rCBLUhDEhdU1lwq+Pt+eRiB8QNbYWCYFv+RhPus9TDHX&#10;9sIbOm9DKWII+xwVVCG0uZS+qMigT2xLHLmDdQZDhK6U2uElhptGDtL0RRqsOTZU2NKqouK4/TEK&#10;luPR8vQx5PV1s9/R7nt/fB64VKnHfreYgAjUhbv43/2u4/wsG77C7Z14g5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fYUsYAAADeAAAADwAAAAAAAAAAAAAAAACYAgAAZHJz&#10;L2Rvd25yZXYueG1sUEsFBgAAAAAEAAQA9QAAAIsDAAAAAA==&#10;" fillcolor="black" stroked="f"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5HisUA&#10;AADeAAAADwAAAGRycy9kb3ducmV2LnhtbESPQUvEMBCF74L/IYzgzU2rIlI3u5QFUTx1V8XrbDM2&#10;xWZSkpit/945CN5meG/e+2a9XfykCsU0BjZQrypQxH2wIw8G3l4fr+5BpYxscQpMBn4owXZzfrbG&#10;xoYT76kc8qAkhFODBlzOc6N16h15TKswE4v2GaLHLGsctI14knA/6euqutMeR5YGhzPtHPVfh29v&#10;oBx3XXtTPorbv8R2iKF7ej92xlxeLO0DqExL/jf/XT9bwa/rW+GVd2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fkeK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6mGMUA&#10;AADeAAAADwAAAGRycy9kb3ducmV2LnhtbERPTWvCQBC9C/6HZYTedJNSpEZXEbGl7cUaBT0O2TEb&#10;zM6G7Dam/fVdodDbPN7nLFa9rUVHra8cK0gnCQjiwumKSwXHw8v4GYQPyBprx6TgmzyslsPBAjPt&#10;brynLg+liCHsM1RgQmgyKX1hyKKfuIY4chfXWgwRtqXULd5iuK3lY5JMpcWKY4PBhjaGimv+ZRX4&#10;dLM9fdifWXd+NbzL3830szRKPYz69RxEoD78i//cbzrOT9OnGdzfi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nqYY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44826" w:rsidRPr="0066767B" w:rsidRDefault="00444826" w:rsidP="0044482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44826" w:rsidRPr="0066767B" w:rsidRDefault="00444826" w:rsidP="0044482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44826" w:rsidRPr="0066767B" w:rsidRDefault="00444826" w:rsidP="0044482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44826" w:rsidRPr="0066767B" w:rsidRDefault="00444826" w:rsidP="0044482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44826" w:rsidRPr="0066767B" w:rsidRDefault="00444826" w:rsidP="0044482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444826" w:rsidRPr="0066767B" w:rsidRDefault="00444826" w:rsidP="0044482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444826" w:rsidRPr="0066767B" w:rsidRDefault="00444826" w:rsidP="00444826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444826" w:rsidRPr="0066767B" w:rsidRDefault="00444826" w:rsidP="0044482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444826" w:rsidRPr="0066767B" w:rsidRDefault="00444826" w:rsidP="0044482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444826" w:rsidRPr="0066767B" w:rsidRDefault="00444826" w:rsidP="0044482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44E9E1" wp14:editId="25CD269F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1150" name="Группа 109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115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8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9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0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1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2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3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4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5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6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7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8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9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0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2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3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4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5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6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7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9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0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826" w:rsidRDefault="00444826" w:rsidP="004448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7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wStsMA&#10;AADeAAAADwAAAGRycy9kb3ducmV2LnhtbERPTWvCQBC9C/6HZYTedJNIVVJXCaUtOQgSW+9DdkxC&#10;s7MhuzXx37sFwds83uds96NpxZV611hWEC8iEMSl1Q1XCn6+P+cbEM4ja2wtk4IbOdjvppMtptoO&#10;XND15CsRQtilqKD2vkuldGVNBt3CdsSBu9jeoA+wr6TucQjhppVJFK2kwYZDQ40dvddU/p7+jAK7&#10;/MoP5yoplh+89pwdN5fzeFDqZTZmbyA8jf4pfrhzHebH8WsM/++EG+Tu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wSt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o+YscA&#10;AADeAAAADwAAAGRycy9kb3ducmV2LnhtbERPTWsCMRC9F/ofwgi9SM2uoLZboxRha+tB0BZ6HTbT&#10;zdrNZElS3frrjVDobR7vc+bL3rbiSD40jhXkowwEceV0w7WCj/fy/gFEiMgaW8ek4JcCLBe3N3Ms&#10;tDvxjo77WIsUwqFABSbGrpAyVIYshpHriBP35bzFmKCvpfZ4SuG2leMsm0qLDacGgx2tDFXf+x+r&#10;4FBuzedqdn7xw8cdnYflZt2+TZW6G/TPTyAi9fFf/Od+1Wl+nk/GcH0n3S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KPmL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U/+MUA&#10;AADeAAAADwAAAGRycy9kb3ducmV2LnhtbESP0YrCMBBF34X9hzDCvoimXVGWahRZdBFfpLofMDRj&#10;U2wmpYm2+/dGEHyb4d65585y3dta3Kn1lWMF6SQBQVw4XXGp4O+8G3+D8AFZY+2YFPyTh/XqY7DE&#10;TLuOc7qfQiliCPsMFZgQmkxKXxiy6CeuIY7axbUWQ1zbUuoWuxhua/mVJHNpseJIMNjQj6HierrZ&#10;CDlO8Xi4dOfdb48dbg+GR5tcqc9hv1mACNSHt/l1vdexfprOpvB8J84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lT/4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iytsQA&#10;AADeAAAADwAAAGRycy9kb3ducmV2LnhtbERPTUsDMRC9C/6HMII3m93SVlmbltIqFMFDqyDehs10&#10;d3EzCcnY3f57Iwje5vE+Z7keXa/OFFPn2UA5KUAR19523Bh4f3u+ewCVBNli75kMXCjBenV9tcTK&#10;+oEPdD5Ko3IIpwoNtCKh0jrVLTlMEx+IM3fy0aFkGBttIw453PV6WhQL7bDj3NBioG1L9dfx2xl4&#10;HZ7Cy/1ifgqfcTbVaWflYyvG3N6Mm0dQQqP8i//ce5vnl+V8Br/v5Bv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4sr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ACF8UA&#10;AADeAAAADwAAAGRycy9kb3ducmV2LnhtbESP0YrCMBBF34X9hzDCvoimXVGWahRZdBFfpLofMDRj&#10;U2wmpYm2+/dGEHyb4d65585y3dta3Kn1lWMF6SQBQVw4XXGp4O+8G3+D8AFZY+2YFPyTh/XqY7DE&#10;TLuOc7qfQiliCPsMFZgQmkxKXxiy6CeuIY7axbUWQ1zbUuoWuxhua/mVJHNpseJIMNjQj6HierrZ&#10;CDlO8Xi4dOfdb48dbg+GR5tcqc9hv1mACNSHt/l1vdexfprOZvB8J84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MAIX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aJWsQA&#10;AADeAAAADwAAAGRycy9kb3ducmV2LnhtbERPTUvDQBC9C/0Pywje7CaljRK7LaVWEMGDVRBvQ3aa&#10;BLOzy+7YxH/vCoK3ebzPWW8nN6gzxdR7NlDOC1DEjbc9twbeXh+ub0ElQbY4eCYD35Rgu5ldrLG2&#10;fuQXOh+lVTmEU40GOpFQa52ajhymuQ/EmTv56FAyjK22Eccc7ga9KIpKO+w5N3QYaN9R83n8cgae&#10;x0N4uqlWp/ARlwud7q2878WYq8tpdwdKaJJ/8Z/70eb5Zbmq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miV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8xKMUA&#10;AADeAAAADwAAAGRycy9kb3ducmV2LnhtbERPW2vCMBR+F/YfwhnsZWjaDXV0RlEhTNhgeIG9Hppj&#10;W9aclCSz3b83g4Fv5+O7nsVqsK24kA+NYwX5JANBXDrTcKXgdNTjFxAhIhtsHZOCXwqwWt6NFlgY&#10;1/OeLodYiRTCoUAFdYxdIWUoa7IYJq4jTtzZeYsxQV9J47FP4baVT1k2kxYbTg01drStqfw+/FgF&#10;m8++evaP5WZw7+e3r6nWRn9opR7uh/UriEhDvIn/3TuT5uf5dA5/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LzEo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DvpcUA&#10;AADeAAAADwAAAGRycy9kb3ducmV2LnhtbESPQWvDMAyF74P9B6NCb6uT0o6S1S1lIzDGLuv2A0Ss&#10;xWljOdhumv776jDYTeI9vfdpu598r0aKqQtsoFwUoIibYDtuDfx8108bUCkjW+wDk4EbJdjvHh+2&#10;WNlw5S8aj7lVEsKpQgMu56HSOjWOPKZFGIhF+w3RY5Y1ttpGvEq47/WyKJ61x46lweFAr46a8/Hi&#10;DdQfy8/xfLGxDodp5WntTps3Z8x8Nh1eQGWa8r/57/rdCn5ZroVX3pEZ9O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gO+l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wAwcUA&#10;AADeAAAADwAAAGRycy9kb3ducmV2LnhtbERPW2vCMBR+F/YfwhnsZWjaDcV1RlEhTNhgeIG9Hppj&#10;W9aclCSz3b83g4Fv5+O7nsVqsK24kA+NYwX5JANBXDrTcKXgdNTjOYgQkQ22jknBLwVYLe9GCyyM&#10;63lPl0OsRArhUKCCOsaukDKUNVkME9cRJ+7svMWYoK+k8dincNvKpyybSYsNp4YaO9rWVH4ffqyC&#10;zWdfPfvHcjO49/Pb11Rroz+0Ug/3w/oVRKQh3sT/7p1J8/N8+gJ/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/ADB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opHsUA&#10;AADeAAAADwAAAGRycy9kb3ducmV2LnhtbESPQWvDMAyF74P9B6NCb6uT0pWS1S1lIzDGLuv2A0Ss&#10;xWljOdhumv776jDYTUJP771vu598r0aKqQtsoFwUoIibYDtuDfx8108bUCkjW+wDk4EbJdjvHh+2&#10;WNlw5S8aj7lVYsKpQgMu56HSOjWOPKZFGIjl9huixyxrbLWNeBVz3+tlUay1x44lweFAr46a8/Hi&#10;DdQfy8/xfLGxDodp5enZnTZvzpj5bDq8gMo05X/x3/e7lfpluRYAwZEZ9O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mik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gSbcAA&#10;AADeAAAADwAAAGRycy9kb3ducmV2LnhtbERP24rCMBB9X/Afwgi+rWnWC1KNIoKij1v9gKEZ22Iz&#10;qU3W1r83grBvczjXWW16W4sHtb5yrEGNExDEuTMVFxou5/33AoQPyAZrx6ThSR4268HXClPjOv6l&#10;RxYKEUPYp6ihDKFJpfR5SRb92DXEkbu61mKIsC2kabGL4baWP0kylxYrjg0lNrQrKb9lf1bD9Nkd&#10;7tnsluyNJXWaNCcO+Uzr0bDfLkEE6sO/+OM+mjhfqbmC9zvxBr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gSb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iatcIA&#10;AADeAAAADwAAAGRycy9kb3ducmV2LnhtbERPTYvCMBC9C/sfwix407Q9FO0aRRSXxZN2u3semrEt&#10;NpPSRK3/3giCt3m8z1msBtOKK/WusawgnkYgiEurG64UFL+7yQyE88gaW8uk4E4OVsuP0QIzbW98&#10;pGvuKxFC2GWooPa+y6R0ZU0G3dR2xIE72d6gD7CvpO7xFsJNK5MoSqXBhkNDjR1tairP+cUouKT/&#10;ScGnvT7k2/v3fLtbO/lXKTX+HNZfIDwN/i1+uX90mB/HaQLPd8IN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yJq1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uPM8YA&#10;AADeAAAADwAAAGRycy9kb3ducmV2LnhtbERPS2vCQBC+C/0PyxR6002qBE1dpS0U1IPi6+Btmp0m&#10;abOzaXbV+O9dQfA2H99zxtPWVOJEjSstK4h7EQjizOqScwW77Vd3CMJ5ZI2VZVJwIQfTyVNnjKm2&#10;Z17TaeNzEULYpaig8L5OpXRZQQZdz9bEgfuxjUEfYJNL3eA5hJtKvkZRIg2WHBoKrOmzoOxvczQK&#10;9qthMlp9zAe/i+U39o3+P+gyUerluX1/A+Gp9Q/x3T3TYX4cJ324vRNuk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uPM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uA08QA&#10;AADeAAAADwAAAGRycy9kb3ducmV2LnhtbERPS2vCQBC+F/wPywi9NZvYECRmFdtSW3ryBV6H7JgE&#10;s7Mhu9Wkv75bKHibj+85xWowrbhS7xrLCpIoBkFcWt1wpeB4eH+ag3AeWWNrmRSM5GC1nDwUmGt7&#10;4x1d974SIYRdjgpq77tcSlfWZNBFtiMO3Nn2Bn2AfSV1j7cQblo5i+NMGmw4NNTY0WtN5WX/bRT8&#10;ZCfcuo/Zy9uz9jSm84392m6UepwO6wUIT4O/i//dnzrMT5Ishb93wg1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7gNP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5M5sIA&#10;AADeAAAADwAAAGRycy9kb3ducmV2LnhtbERPzYrCMBC+C75DGGFvmlZU3GqUZVHwptZ9gKEZ02Iz&#10;qU3Urk9vhIW9zcf3O8t1Z2txp9ZXjhWkowQEceF0xUbBz2k7nIPwAVlj7ZgU/JKH9arfW2Km3YOP&#10;dM+DETGEfYYKyhCaTEpflGTRj1xDHLmzay2GCFsjdYuPGG5rOU6SmbRYcWwosaHvkopLfrMKrm48&#10;1V2+wf1l83mojJlcn8eJUh+D7msBIlAX/sV/7p2O89N0NoX3O/EG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jkzm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C0esMA&#10;AADeAAAADwAAAGRycy9kb3ducmV2LnhtbERPyW7CMBC9I/EP1iBxK06KCDTFIIpUiSvLocepPSSB&#10;eBxiAylfX1eqxG2e3jrzZWdrcaPWV44VpKMEBLF2puJCwWH/+TID4QOywdoxKfghD8tFvzfH3Lg7&#10;b+m2C4WIIexzVFCG0ORSel2SRT9yDXHkjq61GCJsC2lavMdwW8vXJMmkxYpjQ4kNrUvS593VKthU&#10;3zTJ9PHNzj709utxCePpySg1HHSrdxCBuvAU/7s3Js5P0yyDv3fiD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C0e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3oNsYA&#10;AADeAAAADwAAAGRycy9kb3ducmV2LnhtbERP0WrCQBB8L/gPxwp9q5f4oDX1DKZQaLEK2lJfl9ya&#10;C+b2Qu4a49/3hIJvszs7MzvLfLCN6KnztWMF6SQBQVw6XXOl4Pvr7ekZhA/IGhvHpOBKHvLV6GGJ&#10;mXYX3lN/CJWIJuwzVGBCaDMpfWnIop+4ljhyJ9dZDHHsKqk7vERz28hpksykxZpjgsGWXg2V58Ov&#10;VdDj7pocTbFdfNSf5XRX/Gx03KvH8bB+ARFoCPfjf/W7ju+n6WwOtzoRg1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3oN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+j3sUA&#10;AADeAAAADwAAAGRycy9kb3ducmV2LnhtbESPQU/DMAyF70j8h8hIu7G0PUyoLJsmpCGOW+HA0TRe&#10;062JqySsHb8eH5C42XrP731eb2c/qCvF1HMwUC4LUBRatn3oDHy87x+fQKWMweLAgQzcKMF2c3+3&#10;xtryFI50bXKnJCSkGg24nMda69Q68piWPFIQ7cTRY5Y1dtpGnCTcD7oqipX22AdpcDjSi6P20nx7&#10;A9Nr+3WuTp/W/cSR982Bz9XAxiwe5t0zqExz/jf/Xb9ZwS/LlfDKOzKD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H6Pe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sWUsUA&#10;AADeAAAADwAAAGRycy9kb3ducmV2LnhtbERPS2sCMRC+F/ofwhR6q9n14GM1itUKIi3i6z5uxt1t&#10;k8mySXX990Yo9DYf33PG09YacaHGV44VpJ0EBHHudMWFgsN++TYA4QOyRuOYFNzIw3Ty/DTGTLsr&#10;b+myC4WIIewzVFCGUGdS+rwki77jauLInV1jMUTYFFI3eI3h1shukvSkxYpjQ4k1zUvKf3a/VsFy&#10;szDf3a/t7CjD/KN/MoP1++JTqdeXdjYCEagN/+I/90rH+WnaG8LjnXiD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qxZ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70hsgA&#10;AADeAAAADwAAAGRycy9kb3ducmV2LnhtbESPT2vCQBDF70K/wzKFXkrdpMU/RFcRoWhBQW2h1zE7&#10;JsHsbMhuY/rtO4eCtxnmzXvvN1/2rlYdtaHybCAdJqCIc28rLgx8fb6/TEGFiGyx9kwGfinAcvEw&#10;mGNm/Y2P1J1iocSEQ4YGyhibTOuQl+QwDH1DLLeLbx1GWdtC2xZvYu5q/ZokY+2wYkkosaF1Sfn1&#10;9OMMdIfdudh2ofm4Tp/D6O282ezttzFPj/1qBipSH+/i/++tlfppOhEAwZEZ9OI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vvSG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vAMYA&#10;AADeAAAADwAAAGRycy9kb3ducmV2LnhtbERPTWvCQBC9F/oflil4azaR2mrqKloQvBTU9qC3MTtN&#10;gtnZuLtq7K93hUJv83ifM552phFncr62rCBLUhDEhdU1lwq+vxbPQxA+IGtsLJOCK3mYTh4fxphr&#10;e+E1nTehFDGEfY4KqhDaXEpfVGTQJ7YljtyPdQZDhK6U2uElhptG9tP0VRqsOTZU2NJHRcVhczIK&#10;5qPh/Lh64c/f9X5Hu+3+MOi7VKneUzd7BxGoC//iP/dSx/lZ9pbB/Z14g5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4vAMYAAADeAAAADwAAAAAAAAAAAAAAAACYAgAAZHJz&#10;L2Rvd25yZXYueG1sUEsFBgAAAAAEAAQA9QAAAIsDAAAAAA==&#10;" fillcolor="black" stroked="f"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+/d8YA&#10;AADeAAAADwAAAGRycy9kb3ducmV2LnhtbERPS2vCQBC+C/0Pywi96SaBqkRX0T6gUHvwcfA4Zsdk&#10;SXY2ZLea9td3C0Jv8/E9Z7HqbSOu1HnjWEE6TkAQF04bLhUcD2+jGQgfkDU2jknBN3lYLR8GC8y1&#10;u/GOrvtQihjCPkcFVQhtLqUvKrLox64ljtzFdRZDhF0pdYe3GG4bmSXJRFo0HBsqbOm5oqLef1kF&#10;p4+Jme0MZeftz+ZVb5/qzedLrdTjsF/PQQTqw7/47n7XcX6aTjP4eyfe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4+/d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F33sUA&#10;AADeAAAADwAAAGRycy9kb3ducmV2LnhtbERPS2sCMRC+F/wPYQreanYVWtkaRSyilx7qA6/DZrrZ&#10;7mayTaKu/vqmUOhtPr7nzBa9bcWFfKgdK8hHGQji0umaKwWH/fppCiJEZI2tY1JwowCL+eBhhoV2&#10;V/6gyy5WIoVwKFCBibErpAylIYth5DrixH06bzEm6CupPV5TuG3lOMuepcWaU4PBjlaGymZ3tgr8&#10;8vTW3Pl8bLL7+y1svvrvKRqlho/98hVEpD7+i//cW53m5/nLBH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kXfe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lZ4cQA&#10;AADeAAAADwAAAGRycy9kb3ducmV2LnhtbERP22rCQBB9L/Qflin4UnQTKbWmrlIKBUEpaP2AMTsm&#10;obuzITvV6Nd3BcG3OZzrzBa9d+pIXWwCG8hHGSjiMtiGKwO7n6/hG6goyBZdYDJwpgiL+ePDDAsb&#10;Tryh41YqlUI4FmigFmkLrWNZk8c4Ci1x4g6h8ygJdpW2HZ5SuHd6nGWv2mPDqaHGlj5rKn+3f96A&#10;G+/ddDWJaznv9Dq7eNk8f1tjBk/9xzsooV7u4pt7adP8PJ+8wPWddIOe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JWe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W9IMQA&#10;AADeAAAADwAAAGRycy9kb3ducmV2LnhtbERPS2sCMRC+F/ofwhR6q9kV+mA1SlsR9tKDW8XruBk3&#10;i8lk2aS6+uuNIPQ2H99zpvPBWXGkPrSeFeSjDARx7XXLjYL17/LlA0SIyBqtZ1JwpgDz2ePDFAvt&#10;T7yiYxUbkUI4FKjAxNgVUobakMMw8h1x4va+dxgT7BupezylcGflOMvepMOWU4PBjr4N1YfqzylY&#10;VJ0dr0vzFbabn93OlpclbRdKPT8NnxMQkYb4L767S53m5/n7K9zeST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VvSD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KRYcIA&#10;AADeAAAADwAAAGRycy9kb3ducmV2LnhtbERPTYvCMBC9L/gfwgje1qR7qEvXKCIKgqd19bC3IRnb&#10;ajMpTdbWf28WBG/zeJ8zXw6uETfqQu1ZQzZVIIiNtzWXGo4/2/dPECEiW2w8k4Y7BVguRm9zLKzv&#10;+Ztuh1iKFMKhQA1VjG0hZTAVOQxT3xIn7uw7hzHBrpS2wz6Fu0Z+KJVLhzWnhgpbWldkroc/p+Gy&#10;lXtvFJrT8dTv7Ox3k1OjtJ6Mh9UXiEhDfImf7p1N87NslsP/O+kG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QpFh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bHncUA&#10;AADeAAAADwAAAGRycy9kb3ducmV2LnhtbERPTWvCQBC9F/oflhF6q5tY0JC6CVYQSksPVZEex+yY&#10;hGRnw+6q6b93CwVv83ifsyxH04sLOd9aVpBOExDEldUt1wr2u81zBsIHZI29ZVLwSx7K4vFhibm2&#10;V/6myzbUIoawz1FBE8KQS+mrhgz6qR2II3eyzmCI0NVSO7zGcNPLWZLMpcGWY0ODA60bqrrt2Sj4&#10;OX/y6evlY+XewsGOO9/Njlmn1NNkXL2CCDSGu/jf/a7j/DRdLODvnXiDL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5sed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SGnckA&#10;AADeAAAADwAAAGRycy9kb3ducmV2LnhtbESPT2/CMAzF75P2HSJP2m2kRfsDhYDGpEm7IA3GAW6m&#10;8dqKxumSDAqfHh8m7WbrPb/383Teu1YdKcTGs4F8kIEiLr1tuDKw+Xp/GIGKCdli65kMnCnCfHZ7&#10;M8XC+hOv6LhOlZIQjgUaqFPqCq1jWZPDOPAdsWjfPjhMsoZK24AnCXetHmbZs3bYsDTU2NFbTeVh&#10;/esMLMajxc/nIy8vq/2Odtv94WkYMmPu7/rXCahEffo3/11/WMHP8xfhlXdkBj27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6SGnckAAADeAAAADwAAAAAAAAAAAAAAAACYAgAA&#10;ZHJzL2Rvd25yZXYueG1sUEsFBgAAAAAEAAQA9QAAAI4DAAAAAA==&#10;" fillcolor="black" stroked="f"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4orMQA&#10;AADeAAAADwAAAGRycy9kb3ducmV2LnhtbERPS0sDMRC+C/6HMII3m90KPrZNy1IoFU/bqvQ63Yyb&#10;xc1kSdJ0/fdGELzNx/ec5Xqyg0jkQ+9YQTkrQBC3TvfcKXh/2949gQgRWePgmBR8U4D16vpqiZV2&#10;F95TOsRO5BAOFSowMY6VlKE1ZDHM3EicuU/nLcYMfSe1x0sOt4OcF8WDtNhzbjA40sZQ+3U4WwXp&#10;tGnq+3RMZv/q6867ZvdxapS6vZnqBYhIU/wX/7lfdJ5flo/P8PtOvkG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eKK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21H8cA&#10;AADeAAAADwAAAGRycy9kb3ducmV2LnhtbESPQU/DMAyF70j8h8hI3FhaDtPolk3TBGhwGRSk7Wg1&#10;XlOtcaom6wq/Hh8mcbPl5/fet1iNvlUD9bEJbCCfZKCIq2Abrg18f708zEDFhGyxDUwGfijCanl7&#10;s8DChgt/0lCmWokJxwINuJS6QutYOfIYJ6Ejltsx9B6TrH2tbY8XMfetfsyyqfbYsCQ47GjjqDqV&#10;Z28g5pvn/bv/fRoOr4535ZubftTOmPu7cT0HlWhM/+Lr99ZK/TyfCYDgyAx6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dtR/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44826" w:rsidRDefault="00444826" w:rsidP="004448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44826" w:rsidRPr="0066767B" w:rsidRDefault="00444826" w:rsidP="0044482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66767B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444826" w:rsidRPr="0066767B" w:rsidRDefault="00444826" w:rsidP="0044482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444826" w:rsidRPr="0066767B" w:rsidRDefault="00444826" w:rsidP="0044482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444826" w:rsidRPr="0066767B" w:rsidRDefault="00444826" w:rsidP="00444826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444826" w:rsidRPr="0066767B" w:rsidRDefault="00444826" w:rsidP="0044482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.01.2021р.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     Крупець                                        №_____</w:t>
      </w:r>
    </w:p>
    <w:p w:rsidR="00444826" w:rsidRPr="0066767B" w:rsidRDefault="00444826" w:rsidP="0044482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44826" w:rsidRPr="0066767B" w:rsidRDefault="00444826" w:rsidP="0044482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44826" w:rsidRPr="0066767B" w:rsidRDefault="00444826" w:rsidP="0044482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444826" w:rsidRPr="0066767B" w:rsidRDefault="00444826" w:rsidP="0044482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444826" w:rsidRPr="0066767B" w:rsidRDefault="00444826" w:rsidP="0044482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444826" w:rsidRPr="0066767B" w:rsidRDefault="00444826" w:rsidP="0044482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</w:p>
    <w:p w:rsidR="00444826" w:rsidRPr="0066767B" w:rsidRDefault="00444826" w:rsidP="0044482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Юрчик О.М.</w:t>
      </w:r>
    </w:p>
    <w:p w:rsidR="00444826" w:rsidRPr="0066767B" w:rsidRDefault="00444826" w:rsidP="0044482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44826" w:rsidRPr="0066767B" w:rsidRDefault="00444826" w:rsidP="0044482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розглянувши заяву   Юрчик О.М.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сільська  рада </w:t>
      </w:r>
    </w:p>
    <w:p w:rsidR="00444826" w:rsidRPr="0066767B" w:rsidRDefault="00444826" w:rsidP="0044482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444826" w:rsidRPr="0066767B" w:rsidRDefault="00444826" w:rsidP="0044482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44826" w:rsidRPr="0066767B" w:rsidRDefault="00444826" w:rsidP="0044482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твердити  Юрчик Олені Максимівні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як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а  зареєстрована за адресою: </w:t>
      </w:r>
      <w:r w:rsidR="00C43F42">
        <w:rPr>
          <w:rFonts w:ascii="Times New Roman" w:eastAsia="Calibri" w:hAnsi="Times New Roman" w:cs="Times New Roman"/>
          <w:sz w:val="24"/>
          <w:lang w:val="en-US"/>
        </w:rPr>
        <w:t>_________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ідентифікаційний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номер </w:t>
      </w:r>
      <w:r w:rsidR="00C43F4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риватну власність, площею 0,2500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 кадастровий номер: 6823984000:01:016:0030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для</w:t>
      </w:r>
      <w:r w:rsidRPr="00F6770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вулиця Незалежності, 111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44826" w:rsidRPr="0066767B" w:rsidRDefault="00444826" w:rsidP="0044482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2. Юрчик О.М.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444826" w:rsidRPr="0066767B" w:rsidRDefault="00444826" w:rsidP="0044482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44826" w:rsidRPr="0066767B" w:rsidRDefault="00444826" w:rsidP="0044482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44826" w:rsidRPr="0066767B" w:rsidRDefault="00444826" w:rsidP="0044482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444826" w:rsidRPr="00444826" w:rsidRDefault="00444826" w:rsidP="0044482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</w:p>
    <w:p w:rsidR="00444826" w:rsidRDefault="00444826" w:rsidP="00444826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7A224F" w:rsidRPr="00444826" w:rsidRDefault="00444826" w:rsidP="00444826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Сільський   голова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     Валерій   МИХАЛЮК</w:t>
      </w:r>
    </w:p>
    <w:sectPr w:rsidR="007A224F" w:rsidRPr="0044482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4F3" w:rsidRDefault="008E64F3">
      <w:pPr>
        <w:spacing w:after="0" w:line="240" w:lineRule="auto"/>
      </w:pPr>
      <w:r>
        <w:separator/>
      </w:r>
    </w:p>
  </w:endnote>
  <w:endnote w:type="continuationSeparator" w:id="0">
    <w:p w:rsidR="008E64F3" w:rsidRDefault="008E6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4F3" w:rsidRDefault="008E64F3">
      <w:pPr>
        <w:spacing w:after="0" w:line="240" w:lineRule="auto"/>
      </w:pPr>
      <w:r>
        <w:separator/>
      </w:r>
    </w:p>
  </w:footnote>
  <w:footnote w:type="continuationSeparator" w:id="0">
    <w:p w:rsidR="008E64F3" w:rsidRDefault="008E6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826"/>
    <w:rsid w:val="00444826"/>
    <w:rsid w:val="007A224F"/>
    <w:rsid w:val="008E64F3"/>
    <w:rsid w:val="00C43F42"/>
    <w:rsid w:val="00DB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26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26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2021-01-18T11:52:00Z</dcterms:created>
  <dcterms:modified xsi:type="dcterms:W3CDTF">2021-01-18T12:18:00Z</dcterms:modified>
</cp:coreProperties>
</file>