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83" w:rsidRPr="008F5204" w:rsidRDefault="00F64483" w:rsidP="00F64483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F64483" w:rsidRPr="008F5204" w:rsidRDefault="00F849F4" w:rsidP="00F64483">
      <w:pPr>
        <w:rPr>
          <w:rFonts w:ascii="Times New Roman" w:hAnsi="Times New Roman" w:cs="Times New Roman"/>
        </w:rPr>
      </w:pPr>
      <w:r w:rsidRPr="00F849F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Группа 1121" o:sp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Dx5XzOwXUAAI1ZBAAOAAAAAAAAAAAAAAAA&#10;AC4CAABkcnMvZTJvRG9jLnhtbFBLAQItABQABgAIAAAAIQCyHUyb4AAAAAoBAAAPAAAAAAAAAAAA&#10;AAAAABt4AABkcnMvZG93bnJldi54bWxQSwUGAAAAAAQABADzAAAAKHk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c9HL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yXgc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2XPRy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1cicgA&#10;AADdAAAADwAAAGRycy9kb3ducmV2LnhtbESPQWsCMRSE74X+h/AEL1KzFlnbrVGKsNp6ELSFXh+b&#10;183azcuSRN3665tCocdhZr5h5svetuJMPjSOFUzGGQjiyumGawXvb+XdA4gQkTW2jknBNwVYLm5v&#10;5lhod+E9nQ+xFgnCoUAFJsaukDJUhiyGseuIk/fpvMWYpK+l9nhJcNvK+yzLpcWG04LBjlaGqq/D&#10;ySo4ljvzsZpd1370uKfrqNxu2tdcqeGgf34CEamP/+G/9otWkE+n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zVy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ggcQA&#10;AADdAAAADwAAAGRycy9kb3ducmV2LnhtbESP32rCMBTG7we+QziCN0PTuSKjGksRleFNUfcAh+bY&#10;FJuT0mS2vv0yGOzy4/vz49vko23Fg3rfOFbwtkhAEFdON1wr+Loe5h8gfEDW2DomBU/ykG8nLxvM&#10;tBv4TI9LqEUcYZ+hAhNCl0npK0MW/cJ1xNG7ud5iiLKvpe5xiOO2lcskWUmLDUeCwY52hqr75dtG&#10;SPmO5ek2XA/HEQfcnwy/FmelZtOxWIMINIb/8F/7UytYpekS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oI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QusYA&#10;AADdAAAADwAAAGRycy9kb3ducmV2LnhtbESPQUvDQBSE70L/w/IEb3ZjjVFit6VUhSJ4sAri7ZF9&#10;TYLZt8vus4n/3i0IHoeZ+YZZric3qCPF1Hs2cDUvQBE33vbcGnh/e7q8A5UE2eLgmQz8UIL1ana2&#10;xNr6kV/puJdWZQinGg10IqHWOjUdOUxzH4izd/DRoWQZW20jjhnuBr0oiko77DkvdBho21Hztf92&#10;Bl7Gx/B8W90cwmcsFzo9WPnYijEX59PmHpTQJP/hv/bOGqjK8h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DQu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db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yNI0hf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inW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tVcYA&#10;AADdAAAADwAAAGRycy9kb3ducmV2LnhtbESPQUvDQBSE70L/w/IK3uzGkkaJ3ZbSKojgwSqIt0f2&#10;NQlm3y67zyb+e1cQPA4z8w2z3k5uUGeKqfds4HpRgCJuvO25NfD2+nB1CyoJssXBMxn4pgTbzexi&#10;jbX1I7/Q+SityhBONRroREKtdWo6cpgWPhBn7+SjQ8kyttpGHDPcDXpZFJV22HNe6DDQvqPm8/jl&#10;DDyP9+HpplqdwkcslzodrLzvxZjL+bS7AyU0yX/4r/1oDVRlu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XtV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TXMcA&#10;AADdAAAADwAAAGRycy9kb3ducmV2LnhtbESPzWrDMBCE74W8g9hCLyGR2yYmuFFCUhANtFDyA70u&#10;1sY2tVZGUmP37aNCoMdhZr5hluvBtuJCPjSOFTxOMxDEpTMNVwpORz1ZgAgR2WDrmBT8UoD1anS3&#10;xMK4nvd0OcRKJAiHAhXUMXaFlKGsyWKYuo44eWfnLcYkfSWNxz7BbSufsiyXFhtOCzV29FpT+X34&#10;sQq2n3317MfldnDv57evudZGf2ilHu6HzQuISEP8D9/aO6Mgn81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H01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sgsQA&#10;AADdAAAADwAAAGRycy9kb3ducmV2LnhtbESPUWvCMBSF3wf+h3CFvc1U6VSqUcRRkLGXqT/g0lyb&#10;anNTkljrv18Ggz0ezjnf4ay3g21FTz40jhVMJxkI4srphmsF51P5tgQRIrLG1jEpeFKA7Wb0ssZC&#10;uwd/U3+MtUgQDgUqMDF2hZShMmQxTFxHnLyL8xZjkr6W2uMjwW0rZ1k2lxYbTgsGO9obqm7Hu1VQ&#10;fs6++ttd+9LthtzSu7kuP4xSr+NhtwIRaYj/4b/2QSuY5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LI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TitcMA&#10;AADdAAAADwAAAGRycy9kb3ducmV2LnhtbERPXWvCMBR9F/Yfwh3sZcx0TmVUo0whTJggU2Gvl+ba&#10;FpubkmS2/nvzIPh4ON/zZW8bcSEfascK3ocZCOLCmZpLBceDfvsEESKywcYxKbhSgOXiaTDH3LiO&#10;f+myj6VIIRxyVFDF2OZShqIii2HoWuLEnZy3GBP0pTQeuxRuGznKsqm0WHNqqLCldUXFef9vFax2&#10;XfnhX4tV735O338TrY3eaqVenvuvGYhIfXyI7+6NUTAdj9Pc9CY9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Tit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Ada8QA&#10;AADdAAAADwAAAGRycy9kb3ducmV2LnhtbESPUWvCMBSF3wf+h3CFvc1U6USrUcRRkLGXqT/g0lyb&#10;anNTkljrv18Ggz0ezjnf4ay3g21FTz40jhVMJxkI4srphmsF51P5tgARIrLG1jEpeFKA7Wb0ssZC&#10;uwd/U3+MtUgQDgUqMDF2hZShMmQxTFxHnLyL8xZjkr6W2uMjwW0rZ1k2lxYbTgsGO9obqm7Hu1VQ&#10;fs6++ttd+9LthtzSu7kuPoxSr+NhtwIRaYj/4b/2QSuY5/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gHW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D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Szmc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Y4D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EisUA&#10;AADdAAAADwAAAGRycy9kb3ducmV2LnhtbESPT2vCQBTE7wW/w/KE3upG0VBTVxElRXpqo+35kX0m&#10;odm3Ibvmz7fvCkKPw8z8htnsBlOLjlpXWVYwn0UgiHOrKy4UXM7pyysI55E11pZJwUgOdtvJ0wYT&#10;bXv+oi7zhQgQdgkqKL1vEildXpJBN7MNcfCutjXog2wLqVvsA9zUchFFsTRYcVgosaFDSflvdjMK&#10;bvHP4sLXD/2ZHcf39THdO/ldKPU8HfZvIDwN/j/8aJ+0gni5m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IS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ll+sgA&#10;AADdAAAADwAAAGRycy9kb3ducmV2LnhtbESPQWvCQBSE74L/YXlCb7qptUGjq2ih0PZgqNWDt2f2&#10;NYlm38bsVtN/7wqFHoeZ+YaZLVpTiQs1rrSs4HEQgSDOrC45V7D9eu2PQTiPrLGyTAp+ycFi3u3M&#10;MNH2yp902fhcBAi7BBUU3teJlC4ryKAb2Jo4eN+2MeiDbHKpG7wGuKnkMIpiabDksFBgTS8FZafN&#10;j1GwS8fxJF29j44f6wM+GX3e6zJW6qHXLqcgPLX+P/zXftMK4tHzEO5vwhO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6WX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0Cks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4inbxP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0Ck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JXsUA&#10;AADdAAAADwAAAGRycy9kb3ducmV2LnhtbESPwWrDMBBE74X+g9hCb42cYIfWiRJKSSC3xk4/YLG2&#10;som1cizFdvP1VaDQ4zAzb5j1drKtGKj3jWMF81kCgrhyumGj4Ou0f3kF4QOyxtYxKfghD9vN48Ma&#10;c+1GLmgogxERwj5HBXUIXS6lr2qy6GeuI47et+sthih7I3WPY4TbVi6SZCktNhwXauzoo6bqXF6t&#10;gotbZHoqd/h53r0dG2PSy61IlXp+mt5XIAJN4T/81z5oBcs0S+H+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Ml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HmrcUA&#10;AADdAAAADwAAAGRycy9kb3ducmV2LnhtbESPwW7CMBBE70j9B2srcSNOCwmQYlCLhMQV2gPHxV6S&#10;tPE6jQ2k/fq6EhLH0cy80SxWvW3EhTpfO1bwlKQgiLUzNZcKPt43oxkIH5ANNo5JwQ95WC0fBgss&#10;jLvyji77UIoIYV+ggiqEtpDS64os+sS1xNE7uc5iiLIrpenwGuG2kc9pmkuLNceFCltaV6S/9mer&#10;YFsfKcv1aW5nb3p3+P0O4+mnUWr42L++gAjUh3v41t4aBfkky+D/TX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ea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LLsIA&#10;AADdAAAADwAAAGRycy9kb3ducmV2LnhtbERPW2vCMBR+H/gfwhH2NlNlK1qNMgeDjangBX09NMem&#10;2JyUJqv13y8DwcfvzjdbdLYSLTW+dKxgOEhAEOdOl1woOOw/X8YgfEDWWDkmBTfysJj3nmaYaXfl&#10;LbW7UIhYwj5DBSaEOpPS54Ys+oGriaN2do3FEGFTSN3gNZbbSo6SJJUWS44LBmv6MJRfdr9WQYub&#10;W3Iyy/Xku1zlo83y+KMjr5773fsURKAuPMz39JdWkL6+pfD/Jj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os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2Q1cUA&#10;AADdAAAADwAAAGRycy9kb3ducmV2LnhtbESPQUvDQBSE74L/YXmCN7sxaCux21IKFY+a9uDxmX3N&#10;pmbfC7trE/31riB4HGbmG2a5nnyvzhRiJ2zgdlaAIm7EdtwaOOx3Nw+gYkK22AuTgS+KsF5dXiyx&#10;sjLyK53r1KoM4VihAZfSUGkdG0ce40wG4uwdJXhMWYZW24Bjhvtel0Ux1x47zgsOB9o6aj7qT29g&#10;fGreT+XxzbrvMMiufpFT2Ysx11fT5hFUoin9h//az9bA/O5+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ZDV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lCAMQA&#10;AADdAAAADwAAAGRycy9kb3ducmV2LnhtbERPy2oCMRTdF/yHcAV3NaPUB6NRrA8oohRtu79OrjOj&#10;yc0wiTr+fbModHk47+m8sUbcqfalYwW9bgKCOHO65FzB99fmdQzCB2SNxjEpeJKH+az1MsVUuwcf&#10;6H4MuYgh7FNUUIRQpVL6rCCLvusq4sidXW0xRFjnUtf4iOHWyH6SDKXFkmNDgRUtC8qux5tVsPlc&#10;mUt/f1j8yLBcj05mvH1f7ZTqtJvFBESgJvyL/9wfWsHwbRDnxjfxCc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ZQg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qIscA&#10;AADdAAAADwAAAGRycy9kb3ducmV2LnhtbESPQWvCQBSE7wX/w/KEXkqzsa1Bo6tIoaigYG3B60v2&#10;mQSzb0N2G9N/3xUKHoeZ+YaZL3tTi45aV1lWMIpiEMS51RUXCr6/Pp4nIJxH1lhbJgW/5GC5GDzM&#10;MdX2yp/UHX0hAoRdigpK75tUSpeXZNBFtiEO3tm2Bn2QbSF1i9cAN7V8ieNEGqw4LJTY0HtJ+eX4&#10;YxR0h11WbDrXbC+TJzd+zdbrvT4p9TjsVzMQnnp/D/+3N1pB8jaewu1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yKi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1y8QA&#10;AADdAAAADwAAAGRycy9kb3ducmV2LnhtbERPy4rCMBTdC/MP4Q6403REi1ajjILgRvAxi3F3be60&#10;xeamk0Stfv1kMeDycN6zRWtqcSPnK8sKPvoJCOLc6ooLBV/HdW8MwgdkjbVlUvAgD4v5W2eGmbZ3&#10;3tPtEAoRQ9hnqKAMocmk9HlJBn3fNsSR+7HOYIjQFVI7vMdwU8tBkqTSYMWxocSGViXll8PVKFhO&#10;xsvf3ZC3z/35RKfv82U0cIlS3ff2cwoiUBte4n/3RitIh2ncH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FNcvEAAAA3QAAAA8AAAAAAAAAAAAAAAAAmAIAAGRycy9k&#10;b3ducmV2LnhtbFBLBQYAAAAABAAEAPUAAACJAwAAAAA=&#10;" fillcolor="black" stroked="f"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BTXsgA&#10;AADdAAAADwAAAGRycy9kb3ducmV2LnhtbESPS2vDMBCE74X8B7GF3ho5oTXGiRKaR6GQ5JDHIcet&#10;tbWFrZWx1MTtr68ChRyHmfmGmc5724gLdd44VjAaJiCIC6cNlwpOx/fnDIQPyBobx6TghzzMZ4OH&#10;KebaXXlPl0MoRYSwz1FBFUKbS+mLiiz6oWuJo/flOoshyq6UusNrhNtGjpMklRYNx4UKW1pWVNSH&#10;b6vgvElNtjc0/tz+LtZ6+1ovdqtaqafH/m0CIlAf7uH/9odWkL6kI7i9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oFN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znMUA&#10;AADdAAAADwAAAGRycy9kb3ducmV2LnhtbESPQWsCMRSE74L/ITzBW81WyiJbo0iltBcPtUqvj81z&#10;s+7mZU2irv76plDwOMzMN8x82dtWXMiH2rGC50kGgrh0uuZKwe77/WkGIkRkja1jUnCjAMvFcDDH&#10;Qrsrf9FlGyuRIBwKVGBi7AopQ2nIYpi4jjh5B+ctxiR9JbXHa4LbVk6zLJcWa04LBjt6M1Q227NV&#10;4Fc/6+bO532T3Te38HHsTzM0So1H/eoVRKQ+PsL/7U+tIH/Jp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/Oc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/ztcYA&#10;AADdAAAADwAAAGRycy9kb3ducmV2LnhtbESPUWvCQBCE3wv+h2OFvhS9aEvU1FOkUChUClp/wJpb&#10;k9C7vZDbauyv7xUKPg4z8w2zXPfeqTN1sQlsYDLOQBGXwTZcGTh8vo7moKIgW3SBycCVIqxXg7sl&#10;FjZceEfnvVQqQTgWaKAWaQutY1mTxzgOLXHyTqHzKEl2lbYdXhLcOz3Nslx7bDgt1NjSS03l1/7b&#10;G3DTo1u8z+JWrge9zX687B4+rDH3w37zDEqol1v4v/1mDeRP+SP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/zt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khcUA&#10;AADdAAAADwAAAGRycy9kb3ducmV2LnhtbESPQWsCMRSE74X+h/AK3mq2IktZjdJWhL14cKt4fW5e&#10;N0uTl2UTde2vbwTB4zAz3zDz5eCsOFMfWs8K3sYZCOLa65YbBbvv9es7iBCRNVrPpOBKAZaL56c5&#10;FtpfeEvnKjYiQTgUqMDE2BVShtqQwzD2HXHyfnzvMCbZN1L3eElwZ+Uky3LpsOW0YLCjL0P1b3Vy&#10;ClZVZye70nyGw35zPNryb02HlVKjl+FjBiLSEB/he7vUCvJpPoXbm/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mSF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Or8UA&#10;AADdAAAADwAAAGRycy9kb3ducmV2LnhtbESPzWrDMBCE74W+g9hCb43U0jjFiWxKSSCQU/Nz6G2R&#10;NrYTa2UsJXbePioUehxm5htmUY6uFVfqQ+NZw+tEgSA23jZcadjvVi8fIEJEtth6Jg03ClAWjw8L&#10;zK0f+Juu21iJBOGQo4Y6xi6XMpiaHIaJ74iTd/S9w5hkX0nb45DgrpVvSmXSYcNpocaOvmoy5+3F&#10;aTit5MYbheawPwxrO/tZZtQqrZ+fxs85iEhj/A//tddWQ/aeTeH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Y6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y9sYA&#10;AADdAAAADwAAAGRycy9kb3ducmV2LnhtbESPQWvCQBSE74L/YXmF3nRTlSCpm6CFgrT0UBXx+Jp9&#10;JiHZt2F31fTfu4WCx2FmvmFWxWA6cSXnG8sKXqYJCOLS6oYrBYf9+2QJwgdkjZ1lUvBLHop8PFph&#10;pu2Nv+m6C5WIEPYZKqhD6DMpfVmTQT+1PXH0ztYZDFG6SmqHtwg3nZwlSSoNNhwXauzpraay3V2M&#10;gtPlk89f84+124SjHfa+nf0sW6Wen4b1K4hAQ3iE/9tbrSBdpCn8vY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qy9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ytv8cA&#10;AADdAAAADwAAAGRycy9kb3ducmV2LnhtbESPQWsCMRSE7wX/Q3hCbzWr2K2uRtGC0ItQbQ/19tw8&#10;dxc3L2sSdfXXm0Khx2FmvmGm89bU4kLOV5YV9HsJCOLc6ooLBd9fq5cRCB+QNdaWScGNPMxnnacp&#10;ZtpeeUOXbShEhLDPUEEZQpNJ6fOSDPqebYijd7DOYIjSFVI7vEa4qeUgSVJpsOK4UGJD7yXlx+3Z&#10;KFiOR8vT55DX981+R7uf/fF14BKlnrvtYgIiUBv+w3/tD60gHaZv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srb/HAAAA3QAAAA8AAAAAAAAAAAAAAAAAmAIAAGRy&#10;cy9kb3ducmV2LnhtbFBLBQYAAAAABAAEAPUAAACMAwAAAAA=&#10;" fillcolor="black" stroked="f"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DzMIA&#10;AADdAAAADwAAAGRycy9kb3ducmV2LnhtbERPW2vCMBR+F/YfwhnsTdNdKKMapQhjY0/Vbfh6bI5N&#10;sTkpSRa7f788CD5+fPfVZrKDSORD71jB46IAQdw63XOn4Pvrbf4KIkRkjYNjUvBHATbru9kKK+0u&#10;vKO0j53IIRwqVGBiHCspQ2vIYli4kThzJ+ctxgx9J7XHSw63g3wqilJa7Dk3GBxpa6g973+tgnTc&#10;NvVzOiSz+/R1513z/nNslHq4n+oliEhTvImv7g+toHwp89z8Jj8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8PM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GpcYA&#10;AADdAAAADwAAAGRycy9kb3ducmV2LnhtbESPQWvCQBSE70L/w/IKvelGKaFGVylSS+tFmwp6fGRf&#10;s6HZtyG7jdFf7woFj8PMfMPMl72tRUetrxwrGI8SEMSF0xWXCvbf6+ELCB+QNdaOScGZPCwXD4M5&#10;Ztqd+Iu6PJQiQthnqMCE0GRS+sKQRT9yDXH0flxrMUTZllK3eIpwW8tJkqTSYsVxwWBDK0PFb/5n&#10;Ffjx6u2wsZdpd3w3vM0/TborjVJPj/3rDESgPtzD/+0PrSB9Tqdwe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SGp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64483" w:rsidRDefault="00F64483" w:rsidP="00F64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F64483" w:rsidRPr="008F5204" w:rsidRDefault="00F64483" w:rsidP="00F64483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F64483" w:rsidRPr="008F5204" w:rsidRDefault="00F64483" w:rsidP="00F64483">
      <w:pPr>
        <w:jc w:val="center"/>
        <w:rPr>
          <w:rFonts w:ascii="Times New Roman" w:hAnsi="Times New Roman" w:cs="Times New Roman"/>
          <w:b/>
        </w:rPr>
      </w:pPr>
    </w:p>
    <w:p w:rsidR="00F64483" w:rsidRPr="008F5204" w:rsidRDefault="00F64483" w:rsidP="00F64483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F64483" w:rsidRPr="008F5204" w:rsidRDefault="00F64483" w:rsidP="00F64483">
      <w:pPr>
        <w:rPr>
          <w:rFonts w:ascii="Times New Roman" w:hAnsi="Times New Roman" w:cs="Times New Roman"/>
        </w:rPr>
      </w:pPr>
    </w:p>
    <w:p w:rsidR="00F64483" w:rsidRPr="008F5204" w:rsidRDefault="00F64483" w:rsidP="00F64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F64483" w:rsidRPr="008F5204" w:rsidRDefault="00F64483" w:rsidP="00F64483">
      <w:pPr>
        <w:rPr>
          <w:rFonts w:ascii="Times New Roman" w:hAnsi="Times New Roman" w:cs="Times New Roman"/>
        </w:rPr>
      </w:pPr>
    </w:p>
    <w:p w:rsidR="00F64483" w:rsidRPr="008F5204" w:rsidRDefault="00F64483" w:rsidP="00F64483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64483" w:rsidRPr="008F5204" w:rsidRDefault="00F64483" w:rsidP="00F64483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F64483" w:rsidRPr="008F5204" w:rsidRDefault="00F64483" w:rsidP="00F64483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щодо відведення земельної ділянки  та</w:t>
      </w:r>
    </w:p>
    <w:p w:rsidR="00F64483" w:rsidRPr="008F5204" w:rsidRDefault="00F64483" w:rsidP="00F64483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передачі  її у власність  </w:t>
      </w:r>
    </w:p>
    <w:p w:rsidR="00F64483" w:rsidRPr="008F5204" w:rsidRDefault="00F64483" w:rsidP="00F64483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Сметанюк</w:t>
      </w:r>
      <w:proofErr w:type="spellEnd"/>
      <w:r>
        <w:rPr>
          <w:rFonts w:ascii="Times New Roman" w:hAnsi="Times New Roman" w:cs="Times New Roman"/>
          <w:b/>
        </w:rPr>
        <w:t xml:space="preserve"> О.В.</w:t>
      </w:r>
    </w:p>
    <w:p w:rsidR="00F64483" w:rsidRPr="008F5204" w:rsidRDefault="00F64483" w:rsidP="00F64483">
      <w:pPr>
        <w:tabs>
          <w:tab w:val="left" w:pos="2160"/>
        </w:tabs>
        <w:rPr>
          <w:rFonts w:ascii="Times New Roman" w:hAnsi="Times New Roman" w:cs="Times New Roman"/>
        </w:rPr>
      </w:pPr>
    </w:p>
    <w:p w:rsidR="00F64483" w:rsidRPr="008F5204" w:rsidRDefault="00F64483" w:rsidP="00F64483">
      <w:pPr>
        <w:tabs>
          <w:tab w:val="left" w:pos="2160"/>
        </w:tabs>
        <w:rPr>
          <w:rFonts w:ascii="Times New Roman" w:hAnsi="Times New Roman" w:cs="Times New Roman"/>
        </w:rPr>
      </w:pPr>
    </w:p>
    <w:p w:rsidR="00F64483" w:rsidRPr="008F5204" w:rsidRDefault="00F64483" w:rsidP="00F64483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Сметанюк</w:t>
      </w:r>
      <w:proofErr w:type="spellEnd"/>
      <w:r>
        <w:rPr>
          <w:rFonts w:ascii="Times New Roman" w:hAnsi="Times New Roman" w:cs="Times New Roman"/>
        </w:rPr>
        <w:t xml:space="preserve"> О. В., </w:t>
      </w:r>
      <w:r w:rsidRPr="008F5204">
        <w:rPr>
          <w:rFonts w:ascii="Times New Roman" w:hAnsi="Times New Roman" w:cs="Times New Roman"/>
        </w:rPr>
        <w:t xml:space="preserve">сільська   рада    </w:t>
      </w:r>
    </w:p>
    <w:p w:rsidR="00F64483" w:rsidRPr="008F5204" w:rsidRDefault="00F64483" w:rsidP="00F64483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ВИРІШИЛА:</w:t>
      </w:r>
    </w:p>
    <w:p w:rsidR="00F64483" w:rsidRPr="008F5204" w:rsidRDefault="00F64483" w:rsidP="00F6448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Сметанюк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Ольгі</w:t>
      </w:r>
      <w:proofErr w:type="spellEnd"/>
      <w:r>
        <w:rPr>
          <w:rFonts w:ascii="Times New Roman" w:hAnsi="Times New Roman" w:cs="Times New Roman"/>
        </w:rPr>
        <w:t xml:space="preserve"> Володимирівні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індивідуального садівництва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.1200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 w:rsidRPr="008F5204">
        <w:rPr>
          <w:rFonts w:ascii="Times New Roman" w:hAnsi="Times New Roman" w:cs="Times New Roman"/>
          <w:color w:val="auto"/>
        </w:rPr>
        <w:t>с.</w:t>
      </w:r>
      <w:r>
        <w:rPr>
          <w:rFonts w:ascii="Times New Roman" w:hAnsi="Times New Roman" w:cs="Times New Roman"/>
          <w:color w:val="auto"/>
        </w:rPr>
        <w:t>Полянь</w:t>
      </w:r>
      <w:proofErr w:type="spellEnd"/>
      <w:r w:rsidRPr="008F5204">
        <w:rPr>
          <w:rFonts w:ascii="Times New Roman" w:hAnsi="Times New Roman" w:cs="Times New Roman"/>
          <w:color w:val="auto"/>
        </w:rPr>
        <w:t>.</w:t>
      </w:r>
    </w:p>
    <w:p w:rsidR="00F64483" w:rsidRPr="008F5204" w:rsidRDefault="00F64483" w:rsidP="00F64483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proofErr w:type="spellStart"/>
      <w:r>
        <w:rPr>
          <w:rFonts w:ascii="Times New Roman" w:hAnsi="Times New Roman" w:cs="Times New Roman"/>
        </w:rPr>
        <w:t>Сметанюк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Ольгі</w:t>
      </w:r>
      <w:proofErr w:type="spellEnd"/>
      <w:r>
        <w:rPr>
          <w:rFonts w:ascii="Times New Roman" w:hAnsi="Times New Roman" w:cs="Times New Roman"/>
        </w:rPr>
        <w:t xml:space="preserve"> Володимирівні</w:t>
      </w:r>
      <w:r w:rsidRPr="008F5204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8F5204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8F5204">
        <w:rPr>
          <w:rFonts w:ascii="Times New Roman" w:hAnsi="Times New Roman" w:cs="Times New Roman"/>
        </w:rPr>
        <w:t xml:space="preserve">за адресою: </w:t>
      </w:r>
      <w:r w:rsidR="00C228FA" w:rsidRPr="00C228FA">
        <w:rPr>
          <w:rFonts w:ascii="Times New Roman" w:hAnsi="Times New Roman" w:cs="Times New Roman"/>
          <w:lang w:val="ru-RU"/>
        </w:rPr>
        <w:t>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C228FA" w:rsidRPr="00C228FA">
        <w:rPr>
          <w:rFonts w:ascii="Times New Roman" w:hAnsi="Times New Roman" w:cs="Times New Roman"/>
          <w:lang w:val="ru-RU"/>
        </w:rPr>
        <w:t>_____________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1200</w:t>
      </w:r>
      <w:r w:rsidRPr="008F5204">
        <w:rPr>
          <w:rFonts w:ascii="Times New Roman" w:hAnsi="Times New Roman" w:cs="Times New Roman"/>
        </w:rPr>
        <w:t xml:space="preserve"> га, кадастровий номер: 6823986800:0</w:t>
      </w:r>
      <w:r>
        <w:rPr>
          <w:rFonts w:ascii="Times New Roman" w:hAnsi="Times New Roman" w:cs="Times New Roman"/>
        </w:rPr>
        <w:t>1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01:0056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індивідуального садівництва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с.Полянь</w:t>
      </w:r>
      <w:proofErr w:type="spellEnd"/>
      <w:r w:rsidRPr="008F5204">
        <w:rPr>
          <w:rFonts w:ascii="Times New Roman" w:hAnsi="Times New Roman" w:cs="Times New Roman"/>
        </w:rPr>
        <w:t>.</w:t>
      </w:r>
    </w:p>
    <w:p w:rsidR="00F64483" w:rsidRPr="008F5204" w:rsidRDefault="00F64483" w:rsidP="00F64483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Сметанюк</w:t>
      </w:r>
      <w:proofErr w:type="spellEnd"/>
      <w:r>
        <w:rPr>
          <w:rFonts w:ascii="Times New Roman" w:hAnsi="Times New Roman" w:cs="Times New Roman"/>
        </w:rPr>
        <w:t xml:space="preserve"> О.В.</w:t>
      </w:r>
      <w:r w:rsidRPr="008F5204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64483" w:rsidRPr="008F5204" w:rsidRDefault="00F64483" w:rsidP="00F64483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64483" w:rsidRPr="00F64483" w:rsidRDefault="00F64483" w:rsidP="00F64483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F64483" w:rsidRPr="00F64483" w:rsidRDefault="00F64483" w:rsidP="00F64483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64503C" w:rsidRPr="00F64483" w:rsidRDefault="00F64483" w:rsidP="00F64483">
      <w:pPr>
        <w:tabs>
          <w:tab w:val="left" w:pos="2160"/>
        </w:tabs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  <w:r w:rsidRPr="008F5204">
        <w:rPr>
          <w:rFonts w:ascii="Times New Roman" w:hAnsi="Times New Roman" w:cs="Times New Roman"/>
        </w:rPr>
        <w:t xml:space="preserve"> </w:t>
      </w:r>
    </w:p>
    <w:sectPr w:rsidR="0064503C" w:rsidRPr="00F64483" w:rsidSect="00645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64483"/>
    <w:rsid w:val="00171A2E"/>
    <w:rsid w:val="00304C90"/>
    <w:rsid w:val="003B6CB9"/>
    <w:rsid w:val="00505B6D"/>
    <w:rsid w:val="0064503C"/>
    <w:rsid w:val="006D3977"/>
    <w:rsid w:val="007D6C18"/>
    <w:rsid w:val="00C228FA"/>
    <w:rsid w:val="00D1641A"/>
    <w:rsid w:val="00EB5A3C"/>
    <w:rsid w:val="00F64483"/>
    <w:rsid w:val="00F8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8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2020-02-13T11:29:00Z</dcterms:created>
  <dcterms:modified xsi:type="dcterms:W3CDTF">2020-02-13T12:19:00Z</dcterms:modified>
</cp:coreProperties>
</file>