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E79" w:rsidRDefault="00357E79" w:rsidP="00357E7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7E79" w:rsidRDefault="00357E79" w:rsidP="00357E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7E79" w:rsidRDefault="00357E79" w:rsidP="00357E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7E79" w:rsidRDefault="00357E79" w:rsidP="00357E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7E79" w:rsidRDefault="00357E79" w:rsidP="00357E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7E79" w:rsidRDefault="00357E79" w:rsidP="00357E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7E79" w:rsidRDefault="00357E79" w:rsidP="00357E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7E79" w:rsidRDefault="00357E79" w:rsidP="00357E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7E79" w:rsidRDefault="00357E79" w:rsidP="00357E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7E79" w:rsidRDefault="00357E79" w:rsidP="00357E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7E79" w:rsidRDefault="00357E79" w:rsidP="00357E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7E79" w:rsidRDefault="00357E79" w:rsidP="00357E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7E79" w:rsidRDefault="00357E79" w:rsidP="00357E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7E79" w:rsidRDefault="00357E79" w:rsidP="00357E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7E79" w:rsidRDefault="00357E79" w:rsidP="00357E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7E79" w:rsidRDefault="00357E79" w:rsidP="00357E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7E79" w:rsidRDefault="00357E79" w:rsidP="00357E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7E79" w:rsidRDefault="00357E79" w:rsidP="00357E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7E79" w:rsidRDefault="00357E79" w:rsidP="00357E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7E79" w:rsidRDefault="00357E79" w:rsidP="00357E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7E79" w:rsidRDefault="00357E79" w:rsidP="00357E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7E79" w:rsidRDefault="00357E79" w:rsidP="00357E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7E79" w:rsidRDefault="00357E79" w:rsidP="00357E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7E79" w:rsidRDefault="00357E79" w:rsidP="00357E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7E79" w:rsidRDefault="00357E79" w:rsidP="00357E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7E79" w:rsidRDefault="00357E79" w:rsidP="00357E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7E79" w:rsidRDefault="00357E79" w:rsidP="00357E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7E79" w:rsidRDefault="00357E79" w:rsidP="00357E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7E79" w:rsidRDefault="00357E79" w:rsidP="00357E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7E79" w:rsidRDefault="00357E79" w:rsidP="00357E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7E79" w:rsidRDefault="00357E79" w:rsidP="00357E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57E79" w:rsidRDefault="00357E79" w:rsidP="00357E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57E79" w:rsidRDefault="00357E79" w:rsidP="00357E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57E79" w:rsidRDefault="00357E79" w:rsidP="00357E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57E79" w:rsidRDefault="00357E79" w:rsidP="00357E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57E79" w:rsidRDefault="00357E79" w:rsidP="00357E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57E79" w:rsidRDefault="00357E79" w:rsidP="00357E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57E79" w:rsidRDefault="00357E79" w:rsidP="00357E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57E79" w:rsidRDefault="00357E79" w:rsidP="00357E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57E79" w:rsidRDefault="00357E79" w:rsidP="00357E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57E79" w:rsidRDefault="00357E79" w:rsidP="00357E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57E79" w:rsidRDefault="00357E79" w:rsidP="00357E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57E79" w:rsidRDefault="00357E79" w:rsidP="00357E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57E79" w:rsidRDefault="00357E79" w:rsidP="00357E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57E79" w:rsidRDefault="00357E79" w:rsidP="00357E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57E79" w:rsidRDefault="00357E79" w:rsidP="00357E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57E79" w:rsidRDefault="00357E79" w:rsidP="00357E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57E79" w:rsidRDefault="00357E79" w:rsidP="00357E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57E79" w:rsidRDefault="00357E79" w:rsidP="00357E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57E79" w:rsidRDefault="00357E79" w:rsidP="00357E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57E79" w:rsidRDefault="00357E79" w:rsidP="00357E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357E79" w:rsidRDefault="00357E79" w:rsidP="00357E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57E79" w:rsidRDefault="00357E79" w:rsidP="00357E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57E79" w:rsidRDefault="00357E79" w:rsidP="00357E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57E79" w:rsidRDefault="00357E79" w:rsidP="00357E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57E79" w:rsidRDefault="00357E79" w:rsidP="00357E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57E79" w:rsidRDefault="00357E79" w:rsidP="00357E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57E79" w:rsidRDefault="00357E79" w:rsidP="00357E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357E79" w:rsidRDefault="00357E79" w:rsidP="00357E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57E79" w:rsidRDefault="00357E79" w:rsidP="00357E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57E79" w:rsidRDefault="00357E79" w:rsidP="00357E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57E79" w:rsidRDefault="00357E79" w:rsidP="00357E7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57E79" w:rsidRDefault="00357E79" w:rsidP="00357E7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57E79" w:rsidRDefault="00357E79" w:rsidP="00357E7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57E79" w:rsidRDefault="00357E79" w:rsidP="00357E7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57E79" w:rsidRDefault="00357E79" w:rsidP="00357E7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57E79" w:rsidRDefault="00357E79" w:rsidP="00357E7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57E79" w:rsidRDefault="00357E79" w:rsidP="00357E7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57E79" w:rsidRDefault="00357E79" w:rsidP="00357E7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57E79" w:rsidRDefault="00357E79" w:rsidP="00357E7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57E79" w:rsidRDefault="00357E79" w:rsidP="00357E7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57E79" w:rsidRDefault="00357E79" w:rsidP="00357E7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57E79" w:rsidRDefault="00357E79" w:rsidP="00357E7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57E79" w:rsidRDefault="00357E79" w:rsidP="00357E7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57E79" w:rsidRDefault="00357E79" w:rsidP="00357E7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№23</w:t>
      </w:r>
    </w:p>
    <w:p w:rsidR="00357E79" w:rsidRPr="00FB0BF1" w:rsidRDefault="00357E79" w:rsidP="00357E79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357E79" w:rsidRPr="008E2C07" w:rsidRDefault="00357E79" w:rsidP="00357E79">
      <w:pPr>
        <w:tabs>
          <w:tab w:val="left" w:pos="4424"/>
        </w:tabs>
        <w:spacing w:after="0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</w:p>
    <w:p w:rsidR="00357E79" w:rsidRPr="008E2C07" w:rsidRDefault="00357E79" w:rsidP="00357E79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proofErr w:type="gramStart"/>
      <w:r w:rsidRPr="008E2C07">
        <w:rPr>
          <w:rFonts w:ascii="Times New Roman" w:hAnsi="Times New Roman"/>
          <w:b/>
          <w:sz w:val="24"/>
          <w:lang w:val="ru-RU"/>
        </w:rPr>
        <w:t>про</w:t>
      </w:r>
      <w:r>
        <w:rPr>
          <w:rFonts w:ascii="Times New Roman" w:hAnsi="Times New Roman"/>
          <w:b/>
          <w:sz w:val="24"/>
          <w:lang w:val="ru-RU"/>
        </w:rPr>
        <w:t>є</w:t>
      </w:r>
      <w:r w:rsidRPr="008E2C07">
        <w:rPr>
          <w:rFonts w:ascii="Times New Roman" w:hAnsi="Times New Roman"/>
          <w:b/>
          <w:sz w:val="24"/>
          <w:lang w:val="ru-RU"/>
        </w:rPr>
        <w:t>кту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із</w:t>
      </w:r>
      <w:proofErr w:type="spellEnd"/>
      <w:proofErr w:type="gram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щодо</w:t>
      </w:r>
      <w:proofErr w:type="spellEnd"/>
    </w:p>
    <w:p w:rsidR="00357E79" w:rsidRPr="008E2C07" w:rsidRDefault="00357E79" w:rsidP="00357E79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відведення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ділянки</w:t>
      </w:r>
      <w:proofErr w:type="spellEnd"/>
    </w:p>
    <w:p w:rsidR="00357E79" w:rsidRPr="008E2C07" w:rsidRDefault="00357E79" w:rsidP="00357E79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Марков</w:t>
      </w:r>
      <w:proofErr w:type="spellEnd"/>
      <w:r>
        <w:rPr>
          <w:rFonts w:ascii="Times New Roman" w:hAnsi="Times New Roman"/>
          <w:b/>
          <w:sz w:val="24"/>
        </w:rPr>
        <w:t xml:space="preserve"> В.А.</w:t>
      </w:r>
    </w:p>
    <w:p w:rsidR="00357E79" w:rsidRPr="008E2C07" w:rsidRDefault="00357E79" w:rsidP="00357E7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</w:p>
    <w:p w:rsidR="00357E79" w:rsidRPr="008E2C07" w:rsidRDefault="00357E79" w:rsidP="00357E7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 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до пункту 34 </w:t>
      </w:r>
      <w:proofErr w:type="spellStart"/>
      <w:r w:rsidRPr="008E2C07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1 статті</w:t>
      </w:r>
      <w:proofErr w:type="gramStart"/>
      <w:r w:rsidRPr="008E2C07">
        <w:rPr>
          <w:rFonts w:ascii="Times New Roman" w:hAnsi="Times New Roman"/>
          <w:sz w:val="24"/>
          <w:lang w:val="ru-RU"/>
        </w:rPr>
        <w:t xml:space="preserve">26,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proofErr w:type="gramEnd"/>
      <w:r w:rsidRPr="008E2C07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місцеве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самоврядуванн</w:t>
      </w:r>
      <w:r>
        <w:rPr>
          <w:rFonts w:ascii="Times New Roman" w:hAnsi="Times New Roman"/>
          <w:sz w:val="24"/>
          <w:lang w:val="ru-RU"/>
        </w:rPr>
        <w:t>я</w:t>
      </w:r>
      <w:proofErr w:type="spellEnd"/>
      <w:r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>
        <w:rPr>
          <w:rFonts w:ascii="Times New Roman" w:hAnsi="Times New Roman"/>
          <w:sz w:val="24"/>
          <w:lang w:val="ru-RU"/>
        </w:rPr>
        <w:t>Україні</w:t>
      </w:r>
      <w:proofErr w:type="spellEnd"/>
      <w:r>
        <w:rPr>
          <w:rFonts w:ascii="Times New Roman" w:hAnsi="Times New Roman"/>
          <w:sz w:val="24"/>
          <w:lang w:val="ru-RU"/>
        </w:rPr>
        <w:t>», статей 12,  118,</w:t>
      </w:r>
      <w:r w:rsidRPr="008E2C07">
        <w:rPr>
          <w:rFonts w:ascii="Times New Roman" w:hAnsi="Times New Roman"/>
          <w:sz w:val="24"/>
          <w:lang w:val="ru-RU"/>
        </w:rPr>
        <w:t xml:space="preserve"> 121</w:t>
      </w:r>
      <w:r>
        <w:rPr>
          <w:rFonts w:ascii="Times New Roman" w:hAnsi="Times New Roman"/>
          <w:sz w:val="24"/>
          <w:lang w:val="ru-RU"/>
        </w:rPr>
        <w:t xml:space="preserve"> та 123</w:t>
      </w:r>
      <w:r w:rsidRPr="008E2C07">
        <w:rPr>
          <w:rFonts w:ascii="Times New Roman" w:hAnsi="Times New Roman"/>
          <w:sz w:val="24"/>
          <w:lang w:val="ru-RU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», </w:t>
      </w:r>
      <w:proofErr w:type="spellStart"/>
      <w:r w:rsidRPr="008E2C07">
        <w:rPr>
          <w:rFonts w:ascii="Times New Roman" w:hAnsi="Times New Roman"/>
          <w:sz w:val="24"/>
          <w:lang w:val="ru-RU"/>
        </w:rPr>
        <w:t>р</w:t>
      </w:r>
      <w:r>
        <w:rPr>
          <w:rFonts w:ascii="Times New Roman" w:hAnsi="Times New Roman"/>
          <w:sz w:val="24"/>
          <w:lang w:val="ru-RU"/>
        </w:rPr>
        <w:t>озглянувши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 Маркова В.А.,</w:t>
      </w:r>
      <w:proofErr w:type="spellStart"/>
      <w:r>
        <w:rPr>
          <w:rFonts w:ascii="Times New Roman" w:hAnsi="Times New Roman"/>
          <w:sz w:val="24"/>
          <w:lang w:val="ru-RU"/>
        </w:rPr>
        <w:t>с</w:t>
      </w:r>
      <w:r w:rsidRPr="008E2C07">
        <w:rPr>
          <w:rFonts w:ascii="Times New Roman" w:hAnsi="Times New Roman"/>
          <w:sz w:val="24"/>
          <w:lang w:val="ru-RU"/>
        </w:rPr>
        <w:t>ільська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рада </w:t>
      </w:r>
    </w:p>
    <w:p w:rsidR="00357E79" w:rsidRPr="00704092" w:rsidRDefault="00357E79" w:rsidP="00357E7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>ВИРІШИЛА:</w:t>
      </w:r>
    </w:p>
    <w:p w:rsidR="00357E79" w:rsidRPr="00A45E4D" w:rsidRDefault="00357E79" w:rsidP="00357E7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070D4B">
        <w:rPr>
          <w:rFonts w:ascii="Times New Roman" w:hAnsi="Times New Roman"/>
          <w:sz w:val="24"/>
        </w:rPr>
        <w:t xml:space="preserve">       1. Надати</w:t>
      </w:r>
      <w:r w:rsidRPr="00C201F2">
        <w:rPr>
          <w:rFonts w:ascii="Times New Roman" w:hAnsi="Times New Roman"/>
          <w:sz w:val="24"/>
        </w:rPr>
        <w:t xml:space="preserve"> Маркову Володимиру Анатолійовичу</w:t>
      </w:r>
      <w:r>
        <w:rPr>
          <w:rFonts w:ascii="Times New Roman" w:hAnsi="Times New Roman"/>
          <w:sz w:val="24"/>
        </w:rPr>
        <w:t xml:space="preserve">, який зареєстрований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A973AD">
        <w:rPr>
          <w:rFonts w:ascii="Times New Roman" w:hAnsi="Times New Roman"/>
          <w:sz w:val="24"/>
        </w:rPr>
        <w:t>_______________</w:t>
      </w:r>
      <w:bookmarkStart w:id="0" w:name="_GoBack"/>
      <w:bookmarkEnd w:id="0"/>
      <w:r w:rsidRPr="00D02183">
        <w:rPr>
          <w:rFonts w:ascii="Times New Roman" w:hAnsi="Times New Roman"/>
          <w:sz w:val="24"/>
        </w:rPr>
        <w:t xml:space="preserve">, </w:t>
      </w:r>
      <w:r w:rsidRPr="008E2C07">
        <w:rPr>
          <w:rFonts w:ascii="Times New Roman" w:hAnsi="Times New Roman"/>
          <w:sz w:val="24"/>
        </w:rPr>
        <w:t xml:space="preserve">дозвіл на розробку </w:t>
      </w:r>
      <w:proofErr w:type="spellStart"/>
      <w:r w:rsidRPr="008E2C07">
        <w:rPr>
          <w:rFonts w:ascii="Times New Roman" w:hAnsi="Times New Roman"/>
          <w:sz w:val="24"/>
        </w:rPr>
        <w:t>про</w:t>
      </w:r>
      <w:r>
        <w:rPr>
          <w:rFonts w:ascii="Times New Roman" w:hAnsi="Times New Roman"/>
          <w:sz w:val="24"/>
        </w:rPr>
        <w:t>є</w:t>
      </w:r>
      <w:r w:rsidRPr="008E2C07">
        <w:rPr>
          <w:rFonts w:ascii="Times New Roman" w:hAnsi="Times New Roman"/>
          <w:sz w:val="24"/>
        </w:rPr>
        <w:t>кту</w:t>
      </w:r>
      <w:proofErr w:type="spellEnd"/>
      <w:r w:rsidRPr="008E2C07">
        <w:rPr>
          <w:rFonts w:ascii="Times New Roman" w:hAnsi="Times New Roman"/>
          <w:sz w:val="24"/>
        </w:rPr>
        <w:t xml:space="preserve"> із землеустрою щодо відведення земельної ділянки для передачі її у власність, </w:t>
      </w:r>
      <w:r>
        <w:rPr>
          <w:rFonts w:ascii="Times New Roman" w:hAnsi="Times New Roman"/>
          <w:sz w:val="24"/>
        </w:rPr>
        <w:t xml:space="preserve">орієнтовною </w:t>
      </w:r>
      <w:r w:rsidRPr="008E2C07">
        <w:rPr>
          <w:rFonts w:ascii="Times New Roman" w:hAnsi="Times New Roman"/>
          <w:sz w:val="24"/>
        </w:rPr>
        <w:t xml:space="preserve">площею </w:t>
      </w:r>
      <w:r w:rsidRPr="00A45E4D">
        <w:rPr>
          <w:rFonts w:ascii="Times New Roman" w:hAnsi="Times New Roman"/>
          <w:sz w:val="24"/>
        </w:rPr>
        <w:t>0,</w:t>
      </w:r>
      <w:r>
        <w:rPr>
          <w:rFonts w:ascii="Times New Roman" w:hAnsi="Times New Roman"/>
          <w:sz w:val="24"/>
        </w:rPr>
        <w:t xml:space="preserve">20 </w:t>
      </w:r>
      <w:r w:rsidRPr="00A45E4D">
        <w:rPr>
          <w:rFonts w:ascii="Times New Roman" w:hAnsi="Times New Roman"/>
          <w:sz w:val="24"/>
        </w:rPr>
        <w:t xml:space="preserve">га, </w:t>
      </w:r>
      <w:r w:rsidRPr="008E2C07">
        <w:rPr>
          <w:rFonts w:ascii="Times New Roman" w:hAnsi="Times New Roman"/>
          <w:sz w:val="24"/>
        </w:rPr>
        <w:t xml:space="preserve">для </w:t>
      </w:r>
      <w:r w:rsidRPr="00E53AAA">
        <w:rPr>
          <w:rFonts w:ascii="Times New Roman" w:hAnsi="Times New Roman"/>
        </w:rPr>
        <w:t>ведення особистого селянського господарства</w:t>
      </w:r>
      <w:r w:rsidRPr="00A45E4D">
        <w:rPr>
          <w:rFonts w:ascii="Times New Roman" w:hAnsi="Times New Roman"/>
          <w:sz w:val="24"/>
        </w:rPr>
        <w:t>,  яка розташована в с</w:t>
      </w:r>
      <w:r>
        <w:rPr>
          <w:rFonts w:ascii="Times New Roman" w:hAnsi="Times New Roman"/>
          <w:sz w:val="24"/>
        </w:rPr>
        <w:t xml:space="preserve"> </w:t>
      </w:r>
      <w:r w:rsidRPr="00A45E4D">
        <w:rPr>
          <w:rFonts w:ascii="Times New Roman" w:hAnsi="Times New Roman"/>
          <w:sz w:val="24"/>
        </w:rPr>
        <w:t>.</w:t>
      </w:r>
      <w:proofErr w:type="spellStart"/>
      <w:r w:rsidRPr="00A45E4D">
        <w:rPr>
          <w:rFonts w:ascii="Times New Roman" w:hAnsi="Times New Roman"/>
          <w:sz w:val="24"/>
        </w:rPr>
        <w:t>Колом’є</w:t>
      </w:r>
      <w:proofErr w:type="spellEnd"/>
      <w:r w:rsidRPr="00A45E4D">
        <w:rPr>
          <w:rFonts w:ascii="Times New Roman" w:hAnsi="Times New Roman"/>
          <w:sz w:val="24"/>
        </w:rPr>
        <w:t>.</w:t>
      </w:r>
    </w:p>
    <w:p w:rsidR="00357E79" w:rsidRPr="00A45E4D" w:rsidRDefault="00357E79" w:rsidP="00357E7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A45E4D">
        <w:rPr>
          <w:rFonts w:ascii="Times New Roman" w:hAnsi="Times New Roman"/>
          <w:sz w:val="24"/>
        </w:rPr>
        <w:t xml:space="preserve">       2</w:t>
      </w:r>
      <w:r>
        <w:rPr>
          <w:rFonts w:ascii="Times New Roman" w:hAnsi="Times New Roman"/>
          <w:sz w:val="24"/>
        </w:rPr>
        <w:t>. Маркову В.А.,</w:t>
      </w:r>
      <w:r w:rsidRPr="00A45E4D">
        <w:rPr>
          <w:rFonts w:ascii="Times New Roman" w:hAnsi="Times New Roman"/>
          <w:sz w:val="24"/>
        </w:rPr>
        <w:t xml:space="preserve"> розробити </w:t>
      </w:r>
      <w:proofErr w:type="spellStart"/>
      <w:r w:rsidRPr="00A45E4D">
        <w:rPr>
          <w:rFonts w:ascii="Times New Roman" w:hAnsi="Times New Roman"/>
          <w:sz w:val="24"/>
        </w:rPr>
        <w:t>проєкт</w:t>
      </w:r>
      <w:proofErr w:type="spellEnd"/>
      <w:r w:rsidRPr="00A45E4D">
        <w:rPr>
          <w:rFonts w:ascii="Times New Roman" w:hAnsi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357E79" w:rsidRPr="00F443C5" w:rsidRDefault="00357E79" w:rsidP="00357E7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  3</w:t>
      </w:r>
      <w:r w:rsidRPr="00F443C5">
        <w:rPr>
          <w:rFonts w:ascii="Times New Roman" w:hAnsi="Times New Roman"/>
          <w:color w:val="000000"/>
          <w:sz w:val="24"/>
          <w:szCs w:val="24"/>
        </w:rPr>
        <w:t>. Даний дозвіл дійсний на протязі року з дня прийняття даного р</w:t>
      </w:r>
      <w:r>
        <w:rPr>
          <w:rFonts w:ascii="Times New Roman" w:hAnsi="Times New Roman"/>
          <w:color w:val="000000"/>
          <w:sz w:val="24"/>
          <w:szCs w:val="24"/>
        </w:rPr>
        <w:t>ішення</w:t>
      </w:r>
      <w:r w:rsidRPr="00F443C5">
        <w:rPr>
          <w:rFonts w:ascii="Times New Roman" w:hAnsi="Times New Roman"/>
          <w:color w:val="000000"/>
          <w:sz w:val="24"/>
          <w:szCs w:val="24"/>
        </w:rPr>
        <w:t>.</w:t>
      </w:r>
    </w:p>
    <w:p w:rsidR="00357E79" w:rsidRPr="008E2C07" w:rsidRDefault="00357E79" w:rsidP="00357E7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4</w:t>
      </w: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57E79" w:rsidRPr="00404567" w:rsidRDefault="00357E79" w:rsidP="00357E7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357E79" w:rsidRDefault="00357E79" w:rsidP="00357E7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357E79" w:rsidRDefault="00357E79" w:rsidP="00357E7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357E79" w:rsidRPr="00404567" w:rsidRDefault="00357E79" w:rsidP="00357E7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</w:p>
    <w:p w:rsidR="00357E79" w:rsidRDefault="00357E79" w:rsidP="00357E79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sz w:val="24"/>
          <w:szCs w:val="24"/>
        </w:rPr>
        <w:t>Сільський   голова</w:t>
      </w:r>
      <w:r>
        <w:rPr>
          <w:rFonts w:ascii="Times New Roman" w:eastAsia="Arial Unicode MS" w:hAnsi="Times New Roman"/>
          <w:sz w:val="24"/>
          <w:szCs w:val="24"/>
        </w:rPr>
        <w:t xml:space="preserve">                                                                              Валерій   МИХАЛЮК</w:t>
      </w:r>
    </w:p>
    <w:p w:rsidR="005318B2" w:rsidRDefault="005318B2"/>
    <w:sectPr w:rsidR="005318B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E79"/>
    <w:rsid w:val="00171A2E"/>
    <w:rsid w:val="00304C90"/>
    <w:rsid w:val="00357E79"/>
    <w:rsid w:val="00505B6D"/>
    <w:rsid w:val="005318B2"/>
    <w:rsid w:val="006D3977"/>
    <w:rsid w:val="007D6C18"/>
    <w:rsid w:val="00A973AD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46E87"/>
  <w15:docId w15:val="{88DA52CA-7E17-4318-BBCC-11D536B2A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E79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357E7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57E7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357E79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232</Words>
  <Characters>1329</Characters>
  <Application>Microsoft Office Word</Application>
  <DocSecurity>0</DocSecurity>
  <Lines>11</Lines>
  <Paragraphs>3</Paragraphs>
  <ScaleCrop>false</ScaleCrop>
  <Company>Microsoft</Company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2021-04-28T12:11:00Z</dcterms:created>
  <dcterms:modified xsi:type="dcterms:W3CDTF">2021-04-28T12:51:00Z</dcterms:modified>
</cp:coreProperties>
</file>