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DC3" w:rsidRPr="00B623A8" w:rsidRDefault="0096600D" w:rsidP="00A27DC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ZBA74A&#10;AADdAAAADwAAAGRycy9kb3ducmV2LnhtbERPyQrCMBC9C/5DGMGbpi64VKOIqHgQxO0+NGNbbCal&#10;iVr/3hwEj4+3z5e1KcSLKpdbVtDrRiCIE6tzThVcL9vOBITzyBoLy6TgQw6Wi2ZjjrG2bz7R6+xT&#10;EULYxagg876MpXRJRgZd15bEgbvbyqAPsEqlrvAdwk0h+1E0kgZzDg0ZlrTOKHmcn0aBHez2h1va&#10;Pw02PPa8Ok7ut/qgVLtVr2YgPNX+L/6591rBcDoM+8Ob8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dWQQO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wglsgA&#10;AADdAAAADwAAAGRycy9kb3ducmV2LnhtbESPW2sCMRSE34X+h3AKfRHNKuJlaxQRtreHghfw9bA5&#10;3Wy7OVmSVLf++qZQ8HGYmW+Y5bqzjTiTD7VjBaNhBoK4dLrmSsHxUAzmIEJE1tg4JgU/FGC9uust&#10;Mdfuwjs672MlEoRDjgpMjG0uZSgNWQxD1xIn78N5izFJX0nt8ZLgtpHjLJtKizWnBYMtbQ2VX/tv&#10;q+CzeDen7ez65PuLHV37xdtz8zpV6uG+2zyCiNTFW/i//aIVTBaTE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DCCW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bcnsMA&#10;AADdAAAADwAAAGRycy9kb3ducmV2LnhtbESP3YrCMBCF74V9hzALeyNruiqi1Sgiq4g3Rd0HGJqx&#10;KdtMShNtfXsjCF4ezs/HWaw6W4kbNb50rOBnkIAgzp0uuVDwd95+T0H4gKyxckwK7uRhtfzoLTDV&#10;ruUj3U6hEHGEfYoKTAh1KqXPDVn0A1cTR+/iGoshyqaQusE2jttKDpNkIi2WHAkGa9oYyv9PVxsh&#10;2Qizw6U9b3cdtvh7MNxfH5X6+uzWcxCBuvAOv9p7rWA8Gw/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bcn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GspcYA&#10;AADdAAAADwAAAGRycy9kb3ducmV2LnhtbESPQUsDMRSE74L/ITzBm81a12rXpqVUBSl4sArS22Pz&#10;urt08xKSZ3f990YQPA4z8w2zWI2uVyeKqfNs4HpSgCKuve24MfDx/nx1DyoJssXeMxn4pgSr5fnZ&#10;AivrB36j004alSGcKjTQioRK61S35DBNfCDO3sFHh5JlbLSNOGS46/W0KGbaYcd5ocVAm5bq4+7L&#10;GXgdnsL2bnZ7CPtYTnV6tPK5EWMuL8b1AyihUf7Df+0Xa6Cclz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Gsp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PhccMA&#10;AADdAAAADwAAAGRycy9kb3ducmV2LnhtbESP3YrCMBCF74V9hzALeyOa7lpEq1FkURFvxJ8HGJqx&#10;KTaT0kTbffuNIHh5OD8fZ77sbCUe1PjSsYLvYQKCOHe65ELB5bwZTED4gKyxckwK/sjDcvHRm2Om&#10;XctHepxCIeII+wwVmBDqTEqfG7Loh64mjt7VNRZDlE0hdYNtHLeV/EmSsbRYciQYrOnXUH473W2E&#10;HEZ42F/b82bbYYvrveH+6qjU12e3moEI1IV3+NXeaQXpNE3h+SY+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6Phc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SRSsYA&#10;AADdAAAADwAAAGRycy9kb3ducmV2LnhtbESPQUsDMRSE74L/ITzBm81atq2uTYtUhSL00CqIt8fm&#10;dXdx8xKSZ3f9940geBxm5htmuR5dr04UU+fZwO2kAEVce9txY+D97eXmDlQSZIu9ZzLwQwnWq8uL&#10;JVbWD7yn00EalSGcKjTQioRK61S35DBNfCDO3tFHh5JlbLSNOGS46/W0KObaYcd5ocVAm5bqr8O3&#10;M7AbnsPrYj47hs9YTnV6svKxEWOur8bHB1BCo/yH/9pba6C8L2f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SRS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vQ8cA&#10;AADdAAAADwAAAGRycy9kb3ducmV2LnhtbESPQWsCMRSE7wX/Q3iFXopmba3o1ihaCBYslKrg9bF5&#10;7i5uXpYkdbf/3hQKPQ4z8w2zWPW2EVfyoXasYDzKQBAXztRcKjge9HAGIkRkg41jUvBDAVbLwd0C&#10;c+M6/qLrPpYiQTjkqKCKsc2lDEVFFsPItcTJOztvMSbpS2k8dgluG/mUZVNpsea0UGFLbxUVl/23&#10;VbD57Mpn/1hserc7b08vWhv9oZV6uO/XryAi9fE//Nd+Nwom88kUft+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Gr0P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JQncUA&#10;AADdAAAADwAAAGRycy9kb3ducmV2LnhtbESPUWvCMBSF3wf+h3AHvs100k2tRhGlMMZe7PYDLs21&#10;qTY3JYm1+/fLYLDHwznnO5zNbrSdGMiH1rGC51kGgrh2uuVGwddn+bQEESKyxs4xKfimALvt5GGD&#10;hXZ3PtFQxUYkCIcCFZgY+0LKUBuyGGauJ07e2XmLMUnfSO3xnuC2k/Mse5UWW04LBns6GKqv1c0q&#10;KN/nH8P1pn3p9mNu6cVclkej1PRx3K9BRBrjf/iv/aYV5Kt8A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8lCd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WeqsQA&#10;AADdAAAADwAAAGRycy9kb3ducmV2LnhtbERPW2vCMBR+H+w/hDPYy9B0mxOtRpmDoOBAvICvh+bY&#10;ljUnJcls/ffmYbDHj+8+X/a2EVfyoXas4HWYgSAunKm5VHA66sEERIjIBhvHpOBGAZaLx4c55sZ1&#10;vKfrIZYihXDIUUEVY5tLGYqKLIaha4kTd3HeYkzQl9J47FK4beRblo2lxZpTQ4UtfVVU/Bx+rYLV&#10;rivf/Uux6t32sj5/aG30t1bq+an/nIGI1Md/8Z97YxSMpqM0N71JT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Vnq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FhdMQA&#10;AADdAAAADwAAAGRycy9kb3ducmV2LnhtbESPUWvCMBSF3wf+h3AF32aqdEOrUUQpjLGXqT/g0lyb&#10;anNTkljrv18Ggz0ezjnf4ay3g21FTz40jhXMphkI4srphmsF51P5ugARIrLG1jEpeFKA7Wb0ssZC&#10;uwd/U3+MtUgQDgUqMDF2hZShMmQxTF1HnLyL8xZjkr6W2uMjwW0r51n2Li02nBYMdrQ3VN2Od6ug&#10;/Jx/9be79qXbDbmlN3NdHIxSk/GwW4GINMT/8F/7QyvIl/kS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hYX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dEEr8A&#10;AADdAAAADwAAAGRycy9kb3ducmV2LnhtbERPzWrCQBC+F/oOyxS81Y3WSBtdRQpKPRp9gCE7JsHs&#10;bMyuJr595yB4/Pj+l+vBNepOXag9G5iME1DEhbc1lwZOx+3nN6gQkS02nsnAgwKsV+9vS8ys7/lA&#10;9zyWSkI4ZGigirHNtA5FRQ7D2LfEwp195zAK7EptO+wl3DV6miRz7bBmaaiwpd+Kikt+cwZmj353&#10;zdNLsrWOJvuvds+xSI0ZfQybBahIQ3yJn+4/K76fVPbLG3kCe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h0QS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n4lcUA&#10;AADdAAAADwAAAGRycy9kb3ducmV2LnhtbESPT2vCQBTE70K/w/IKvelGsVKjq4iSUnrS1Pb8yD6T&#10;YPZtyK758+27guBxmJnfMOttbyrRUuNKywqmkwgEcWZ1ybmC808y/gDhPLLGyjIpGMjBdvMyWmOs&#10;bccnalOfiwBhF6OCwvs6ltJlBRl0E1sTB+9iG4M+yCaXusEuwE0lZ1G0kAZLDgsF1rQvKLumN6Pg&#10;tvibnfnyrY/pYfhcHpKdk7+5Um+v/W4FwlPvn+FH+0srmC/fp3B/E56A3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WfiV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gZ5cgA&#10;AADdAAAADwAAAGRycy9kb3ducmV2LnhtbESPT2vCQBTE7wW/w/IEb3VT/wSNrqJCofWgVO2ht2f2&#10;NYlm36bZrcZv3xWEHoeZ+Q0znTemFBeqXWFZwUs3AkGcWl1wpuCwf30egXAeWWNpmRTcyMF81nqa&#10;YqLtlT/osvOZCBB2CSrIva8SKV2ak0HXtRVx8L5tbdAHWWdS13gNcFPKXhTF0mDBYSHHilY5pefd&#10;r1HwuR3F4+3yfXBab47YN/rnSxexUp12s5iA8NT4//Cj/aYVDMbDHtzfh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KBnl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x+jcUA&#10;AADdAAAADwAAAGRycy9kb3ducmV2LnhtbESPS4vCQBCE74L/YWjBm058rLjRUXygK55cd8Frk2mT&#10;YKYnZEaN/npnYcFjUVVfUdN5bQpxo8rllhX0uhEI4sTqnFMFvz+bzhiE88gaC8uk4EEO5rNmY4qx&#10;tnf+ptvRpyJA2MWoIPO+jKV0SUYGXdeWxME728qgD7JKpa7wHuCmkP0oGkmDOYeFDEtaZZRcjlej&#10;4Dk64cF99Zfrgfb0GI63dn/YKtVu1YsJCE+1f4f/2zutYPj5MYC/N+EJyN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HH6N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21QcMA&#10;AADdAAAADwAAAGRycy9kb3ducmV2LnhtbESP0YrCMBRE3xf8h3AF39ZUqYtWo8ii4Jta/YBLc02L&#10;zU1tslr36zeCsI/DzJxhFqvO1uJOra8cKxgNExDEhdMVGwXn0/ZzCsIHZI21Y1LwJA+rZe9jgZl2&#10;Dz7SPQ9GRAj7DBWUITSZlL4oyaIfuoY4ehfXWgxRtkbqFh8Rbms5TpIvabHiuFBiQ98lFdf8xyq4&#10;ufFEd/kG99fN7FAZk95+j6lSg363noMI1IX/8Lu90wrS2SSF15v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y21Q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CassUA&#10;AADdAAAADwAAAGRycy9kb3ducmV2LnhtbESPzW7CMBCE75V4B2uReisOtKEQMAgqVeLKz4Hj1l6S&#10;QLwOsQuhT18jIXEczcw3mum8tZW4UONLxwr6vQQEsXam5FzBbvv9NgLhA7LByjEpuJGH+azzMsXM&#10;uCuv6bIJuYgQ9hkqKEKoMym9Lsii77maOHoH11gMUTa5NA1eI9xWcpAkQ2mx5LhQYE1fBenT5tcq&#10;WJU/lA71YWxHS73e/53D++fRKPXabRcTEIHa8Aw/2iuj4GOcpnB/E5+An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QJq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v3McIA&#10;AADdAAAADwAAAGRycy9kb3ducmV2LnhtbERPXWvCMBR9F/Yfwh34pulEZXZGUUFQnMLc0NdLc9eU&#10;NTelibX+eyMMfDzfnOm8taVoqPaFYwVv/QQEceZ0wbmCn+917x2ED8gaS8ek4EYe5rOXzhRT7a78&#10;Rc0x5CKWsE9RgQmhSqX0mSGLvu8q4qj9utpiiLDOpa7xGsttKQdJMpYWC44LBitaGcr+jheroMHD&#10;LTmb5X6yLT6zwWF52unIq+5ru/gAEagNT/N/eqMVDCejMTzexCc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m/c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zsysUA&#10;AADdAAAADwAAAGRycy9kb3ducmV2LnhtbESPzU7DMBCE70h9B2srcaMOEb+hboWQinqEwIHjEm/j&#10;lHg3sk2T8vQYCanH0cx8o1muJ9+rA4XYCRu4XBSgiBuxHbcG3t82F3egYkK22AuTgSNFWK9mZ0us&#10;rIz8Soc6tSpDOFZowKU0VFrHxpHHuJCBOHs7CR5TlqHVNuCY4b7XZVHcaI8d5wWHAz05ar7qb29g&#10;fG4+9+Xuw7qfMMimfpF92Ysx5/Pp8QFUoimdwv/trTVwdX99C39v8hP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7OzK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+H8QA&#10;AADdAAAADwAAAGRycy9kb3ducmV2LnhtbERPyW7CMBC9I/UfrEHqDRxQlxAwiKVIFSpCbPdpPE1S&#10;7HEUu5D+fX2oxPHp7ZNZa424UuMrxwoG/QQEce50xYWC03HdS0H4gKzROCYFv+RhNn3oTDDT7sZ7&#10;uh5CIWII+wwVlCHUmZQ+L8mi77uaOHJfrrEYImwKqRu8xXBr5DBJXqTFimNDiTUtS8ovhx+rYL1b&#10;me/hdj8/y7B8e/006Wax+lDqsdvOxyACteEu/ne/awVPo+c4N76JT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YPh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NWPccA&#10;AADdAAAADwAAAGRycy9kb3ducmV2LnhtbESPQWvCQBSE74X+h+UVvJS6adWiqauUgkTBQpsKXp/Z&#10;1ySYfRuyaxL/vSsIHoeZ+YaZL3tTiZYaV1pW8DqMQBBnVpecK9j9rV6mIJxH1lhZJgVncrBcPD7M&#10;Mda2419qU5+LAGEXo4LC+zqW0mUFGXRDWxMH7982Bn2QTS51g12Am0q+RdG7NFhyWCiwpq+CsmN6&#10;Mgran+0hX7eu3hynz24yOiTJt94rNXjqPz9AeOr9PXxrr7WC8Wwyg+ub8ATk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zVj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RJ1MMA&#10;AADdAAAADwAAAGRycy9kb3ducmV2LnhtbERPy4rCMBTdD8w/hDvgbkwVFa1GUUFwI4yPhe6uzbUt&#10;Njc1iVrn6yeLAZeH857MGlOJBzlfWlbQaScgiDOrS84VHPar7yEIH5A1VpZJwYs8zKafHxNMtX3y&#10;lh67kIsYwj5FBUUIdSqlzwoy6Nu2Jo7cxTqDIUKXS+3wGcNNJbtJMpAGS44NBda0LCi77u5GwWI0&#10;XNx+erz53Z5PdDqer/2uS5RqfTXzMYhATXiL/91rraA3GsT98U18An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RJ1MMAAADdAAAADwAAAAAAAAAAAAAAAACYAgAAZHJzL2Rv&#10;d25yZXYueG1sUEsFBgAAAAAEAAQA9QAAAIgDAAAAAA==&#10;" fillcolor="black" stroked="f"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EvQcgA&#10;AADdAAAADwAAAGRycy9kb3ducmV2LnhtbESPzWvCQBTE7wX/h+UVeqsbpQ2auor2AwT14MfB42v2&#10;NVmSfRuyW43967uC4HGYmd8wk1lna3Gi1hvHCgb9BARx7rThQsFh//U8AuEDssbaMSm4kIfZtPcw&#10;wUy7M2/ptAuFiBD2GSooQ2gyKX1ekkXfdw1x9H5cazFE2RZSt3iOcFvLYZKk0qLhuFBiQ+8l5dXu&#10;1yo4rlIz2hoafq//Fp96/VotNh+VUk+P3fwNRKAu3MO39lIreBmnA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YS9B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aPg8YA&#10;AADdAAAADwAAAGRycy9kb3ducmV2LnhtbESPQWsCMRSE74L/ITyht262ImK3RhFLsZce1JZeH5vX&#10;zXY3L2sSdfXXN0LB4zAz3zDzZW9bcSIfascKnrIcBHHpdM2Vgs/92+MMRIjIGlvHpOBCAZaL4WCO&#10;hXZn3tJpFyuRIBwKVGBi7AopQ2nIYshcR5y8H+ctxiR9JbXHc4LbVo7zfCot1pwWDHa0NlQ2u6NV&#10;4Fffr82Vj19Nfv24hM1vf5ihUeph1K9eQETq4z38337XCibP0zHc3q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aPg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6PqsYA&#10;AADdAAAADwAAAGRycy9kb3ducmV2LnhtbESPUWsCMRCE3wv9D2ELfSk1pxZbT6OIUBAUQesP2F62&#10;d4fJ5risevbXN0LBx2FmvmGm8847daY21oEN9HsZKOIi2JpLA4evz9cPUFGQLbrAZOBKEeazx4cp&#10;5jZceEfnvZQqQTjmaKASaXKtY1GRx9gLDXHyfkLrUZJsS21bvCS4d3qQZSPtsea0UGFDy4qK4/7k&#10;DbjBtxuv3+NGrge9yX697F621pjnp24xASXUyT38315ZA2/j0RBub9IT0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6Pq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sYmsYA&#10;AADdAAAADwAAAGRycy9kb3ducmV2LnhtbESPQWsCMRSE7wX/Q3iF3mq2ItKuRtGKsBcPXS1en5vn&#10;ZjF5WTapbv31jSD0OMzMN8xs0TsrLtSFxrOCt2EGgrjyuuFawX63eX0HESKyRuuZFPxSgMV88DTD&#10;XPsrf9GljLVIEA45KjAxtrmUoTLkMAx9S5y8k+8cxiS7WuoOrwnurBxl2UQ6bDgtGGzp01B1Ln+c&#10;gnXZ2tG+MKtw+N4ej7a4beiwVurluV9OQUTq43/40S60gvHHZAz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sYm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DysMUA&#10;AADdAAAADwAAAGRycy9kb3ducmV2LnhtbESPQWsCMRSE74X+h/AK3mrSotu6NUoRBaEn7Xro7ZE8&#10;d7fdvCyb6K7/3hQEj8PMfMPMl4NrxJm6UHvW8DJWIIiNtzWXGorvzfM7iBCRLTaeScOFAiwXjw9z&#10;zK3veUfnfSxFgnDIUUMVY5tLGUxFDsPYt8TJO/rOYUyyK6XtsE9w18hXpTLpsOa0UGFLq4rM3/7k&#10;NPxu5Jc3Cs2hOPRb+/azzqhRWo+ehs8PEJGGeA/f2lurYTLLpvD/Jj0B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8PKw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vO6cYA&#10;AADdAAAADwAAAGRycy9kb3ducmV2LnhtbESPT2vCQBTE70K/w/IKvenGPwQbXcUWhKJ4qJbi8Zl9&#10;JiHZt2F31fTbdwXB4zAzv2Hmy8404krOV5YVDAcJCOLc6ooLBT+HdX8KwgdkjY1lUvBHHpaLl94c&#10;M21v/E3XfShEhLDPUEEZQptJ6fOSDPqBbYmjd7bOYIjSFVI7vEW4aeQoSVJpsOK4UGJLnyXl9f5i&#10;FBwvWz7vxpuV+wi/tjv4enSa1kq9vXarGYhAXXiGH+0vrWDynqZwfxOf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jvO6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3RoMgA&#10;AADdAAAADwAAAGRycy9kb3ducmV2LnhtbESPzWsCMRTE70L/h/AK3jSrWD9Wo6hQ6KVQPw56e26e&#10;u4ublzVJddu/vhEKHoeZ+Q0zWzSmEjdyvrSsoNdNQBBnVpecK9jv3jtjED4ga6wsk4If8rCYv7Rm&#10;mGp75w3dtiEXEcI+RQVFCHUqpc8KMui7tiaO3tk6gyFKl0vt8B7hppL9JBlKgyXHhQJrWheUXbbf&#10;RsFqMl5dvwb8+bs5Hel4OF3e+i5Rqv3aLKcgAjXhGf5vf2gFg8lwBI8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7dGgyAAAAN0AAAAPAAAAAAAAAAAAAAAAAJgCAABk&#10;cnMvZG93bnJldi54bWxQSwUGAAAAAAQABAD1AAAAjQMAAAAA&#10;" fillcolor="black" stroked="f"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6/08IA&#10;AADdAAAADwAAAGRycy9kb3ducmV2LnhtbERPz2vCMBS+C/sfwht403RzyNYZpQhD8VR1Y9dn89aU&#10;NS8lyWL975fDYMeP7/dqM9peJPKhc6zgYV6AIG6c7rhV8H5+mz2DCBFZY++YFNwowGZ9N1lhqd2V&#10;j5ROsRU5hEOJCkyMQyllaAxZDHM3EGfuy3mLMUPfSu3xmsNtLx+LYiktdpwbDA60NdR8n36sgnTZ&#10;1tUifSZzPPiq9a7efVxqpab3Y/UKItIY/8V/7r1W8PSyzHPzm/w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Dr/T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X6usYA&#10;AADdAAAADwAAAGRycy9kb3ducmV2LnhtbESPQWvCQBSE74X+h+UJ3urGUkITXUWkLa2XaizU4yP7&#10;mg3Nvg3ZNUZ/vVsoeBxm5htmvhxsI3rqfO1YwXSSgCAuna65UvC1f314BuEDssbGMSk4k4fl4v5u&#10;jrl2J95RX4RKRAj7HBWYENpcSl8asugnriWO3o/rLIYou0rqDk8Rbhv5mCSptFhzXDDY0tpQ+Vsc&#10;rQI/Xb98b+wl6w9vhj+LD5NuK6PUeDSsZiACDeEW/m+/awVPWZrB35v4BO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X6u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27DC3" w:rsidRDefault="00A27DC3" w:rsidP="00A27DC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27DC3" w:rsidRDefault="00A27DC3" w:rsidP="00A27D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7DC3" w:rsidRDefault="00A27DC3" w:rsidP="00A27D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7DC3" w:rsidRDefault="00A27DC3" w:rsidP="00A27D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7DC3" w:rsidRDefault="00A27DC3" w:rsidP="00A27D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7DC3" w:rsidRDefault="00A27DC3" w:rsidP="00A27D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27DC3" w:rsidRDefault="00A27DC3" w:rsidP="00A27DC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27DC3" w:rsidRDefault="00A27DC3" w:rsidP="00A27D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27DC3" w:rsidRDefault="00A27DC3" w:rsidP="00A27D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27DC3" w:rsidRDefault="00A27DC3" w:rsidP="00A27D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7DC3" w:rsidRDefault="00A27DC3" w:rsidP="00A27D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27DC3" w:rsidRDefault="00A27DC3" w:rsidP="00A27D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7DC3" w:rsidRDefault="00A27DC3" w:rsidP="00A27D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27DC3" w:rsidRDefault="00A27DC3" w:rsidP="00A27DC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27DC3" w:rsidRPr="006E3F23" w:rsidRDefault="00A27DC3" w:rsidP="00A27DC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№50</w:t>
      </w:r>
    </w:p>
    <w:p w:rsidR="00A27DC3" w:rsidRPr="008E2C07" w:rsidRDefault="00A27DC3" w:rsidP="00A27DC3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A27DC3" w:rsidRPr="008E2C07" w:rsidRDefault="00A27DC3" w:rsidP="00A27DC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A27DC3" w:rsidRPr="008E2C07" w:rsidRDefault="00A27DC3" w:rsidP="00A27DC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A27DC3" w:rsidRPr="008E2C07" w:rsidRDefault="00A27DC3" w:rsidP="00A27DC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A27DC3" w:rsidRPr="008E2C07" w:rsidRDefault="00A27DC3" w:rsidP="00A27DC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Гаврилюк А.С.</w:t>
      </w:r>
    </w:p>
    <w:p w:rsidR="00A27DC3" w:rsidRPr="008E2C07" w:rsidRDefault="00A27DC3" w:rsidP="00A27D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27DC3" w:rsidRPr="008E2C07" w:rsidRDefault="00A27DC3" w:rsidP="00A27D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Гаврилюк А.С.,</w:t>
      </w:r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A27DC3" w:rsidRPr="00637663" w:rsidRDefault="00A27DC3" w:rsidP="00A27D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A27DC3" w:rsidRPr="008E2C07" w:rsidRDefault="00A27DC3" w:rsidP="00A27D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Гаврилюк </w:t>
      </w:r>
      <w:proofErr w:type="spellStart"/>
      <w:r>
        <w:rPr>
          <w:rFonts w:ascii="Times New Roman" w:hAnsi="Times New Roman"/>
          <w:sz w:val="24"/>
        </w:rPr>
        <w:t>Анні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Сергіївні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96600D">
        <w:rPr>
          <w:rFonts w:ascii="Times New Roman" w:hAnsi="Times New Roman"/>
          <w:sz w:val="24"/>
        </w:rPr>
        <w:t>______________,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0,32</w:t>
      </w:r>
      <w:r w:rsidRPr="008E2C07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на</w:t>
      </w:r>
      <w:proofErr w:type="gram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 w:rsidRPr="008E2C07"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в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Лисиче</w:t>
      </w:r>
      <w:proofErr w:type="spellEnd"/>
      <w:r>
        <w:rPr>
          <w:rFonts w:ascii="Times New Roman" w:hAnsi="Times New Roman"/>
          <w:sz w:val="24"/>
        </w:rPr>
        <w:t>.</w:t>
      </w:r>
    </w:p>
    <w:p w:rsidR="00A27DC3" w:rsidRPr="008E2C07" w:rsidRDefault="00A27DC3" w:rsidP="00A27D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>. Гаврилюк А.С.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A27DC3" w:rsidRPr="008E2C07" w:rsidRDefault="00A27DC3" w:rsidP="00A27DC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A27DC3" w:rsidRPr="008E2C07" w:rsidRDefault="00A27DC3" w:rsidP="00A27D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27DC3" w:rsidRPr="008E2C07" w:rsidRDefault="00A27DC3" w:rsidP="00A27D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27DC3" w:rsidRPr="008E2C07" w:rsidRDefault="00A27DC3" w:rsidP="00A27DC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27DC3" w:rsidRDefault="00A27DC3" w:rsidP="00A27DC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48156C" w:rsidRDefault="0048156C"/>
    <w:sectPr w:rsidR="0048156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A27DC3"/>
    <w:rsid w:val="00171A2E"/>
    <w:rsid w:val="00304C90"/>
    <w:rsid w:val="0048156C"/>
    <w:rsid w:val="00505B6D"/>
    <w:rsid w:val="006D3977"/>
    <w:rsid w:val="007D6C18"/>
    <w:rsid w:val="0096600D"/>
    <w:rsid w:val="00A27DC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DC3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27DC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27DC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27DC3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225</Words>
  <Characters>1288</Characters>
  <Application>Microsoft Office Word</Application>
  <DocSecurity>0</DocSecurity>
  <Lines>10</Lines>
  <Paragraphs>3</Paragraphs>
  <ScaleCrop>false</ScaleCrop>
  <Company>Microsoft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2020-12-01T06:16:00Z</dcterms:created>
  <dcterms:modified xsi:type="dcterms:W3CDTF">2020-12-01T07:27:00Z</dcterms:modified>
</cp:coreProperties>
</file>