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ED" w:rsidRDefault="008D69ED" w:rsidP="008D69E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ED67E7" wp14:editId="36B7BFB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7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7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9ED" w:rsidRDefault="008D69ED" w:rsidP="008D69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XJ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n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N3Y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MaJ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jG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wmcZhbn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CIxu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CjsgA&#10;AADdAAAADwAAAGRycy9kb3ducmV2LnhtbESPT2sCMRTE74V+h/AKXqRmW2GtW6OIsP3jQdAWen1s&#10;XjdbNy9LEnX10zeFgsdhZn7DzBa9bcWRfGgcK3gYZSCIK6cbrhV8fpT3TyBCRNbYOiYFZwqwmN/e&#10;zLDQ7sRbOu5iLRKEQ4EKTIxdIWWoDFkMI9cRJ+/beYsxSV9L7fGU4LaVj1mWS4sNpwWDHa0MVfvd&#10;wSr4KTfmazW5vPjhdEuXYbl+bd9zpQZ3/fIZRKQ+XsP/7TetIJ+Mp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mEK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6EcEA&#10;AADdAAAADwAAAGRycy9kb3ducmV2LnhtbERPzWrCQBC+F3yHZQQvpW60YkvqKiJaxIuofYAhO2ZD&#10;s7Mhu5r07TsHwePH979Y9b5Wd2pjFdjAZJyBIi6Crbg08HPZvX2CignZYh2YDPxRhNVy8LLA3IaO&#10;T3Q/p1JJCMccDbiUmlzrWDjyGMehIRbuGlqPSWBbattiJ+G+1tMsm2uPFUuDw4Y2jorf881LyfEd&#10;j4drd9l999jh9uD4dX0yZjTs11+gEvXpKX6499bA/GMm+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8+h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uKKsYA&#10;AADdAAAADwAAAGRycy9kb3ducmV2LnhtbESPQUsDMRSE74L/ITzBm8221K2sTYtUhSJ4aCuIt8fm&#10;dXdx8xKSZ3f7740g9DjMzDfMcj26Xp0ops6zgemkAEVce9txY+Dj8Hr3ACoJssXeMxk4U4L16vpq&#10;iZX1A+/otJdGZQinCg20IqHSOtUtOUwTH4izd/TRoWQZG20jDhnuej0rilI77DgvtBho01L9vf9x&#10;Bt6Hl/C2KO+P4SvOZzo9W/nciDG3N+PTIyihUS7h//bWGigX8y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uK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B/c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sPh3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LB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xxs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igX8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Wx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JzMcA&#10;AADdAAAADwAAAGRycy9kb3ducmV2LnhtbESPQWsCMRSE7wX/Q3iFXopmba3K1ihaCBYslKrg9bF5&#10;7i5uXpYkdbf/3hQKPQ4z8w2zWPW2EVfyoXasYDzKQBAXztRcKjge9HAOIkRkg41jUvBDAVbLwd0C&#10;c+M6/qLrPpYiQTjkqKCKsc2lDEVFFsPItcTJOztvMSbpS2k8dgluG/mUZVNpsea0UGFLbxUVl/23&#10;VbD57Mpn/1hserc7b08vWhv9oZV6uO/XryAi9fE//Nd+Nwqms8kE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8ic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h2EsQA&#10;AADdAAAADwAAAGRycy9kb3ducmV2LnhtbESP3WoCMRSE74W+QzgF7zSr+MfWKKIsFOlN1Qc4bE43&#10;q5uTJYnr+vaNUOjlMDPfMOttbxvRkQ+1YwWTcQaCuHS65krB5VyMViBCRNbYOCYFTwqw3bwN1phr&#10;9+Bv6k6xEgnCIUcFJsY2lzKUhiyGsWuJk/fjvMWYpK+k9vhIcNvIaZYtpMWa04LBlvaGytvpbhUU&#10;x+lXd7trX7hdP7M0N9fVwSg1fO93HyAi9fE//Nf+1AoWy9kcX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Idh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yIMcA&#10;AADdAAAADwAAAGRycy9kb3ducmV2LnhtbESPUUvDMBSF34X9h3AHvsiWOl0nddnYhOBAYWwTfL00&#10;d22xuSlJXOu/XwTBx8M55zuc5XqwrbiQD41jBffTDARx6UzDlYKPk548gQgR2WDrmBT8UID1anSz&#10;xMK4ng90OcZKJAiHAhXUMXaFlKGsyWKYuo44eWfnLcYkfSWNxz7BbStnWZZLiw2nhRo7eqmp/Dp+&#10;WwXbfV89+LtyO7i38+vnXGuj37VSt+Nh8wwi0hD/w3/tnVGQLx5z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isi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N/sQA&#10;AADdAAAADwAAAGRycy9kb3ducmV2LnhtbESP3WoCMRSE7wu+QzhC72pWsSqrUcSyUKQ3/jzAYXPc&#10;rG5OliSu27c3hYKXw8x8w6w2vW1ERz7UjhWMRxkI4tLpmisF51PxsQARIrLGxjEp+KUAm/XgbYW5&#10;dg8+UHeMlUgQDjkqMDG2uZShNGQxjFxLnLyL8xZjkr6S2uMjwW0jJ1k2kxZrTgsGW9oZKm/Hu1VQ&#10;7Cc/3e2ufeG2/dTSp7kuvoxS78N+uwQRqY+v8H/7WyuYzadz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WTf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DqrwA&#10;AADdAAAADwAAAGRycy9kb3ducmV2LnhtbERPSwrCMBDdC94hjOBOU/9SjSKCokurBxiasS02k9pE&#10;W29vFoLLx/uvt60pxZtqV1hWMBpGIIhTqwvOFNyuh8EShPPIGkvLpOBDDrabbmeNsbYNX+id+EyE&#10;EHYxKsi9r2IpXZqTQTe0FXHg7rY26AOsM6lrbEK4KeU4iubSYMGhIceK9jmlj+RlFEw/zfGZzB7R&#10;QRsanSfVmX06U6rfa3crEJ5a/xf/3CetYL6YhrnhTXgCcvM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izMOq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J/Lc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IHlZr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n8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/asQA&#10;AADdAAAADwAAAGRycy9kb3ducmV2LnhtbERPu27CMBTdK/EP1kViKw6lDZBiECBVgg4gXgPbJb5N&#10;QuPrELuQ/n09VGI8Ou/xtDGluFHtCssKet0IBHFqdcGZgsP+43kIwnlkjaVlUvBLDqaT1tMYE23v&#10;vKXbzmcihLBLUEHufZVI6dKcDLqurYgD92Vrgz7AOpO6xnsIN6V8iaJYGiw4NORY0SKn9Hv3YxQc&#10;N8N4tJmvXi+f6zP2jb6edBEr1Wk3s3cQnhr/EP+7l1pBPHgL+8Ob8AT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SP2r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ZYAsYA&#10;AADdAAAADwAAAGRycy9kb3ducmV2LnhtbESPT2vCQBTE7wW/w/IEb3Wj1lSiq/iHavEUbaHXR/aZ&#10;BLNvQ3bV2E/fFYQeh5n5DTNbtKYSV2pcaVnBoB+BIM6sLjlX8P318ToB4TyyxsoyKbiTg8W88zLD&#10;RNsbH+h69LkIEHYJKii8rxMpXVaQQde3NXHwTrYx6INscqkbvAW4qeQwimJpsOSwUGBN64Ky8/Fi&#10;FPzGP5i63XC1GWlP97fJ1u7TrVK9brucgvDU+v/ws/2pFcTv4wE83o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ZYA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VzcUA&#10;AADdAAAADwAAAGRycy9kb3ducmV2LnhtbESP3WrCQBSE7wu+w3KE3jUbgz9tdBURC961Rh/gkD1u&#10;gtmzMbtq2qd3CwUvh5n5hlmsetuIG3W+dqxglKQgiEunazYKjofPt3cQPiBrbByTgh/ysFoOXhaY&#10;a3fnPd2KYESEsM9RQRVCm0vpy4os+sS1xNE7uc5iiLIzUnd4j3DbyCxNp9JizXGhwpY2FZXn4moV&#10;XFw20X2xxa/z9uO7NmZ8+d2PlXod9us5iEB9eIb/2zutYDqbZP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JX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6PsUA&#10;AADdAAAADwAAAGRycy9kb3ducmV2LnhtbESPS2/CMBCE70j9D9ZW4lacggg0jUEFCYkrjwPHrb15&#10;tPE6jQ0Efn1dqRLH0cx8o8mXvW3EhTpfO1bwOkpAEGtnai4VHA+blzkIH5ANNo5JwY08LBdPgxwz&#10;4668o8s+lCJC2GeooAqhzaT0uiKLfuRa4ugVrrMYouxKaTq8Rrht5DhJUmmx5rhQYUvrivT3/mwV&#10;bOtPmqa6eLPzld6d7j9hMvsySg2f+493EIH68Aj/t7dGQTqbTuDvTX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bo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HRvsMA&#10;AADdAAAADwAAAGRycy9kb3ducmV2LnhtbERPXWvCMBR9F/Yfwh3sTdPJdLMzigoDRS3MyfZ6ae6a&#10;suamNFmt/94Igo/nmzOdd7YSLTW+dKzgeZCAIM6dLrlQcPz66L+B8AFZY+WYFJzJw3z20Jtiqt2J&#10;P6k9hELEEvYpKjAh1KmUPjdk0Q9cTRy1X9dYDBE2hdQNnmK5reQwScbSYslxwWBNK0P53+HfKmgx&#10;Oyc/ZrmfbMpdPsyW31sdefX02C3eQQTqwt18S6+1gvHr6A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HRv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KRcUA&#10;AADdAAAADwAAAGRycy9kb3ducmV2LnhtbESPQUvDQBSE70L/w/IEb3ZjoLXEbosUKh419tDjM/ua&#10;Tc2+F3bXJvrrXUHwOMzMN8x6O/leXSjETtjA3bwARdyI7bg1cHjb365AxYRssRcmA18UYbuZXa2x&#10;sjLyK13q1KoM4VihAZfSUGkdG0ce41wG4uydJHhMWYZW24Bjhvtel0Wx1B47zgsOB9o5aj7qT29g&#10;fGrez+XpaN13GGRfv8i57MWYm+vp8QFUoin9h//az9bA8n6xg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lsp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8SlcYA&#10;AADdAAAADwAAAGRycy9kb3ducmV2LnhtbESP3WoCMRSE7wu+QzgF72q2QldZjWK1QimV4t/9cXPc&#10;XZucLJuo69s3gtDLYWa+YcbT1hpxocZXjhW89hIQxLnTFRcKdtvlyxCED8gajWNScCMP00nnaYyZ&#10;dlde02UTChEh7DNUUIZQZ1L6vCSLvudq4ugdXWMxRNkUUjd4jXBrZD9JUmmx4rhQYk3zkvLfzdkq&#10;WP4szKm/Ws/2Msw/Bgcz/HpffCvVfW5nIxCB2vAffrQ/tYJ08JbC/U18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8S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6t8gA&#10;AADdAAAADwAAAGRycy9kb3ducmV2LnhtbESP3WrCQBSE7wt9h+UUvCl1o+IP0TVIoUTBQmsLvT1m&#10;j0kwe3bJrjG+fbcg9HKYmW+YVdabRnTU+tqygtEwAUFcWF1zqeD76+1lAcIHZI2NZVJwIw/Z+vFh&#10;ham2V/6k7hBKESHsU1RQheBSKX1RkUE/tI44eifbGgxRtqXULV4j3DRynCQzabDmuFCho9eKivPh&#10;YhR0H/tjue28250Xz346Oeb5u/5RavDUb5YgAvXhP3xvb7WC2Xw6h7838QnI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xHq3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qSDMQA&#10;AADdAAAADwAAAGRycy9kb3ducmV2LnhtbERPy2oCMRTdC/5DuIXuNFOpVkejqCB0I9THQnfXyXVm&#10;cHIzJlGnfn2zELo8nPdk1phK3Mn50rKCj24CgjizuuRcwX636gxB+ICssbJMCn7Jw2zabk0w1fbB&#10;G7pvQy5iCPsUFRQh1KmUPivIoO/amjhyZ+sMhghdLrXDRww3lewlyUAaLDk2FFjTsqDssr0ZBYvR&#10;cHH9+eT1c3M60vFwuvR7LlHq/a2Zj0EEasK/+OX+1goGX/04N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6kgzEAAAA3QAAAA8AAAAAAAAAAAAAAAAAmAIAAGRycy9k&#10;b3ducmV2LnhtbFBLBQYAAAAABAAEAPUAAACJAwAAAAA=&#10;" fillcolor="black" stroked="f"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/0mcgA&#10;AADdAAAADwAAAGRycy9kb3ducmV2LnhtbESPT2vCQBTE74LfYXlCb7qpYKqpq6i1UKg9+Ofg8TX7&#10;mizJvg3ZVdN++q5Q6HGYmd8w82Vna3Gl1hvHCh5HCQji3GnDhYLT8XU4BeEDssbaMSn4Jg/LRb83&#10;x0y7G+/pegiFiBD2GSooQ2gyKX1ekkU/cg1x9L5cazFE2RZSt3iLcFvLcZKk0qLhuFBiQ5uS8upw&#10;sQrO76mZ7g2NP3c/663eTar1x0ul1MOgWz2DCNSF//Bf+00rSJ8mM7i/i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n/S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pDMIA&#10;AADdAAAADwAAAGRycy9kb3ducmV2LnhtbERPPW/CMBDdK/EfrEPqVhw6pChgEAJVsHQotGI9xUcc&#10;Ep+DbSDw6+uhEuPT+54tetuKK/lQO1YwHmUgiEuna64U/Ow/3yYgQkTW2DomBXcKsJgPXmZYaHfj&#10;b7ruYiVSCIcCFZgYu0LKUBqyGEauI07c0XmLMUFfSe3xlsJtK9+zLJcWa04NBjtaGSqb3cUq8MvD&#10;unnw5bfJHl/3sDn15wkapV6H/XIKIlIfn+J/91YryD/ytD+9SU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KkM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pJcYA&#10;AADdAAAADwAAAGRycy9kb3ducmV2LnhtbESP3WrCQBSE7wt9h+UUelN0oxexja5SCoJQKfjzAMfs&#10;MQndPRuypxp9ercgeDnMzDfMbNF7p07UxSawgdEwA0VcBttwZWC/Ww7eQUVBtugCk4ELRVjMn59m&#10;WNhw5g2dtlKpBOFYoIFapC20jmVNHuMwtMTJO4bOoyTZVdp2eE5w7/Q4y3LtseG0UGNLXzWVv9s/&#10;b8CND+7jexLXctnrdXb1snn7sca8vvSfU1BCvTzC9/bKGsgn+Qj+36Qn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SpJ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4FsYA&#10;AADdAAAADwAAAGRycy9kb3ducmV2LnhtbESPQWvCQBSE7wX/w/IEb3XTHGKJrtJWhFx6aKp4fWaf&#10;2dDdtyG71dhf3xUKPQ4z8w2z2ozOigsNofOs4GmegSBuvO64VbD/3D0+gwgRWaP1TApuFGCznjys&#10;sNT+yh90qWMrEoRDiQpMjH0pZWgMOQxz3xMn7+wHhzHJoZV6wGuCOyvzLCukw47TgsGe3gw1X/W3&#10;U7Cte5vvK/Majof308lWPzs6bpWaTceXJYhIY/wP/7UrraBYFDnc36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o4F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SPMUA&#10;AADdAAAADwAAAGRycy9kb3ducmV2LnhtbESPwWrDMBBE74H+g9hCb4nUFpzgRjGl1BDoKYlzyG2R&#10;trZba2UsNXb/PgoEchxm5g2zLibXiTMNofWs4XmhQBAbb1uuNVSHcr4CESKyxc4zafinAMXmYbbG&#10;3PqRd3Tex1okCIccNTQx9rmUwTTkMCx8T5y8bz84jEkOtbQDjgnuOvmiVCYdtpwWGuzpoyHzu/9z&#10;Gn5K+eWNQnOsjuPWLk+fGXVK66fH6f0NRKQp3sO39tZqyJbZK1zfpCc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dI8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oZsYA&#10;AADdAAAADwAAAGRycy9kb3ducmV2LnhtbESPT2vCQBTE7wW/w/IEb3WjlijRVbRQEKUH/1B6fGaf&#10;SUj2bdhdNf32bqHQ4zAzv2EWq8404k7OV5YVjIYJCOLc6ooLBefTx+sMhA/IGhvLpOCHPKyWvZcF&#10;Zto++ED3YyhEhLDPUEEZQptJ6fOSDPqhbYmjd7XOYIjSFVI7fES4aeQ4SVJpsOK4UGJL7yXl9fFm&#10;FHzf9nz9nOzWbhO+bHfy9fgyq5Ua9Lv1HESgLvyH/9pbrSCdpm/w+yY+Ab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HoZ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3L8cA&#10;AADdAAAADwAAAGRycy9kb3ducmV2LnhtbESPQWsCMRSE74X+h/AKvdWsoltdjVIFwYtQbQ/19tw8&#10;dxc3L9sk1dVfb4SCx2FmvmEms9bU4kTOV5YVdDsJCOLc6ooLBd9fy7chCB+QNdaWScGFPMymz08T&#10;zLQ984ZO21CICGGfoYIyhCaT0uclGfQd2xBH72CdwRClK6R2eI5wU8tekqTSYMVxocSGFiXlx+2f&#10;UTAfDee/n31eXzf7He1+9sdBzyVKvb60H2MQgdrwCP+3V1pB+p4O4P4mP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X9y/HAAAA3QAAAA8AAAAAAAAAAAAAAAAAmAIAAGRy&#10;cy9kb3ducmV2LnhtbFBLBQYAAAAABAAEAPUAAACMAwAAAAA=&#10;" fillcolor="black" stroked="f"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TWcUA&#10;AADdAAAADwAAAGRycy9kb3ducmV2LnhtbESPT0sDMRTE70K/Q3gFbzarwlq2TctSEMXT9o94fd28&#10;bhY3L0sS0/XbG0HwOMzMb5j1drKDSORD71jB/aIAQdw63XOn4HR8vluCCBFZ4+CYFHxTgO1mdrPG&#10;Srsr7ykdYicyhEOFCkyMYyVlaA1ZDAs3Emfv4rzFmKXvpPZ4zXA7yIeiKKXFnvOCwZF2htrPw5dV&#10;kM67pn5MH8ns33zdede8vJ8bpW7nU70CEWmK/+G/9qtWUD6V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ZN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WMMYA&#10;AADdAAAADwAAAGRycy9kb3ducmV2LnhtbESPQWvCQBSE7wX/w/IEb3VjD1FTVxGxYr20jYX2+Mg+&#10;s8Hs25BdY+qv7wqFHoeZ+YZZrHpbi45aXzlWMBknIIgLpysuFXweXx5nIHxA1lg7JgU/5GG1HDws&#10;MNPuyh/U5aEUEcI+QwUmhCaT0heGLPqxa4ijd3KtxRBlW0rd4jXCbS2fkiSVFiuOCwYb2hgqzvnF&#10;KvCTzfbrYG/z7ntn+C1/Nel7aZQaDfv1M4hAffgP/7X3WkE6Tadwf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LWM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69ED" w:rsidRDefault="008D69ED" w:rsidP="008D69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69ED" w:rsidRDefault="008D69ED" w:rsidP="008D69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69ED" w:rsidRDefault="008D69ED" w:rsidP="008D69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D69ED" w:rsidRDefault="008D69ED" w:rsidP="008D69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69ED" w:rsidRDefault="008D69ED" w:rsidP="008D69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8D69ED" w:rsidRDefault="008D69ED" w:rsidP="008D69E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8D69ED" w:rsidRPr="003937A2" w:rsidRDefault="008D69ED" w:rsidP="008D69E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Корнієнко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П.П.</w:t>
      </w:r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Корнієнко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П.П.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8D69ED" w:rsidRPr="00401D45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D69ED" w:rsidRPr="003937A2" w:rsidRDefault="008D69ED" w:rsidP="008D69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Корнієнко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Петру </w:t>
      </w:r>
      <w:proofErr w:type="spellStart"/>
      <w:r>
        <w:rPr>
          <w:rFonts w:ascii="Times New Roman" w:eastAsia="Calibri" w:hAnsi="Times New Roman" w:cs="Times New Roman"/>
          <w:sz w:val="24"/>
        </w:rPr>
        <w:t>Панасовичу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E79EB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0,2500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D69ED" w:rsidRPr="003937A2" w:rsidRDefault="008D69ED" w:rsidP="008D69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Корнієнко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П.П.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8D69ED" w:rsidRPr="003937A2" w:rsidRDefault="008D69ED" w:rsidP="008D69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D69ED" w:rsidRPr="008D69ED" w:rsidRDefault="008D69ED" w:rsidP="008D69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D69ED" w:rsidRPr="00401D45" w:rsidRDefault="008D69ED" w:rsidP="008D69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244D4" w:rsidRPr="008D69ED" w:rsidRDefault="008D69ED" w:rsidP="008D69E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244D4" w:rsidRPr="008D69ED" w:rsidSect="008D69ED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ED"/>
    <w:rsid w:val="003244D4"/>
    <w:rsid w:val="004E79EB"/>
    <w:rsid w:val="008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E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D69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69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D69E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E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D69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69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D69E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2021-09-13T07:43:00Z</dcterms:created>
  <dcterms:modified xsi:type="dcterms:W3CDTF">2021-09-13T13:06:00Z</dcterms:modified>
</cp:coreProperties>
</file>