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AC3" w:rsidRPr="00B623A8" w:rsidRDefault="001E5AC3" w:rsidP="001E5AC3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3B7ECE" wp14:editId="2D7C7B0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31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32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5AC3" w:rsidRDefault="001E5AC3" w:rsidP="001E5A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5AC3" w:rsidRDefault="001E5AC3" w:rsidP="001E5A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5AC3" w:rsidRDefault="001E5AC3" w:rsidP="001E5A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5AC3" w:rsidRDefault="001E5AC3" w:rsidP="001E5A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5AC3" w:rsidRDefault="001E5AC3" w:rsidP="001E5A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5AC3" w:rsidRDefault="001E5AC3" w:rsidP="001E5A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5AC3" w:rsidRDefault="001E5AC3" w:rsidP="001E5A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5AC3" w:rsidRDefault="001E5AC3" w:rsidP="001E5A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5AC3" w:rsidRDefault="001E5AC3" w:rsidP="001E5A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5AC3" w:rsidRDefault="001E5AC3" w:rsidP="001E5A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5AC3" w:rsidRDefault="001E5AC3" w:rsidP="001E5A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5AC3" w:rsidRDefault="001E5AC3" w:rsidP="001E5A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5AC3" w:rsidRDefault="001E5AC3" w:rsidP="001E5A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5AC3" w:rsidRDefault="001E5AC3" w:rsidP="001E5A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5AC3" w:rsidRDefault="001E5AC3" w:rsidP="001E5A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5AC3" w:rsidRDefault="001E5AC3" w:rsidP="001E5A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5AC3" w:rsidRDefault="001E5AC3" w:rsidP="001E5A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5AC3" w:rsidRDefault="001E5AC3" w:rsidP="001E5A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5AC3" w:rsidRDefault="001E5AC3" w:rsidP="001E5A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5AC3" w:rsidRDefault="001E5AC3" w:rsidP="001E5A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5AC3" w:rsidRDefault="001E5AC3" w:rsidP="001E5A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5AC3" w:rsidRDefault="001E5AC3" w:rsidP="001E5A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5AC3" w:rsidRDefault="001E5AC3" w:rsidP="001E5A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5AC3" w:rsidRDefault="001E5AC3" w:rsidP="001E5A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5AC3" w:rsidRDefault="001E5AC3" w:rsidP="001E5A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5AC3" w:rsidRDefault="001E5AC3" w:rsidP="001E5A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5AC3" w:rsidRDefault="001E5AC3" w:rsidP="001E5A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5AC3" w:rsidRDefault="001E5AC3" w:rsidP="001E5A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5AC3" w:rsidRDefault="001E5AC3" w:rsidP="001E5A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5AC3" w:rsidRDefault="001E5AC3" w:rsidP="001E5A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aUEsX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OTccEA&#10;AADdAAAADwAAAGRycy9kb3ducmV2LnhtbERPy4rCMBTdD/gP4QruxtRWRqmNIjKKC2Goj/2luX1g&#10;c1OajNa/N4uBWR7OO9sMphUP6l1jWcFsGoEgLqxuuFJwvew/lyCcR9bYWiYFL3KwWY8+Mky1fXJO&#10;j7OvRAhhl6KC2vsuldIVNRl0U9sRB660vUEfYF9J3eMzhJtWxlH0JQ02HBpq7GhXU3E//xoFNjkc&#10;T7cqzpNvXnje/izL23BSajIetisQngb/L/5zH7WCeRKH/eFNeAJy/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Tk3H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E5AC3" w:rsidRDefault="001E5AC3" w:rsidP="001E5A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ny5MgA&#10;AADdAAAADwAAAGRycy9kb3ducmV2LnhtbESPQWsCMRSE74X+h/AKXqRm1WLt1ihFWG17KKiFXh+b&#10;1822m5clibr6641Q6HGYmW+Y2aKzjTiQD7VjBcNBBoK4dLrmSsHnrrifgggRWWPjmBScKMBifnsz&#10;w1y7I2/osI2VSBAOOSowMba5lKE0ZDEMXEucvG/nLcYkfSW1x2OC20aOsmwiLdacFgy2tDRU/m73&#10;VsFP8WG+lo/nle8/bejcL97XzdtEqd5d9/IMIlIX/8N/7Vet4GE8GsL1TXoCc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CfLk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E5AC3" w:rsidRDefault="001E5AC3" w:rsidP="001E5A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MO7MIA&#10;AADdAAAADwAAAGRycy9kb3ducmV2LnhtbESP3YrCMBCF7xd8hzCCN4umW0WkGkVEZfFG/HmAoRmb&#10;YjMpTdbWt98IgpeH8/NxFqvOVuJBjS8dK/gZJSCIc6dLLhRcL7vhDIQPyBorx6TgSR5Wy97XAjPt&#10;Wj7R4xwKEUfYZ6jAhFBnUvrckEU/cjVx9G6usRiibAqpG2zjuK1kmiRTabHkSDBY08ZQfj//2Qg5&#10;jvF4uLWX3b7DFrcHw9/rk1KDfreegwjUhU/43f7VCibjNIXXm/g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Aw7s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E5AC3" w:rsidRDefault="001E5AC3" w:rsidP="001E5A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R+18YA&#10;AADdAAAADwAAAGRycy9kb3ducmV2LnhtbESPQUsDMRSE70L/Q3gFbzbrtlZZmxapCiL00FYQb4/N&#10;6+7i5iUkz+76740geBxm5htmtRldr84UU+fZwPWsAEVce9txY+Dt+Hx1ByoJssXeMxn4pgSb9eRi&#10;hZX1A+/pfJBGZQinCg20IqHSOtUtOUwzH4izd/LRoWQZG20jDhnuel0WxVI77DgvtBho21L9efhy&#10;BnbDU3i9Xd6cwkdclDo9WnnfijGX0/HhHpTQKP/hv/aLNbCYl3P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/R+1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E5AC3" w:rsidRDefault="001E5AC3" w:rsidP="001E5A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YzA8QA&#10;AADdAAAADwAAAGRycy9kb3ducmV2LnhtbESP3WrCQBCF7wu+wzKCN6Vu/KGU6CaINEW8EbUPMGTH&#10;bDA7G7LbJL59Vyj08nB+Ps42H20jeup87VjBYp6AIC6drrlS8H0t3j5A+ICssXFMCh7kIc8mL1tM&#10;tRv4TP0lVCKOsE9RgQmhTaX0pSGLfu5a4ujdXGcxRNlVUnc4xHHbyGWSvEuLNUeCwZb2hsr75cdG&#10;yGmFp+NtuBZfIw74eTT8ujsrNZuOuw2IQGP4D/+1D1rBerVcw/NNf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mMwP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E5AC3" w:rsidRDefault="001E5AC3" w:rsidP="001E5A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FDOMYA&#10;AADdAAAADwAAAGRycy9kb3ducmV2LnhtbESPQUsDMRSE70L/Q3gFbzbr2lZZmxapCiL00FYQb4/N&#10;6+7i5iUkz+76740geBxm5htmtRldr84UU+fZwPWsAEVce9txY+Dt+Hx1ByoJssXeMxn4pgSb9eRi&#10;hZX1A+/pfJBGZQinCg20IqHSOtUtOUwzH4izd/LRoWQZG20jDhnuel0WxVI77DgvtBho21L9efhy&#10;BnbDU3i9XS5O4SPOS50erbxvxZjL6fhwD0polP/wX/vFGpjflA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1FDO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E5AC3" w:rsidRDefault="001E5AC3" w:rsidP="001E5A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N9McYA&#10;AADdAAAADwAAAGRycy9kb3ducmV2LnhtbESPQWsCMRSE7wX/Q3hCL1KzapWyNYoWQoUKUlvo9bF5&#10;7i7dvCxJ6q7/3ghCj8PMfMMs171txJl8qB0rmIwzEMSFMzWXCr6/9NMLiBCRDTaOScGFAqxXg4cl&#10;5sZ1/EnnYyxFgnDIUUEVY5tLGYqKLIaxa4mTd3LeYkzSl9J47BLcNnKaZQtpsea0UGFLbxUVv8c/&#10;q2B76MqZHxXb3n2c3n/mWhu910o9DvvNK4hIffwP39s7o+B5Nl3A7U16An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QN9M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E5AC3" w:rsidRDefault="001E5AC3" w:rsidP="001E5A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eC78QA&#10;AADdAAAADwAAAGRycy9kb3ducmV2LnhtbESPUWvCMBSF3wf+h3CFvc3Uzk2pRhFHYYy9TP0Bl+ba&#10;VJubksTa/ftlIPh4OOd8h7PaDLYVPfnQOFYwnWQgiCunG64VHA/lywJEiMgaW8ek4JcCbNajpxUW&#10;2t34h/p9rEWCcChQgYmxK6QMlSGLYeI64uSdnLcYk/S11B5vCW5bmWfZu7TYcFow2NHOUHXZX62C&#10;8iv/7i9X7Uu3HWaW3sx58WGUeh4P2yWISEN8hO/tT61g9prP4f9Ne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3gu/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E5AC3" w:rsidRDefault="001E5AC3" w:rsidP="001E5A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BM2MMA&#10;AADdAAAADwAAAGRycy9kb3ducmV2LnhtbERPXWvCMBR9H+w/hCv4MjRVtzGqUaYQFCaM6cDXS3Nt&#10;i81NSaKt/948DPZ4ON+LVW8bcSMfascKJuMMBHHhTM2lgt+jHn2ACBHZYOOYFNwpwGr5/LTA3LiO&#10;f+h2iKVIIRxyVFDF2OZShqIii2HsWuLEnZ23GBP0pTQeuxRuGznNsndpsebUUGFLm4qKy+FqFay/&#10;u3LmX4p1777O29Ob1kbvtVLDQf85BxGpj//iP/fOKHidTdPc9CY9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9BM2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E5AC3" w:rsidRDefault="001E5AC3" w:rsidP="001E5A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SzBsQA&#10;AADdAAAADwAAAGRycy9kb3ducmV2LnhtbESPUWvCMBSF3wf+h3CFvc3Uzg2tRhFHYYy9TP0Bl+ba&#10;VJubksTa/ftlIPh4OOd8h7PaDLYVPfnQOFYwnWQgiCunG64VHA/lyxxEiMgaW8ek4JcCbNajpxUW&#10;2t34h/p9rEWCcChQgYmxK6QMlSGLYeI64uSdnLcYk/S11B5vCW5bmWfZu7TYcFow2NHOUHXZX62C&#10;8iv/7i9X7Uu3HWaW3sx5/mGUeh4P2yWISEN8hO/tT61g9pov4P9Ne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ksw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E5AC3" w:rsidRDefault="001E5AC3" w:rsidP="001E5A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KWYL8A&#10;AADdAAAADwAAAGRycy9kb3ducmV2LnhtbERPzYrCMBC+C/sOYQRvmmp1WapRRFDWo3UfYGhm22Iz&#10;6TbR1rffOQgeP77/zW5wjXpQF2rPBuazBBRx4W3NpYGf63H6BSpEZIuNZzLwpAC77cdog5n1PV/o&#10;kcdSSQiHDA1UMbaZ1qGoyGGY+ZZYuF/fOYwCu1LbDnsJd41eJMmndlizNFTY0qGi4pbfnYHlsz/9&#10;5atbcrSO5ue0PXMsVsZMxsN+DSrSEN/il/vbii9NZb+8kSegt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gpZg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E5AC3" w:rsidRDefault="001E5AC3" w:rsidP="001E5A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wq58UA&#10;AADdAAAADwAAAGRycy9kb3ducmV2LnhtbESPQWvCQBSE7wX/w/IEb81GLWKjq4iilJ5qTD0/ss8k&#10;mH0bsqtJ/n23UOhxmJlvmPW2N7V4UusqywqmUQyCOLe64kJBdjm+LkE4j6yxtkwKBnKw3Yxe1pho&#10;2/GZnqkvRICwS1BB6X2TSOnykgy6yDbEwbvZ1qAPsi2kbrELcFPLWRwvpMGKw0KJDe1Lyu/pwyh4&#10;LK6zjG+f+is9DKf3w3Hn5Heh1GTc71YgPPX+P/zX/tAK3ubzKfy+C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XCrn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E5AC3" w:rsidRDefault="001E5AC3" w:rsidP="001E5A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3Ll8cA&#10;AADdAAAADwAAAGRycy9kb3ducmV2LnhtbESPT2vCQBTE7wW/w/KE3upGI0Gjq7QFofVQ8d/B2zP7&#10;TGKzb2N2q+m37woFj8PM/IaZzltTiSs1rrSsoN+LQBBnVpecK9htFy8jEM4ja6wsk4JfcjCfdZ6m&#10;mGp74zVdNz4XAcIuRQWF93UqpcsKMuh6tiYO3sk2Bn2QTS51g7cAN5UcRFEiDZYcFgqs6b2g7Hvz&#10;YxTsV6NkvHr7HJ6XX0eMjb4cdJko9dxtXycgPLX+Ef5vf2gFwzgewP1NeAJy9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gty5f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E5AC3" w:rsidRDefault="001E5AC3" w:rsidP="001E5A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ms/8UA&#10;AADdAAAADwAAAGRycy9kb3ducmV2LnhtbESPS4vCQBCE74L/YWjBm040IiHrKD5QF08+FvbaZHqT&#10;YKYnZEaN++t3FgSPRVV9Rc0WranEnRpXWlYwGkYgiDOrS84VfF22gwSE88gaK8uk4EkOFvNuZ4ap&#10;tg8+0f3scxEg7FJUUHhfp1K6rCCDbmhr4uD92MagD7LJpW7wEeCmkuMomkqDJYeFAmtaF5Rdzzej&#10;4Hf6jUe3H682sfb0nCQ7ezjulOr32uUHCE+tf4df7U+tYBLHMfy/CU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Gaz/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E5AC3" w:rsidRDefault="001E5AC3" w:rsidP="001E5A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hnM8UA&#10;AADdAAAADwAAAGRycy9kb3ducmV2LnhtbESP0WrCQBRE3wv+w3IF35qNmhaNrlKKgm+tqR9wyV43&#10;wezdmF01+vXdQsHHYWbOMMt1bxtxpc7XjhWMkxQEcel0zUbB4Wf7OgPhA7LGxjEpuJOH9WrwssRc&#10;uxvv6VoEIyKEfY4KqhDaXEpfVmTRJ64ljt7RdRZDlJ2RusNbhNtGTtL0XVqsOS5U2NJnReWpuFgF&#10;Zzd5032xwa/TZv5dG5OdH/tMqdGw/1iACNSHZ/i/vdMKsuk0g7838Qn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KGcz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E5AC3" w:rsidRDefault="001E5AC3" w:rsidP="001E5A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VIwMUA&#10;AADdAAAADwAAAGRycy9kb3ducmV2LnhtbESPzW7CMBCE70i8g7VIvYEDKZSmMahFqsQV6KHHrb35&#10;gXidxgbSPn1dCYnjaGa+0eTr3jbiQp2vHSuYThIQxNqZmksFH4f38RKED8gGG8ek4Ic8rFfDQY6Z&#10;cVfe0WUfShEh7DNUUIXQZlJ6XZFFP3EtcfQK11kMUXalNB1eI9w2cpYkC2mx5rhQYUubivRpf7YK&#10;tvUXzRe6eLbLN737/P0O6dPRKPUw6l9fQATqwz18a2+Ngsc0ncP/m/g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RUj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E5AC3" w:rsidRDefault="001E5AC3" w:rsidP="001E5A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4lQ8MA&#10;AADdAAAADwAAAGRycy9kb3ducmV2LnhtbERPW2vCMBR+F/YfwhnsTdOpyNY1lSkIG15gTtzroTlr&#10;ypqT0mS1/nsjCD5+d75s3ttadNT6yrGC51ECgrhwuuJSweF7NXwB4QOyxtoxKTiTh3n+MMgw1e7E&#10;X9TtQyliCfsUFZgQmlRKXxiy6EeuIY7ar2sthgjbUuoWT7Hc1nKcJDNpseK4YLChpaHib/9vFXS4&#10;Oyc/ZrF9/aw2xXi3OK515NXTY//+BiJQH+7mW/pDK5hOJjO4volPQOY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4lQ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E5AC3" w:rsidRDefault="001E5AC3" w:rsidP="001E5A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k+uMUA&#10;AADdAAAADwAAAGRycy9kb3ducmV2LnhtbESPQUvDQBSE74L/YXmCN7sxFSux21IKFY+a9uDxmX3N&#10;pmbfC7trE/31riB4HGbmG2a5nnyvzhRiJ2zgdlaAIm7EdtwaOOx3Nw+gYkK22AuTgS+KsF5dXiyx&#10;sjLyK53r1KoM4VihAZfSUGkdG0ce40wG4uwdJXhMWYZW24Bjhvtel0Vxrz12nBccDrR11HzUn97A&#10;+NS8n8rjm3XfYZBd/SKnshdjrq+mzSOoRFP6D/+1n62Bu/l8Ab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6T64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E5AC3" w:rsidRDefault="001E5AC3" w:rsidP="001E5A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3sbcQA&#10;AADdAAAADwAAAGRycy9kb3ducmV2LnhtbERPW2vCMBR+H/gfwhH2NlN1bFKbitMJYzjE2/uxObbV&#10;5KQ0mXb/fnkY7PHju2ezzhpxo9bXjhUMBwkI4sLpmksFh/3qaQLCB2SNxjEp+CEPs7z3kGGq3Z23&#10;dNuFUsQQ9ikqqEJoUil9UZFFP3ANceTOrrUYImxLqVu8x3Br5ChJXqTFmmNDhQ0tKiquu2+rYLVZ&#10;msvoazs/yrB4fz2Zyefbcq3UY7+bT0EE6sK/+M/9oRU8j8dxbnwTn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d7G3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E5AC3" w:rsidRDefault="001E5AC3" w:rsidP="001E5A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aET8cA&#10;AADdAAAADwAAAGRycy9kb3ducmV2LnhtbESPQWvCQBSE74X+h+UVehHd2KjY6CpSKLGgoLbQ6zP7&#10;TILZtyG7TdJ/3xWEHoeZ+YZZrntTiZYaV1pWMB5FIIgzq0vOFXx9vg/nIJxH1lhZJgW/5GC9enxY&#10;YqJtx0dqTz4XAcIuQQWF93UipcsKMuhGtiYO3sU2Bn2QTS51g12Am0q+RNFMGiw5LBRY01tB2fX0&#10;YxS0h90537au/rjOB24an9N0r7+Ven7qNwsQnnr/H763t1rBJI5f4fYmPAG5+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X2hE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E5AC3" w:rsidRDefault="001E5AC3" w:rsidP="001E5A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siZsUA&#10;AADdAAAADwAAAGRycy9kb3ducmV2LnhtbERPu27CMBTdkfgH6yJ1AwcaEE1jUKlUqQsSjw5lu8SX&#10;JEp8ndouhH59PVTqeHTe+bo3rbiS87VlBdNJAoK4sLrmUsHH8W28BOEDssbWMim4k4f1ajjIMdP2&#10;xnu6HkIpYgj7DBVUIXSZlL6oyKCf2I44chfrDIYIXSm1w1sMN62cJclCGqw5NlTY0WtFRXP4Ngo2&#10;T8vN1y7l7c/+fKLT57mZz1yi1MOof3kGEagP/+I/97tWkD6mcX98E5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ayJmxQAAAN0AAAAPAAAAAAAAAAAAAAAAAJgCAABkcnMv&#10;ZG93bnJldi54bWxQSwUGAAAAAAQABAD1AAAAigMAAAAA&#10;" fillcolor="black" stroked="f">
                  <v:textbox>
                    <w:txbxContent>
                      <w:p w:rsidR="001E5AC3" w:rsidRDefault="001E5AC3" w:rsidP="001E5A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5E88gA&#10;AADdAAAADwAAAGRycy9kb3ducmV2LnhtbESPzWsCMRTE70L/h/AKvWlWa0VWo9R+gFA9+HHw+Nw8&#10;d8NuXpZNqqt/vSkUPA4z8xtmOm9tJc7UeONYQb+XgCDOnDacK9jvvrtjED4ga6wck4IreZjPnjpT&#10;TLW78IbO25CLCGGfooIihDqV0mcFWfQ9VxNH7+QaiyHKJpe6wUuE20oOkmQkLRqOCwXW9FFQVm5/&#10;rYLDz8iMN4YGx9Vt8aVXb+Vi/Vkq9fLcvk9ABGrDI/zfXmoFw9dhH/7exCcgZ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DDkTz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E5AC3" w:rsidRDefault="001E5AC3" w:rsidP="001E5A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nkMcYA&#10;AADdAAAADwAAAGRycy9kb3ducmV2LnhtbESPT2sCMRTE7wW/Q3hCbzWrFZGtUcQievFQ/9DrY/O6&#10;2e7mZZtEXf30jVDocZiZ3zCzRWcbcSEfKscKhoMMBHHhdMWlguNh/TIFESKyxsYxKbhRgMW89zTD&#10;XLsrf9BlH0uRIBxyVGBibHMpQ2HIYhi4ljh5X85bjEn6UmqP1wS3jRxl2URarDgtGGxpZaio92er&#10;wC8/3+s7n091dt/dwua7+5miUeq53y3fQETq4n/4r73VCsav4xE83qQn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znkM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E5AC3" w:rsidRDefault="001E5AC3" w:rsidP="001E5A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HkGMYA&#10;AADdAAAADwAAAGRycy9kb3ducmV2LnhtbESP3WoCMRSE7wu+QziCN6Vm/aG2q1GKUCgoBX8e4HRz&#10;3F1MTpbNqa59+kYo9HKYmW+YxarzTl2ojXVgA6NhBoq4CLbm0sDx8P70AioKskUXmAzcKMJq2XtY&#10;YG7DlXd02UupEoRjjgYqkSbXOhYVeYzD0BAn7xRaj5JkW2rb4jXBvdPjLHvWHmtOCxU2tK6oOO+/&#10;vQE3/nKvm1ncyu2ot9mPl93jpzVm0O/e5qCEOvkP/7U/rIHpZDqB+5v0BP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SHkG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E5AC3" w:rsidRDefault="001E5AC3" w:rsidP="001E5A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RzKMYA&#10;AADdAAAADwAAAGRycy9kb3ducmV2LnhtbESPQWsCMRSE74X+h/AK3mpWu5SyNYqtCHvpwa3F63Pz&#10;3CwmL8sm1bW/3ghCj8PMfMPMFoOz4kR9aD0rmIwzEMS11y03Crbf6+c3ECEia7SeScGFAizmjw8z&#10;LLQ/84ZOVWxEgnAoUIGJsSukDLUhh2HsO+LkHXzvMCbZN1L3eE5wZ+U0y16lw5bTgsGOPg3Vx+rX&#10;KVhVnZ1uS/MRdj9f+70t/9a0Wyk1ehqW7yAiDfE/fG+XWkH+kudwe5Oe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ERzK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E5AC3" w:rsidRDefault="001E5AC3" w:rsidP="001E5A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+ZAsYA&#10;AADdAAAADwAAAGRycy9kb3ducmV2LnhtbESPzWrDMBCE74W+g9hCb43UJk2CayWUkECgp+bnkNsi&#10;bWy31spYiu2+fRUI5DjMzDdMvhxcLTpqQ+VZw+tIgSA23lZcaDjsNy9zECEiW6w9k4Y/CrBcPD7k&#10;mFnf8zd1u1iIBOGQoYYyxiaTMpiSHIaRb4iTd/atw5hkW0jbYp/grpZvSk2lw4rTQokNrUoyv7uL&#10;0/CzkV/eKDTHw7Hf2tlpPaVaaf38NHx+gIg0xHv41t5aDZPx5B2ub9ITkI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Z+ZAsYAAADd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E5AC3" w:rsidRDefault="001E5AC3" w:rsidP="001E5A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SlW8UA&#10;AADdAAAADwAAAGRycy9kb3ducmV2LnhtbESPT4vCMBTE78J+h/AW9qbpqohUo7iCsCh78A/i8dk8&#10;29LmpSRR67c3C4LHYWZ+w0znranFjZwvLSv47iUgiDOrS84VHPar7hiED8gaa8uk4EEe5rOPzhRT&#10;be+8pdsu5CJC2KeooAihSaX0WUEGfc82xNG7WGcwROlyqR3eI9zUsp8kI2mw5LhQYEPLgrJqdzUK&#10;TtcNX/4G64X7CUfb7n3VP48rpb4+28UERKA2vMOv9q9WMBwMR/D/Jj4BOX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VKVb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E5AC3" w:rsidRDefault="001E5AC3" w:rsidP="001E5A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K6EsgA&#10;AADdAAAADwAAAGRycy9kb3ducmV2LnhtbESPQWsCMRSE7wX/Q3hCbzWr3Vq7NYoKhV4K1XrQ23Pz&#10;3F3cvKxJ1K2/vhEKHoeZ+YYZT1tTizM5X1lW0O8lIIhzqysuFKx/Pp5GIHxA1lhbJgW/5GE66TyM&#10;MdP2wks6r0IhIoR9hgrKEJpMSp+XZND3bEMcvb11BkOUrpDa4SXCTS0HSTKUBiuOCyU2tCgpP6xO&#10;RsH8bTQ/fqf8dV3utrTd7A4vA5co9dhtZ+8gArXhHv5vf2oF6XP6Crc38QnIy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jgroSyAAAAN0AAAAPAAAAAAAAAAAAAAAAAJgCAABk&#10;cnMvZG93bnJldi54bWxQSwUGAAAAAAQABAD1AAAAjQMAAAAA&#10;" fillcolor="black" stroked="f">
                  <v:textbox>
                    <w:txbxContent>
                      <w:p w:rsidR="001E5AC3" w:rsidRDefault="001E5AC3" w:rsidP="001E5A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HUYcIA&#10;AADdAAAADwAAAGRycy9kb3ducmV2LnhtbERPz2vCMBS+D/Y/hDfwNtNNGaMzShGG4qnqxq7P5q0p&#10;a15KEmP9781B2PHj+71YjbYXiXzoHCt4mRYgiBunO24VfB0/n99BhIissXdMCq4UYLV8fFhgqd2F&#10;95QOsRU5hEOJCkyMQyllaAxZDFM3EGfu13mLMUPfSu3xksNtL1+L4k1a7Dg3GBxobaj5O5ytgnRa&#10;19Us/SSz3/mq9a7efJ9qpSZPY/UBItIY/8V391YrmM/meW5+k5+AX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YdRh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E5AC3" w:rsidRDefault="001E5AC3" w:rsidP="001E5A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qRCMYA&#10;AADdAAAADwAAAGRycy9kb3ducmV2LnhtbESPQWvCQBSE74X+h+UVvOlGK6LRVYpYsb2oaaE9PrLP&#10;bGj2bciuMfXXuwWhx2FmvmEWq85WoqXGl44VDAcJCOLc6ZILBZ8fr/0pCB+QNVaOScEveVgtHx8W&#10;mGp34SO1WShEhLBPUYEJoU6l9Lkhi37gauLonVxjMUTZFFI3eIlwW8lRkkykxZLjgsGa1obyn+xs&#10;FfjhevP1bq+z9ntreJ+9mcmhMEr1nrqXOYhAXfgP39s7rWD8PJ7B35v4BO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6qRC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E5AC3" w:rsidRDefault="001E5AC3" w:rsidP="001E5A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E5AC3" w:rsidRDefault="001E5AC3" w:rsidP="001E5A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E5AC3" w:rsidRDefault="001E5AC3" w:rsidP="001E5A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E5AC3" w:rsidRDefault="001E5AC3" w:rsidP="001E5A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E5AC3" w:rsidRDefault="001E5AC3" w:rsidP="001E5A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E5AC3" w:rsidRDefault="001E5AC3" w:rsidP="001E5A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E5AC3" w:rsidRDefault="001E5AC3" w:rsidP="001E5AC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E5AC3" w:rsidRDefault="001E5AC3" w:rsidP="001E5A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E5AC3" w:rsidRDefault="001E5AC3" w:rsidP="001E5A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E5AC3" w:rsidRDefault="001E5AC3" w:rsidP="001E5A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E5AC3" w:rsidRDefault="001E5AC3" w:rsidP="001E5A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E5AC3" w:rsidRDefault="001E5AC3" w:rsidP="001E5A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E5AC3" w:rsidRDefault="001E5AC3" w:rsidP="001E5A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E5AC3" w:rsidRPr="004A7D10" w:rsidRDefault="001E5AC3" w:rsidP="001E5AC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E5AC3" w:rsidRDefault="001E5AC3" w:rsidP="001E5AC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E5AC3" w:rsidRDefault="001E5AC3" w:rsidP="001E5AC3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№43</w:t>
      </w:r>
    </w:p>
    <w:p w:rsidR="001E5AC3" w:rsidRPr="0060655C" w:rsidRDefault="001E5AC3" w:rsidP="001E5AC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E5AC3" w:rsidRPr="0060655C" w:rsidRDefault="001E5AC3" w:rsidP="001E5AC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1E5AC3" w:rsidRPr="0060655C" w:rsidRDefault="001E5AC3" w:rsidP="001E5AC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техн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1E5AC3" w:rsidRPr="0060655C" w:rsidRDefault="001E5AC3" w:rsidP="001E5AC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встановлення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відновлення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) меж </w:t>
      </w:r>
    </w:p>
    <w:p w:rsidR="001E5AC3" w:rsidRPr="0060655C" w:rsidRDefault="001E5AC3" w:rsidP="001E5AC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натурі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ісцевості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1E5AC3" w:rsidRPr="0060655C" w:rsidRDefault="001E5AC3" w:rsidP="001E5AC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Каранюк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 Г.В.</w:t>
      </w:r>
    </w:p>
    <w:p w:rsidR="001E5AC3" w:rsidRPr="0060655C" w:rsidRDefault="001E5AC3" w:rsidP="001E5AC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5AC3" w:rsidRPr="0060655C" w:rsidRDefault="001E5AC3" w:rsidP="001E5AC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Каранюк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Г.В.,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1E5AC3" w:rsidRPr="0060655C" w:rsidRDefault="001E5AC3" w:rsidP="001E5AC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1E5AC3" w:rsidRPr="0060655C" w:rsidRDefault="001E5AC3" w:rsidP="001E5AC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      1.Надати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Каранюк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Галині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Василівні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92715">
        <w:rPr>
          <w:rFonts w:ascii="Times New Roman" w:eastAsia="Calibri" w:hAnsi="Times New Roman" w:cs="Times New Roman"/>
          <w:sz w:val="24"/>
          <w:szCs w:val="24"/>
          <w:lang w:val="en-US"/>
        </w:rPr>
        <w:t>_______________</w:t>
      </w:r>
      <w:bookmarkStart w:id="0" w:name="_GoBack"/>
      <w:bookmarkEnd w:id="0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ічної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документації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0,2500 га, 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по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вул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Одухи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>, 30.</w:t>
      </w:r>
    </w:p>
    <w:p w:rsidR="001E5AC3" w:rsidRPr="0060655C" w:rsidRDefault="001E5AC3" w:rsidP="001E5AC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      2.Каранюк Г.В.,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ічну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документацію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 та подати на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ради.</w:t>
      </w:r>
    </w:p>
    <w:p w:rsidR="001E5AC3" w:rsidRPr="0060655C" w:rsidRDefault="001E5AC3" w:rsidP="001E5AC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3. Контроль за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1E5AC3" w:rsidRPr="001E5AC3" w:rsidRDefault="001E5AC3" w:rsidP="001E5AC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D3544C" w:rsidRPr="001E5AC3" w:rsidRDefault="001E5AC3" w:rsidP="001E5AC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голова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 МИХАЛЮК</w:t>
      </w:r>
    </w:p>
    <w:sectPr w:rsidR="00D3544C" w:rsidRPr="001E5AC3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F93" w:rsidRDefault="00296F93">
      <w:pPr>
        <w:spacing w:after="0" w:line="240" w:lineRule="auto"/>
      </w:pPr>
      <w:r>
        <w:separator/>
      </w:r>
    </w:p>
  </w:endnote>
  <w:endnote w:type="continuationSeparator" w:id="0">
    <w:p w:rsidR="00296F93" w:rsidRDefault="00296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F93" w:rsidRDefault="00296F93">
      <w:pPr>
        <w:spacing w:after="0" w:line="240" w:lineRule="auto"/>
      </w:pPr>
      <w:r>
        <w:separator/>
      </w:r>
    </w:p>
  </w:footnote>
  <w:footnote w:type="continuationSeparator" w:id="0">
    <w:p w:rsidR="00296F93" w:rsidRDefault="00296F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AC3"/>
    <w:rsid w:val="000F201E"/>
    <w:rsid w:val="001E5AC3"/>
    <w:rsid w:val="00296F93"/>
    <w:rsid w:val="00992715"/>
    <w:rsid w:val="00D3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AC3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E5AC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E5AC3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1E5AC3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AC3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E5AC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E5AC3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1E5AC3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4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2020-12-24T17:35:00Z</dcterms:created>
  <dcterms:modified xsi:type="dcterms:W3CDTF">2020-12-24T18:53:00Z</dcterms:modified>
</cp:coreProperties>
</file>