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D5C" w:rsidRDefault="008A5D5C" w:rsidP="008A5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A5D5C" w:rsidRDefault="008A5D5C" w:rsidP="008A5D5C"/>
    <w:p w:rsidR="008A5D5C" w:rsidRDefault="008A5D5C" w:rsidP="008A5D5C"/>
    <w:p w:rsidR="008A5D5C" w:rsidRDefault="008A5D5C" w:rsidP="008A5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A5D5C" w:rsidRDefault="008A5D5C" w:rsidP="008A5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A5D5C" w:rsidRDefault="008A5D5C" w:rsidP="008A5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A5D5C" w:rsidRDefault="008A5D5C" w:rsidP="008A5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A5D5C" w:rsidRDefault="008A5D5C" w:rsidP="008A5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5D5C" w:rsidRDefault="008A5D5C" w:rsidP="008A5D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8A5D5C" w:rsidRDefault="008A5D5C" w:rsidP="008A5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5D5C" w:rsidRDefault="008A5D5C" w:rsidP="008A5D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A5D5C" w:rsidRDefault="008A5D5C" w:rsidP="008A5D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A5D5C" w:rsidRDefault="008A5D5C" w:rsidP="008A5D5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№102</w:t>
      </w:r>
    </w:p>
    <w:p w:rsidR="008A5D5C" w:rsidRPr="00FB0CD9" w:rsidRDefault="008A5D5C" w:rsidP="008A5D5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5D5C" w:rsidRPr="008A5D5C" w:rsidRDefault="008A5D5C" w:rsidP="008A5D5C">
      <w:pPr>
        <w:pStyle w:val="1"/>
        <w:rPr>
          <w:bCs w:val="0"/>
          <w:color w:val="auto"/>
          <w:sz w:val="24"/>
          <w:szCs w:val="24"/>
          <w:lang w:val="uk-UA"/>
        </w:rPr>
      </w:pPr>
      <w:r w:rsidRPr="008A5D5C">
        <w:rPr>
          <w:bCs w:val="0"/>
          <w:color w:val="auto"/>
          <w:sz w:val="24"/>
          <w:szCs w:val="24"/>
          <w:lang w:val="uk-UA"/>
        </w:rPr>
        <w:t xml:space="preserve">Про прийняття у комунальну власність </w:t>
      </w:r>
      <w:bookmarkStart w:id="0" w:name="_GoBack"/>
      <w:bookmarkEnd w:id="0"/>
    </w:p>
    <w:p w:rsidR="008A5D5C" w:rsidRPr="00983A73" w:rsidRDefault="008A5D5C" w:rsidP="008A5D5C">
      <w:pPr>
        <w:rPr>
          <w:rFonts w:ascii="Times New Roman" w:hAnsi="Times New Roman" w:cs="Times New Roman"/>
          <w:b/>
          <w:kern w:val="32"/>
          <w:sz w:val="24"/>
          <w:szCs w:val="24"/>
        </w:rPr>
      </w:pPr>
      <w:r w:rsidRPr="00983A73">
        <w:rPr>
          <w:rFonts w:ascii="Times New Roman" w:hAnsi="Times New Roman" w:cs="Times New Roman"/>
          <w:b/>
          <w:kern w:val="32"/>
          <w:sz w:val="24"/>
          <w:szCs w:val="24"/>
        </w:rPr>
        <w:t>земельної ділянки</w:t>
      </w:r>
    </w:p>
    <w:p w:rsidR="008A5D5C" w:rsidRDefault="008A5D5C" w:rsidP="008A5D5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83A73">
        <w:rPr>
          <w:rFonts w:ascii="Times New Roman" w:hAnsi="Times New Roman" w:cs="Times New Roman"/>
          <w:sz w:val="24"/>
          <w:szCs w:val="24"/>
        </w:rPr>
        <w:t>Відповідно до пунктів 30, 34 частини 1 статті 26, частини 2 статті 42, статті 60 Закону України «Про місцеве самоврядування в Україні»,  статей 116, 117 Земельного кодексу України, рішення Славутської районної ради від 15 липня 2020 року № 3-39/2020  «Про передачу майна з спільної власності територіальних громад сіл Славутського район</w:t>
      </w:r>
      <w:r>
        <w:rPr>
          <w:rFonts w:ascii="Times New Roman" w:hAnsi="Times New Roman" w:cs="Times New Roman"/>
          <w:sz w:val="24"/>
          <w:szCs w:val="24"/>
        </w:rPr>
        <w:t>у у комунальну власність Березді</w:t>
      </w:r>
      <w:r w:rsidRPr="00983A73">
        <w:rPr>
          <w:rFonts w:ascii="Times New Roman" w:hAnsi="Times New Roman" w:cs="Times New Roman"/>
          <w:sz w:val="24"/>
          <w:szCs w:val="24"/>
        </w:rPr>
        <w:t xml:space="preserve">вської, Ганнопільської та Крупецької сільських рад», сільська рада </w:t>
      </w:r>
    </w:p>
    <w:p w:rsidR="008A5D5C" w:rsidRPr="00983A73" w:rsidRDefault="008A5D5C" w:rsidP="008A5D5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83A73">
        <w:rPr>
          <w:rFonts w:ascii="Times New Roman" w:hAnsi="Times New Roman" w:cs="Times New Roman"/>
          <w:sz w:val="24"/>
          <w:szCs w:val="24"/>
        </w:rPr>
        <w:t>ВИРІШИЛА:</w:t>
      </w:r>
    </w:p>
    <w:p w:rsidR="008A5D5C" w:rsidRDefault="008A5D5C" w:rsidP="008A5D5C">
      <w:pPr>
        <w:pStyle w:val="HTML0"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Pr="00983A73">
        <w:rPr>
          <w:rFonts w:ascii="Times New Roman" w:hAnsi="Times New Roman"/>
          <w:sz w:val="24"/>
          <w:szCs w:val="24"/>
          <w:lang w:val="uk-UA"/>
        </w:rPr>
        <w:t>Прийняти безоплатно з спільної власності територіальних громад сіл Славутського</w:t>
      </w:r>
    </w:p>
    <w:p w:rsidR="008A5D5C" w:rsidRPr="00983A73" w:rsidRDefault="008A5D5C" w:rsidP="008A5D5C">
      <w:pPr>
        <w:pStyle w:val="HTML0"/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83A73">
        <w:rPr>
          <w:rFonts w:ascii="Times New Roman" w:hAnsi="Times New Roman"/>
          <w:sz w:val="24"/>
          <w:szCs w:val="24"/>
          <w:lang w:val="uk-UA"/>
        </w:rPr>
        <w:t xml:space="preserve"> району у комунальну власність Крупецької сільської об’єднаної територіальної громади земельну ділянку площею 0,12 га, кадастровий номер 6810600000:01:004:0168, для будівництва та обслуговування будівель торгівлі, що розташована на вулиці Ярослава Мудрого, 29, м. Славута, Хмельницька область.</w:t>
      </w:r>
    </w:p>
    <w:p w:rsidR="008A5D5C" w:rsidRDefault="008A5D5C" w:rsidP="008A5D5C">
      <w:pPr>
        <w:pStyle w:val="HTML0"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</w:t>
      </w:r>
      <w:r w:rsidRPr="00983A73">
        <w:rPr>
          <w:rFonts w:ascii="Times New Roman" w:hAnsi="Times New Roman"/>
          <w:sz w:val="24"/>
          <w:szCs w:val="24"/>
          <w:lang w:val="uk-UA"/>
        </w:rPr>
        <w:t xml:space="preserve">Здійснити передачу земельних ділянок до комунальної власності Крупецької </w:t>
      </w:r>
    </w:p>
    <w:p w:rsidR="008A5D5C" w:rsidRPr="00983A73" w:rsidRDefault="008A5D5C" w:rsidP="008A5D5C">
      <w:pPr>
        <w:pStyle w:val="HTML0"/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83A73"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громади, шляхом оформлення відповідного акта-прийому передачі та уповноважити сільського голову Михалюка В.А.  на його підписання.</w:t>
      </w:r>
    </w:p>
    <w:p w:rsidR="008A5D5C" w:rsidRDefault="008A5D5C" w:rsidP="008A5D5C">
      <w:pPr>
        <w:pStyle w:val="HTML0"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</w:t>
      </w:r>
      <w:r w:rsidRPr="00983A73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на постійну комісію з питань </w:t>
      </w:r>
    </w:p>
    <w:p w:rsidR="008A5D5C" w:rsidRPr="00983A73" w:rsidRDefault="008A5D5C" w:rsidP="008A5D5C">
      <w:pPr>
        <w:pStyle w:val="HTML0"/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83A73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 (Денисюк Т.В.)</w:t>
      </w:r>
    </w:p>
    <w:p w:rsidR="008A5D5C" w:rsidRPr="00983A73" w:rsidRDefault="008A5D5C" w:rsidP="008A5D5C">
      <w:pPr>
        <w:pStyle w:val="HTML0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A5D5C" w:rsidRPr="00983A73" w:rsidRDefault="008A5D5C" w:rsidP="008A5D5C">
      <w:pPr>
        <w:pStyle w:val="HTML0"/>
        <w:spacing w:line="276" w:lineRule="auto"/>
        <w:rPr>
          <w:rFonts w:ascii="Times New Roman" w:hAnsi="Times New Roman"/>
          <w:sz w:val="24"/>
          <w:szCs w:val="24"/>
          <w:lang w:val="uk-UA"/>
        </w:rPr>
      </w:pPr>
    </w:p>
    <w:p w:rsidR="00064ABA" w:rsidRPr="008A5D5C" w:rsidRDefault="008A5D5C" w:rsidP="008A5D5C">
      <w:pPr>
        <w:pStyle w:val="HTML0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983A73">
        <w:rPr>
          <w:rFonts w:ascii="Times New Roman" w:hAnsi="Times New Roman"/>
          <w:sz w:val="24"/>
          <w:szCs w:val="24"/>
          <w:lang w:val="uk-UA"/>
        </w:rPr>
        <w:t>Секретар сільської ради</w:t>
      </w:r>
      <w:r w:rsidRPr="00983A73">
        <w:rPr>
          <w:rFonts w:ascii="Times New Roman" w:hAnsi="Times New Roman"/>
          <w:sz w:val="24"/>
          <w:szCs w:val="24"/>
          <w:lang w:val="uk-UA"/>
        </w:rPr>
        <w:tab/>
      </w:r>
      <w:r w:rsidRPr="00983A73">
        <w:rPr>
          <w:rFonts w:ascii="Times New Roman" w:hAnsi="Times New Roman"/>
          <w:sz w:val="24"/>
          <w:szCs w:val="24"/>
          <w:lang w:val="uk-UA"/>
        </w:rPr>
        <w:tab/>
      </w:r>
      <w:r w:rsidRPr="00983A73">
        <w:rPr>
          <w:rFonts w:ascii="Times New Roman" w:hAnsi="Times New Roman"/>
          <w:sz w:val="24"/>
          <w:szCs w:val="24"/>
          <w:lang w:val="uk-UA"/>
        </w:rPr>
        <w:tab/>
      </w:r>
      <w:r w:rsidRPr="00983A73">
        <w:rPr>
          <w:rFonts w:ascii="Times New Roman" w:hAnsi="Times New Roman"/>
          <w:sz w:val="24"/>
          <w:szCs w:val="24"/>
          <w:lang w:val="uk-UA"/>
        </w:rPr>
        <w:tab/>
      </w:r>
      <w:r w:rsidRPr="00983A73">
        <w:rPr>
          <w:rFonts w:ascii="Times New Roman" w:hAnsi="Times New Roman"/>
          <w:sz w:val="24"/>
          <w:szCs w:val="24"/>
          <w:lang w:val="uk-UA"/>
        </w:rPr>
        <w:tab/>
      </w:r>
      <w:r w:rsidRPr="00983A73">
        <w:rPr>
          <w:rFonts w:ascii="Times New Roman" w:hAnsi="Times New Roman"/>
          <w:sz w:val="24"/>
          <w:szCs w:val="24"/>
          <w:lang w:val="uk-UA"/>
        </w:rPr>
        <w:tab/>
        <w:t>В.М. Мазур</w:t>
      </w:r>
    </w:p>
    <w:sectPr w:rsidR="00064ABA" w:rsidRPr="008A5D5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D5C"/>
    <w:rsid w:val="00064ABA"/>
    <w:rsid w:val="00171A2E"/>
    <w:rsid w:val="00304C90"/>
    <w:rsid w:val="00505B6D"/>
    <w:rsid w:val="006D3977"/>
    <w:rsid w:val="007D6C18"/>
    <w:rsid w:val="008A5D5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8A5D5C"/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8A5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bidi="en-US"/>
    </w:rPr>
  </w:style>
  <w:style w:type="character" w:customStyle="1" w:styleId="HTML1">
    <w:name w:val="Стандартный HTML Знак1"/>
    <w:basedOn w:val="a0"/>
    <w:uiPriority w:val="99"/>
    <w:semiHidden/>
    <w:rsid w:val="008A5D5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8A5D5C"/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8A5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bidi="en-US"/>
    </w:rPr>
  </w:style>
  <w:style w:type="character" w:customStyle="1" w:styleId="HTML1">
    <w:name w:val="Стандартный HTML Знак1"/>
    <w:basedOn w:val="a0"/>
    <w:uiPriority w:val="99"/>
    <w:semiHidden/>
    <w:rsid w:val="008A5D5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246</Words>
  <Characters>1404</Characters>
  <Application>Microsoft Office Word</Application>
  <DocSecurity>0</DocSecurity>
  <Lines>11</Lines>
  <Paragraphs>3</Paragraphs>
  <ScaleCrop>false</ScaleCrop>
  <Company>Microsoft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2020-07-29T13:47:00Z</dcterms:created>
  <dcterms:modified xsi:type="dcterms:W3CDTF">2020-07-29T13:47:00Z</dcterms:modified>
</cp:coreProperties>
</file>