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68" w:rsidRPr="00B623A8" w:rsidRDefault="004D6568" w:rsidP="004D656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83A38D" wp14:editId="57264A0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68" w:rsidRDefault="004D6568" w:rsidP="004D65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4YiTlr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OsTb2ha7dzrK6vt2ZxxLQKa+ljhmecBjOkWFF8cnzwAHARMOsC5oQqLtrRX&#10;AaU6GKRxZSE8bGirJTefl4Dr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43nm6hpnZxrOogVtTW6L4qDJH47zu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d6How7Qt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KxH2g43cAAEBZBAAOAAAAAAAAAAAAAAAAAC4CAABkcnMvZTJvRG9jLnhtbFBLAQIt&#10;ABQABgAIAAAAIQCyHUyb4AAAAAoBAAAPAAAAAAAAAAAAAAAAAD16AABkcnMvZG93bnJldi54bWxQ&#10;SwUGAAAAAAQABADzAAAAS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crM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4q/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9OckA&#10;AADdAAAADwAAAGRycy9kb3ducmV2LnhtbESPW0sDMRSE3wX/QziCL6XNVunFtWkphVXrg9AL9PWw&#10;OW7Wbk6WJLZrf70RCj4OM/MNM1t0thEn8qF2rGA4yEAQl07XXCnY74r+FESIyBobx6TghwIs5rc3&#10;M8y1O/OGTttYiQThkKMCE2ObSxlKQxbDwLXEyft03mJM0ldSezwnuG3kQ5aNpcWa04LBllaGyuP2&#10;2yr4Kj7MYTW5vPje04YuveL9tVmPlbq/65bPICJ18T98bb9pBY+j4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r9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BMc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8Z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AT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xCs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Nl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x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Mw2M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nY1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MN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A4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RA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Dvc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Yvl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KDv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Y8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+TK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fG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4Uc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qmszyH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4U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Hj8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R4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3cIA&#10;AADdAAAADwAAAGRycy9kb3ducmV2LnhtbESP3YrCMBSE7wXfIRzBO5v6U5FqFBGU9XKrD3Bojm2x&#10;OalNtPXtN4Kwl8PMfMNsdr2pxYtaV1lWMI1iEMS51RUXCq6X42QFwnlkjbVlUvAmB7vtcLDBVNuO&#10;f+mV+UIECLsUFZTeN6mULi/JoItsQxy8m20N+iDbQuoWuwA3tZzF8VIarDgslNjQoaT8nj2NgsW7&#10;Oz2y5B4ftaHped6c2eeJUuNRv1+D8NT7//C3/aMVzJPZAj5vw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MX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5WsYA&#10;AADdAAAADwAAAGRycy9kb3ducmV2LnhtbESPT2vCQBTE7wW/w/IKvdVNUxJq6iqiKNJTG/+cH9nn&#10;JjT7NmRXjd++Kwg9DjPzG2Y6H2wrLtT7xrGCt3ECgrhyumGjYL9bv36A8AFZY+uYFNzIw3w2eppi&#10;od2Vf+hSBiMihH2BCuoQukJKX9Vk0Y9dRxy9k+sthih7I3WP1wi3rUyTJJcWG44LNXa0rKn6Lc9W&#10;wTk/pns+fenvcnXbTFbrhZcHo9TL87D4BBFoCP/hR3urFbxna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5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YKs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4LUfw/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LmC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/Qs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q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//Q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4i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SzzNM6N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g4i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Xe8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Ox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F3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bz8cA&#10;AADdAAAADwAAAGRycy9kb3ducmV2LnhtbESPQWvCQBCF74L/YRmht7pRsdjUVWqhUGkN1Jb2OmSn&#10;2WB2NmS3Mf77zqHgcWbevPe+9Xbwjeqpi3VgA7NpBoq4DLbmysDnx/PtClRMyBabwGTgQhG2m/Fo&#10;jbkNZ36n/pgqJSYcczTgUmpzrWPpyGOchpZYbj+h85hk7CptOzyLuW/0PMvutMeaJcFhS0+OytPx&#10;1xvosbhk3253uN/Xb+W82H29Wtmbm8nw+AAq0ZCu4v/vF2tgsVx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/28/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ANMUA&#10;AADd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bA6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MA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Y5McA&#10;AADdAAAADwAAAGRycy9kb3ducmV2LnhtbESP3WoCMRSE7wt9h3AK3tWsK1bZGsVfKNJStHp/ujnu&#10;bpucLJuo27c3QsHLYWa+YcbT1hpxpsZXjhX0ugkI4tzpigsF+6/18wiED8gajWNS8EceppPHhzFm&#10;2l14S+ddKESEsM9QQRlCnUnp85Is+q6riaN3dI3FEGVTSN3gJcKtkWmSvEiLFceFEmtalJT/7k5W&#10;wfpzaX7Sj+3sIMNiNfw2o818+a5U56mdvYII1IZ7+L/9phX0B/0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xG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wxs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j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nD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Ue8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A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SlHvHAAAA3QAAAA8AAAAAAAAAAAAAAAAAmAIAAGRy&#10;cy9kb3ducmV2LnhtbFBLBQYAAAAABAAEAPUAAACMAwAAAAA=&#10;" fillcolor="black" stroked="f"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y7sgA&#10;AADdAAAADwAAAGRycy9kb3ducmV2LnhtbESPzWvCQBTE7wX/h+UVequbKhGJrlI/CoXqwY+Dx2f2&#10;NVmSfRuyW43+9d1CweMwM79hpvPO1uJCrTeOFbz1ExDEudOGCwXHw8frGIQPyBprx6TgRh7ms97T&#10;FDPtrryjyz4UIkLYZ6igDKHJpPR5SRZ93zXE0ft2rcUQZVtI3eI1wm0tB0kykhYNx4USG1qWlFf7&#10;H6vg9DUy452hwXlzX6z1Jq0W21Wl1Mtz9z4BEagLj/B/+1MrGKbDF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/L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SLMYA&#10;AADdAAAADwAAAGRycy9kb3ducmV2LnhtbESPT2sCMRTE7wW/Q3iCt5pVqcjWKGIRe+nBf/T62Lxu&#10;trt52SZRVz99IxR6HGbmN8x82dlGXMiHyrGC0TADQVw4XXGp4HjYPM9AhIissXFMCm4UYLnoPc0x&#10;1+7KO7rsYykShEOOCkyMbS5lKAxZDEPXEifvy3mLMUlfSu3xmuC2keMsm0qLFacFgy2tDRX1/mwV&#10;+NXnW33n86nO7h+3sP3ufmZolBr0u9UriEhd/A//td+1gsnL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BS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Bc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T8Qx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SB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JM8IA&#10;AADdAAAADwAAAGRycy9kb3ducmV2LnhtbERPz2vCMBS+C/sfwhN201RlIp1RNkXoZQer4vXZvDVl&#10;yUtponb765eD4PHj+71c986KG3Wh8axgMs5AEFdeN1wrOB52owWIEJE1Ws+k4JcCrFcvgyXm2t95&#10;T7cy1iKFcMhRgYmxzaUMlSGHYexb4sR9+85hTLCrpe7wnsKdldMsm0uHDacGgy1tDFU/5dUp2Jat&#10;nR4L8xnOp6/LxRZ/OzpvlXod9h/vICL18Sl+uAutYPY2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8kz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jGcUA&#10;AADdAAAADwAAAGRycy9kb3ducmV2LnhtbESPQWsCMRSE7wX/Q3hCb91EpWq3G0WkgtCTVg+9PZLX&#10;3dXNy7JJ3e2/bwpCj8PMfMMU68E14kZdqD1rmGQKBLHxtuZSw+lj97QEESKyxcYzafihAOvV6KHA&#10;3PqeD3Q7xlIkCIccNVQxtrmUwVTkMGS+JU7el+8cxiS7UtoO+wR3jZwqNZcOa04LFba0rchcj99O&#10;w2Un371RaM6nc7+3i8+3OTVK68fxsHkFEWmI/+F7e281zJ5nL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CM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b18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Dz5jP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V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Ens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bwMh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jRJ7HAAAA3QAAAA8AAAAAAAAAAAAAAAAAmAIAAGRy&#10;cy9kb3ducmV2LnhtbFBLBQYAAAAABAAEAPUAAACMAwAAAAA=&#10;" fillcolor="black" stroked="f"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g6M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WD7c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S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gc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3t9N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ZY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6568" w:rsidRDefault="004D6568" w:rsidP="004D65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6568" w:rsidRDefault="004D6568" w:rsidP="004D65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D6568" w:rsidRPr="004A7D10" w:rsidRDefault="004D6568" w:rsidP="004D65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6568" w:rsidRDefault="004D6568" w:rsidP="004D65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6568" w:rsidRPr="00540E13" w:rsidRDefault="004D6568" w:rsidP="004D656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№70</w:t>
      </w:r>
    </w:p>
    <w:p w:rsidR="004D6568" w:rsidRDefault="004D6568" w:rsidP="004D65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Р.Б.</w:t>
      </w: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>іромської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Р.Б.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4D6568" w:rsidRPr="00EC4E8A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4D6568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Раїсі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Броніславівні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D0B9C">
        <w:rPr>
          <w:rFonts w:ascii="Times New Roman" w:eastAsia="Calibri" w:hAnsi="Times New Roman" w:cs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0,20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Р.Б.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4D6568" w:rsidRPr="001920C6" w:rsidRDefault="004D6568" w:rsidP="004D65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D6568" w:rsidRPr="001920C6" w:rsidRDefault="004D6568" w:rsidP="004D65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D6568" w:rsidRDefault="004D6568" w:rsidP="004D65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7E0BDB" w:rsidRDefault="007E0BDB"/>
    <w:sectPr w:rsidR="007E0B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1C" w:rsidRDefault="00B5031C">
      <w:pPr>
        <w:spacing w:after="0" w:line="240" w:lineRule="auto"/>
      </w:pPr>
      <w:r>
        <w:separator/>
      </w:r>
    </w:p>
  </w:endnote>
  <w:endnote w:type="continuationSeparator" w:id="0">
    <w:p w:rsidR="00B5031C" w:rsidRDefault="00B5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1C" w:rsidRDefault="00B5031C">
      <w:pPr>
        <w:spacing w:after="0" w:line="240" w:lineRule="auto"/>
      </w:pPr>
      <w:r>
        <w:separator/>
      </w:r>
    </w:p>
  </w:footnote>
  <w:footnote w:type="continuationSeparator" w:id="0">
    <w:p w:rsidR="00B5031C" w:rsidRDefault="00B5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68"/>
    <w:rsid w:val="004D6568"/>
    <w:rsid w:val="00592DF8"/>
    <w:rsid w:val="007E0BDB"/>
    <w:rsid w:val="00AD0B9C"/>
    <w:rsid w:val="00B5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6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65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65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656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6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65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65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656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2020-12-24T18:09:00Z</dcterms:created>
  <dcterms:modified xsi:type="dcterms:W3CDTF">2020-12-24T19:05:00Z</dcterms:modified>
</cp:coreProperties>
</file>