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5466" w:rsidRPr="004C3041" w:rsidRDefault="00D25466" w:rsidP="00D25466">
      <w:pPr>
        <w:pStyle w:val="HTML0"/>
        <w:spacing w:line="276" w:lineRule="auto"/>
        <w:rPr>
          <w:rFonts w:ascii="Times New Roman" w:hAnsi="Times New Roman"/>
        </w:rPr>
      </w:pPr>
      <w:r>
        <w:rPr>
          <w:noProof/>
          <w:lang w:val="ru-RU" w:eastAsia="ru-RU"/>
        </w:rPr>
        <mc:AlternateContent>
          <mc:Choice Requires="wpg">
            <w:drawing>
              <wp:anchor distT="0" distB="0" distL="114300" distR="114300" simplePos="0" relativeHeight="251659264" behindDoc="0" locked="0" layoutInCell="1" allowOverlap="1" wp14:anchorId="7C74730C" wp14:editId="1A6EA0C0">
                <wp:simplePos x="0" y="0"/>
                <wp:positionH relativeFrom="margin">
                  <wp:posOffset>2741295</wp:posOffset>
                </wp:positionH>
                <wp:positionV relativeFrom="paragraph">
                  <wp:posOffset>74930</wp:posOffset>
                </wp:positionV>
                <wp:extent cx="431800" cy="612140"/>
                <wp:effectExtent l="0" t="0" r="0" b="0"/>
                <wp:wrapNone/>
                <wp:docPr id="5745"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5746"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47"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48"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49"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50"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51"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52"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53"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54"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55"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56"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57"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58"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59"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60"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61"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62"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63"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64"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65"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66"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67"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68"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69"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70"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71"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72"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73"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74"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s:wsp>
                        <wps:cNvPr id="5775"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25466" w:rsidRDefault="00D25466" w:rsidP="00D25466">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0cnsUA&#10;AADdAAAADwAAAGRycy9kb3ducmV2LnhtbESPQWvCQBSE74L/YXlCb7qptkZSVxGpxYMgxnp/ZJ9J&#10;aPZtyK5J/PeuUPA4zMw3zHLdm0q01LjSsoL3SQSCOLO65FzB73k3XoBwHlljZZkU3MnBejUcLDHR&#10;tuMTtanPRYCwS1BB4X2dSOmyggy6ia2Jg3e1jUEfZJNL3WAX4KaS0yiaS4Mlh4UCa9oWlP2lN6PA&#10;zn72h0s+Pc2+Ofa8OS6ul/6g1Nuo33yB8NT7V/i/vdcKPuOPOTzfhCcgV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fRyexQAAAN0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25466" w:rsidRDefault="00D25466" w:rsidP="00D25466">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d9C8gA&#10;AADdAAAADwAAAGRycy9kb3ducmV2LnhtbESPQUsDMRSE74L/ITyhl2KzLbWra9NSClutB6FV8PrY&#10;PDerm5clSdu1v74RBI/DzHzDzJe9bcWRfGgcKxiPMhDEldMN1wre38rbexAhImtsHZOCHwqwXFxf&#10;zbHQ7sQ7Ou5jLRKEQ4EKTIxdIWWoDFkMI9cRJ+/TeYsxSV9L7fGU4LaVkyybSYsNpwWDHa0NVd/7&#10;g1XwVb6aj3V+3vjhw47Ow/Llqd3OlBrc9KtHEJH6+B/+az9rBXf5NIffN+kJyMUF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SJ30LyAAAAN0AAAAPAAAAAAAAAAAAAAAAAJgCAABk&#10;cnMvZG93bnJldi54bWxQSwUGAAAAAAQABAD1AAAAjQ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25466" w:rsidRDefault="00D25466" w:rsidP="00D25466">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CLBsEA&#10;AADdAAAADwAAAGRycy9kb3ducmV2LnhtbERPzWrCQBC+F3yHZQQvpW7U/hFdRURL8SJqH2DIjtlg&#10;djZkVxPfvnMo9Pjx/S9Wva/VndpYBTYwGWegiItgKy4N/Jx3L5+gYkK2WAcmAw+KsFoOnhaY29Dx&#10;ke6nVCoJ4ZijAZdSk2sdC0ce4zg0xMJdQusxCWxLbVvsJNzXeppl79pjxdLgsKGNo+J6unkpOczw&#10;sL90591Xjx1u946f10djRsN+PQeVqE//4j/3tzXw9vEqc+WNPAG9/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JgiwbBAAAA3Q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25466" w:rsidRDefault="00D25466" w:rsidP="00D25466">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f7PcYA&#10;AADdAAAADwAAAGRycy9kb3ducmV2LnhtbESPX0sDMRDE34V+h7AF32yupX/0bFpKVRDBB2uh+LZc&#10;tneHl01I1t757Y0g+DjMzG+Y9XZwnbpQTK1nA9NJAYq48rbl2sDx/enmFlQSZIudZzLwTQm2m9HV&#10;Gkvre36jy0FqlSGcSjTQiIRS61Q15DBNfCDO3tlHh5JlrLWN2Ge46/SsKJbaYct5ocFA+4aqz8OX&#10;M/DaP4aX1XJxDh9xPtPpwcppL8Zcj4fdPSihQf7Df+1na2Cxmt/B75v8BPTm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Jf7Pc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25466" w:rsidRDefault="00D25466" w:rsidP="00D25466">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8R3cEA&#10;AADdAAAADwAAAGRycy9kb3ducmV2LnhtbERPzWrCQBC+F3yHZQpeim5UbEvqKlJUihfx5wGG7JgN&#10;zc6G7NbEt3cOQo8f3/9i1fta3aiNVWADk3EGirgItuLSwOW8HX2CignZYh2YDNwpwmo5eFlgbkPH&#10;R7qdUqkkhGOOBlxKTa51LBx5jOPQEAt3Da3HJLAttW2xk3Bf62mWvWuPFUuDw4a+HRW/pz8vJYcZ&#10;HvbX7rzd9djhZu/4bX00Zvjar79AJerTv/jp/rEG5h9z2S9v5Ano5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Ed3BAAAA3QAAAA8AAAAAAAAAAAAAAAAAmAIAAGRycy9kb3du&#10;cmV2LnhtbFBLBQYAAAAABAAEAPUAAACG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25466" w:rsidRDefault="00D25466" w:rsidP="00D25466">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hh5sYA&#10;AADdAAAADwAAAGRycy9kb3ducmV2LnhtbESPQUsDMRSE7wX/Q3iCtzbb4rayNi1SFUTw0FYQb4/N&#10;6+7i5iUkz+76740g9DjMzDfMeju6Xp0pps6zgfmsAEVce9txY+D9+Dy9A5UE2WLvmQz8UILt5mqy&#10;xsr6gfd0PkijMoRThQZakVBpneqWHKaZD8TZO/noULKMjbYRhwx3vV4UxVI77DgvtBho11L9dfh2&#10;Bt6Gp/C6Wpan8BlvFzo9WvnYiTE31+PDPSihUS7h//aLNVCuyjn8vclPQG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zhh5s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25466" w:rsidRDefault="00D25466" w:rsidP="00D25466">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pf78YA&#10;AADdAAAADwAAAGRycy9kb3ducmV2LnhtbESPUWvCMBSF34X9h3AHexkzVakbnVF0ECZMEN1gr5fm&#10;2pY1NyXJbP33ZjDw8XDO+Q5nsRpsK87kQ+NYwWScgSAunWm4UvD1qZ9eQISIbLB1TAouFGC1vBst&#10;sDCu5wOdj7ESCcKhQAV1jF0hZShrshjGriNO3sl5izFJX0njsU9w28ppls2lxYbTQo0dvdVU/hx/&#10;rYLNvq9m/rHcDO7j9P6da230Tiv1cD+sX0FEGuIt/N/eGgX5cz6FvzfpCcjlF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Wpf78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25466" w:rsidRDefault="00D25466" w:rsidP="00D25466">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56gMcUA&#10;AADdAAAADwAAAGRycy9kb3ducmV2LnhtbESP3WoCMRSE7wu+QzhC72pW61rZGkUsC0V6488DHDan&#10;m62bkyWJ6/btG0Ho5TAz3zCrzWBb0ZMPjWMF00kGgrhyuuFawflUvixBhIissXVMCn4pwGY9elph&#10;od2ND9QfYy0ShEOBCkyMXSFlqAxZDBPXESfv23mLMUlfS+3xluC2lbMsW0iLDacFgx3tDFWX49Uq&#10;KPezr/5y1b5022FuKTc/yw+j1PN42L6DiDTE//Cj/akV5G/5K9zfpCc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nqAxxQAAAN0AAAAPAAAAAAAAAAAAAAAAAJgCAABkcnMv&#10;ZG93bnJldi54bWxQSwUGAAAAAAQABAD1AAAAigM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25466" w:rsidRDefault="00D25466" w:rsidP="00D25466">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9iAMcA&#10;AADdAAAADwAAAGRycy9kb3ducmV2LnhtbESPUUvDMBSF3wX/Q7iCL+JS3aqjLhtuECY4GE5hr5fm&#10;ri02NyXJ1u7fL8LAx8M55zuc2WKwrTiRD41jBU+jDARx6UzDlYKfb/04BREissHWMSk4U4DF/PZm&#10;hoVxPX/RaRcrkSAcClRQx9gVUoayJoth5Dri5B2ctxiT9JU0HvsEt618zrIXabHhtFBjR6uayt/d&#10;0SpYbvtq7B/K5eA+D+t9rrXRG63U/d3w/gYi0hD/w9f2h1GQv+YT+HuTnoCc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HPYgD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25466" w:rsidRDefault="00D25466" w:rsidP="00D25466">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ud3sQA&#10;AADdAAAADwAAAGRycy9kb3ducmV2LnhtbESPwWrDMBBE74H8g9hAb4ncUDfBjRxCi6GEXprkAxZr&#10;a7m2VkZSHPfvo0Khx2Fm3jC7/WR7MZIPrWMFj6sMBHHtdMuNgsu5Wm5BhIissXdMCn4owL6cz3ZY&#10;aHfjTxpPsREJwqFABSbGoZAy1IYshpUbiJP35bzFmKRvpPZ4S3Dby3WWPUuLLacFgwO9Gqq709Uq&#10;qI7rj7G7al+5w/RkKTff2zej1MNiOryAiDTF//Bf+10ryDd5Dr9v0hOQ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7nd7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25466" w:rsidRDefault="00D25466" w:rsidP="00D25466">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wZj8MA&#10;AADdAAAADwAAAGRycy9kb3ducmV2LnhtbESP0WrCQBRE3wv+w3KFvtVN2kYlugmloNTHRj/gkr0m&#10;wezdmN0m8e9dQejjMDNnmG0+mVYM1LvGsoJ4EYEgLq1uuFJwOu7e1iCcR9bYWiYFN3KQZ7OXLaba&#10;jvxLQ+ErESDsUlRQe9+lUrqyJoNuYTvi4J1tb9AH2VdS9zgGuGnlexQtpcGGw0KNHX3XVF6KP6Pg&#10;8zbur0VyiXbaUHz46A7sy0Sp1/n0tQHhafL/4Wf7RytIVskSHm/CE5DZ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KwZj8MAAADdAAAADwAAAAAAAAAAAAAAAACYAgAAZHJzL2Rv&#10;d25yZXYueG1sUEsFBgAAAAAEAAQA9QAAAIg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25466" w:rsidRDefault="00D25466" w:rsidP="00D25466">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KlCMMA&#10;AADdAAAADwAAAGRycy9kb3ducmV2LnhtbESPS6vCMBSE94L/IRzB3TVV8FWNIooid3Wtj/WhObbF&#10;5qQ0Ueu/vxEEl8PMfMPMl40pxYNqV1hW0O9FIIhTqwvOFJyO258JCOeRNZaWScGLHCwX7dYcY22f&#10;fKBH4jMRIOxiVJB7X8VSujQng65nK+LgXW1t0AdZZ1LX+AxwU8pBFI2kwYLDQo4VrXNKb8ndKLiP&#10;LoMTX3/1X7J57aab7crJc6ZUt9OsZiA8Nf4b/rT3WsFwPBzD+014An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KlCMMAAADdAAAADwAAAAAAAAAAAAAAAACYAgAAZHJzL2Rv&#10;d25yZXYueG1sUEsFBgAAAAAEAAQA9QAAAIg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25466" w:rsidRDefault="00D25466" w:rsidP="00D25466">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05OfcUA&#10;AADdAAAADwAAAGRycy9kb3ducmV2LnhtbERPu27CMBTdK/EP1kXq1jiUEiBgUKlUqWUo4jWwXeJL&#10;Eoiv09iF9O/roRLj0XlP562pxJUaV1pW0ItiEMSZ1SXnCnbb96cRCOeRNVaWScEvOZjPOg9TTLW9&#10;8ZquG5+LEMIuRQWF93UqpcsKMugiWxMH7mQbgz7AJpe6wVsIN5V8juNEGiw5NBRY01tB2WXzYxTs&#10;V6NkvFp8vpyXX0fsG/190GWi1GO3fZ2A8NT6u/jf/aEVDIaDMDe8CU9Az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nTk59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25466" w:rsidRDefault="00D25466" w:rsidP="00D25466">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XopFcYA&#10;AADdAAAADwAAAGRycy9kb3ducmV2LnhtbESPW2vCQBSE3wX/w3KEvulGW28xG+mFavHJG/h6yB6T&#10;YPZsyG419td3CwUfh5n5hkmWranElRpXWlYwHEQgiDOrS84VHA+f/RkI55E1VpZJwZ0cLNNuJ8FY&#10;2xvv6Lr3uQgQdjEqKLyvYyldVpBBN7A1cfDOtjHog2xyqRu8Bbip5CiKJtJgyWGhwJreC8ou+2+j&#10;4Gdywq1bj94+nrWn+8tsZTfblVJPvfZ1AcJT6x/h//aXVjCejufw9yY8AZn+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XopFcYAAADdAAAADwAAAAAAAAAAAAAAAACYAgAAZHJz&#10;L2Rvd25yZXYueG1sUEsFBgAAAAAEAAQA9QAAAIs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25466" w:rsidRDefault="00D25466" w:rsidP="00D25466">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QZjcIA&#10;AADdAAAADwAAAGRycy9kb3ducmV2LnhtbERPS27CMBDdV+IO1iB11zig8AsxCFVU6q4lcIBRPDgR&#10;8TjEbkh7+npRqcun9y/2o23FQL1vHCuYJSkI4srpho2Cy/ntZQ3CB2SNrWNS8E0e9rvJU4G5dg8+&#10;0VAGI2II+xwV1CF0uZS+qsmiT1xHHLmr6y2GCHsjdY+PGG5bOU/TpbTYcGyosaPXmqpb+WUV3N18&#10;ocfyiB+34+azMSa7/5wypZ6n42ELItAY/sV/7netYLFaxv3xTXwCcvc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29Bm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25466" w:rsidRDefault="00D25466" w:rsidP="00D25466">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k2fsUA&#10;AADdAAAADwAAAGRycy9kb3ducmV2LnhtbESPwW7CMBBE70j9B2srcQMHKhIIGEQrIXEFeuhxsZck&#10;NF6nsQuBr68rIXEczcwbzWLV2VpcqPWVYwWjYQKCWDtTcaHg87AZTEH4gGywdkwKbuRhtXzpLTA3&#10;7so7uuxDISKEfY4KyhCaXEqvS7Loh64hjt7JtRZDlG0hTYvXCLe1HCdJKi1WHBdKbOijJP29/7UK&#10;ttWRJqk+zez0Xe++7j/hLTsbpfqv3XoOIlAXnuFHe2sUTLJ0BP9v4hOQy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mTZ+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25466" w:rsidRDefault="00D25466" w:rsidP="00D25466">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UJb/cIA&#10;AADdAAAADwAAAGRycy9kb3ducmV2LnhtbERPXWvCMBR9H/gfwhX2NlMLOleNMgeC4hTmhr5emmtT&#10;bG5Kk9X6781g4OP55swWna1ES40vHSsYDhIQxLnTJRcKfr5XLxMQPiBrrByTght5WMx7TzPMtLvy&#10;F7WHUIhYwj5DBSaEOpPS54Ys+oGriaN2do3FEGFTSN3gNZbbSqZJMpYWS44LBmv6MJRfDr9WQYv7&#10;W3Iyy93bpvzM0/3yuNWRV8/97n0KIlAXHub/9ForGL2OU/h7E5+An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NQlv9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25466" w:rsidRDefault="00D25466" w:rsidP="00D25466">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VABsUA&#10;AADdAAAADwAAAGRycy9kb3ducmV2LnhtbESPQUvDQBSE74L/YXmCN7sxYiux21IKFY+a9uDxmX3N&#10;pmbfC7trE/31riB4HGbmG2a5nnyvzhRiJ2zgdlaAIm7EdtwaOOx3Nw+gYkK22AuTgS+KsF5dXiyx&#10;sjLyK53r1KoM4VihAZfSUGkdG0ce40wG4uwdJXhMWYZW24Bjhvtel0Ux1x47zgsOB9o6aj7qT29g&#10;fGreT+XxzbrvMMiufpFT2Ysx11fT5hFUoin9h//az9bA/WJ+B79v8hP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NUAGxQAAAN0AAAAPAAAAAAAAAAAAAAAAAJgCAABkcnMv&#10;ZG93bnJldi54bWxQSwUGAAAAAAQABAD1AAAAig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25466" w:rsidRDefault="00D25466" w:rsidP="00D25466">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ree1ccA&#10;AADdAAAADwAAAGRycy9kb3ducmV2LnhtbESPW2sCMRSE3wv+h3AKvtVsxapsjWK9gBSleOn7cXPc&#10;XZucLJtUt//eCEIfh5n5hhlNGmvEhWpfOlbw2klAEGdOl5wrOOyXL0MQPiBrNI5JwR95mIxbTyNM&#10;tbvyli67kIsIYZ+igiKEKpXSZwVZ9B1XEUfv5GqLIco6l7rGa4RbI7tJ0pcWS44LBVY0Kyj72f1a&#10;BcuvuTl3N9vptwyzxeBohp8f87VS7edm+g4iUBP+w4/2Sit4G/R7cH8Tn4Ac3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K3ntX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25466" w:rsidRDefault="00D25466" w:rsidP="00D25466">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z298YA&#10;AADdAAAADwAAAGRycy9kb3ducmV2LnhtbESP3WrCQBSE7wXfYTlCb0Q3bYlKdJUiiBYU6g94e8we&#10;k2D2bMhuY/r2riD0cpiZb5jZojWlaKh2hWUF78MIBHFqdcGZgtNxNZiAcB5ZY2mZFPyRg8W825lh&#10;ou2d99QcfCYChF2CCnLvq0RKl+Zk0A1tRRy8q60N+iDrTOoa7wFuSvkRRSNpsOCwkGNFy5zS2+HX&#10;KGh+tpds07jq+zbpu/jzsl7v9Fmpt177NQXhqfX/4Vd7oxXE41EMzzfhCcj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Fz298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25466" w:rsidRDefault="00D25466" w:rsidP="00D25466">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8USccA&#10;AADdAAAADwAAAGRycy9kb3ducmV2LnhtbESPQWsCMRSE74X+h/AKvdWsoltdjVIFwYtQbQ/19tw8&#10;dxc3L9sk1dVfb4SCx2FmvmEms9bU4kTOV5YVdDsJCOLc6ooLBd9fy7chCB+QNdaWScGFPMymz08T&#10;zLQ984ZO21CICGGfoYIyhCaT0uclGfQd2xBH72CdwRClK6R2eI5wU8tekqTSYMVxocSGFiXlx+2f&#10;UTAfDee/n31eXzf7He1+9sdBzyVKvb60H2MQgdrwCP+3V1rB4D1N4f4mPgE5v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QvFEnHAAAA3QAAAA8AAAAAAAAAAAAAAAAAmAIAAGRy&#10;cy9kb3ducmV2LnhtbFBLBQYAAAAABAAEAPUAAACMAwAAAAA=&#10;" fillcolor="black" stroked="f">
                  <v:textbox>
                    <w:txbxContent>
                      <w:p w:rsidR="00D25466" w:rsidRDefault="00D25466" w:rsidP="00D25466">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0py3MgA&#10;AADdAAAADwAAAGRycy9kb3ducmV2LnhtbESPzWvCQBTE7wX/h+UVequbCkaJrlI/CoXqwY+Dx2f2&#10;NVmSfRuyW43+9d1CweMwM79hpvPO1uJCrTeOFbz1ExDEudOGCwXHw8frGIQPyBprx6TgRh7ms97T&#10;FDPtrryjyz4UIkLYZ6igDKHJpPR5SRZ93zXE0ft2rcUQZVtI3eI1wm0tB0mSSouG40KJDS1Lyqv9&#10;j1Vw+krNeGdocN7cF2u9GVaL7apS6uW5e5+ACNSFR/i//akVDEfpCP7exCcgZ7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bSnLc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D25466" w:rsidRDefault="00D25466" w:rsidP="00D25466">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DYG8MA&#10;AADdAAAADwAAAGRycy9kb3ducmV2LnhtbERPu27CMBTdK/EP1q3UDZxWKqAUEyFQ1S4dykNdr+JL&#10;HBJfB9uEwNfXQ6WOR+e9KAbbip58qB0reJ5kIIhLp2uuFOx37+M5iBCRNbaOScGNAhTL0cMCc+2u&#10;/E39NlYihXDIUYGJsculDKUhi2HiOuLEHZ23GBP0ldQerynctvIly6bSYs2pwWBHa0Nls71YBX71&#10;s2nufDk02f3rFj5Ow3mORqmnx2H1BiLSEP/Ff+5PreB1Nk1z05v0BOT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jDYG8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D25466" w:rsidRDefault="00D25466" w:rsidP="00D25466">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jYMsUA&#10;AADdAAAADwAAAGRycy9kb3ducmV2LnhtbESPUWsCMRCE3wv+h7BCX0rNKaj1NIoUCgVF0PoD1st6&#10;d5hsjstWz/76piD0cZiZb5jFqvNOXamNdWADw0EGirgItubSwPHr4/UNVBRkiy4wGbhThNWy97TA&#10;3IYb7+l6kFIlCMccDVQiTa51LCryGAehIU7eObQeJcm21LbFW4J7p0dZNtEea04LFTb0XlFxOXx7&#10;A250crPNNG7lftTb7MfL/mVnjXnud+s5KKFO/sOP9qc1MJ5OZvD3Jj0Bvf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KNgyxQAAAN0AAAAPAAAAAAAAAAAAAAAAAJgCAABkcnMv&#10;ZG93bnJldi54bWxQSwUGAAAAAAQABAD1AAAAigM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D25466" w:rsidRDefault="00D25466" w:rsidP="00D25466">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foNsIA&#10;AADdAAAADwAAAGRycy9kb3ducmV2LnhtbERPz2vCMBS+C/sfwhN201RhKp1RNkXoxYNV8fps3pqy&#10;5KU0Ubv99eYw2PHj+71c986KO3Wh8axgMs5AEFdeN1wrOB13owWIEJE1Ws+k4IcCrFcvgyXm2j/4&#10;QPcy1iKFcMhRgYmxzaUMlSGHYexb4sR9+c5hTLCrpe7wkcKdldMsm0mHDacGgy1tDFXf5c0p2Jat&#10;nZ4K8xku5/31aovfHV22Sr0O+493EJH6+C/+cxdawdt8nvanN+kJy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R+g2wgAAAN0AAAAPAAAAAAAAAAAAAAAAAJgCAABkcnMvZG93&#10;bnJldi54bWxQSwUGAAAAAAQABAD1AAAAhwM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D25466" w:rsidRDefault="00D25466" w:rsidP="00D25466">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5wCHMQA&#10;AADdAAAADwAAAGRycy9kb3ducmV2LnhtbESPQWsCMRSE7wX/Q3iCt5pY0JXVKCIKgqdaPXh7JM/d&#10;1c3Lsknd9d83hUKPw8x8wyzXvavFk9pQedYwGSsQxMbbigsN56/9+xxEiMgWa8+k4UUB1qvB2xJz&#10;6zv+pOcpFiJBOOSooYyxyaUMpiSHYewb4uTdfOswJtkW0rbYJbir5YdSM+mw4rRQYkPbkszj9O00&#10;3Pfy6I1CczlfuoPNrrsZ1Urr0bDfLEBE6uN/+K99sBqmWTaB3zfpCcj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cAhzEAAAA3QAAAA8AAAAAAAAAAAAAAAAAmAIAAGRycy9k&#10;b3ducmV2LnhtbFBLBQYAAAAABAAEAPUAAACJ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D25466" w:rsidRDefault="00D25466" w:rsidP="00D25466">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c+RcYA&#10;AADdAAAADwAAAGRycy9kb3ducmV2LnhtbESPT2sCMRTE7wW/Q3hCbzXrFqusG0ULhdLioVpKj8/N&#10;2z/s5mVJoq7fvhEKHoeZ+Q2TrwfTiTM531hWMJ0kIIgLqxuuFHwf3p4WIHxA1thZJgVX8rBejR5y&#10;zLS98Bed96ESEcI+QwV1CH0mpS9qMugntieOXmmdwRClq6R2eIlw08k0SV6kwYbjQo09vdZUtPuT&#10;UfB7+uRy9/yxcdvwY4eDb9PjolXqcTxsliACDeEe/m+/awWz+TyF25v4BOTq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c+Rc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D25466" w:rsidRDefault="00D25466" w:rsidP="00D25466">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YEhDMgA&#10;AADdAAAADwAAAGRycy9kb3ducmV2LnhtbESPT2sCMRTE74V+h/AKvXWztVp1NUoVCl4K/jvo7bl5&#10;3V3cvGyTqGs/fSMUPA4z8xtmPG1NLc7kfGVZwWuSgiDOra64ULDdfL4MQPiArLG2TAqu5GE6eXwY&#10;Y6bthVd0XodCRAj7DBWUITSZlD4vyaBPbEMcvW/rDIYoXSG1w0uEm1p20vRdGqw4LpTY0Lyk/Lg+&#10;GQWz4WD2s+zy1+/qsKf97nDsdVyq1PNT+zECEagN9/B/e6EV9Pr9N7i9iU9ATv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hgSEMyAAAAN0AAAAPAAAAAAAAAAAAAAAAAJgCAABk&#10;cnMvZG93bnJldi54bWxQSwUGAAAAAAQABAD1AAAAjQMAAAAA&#10;" fillcolor="black" stroked="f">
                  <v:textbox>
                    <w:txbxContent>
                      <w:p w:rsidR="00D25466" w:rsidRDefault="00D25466" w:rsidP="00D25466">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RDecYA&#10;AADdAAAADwAAAGRycy9kb3ducmV2LnhtbESPzWrDMBCE74W8g9hAb43cvyS4UYIJlJaenKQl1421&#10;tUytlZFUxX37qlDIcZiZb5jVZrS9SORD51jB7awAQdw43XGr4P3wfLMEESKyxt4xKfihAJv15GqF&#10;pXZn3lHax1ZkCIcSFZgYh1LK0BiyGGZuIM7ep/MWY5a+ldrjOcNtL++KYi4tdpwXDA60NdR87b+t&#10;gnTa1tV9Oiaze/NV61398nGqlbqejtUTiEhjvIT/269aweNi8QB/b/ITk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BRDecYAAADdAAAADwAAAAAAAAAAAAAAAACYAgAAZHJz&#10;L2Rvd25yZXYueG1sUEsFBgAAAAAEAAQA9QAAAIs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D25466" w:rsidRDefault="00D25466" w:rsidP="00D25466">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8GEMYA&#10;AADdAAAADwAAAGRycy9kb3ducmV2LnhtbESPQWvCQBSE74X+h+UVvOnGglpTVymior20jYI9PrKv&#10;2dDs25BdY/TXuwWhx2FmvmFmi85WoqXGl44VDAcJCOLc6ZILBYf9uv8CwgdkjZVjUnAhD4v548MM&#10;U+3O/EVtFgoRIexTVGBCqFMpfW7Ioh+4mjh6P66xGKJsCqkbPEe4reRzkoylxZLjgsGaloby3+xk&#10;FfjhcnV8t9dp+70x/JHtzPizMEr1nrq3VxCBuvAfvre3WsFoMhnB35v4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98GEM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D25466" w:rsidRDefault="00D25466" w:rsidP="00D25466">
                        <w:pPr>
                          <w:rPr>
                            <w:rFonts w:eastAsia="Times New Roman"/>
                          </w:rPr>
                        </w:pPr>
                      </w:p>
                    </w:txbxContent>
                  </v:textbox>
                </v:shape>
                <w10:wrap anchorx="margin"/>
              </v:group>
            </w:pict>
          </mc:Fallback>
        </mc:AlternateContent>
      </w:r>
    </w:p>
    <w:p w:rsidR="00D25466" w:rsidRDefault="00D25466" w:rsidP="00D25466">
      <w:pPr>
        <w:tabs>
          <w:tab w:val="left" w:pos="708"/>
        </w:tabs>
        <w:spacing w:after="0" w:line="240" w:lineRule="auto"/>
        <w:jc w:val="center"/>
        <w:rPr>
          <w:rFonts w:ascii="Times New Roman" w:eastAsia="Arial Unicode MS" w:hAnsi="Times New Roman"/>
          <w:b/>
          <w:color w:val="000000"/>
          <w:sz w:val="24"/>
          <w:szCs w:val="24"/>
        </w:rPr>
      </w:pPr>
    </w:p>
    <w:p w:rsidR="00D25466" w:rsidRDefault="00D25466" w:rsidP="00D25466">
      <w:pPr>
        <w:tabs>
          <w:tab w:val="left" w:pos="708"/>
        </w:tabs>
        <w:spacing w:after="0" w:line="240" w:lineRule="auto"/>
        <w:jc w:val="center"/>
        <w:rPr>
          <w:rFonts w:ascii="Times New Roman" w:eastAsia="Arial Unicode MS" w:hAnsi="Times New Roman"/>
          <w:b/>
          <w:color w:val="000000"/>
          <w:sz w:val="24"/>
          <w:szCs w:val="24"/>
        </w:rPr>
      </w:pPr>
    </w:p>
    <w:p w:rsidR="00D25466" w:rsidRDefault="00D25466" w:rsidP="00D25466">
      <w:pPr>
        <w:tabs>
          <w:tab w:val="left" w:pos="708"/>
        </w:tabs>
        <w:spacing w:after="0" w:line="240" w:lineRule="auto"/>
        <w:jc w:val="center"/>
        <w:rPr>
          <w:rFonts w:ascii="Times New Roman" w:eastAsia="Arial Unicode MS" w:hAnsi="Times New Roman"/>
          <w:b/>
          <w:color w:val="000000"/>
          <w:sz w:val="24"/>
          <w:szCs w:val="24"/>
        </w:rPr>
      </w:pPr>
    </w:p>
    <w:p w:rsidR="00D25466" w:rsidRDefault="00D25466" w:rsidP="00D25466">
      <w:pPr>
        <w:tabs>
          <w:tab w:val="left" w:pos="708"/>
        </w:tabs>
        <w:spacing w:after="0" w:line="240" w:lineRule="auto"/>
        <w:jc w:val="center"/>
        <w:rPr>
          <w:rFonts w:ascii="Times New Roman" w:eastAsia="Arial Unicode MS" w:hAnsi="Times New Roman"/>
          <w:b/>
          <w:color w:val="000000"/>
          <w:sz w:val="24"/>
          <w:szCs w:val="24"/>
        </w:rPr>
      </w:pPr>
    </w:p>
    <w:p w:rsidR="00D25466" w:rsidRDefault="00D25466" w:rsidP="00D2546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D25466" w:rsidRDefault="00D25466" w:rsidP="00D25466">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D25466" w:rsidRDefault="00D25466" w:rsidP="00D2546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D25466" w:rsidRDefault="00D25466" w:rsidP="00D2546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D25466" w:rsidRDefault="00D25466" w:rsidP="00D25466">
      <w:pPr>
        <w:tabs>
          <w:tab w:val="left" w:pos="708"/>
        </w:tabs>
        <w:spacing w:after="0" w:line="240" w:lineRule="auto"/>
        <w:jc w:val="center"/>
        <w:rPr>
          <w:rFonts w:ascii="Times New Roman" w:eastAsia="Arial Unicode MS" w:hAnsi="Times New Roman"/>
          <w:b/>
          <w:color w:val="000000"/>
          <w:sz w:val="24"/>
          <w:szCs w:val="24"/>
        </w:rPr>
      </w:pPr>
    </w:p>
    <w:p w:rsidR="00D25466" w:rsidRDefault="00D25466" w:rsidP="00D2546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D25466" w:rsidRDefault="00D25466" w:rsidP="00D25466">
      <w:pPr>
        <w:tabs>
          <w:tab w:val="left" w:pos="708"/>
        </w:tabs>
        <w:spacing w:after="0" w:line="240" w:lineRule="auto"/>
        <w:jc w:val="center"/>
        <w:rPr>
          <w:rFonts w:ascii="Times New Roman" w:eastAsia="Arial Unicode MS" w:hAnsi="Times New Roman"/>
          <w:b/>
          <w:color w:val="000000"/>
          <w:sz w:val="24"/>
          <w:szCs w:val="24"/>
        </w:rPr>
      </w:pPr>
    </w:p>
    <w:p w:rsidR="00D25466" w:rsidRDefault="00D25466" w:rsidP="00D25466">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D25466" w:rsidRDefault="00D25466" w:rsidP="00D25466">
      <w:pPr>
        <w:tabs>
          <w:tab w:val="left" w:pos="708"/>
        </w:tabs>
        <w:spacing w:after="0" w:line="240" w:lineRule="auto"/>
        <w:rPr>
          <w:rFonts w:ascii="Times New Roman" w:eastAsia="Arial Unicode MS" w:hAnsi="Times New Roman"/>
          <w:color w:val="000000"/>
          <w:sz w:val="24"/>
          <w:szCs w:val="24"/>
        </w:rPr>
      </w:pPr>
    </w:p>
    <w:p w:rsidR="00D25466" w:rsidRPr="00186FBA" w:rsidRDefault="00D25466" w:rsidP="00D25466">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27.01.2021 року                                            Крупець                                                       №9</w:t>
      </w:r>
    </w:p>
    <w:p w:rsidR="00D25466" w:rsidRDefault="00D25466" w:rsidP="00D25466">
      <w:pPr>
        <w:pStyle w:val="24"/>
        <w:shd w:val="clear" w:color="auto" w:fill="auto"/>
        <w:spacing w:before="0" w:line="276" w:lineRule="auto"/>
        <w:ind w:right="40"/>
        <w:jc w:val="center"/>
        <w:rPr>
          <w:rFonts w:ascii="Times New Roman" w:hAnsi="Times New Roman" w:cs="Times New Roman"/>
          <w:spacing w:val="0"/>
          <w:sz w:val="24"/>
          <w:szCs w:val="24"/>
        </w:rPr>
      </w:pPr>
    </w:p>
    <w:p w:rsidR="00D25466" w:rsidRPr="00062D79" w:rsidRDefault="00D25466" w:rsidP="00D25466">
      <w:pPr>
        <w:spacing w:after="0"/>
        <w:rPr>
          <w:rFonts w:ascii="Times New Roman" w:hAnsi="Times New Roman" w:cs="Times New Roman"/>
          <w:b/>
          <w:sz w:val="24"/>
          <w:szCs w:val="24"/>
        </w:rPr>
      </w:pPr>
      <w:r w:rsidRPr="00062D79">
        <w:rPr>
          <w:rFonts w:ascii="Times New Roman" w:hAnsi="Times New Roman" w:cs="Times New Roman"/>
          <w:b/>
          <w:sz w:val="24"/>
          <w:szCs w:val="24"/>
        </w:rPr>
        <w:t>Про внесення змін до сільського бюджету</w:t>
      </w:r>
    </w:p>
    <w:p w:rsidR="00D25466" w:rsidRPr="00062D79" w:rsidRDefault="00D25466" w:rsidP="00D25466">
      <w:pPr>
        <w:spacing w:after="0"/>
        <w:rPr>
          <w:rFonts w:ascii="Times New Roman" w:hAnsi="Times New Roman" w:cs="Times New Roman"/>
          <w:b/>
          <w:sz w:val="24"/>
          <w:szCs w:val="24"/>
        </w:rPr>
      </w:pPr>
      <w:r w:rsidRPr="00062D79">
        <w:rPr>
          <w:rFonts w:ascii="Times New Roman" w:hAnsi="Times New Roman" w:cs="Times New Roman"/>
          <w:b/>
          <w:sz w:val="24"/>
          <w:szCs w:val="24"/>
        </w:rPr>
        <w:t>Крупецької сільської ради на 2021 рік</w:t>
      </w:r>
    </w:p>
    <w:p w:rsidR="00D25466" w:rsidRPr="00062D79" w:rsidRDefault="00D25466" w:rsidP="00D25466">
      <w:pPr>
        <w:pStyle w:val="afe"/>
        <w:spacing w:before="0" w:after="0" w:afterAutospacing="0" w:line="276" w:lineRule="auto"/>
        <w:rPr>
          <w:u w:val="single"/>
        </w:rPr>
      </w:pPr>
      <w:r w:rsidRPr="00062D79">
        <w:rPr>
          <w:u w:val="single"/>
        </w:rPr>
        <w:t>22538000000</w:t>
      </w:r>
    </w:p>
    <w:p w:rsidR="00D25466" w:rsidRPr="00974CF9" w:rsidRDefault="00D25466" w:rsidP="00D25466">
      <w:pPr>
        <w:spacing w:after="0"/>
        <w:rPr>
          <w:rFonts w:ascii="Times New Roman" w:hAnsi="Times New Roman" w:cs="Times New Roman"/>
          <w:sz w:val="24"/>
          <w:szCs w:val="24"/>
        </w:rPr>
      </w:pPr>
      <w:r w:rsidRPr="00062D79">
        <w:rPr>
          <w:rFonts w:ascii="Times New Roman" w:hAnsi="Times New Roman" w:cs="Times New Roman"/>
          <w:sz w:val="24"/>
          <w:szCs w:val="24"/>
        </w:rPr>
        <w:t>(код бюджету)</w:t>
      </w:r>
    </w:p>
    <w:p w:rsidR="00D25466" w:rsidRDefault="00D25466" w:rsidP="00D25466">
      <w:pPr>
        <w:spacing w:after="0"/>
        <w:ind w:firstLine="567"/>
        <w:jc w:val="both"/>
        <w:rPr>
          <w:rFonts w:ascii="Times New Roman" w:hAnsi="Times New Roman" w:cs="Times New Roman"/>
          <w:sz w:val="24"/>
          <w:szCs w:val="24"/>
        </w:rPr>
      </w:pPr>
      <w:r w:rsidRPr="00974CF9">
        <w:rPr>
          <w:rFonts w:ascii="Times New Roman" w:hAnsi="Times New Roman" w:cs="Times New Roman"/>
          <w:sz w:val="24"/>
          <w:szCs w:val="24"/>
        </w:rPr>
        <w:t xml:space="preserve">Відповідно до Бюджетного кодексу України та пункту 23 частини 1 статті 26 Закону України «Про місцеве самоврядування в Україні», сільська рада </w:t>
      </w:r>
    </w:p>
    <w:p w:rsidR="00D25466" w:rsidRPr="00974CF9" w:rsidRDefault="00D25466" w:rsidP="00D25466">
      <w:pPr>
        <w:spacing w:after="0"/>
        <w:ind w:firstLine="567"/>
        <w:jc w:val="both"/>
        <w:rPr>
          <w:rFonts w:ascii="Times New Roman" w:hAnsi="Times New Roman" w:cs="Times New Roman"/>
          <w:sz w:val="24"/>
          <w:szCs w:val="24"/>
        </w:rPr>
      </w:pPr>
      <w:r w:rsidRPr="00974CF9">
        <w:rPr>
          <w:rFonts w:ascii="Times New Roman" w:hAnsi="Times New Roman" w:cs="Times New Roman"/>
          <w:sz w:val="24"/>
          <w:szCs w:val="24"/>
        </w:rPr>
        <w:t>ВИРІШИЛА:</w:t>
      </w:r>
    </w:p>
    <w:p w:rsidR="00D25466" w:rsidRPr="00974CF9" w:rsidRDefault="00D25466" w:rsidP="00D25466">
      <w:pPr>
        <w:spacing w:after="0"/>
        <w:ind w:firstLine="567"/>
        <w:rPr>
          <w:rFonts w:ascii="Times New Roman" w:hAnsi="Times New Roman" w:cs="Times New Roman"/>
          <w:color w:val="000000"/>
          <w:sz w:val="24"/>
          <w:szCs w:val="24"/>
        </w:rPr>
      </w:pPr>
      <w:r w:rsidRPr="00974CF9">
        <w:rPr>
          <w:rFonts w:ascii="Times New Roman" w:hAnsi="Times New Roman" w:cs="Times New Roman"/>
          <w:color w:val="000000"/>
          <w:sz w:val="24"/>
          <w:szCs w:val="24"/>
        </w:rPr>
        <w:t>1. Внести зміни до доходної частини сільського бюджету (додаток 1).</w:t>
      </w:r>
    </w:p>
    <w:p w:rsidR="00D25466" w:rsidRPr="00974CF9" w:rsidRDefault="00D25466" w:rsidP="00D25466">
      <w:pPr>
        <w:spacing w:after="0"/>
        <w:ind w:firstLine="567"/>
        <w:rPr>
          <w:rFonts w:ascii="Times New Roman" w:hAnsi="Times New Roman" w:cs="Times New Roman"/>
          <w:color w:val="000000"/>
          <w:sz w:val="24"/>
          <w:szCs w:val="24"/>
        </w:rPr>
      </w:pPr>
      <w:r w:rsidRPr="00974CF9">
        <w:rPr>
          <w:rFonts w:ascii="Times New Roman" w:hAnsi="Times New Roman" w:cs="Times New Roman"/>
          <w:color w:val="000000"/>
          <w:sz w:val="24"/>
          <w:szCs w:val="24"/>
        </w:rPr>
        <w:t>2. Внести зміни до видаткової частини сільського бюджету (додатки 3, 4, 5, 6, 7).</w:t>
      </w:r>
    </w:p>
    <w:p w:rsidR="00D25466" w:rsidRPr="00974CF9" w:rsidRDefault="00D25466" w:rsidP="00D25466">
      <w:pPr>
        <w:spacing w:after="0"/>
        <w:ind w:firstLine="567"/>
        <w:rPr>
          <w:rFonts w:ascii="Times New Roman" w:hAnsi="Times New Roman" w:cs="Times New Roman"/>
          <w:sz w:val="24"/>
          <w:szCs w:val="24"/>
        </w:rPr>
      </w:pPr>
      <w:r w:rsidRPr="00974CF9">
        <w:rPr>
          <w:rFonts w:ascii="Times New Roman" w:hAnsi="Times New Roman" w:cs="Times New Roman"/>
          <w:sz w:val="24"/>
          <w:szCs w:val="24"/>
        </w:rPr>
        <w:t>3. Внести наступні зміни до рішення сільської ради від 23.12.2020 року № 4 «Про сільський бюджет Крупецької сільської ради на 2021 рік» (зі змінами):</w:t>
      </w:r>
    </w:p>
    <w:p w:rsidR="00D25466" w:rsidRPr="00974CF9" w:rsidRDefault="00D25466" w:rsidP="00D25466">
      <w:pPr>
        <w:spacing w:after="0"/>
        <w:ind w:firstLine="567"/>
        <w:jc w:val="both"/>
        <w:rPr>
          <w:rFonts w:ascii="Times New Roman" w:hAnsi="Times New Roman" w:cs="Times New Roman"/>
          <w:sz w:val="24"/>
          <w:szCs w:val="24"/>
        </w:rPr>
      </w:pPr>
      <w:r w:rsidRPr="00974CF9">
        <w:rPr>
          <w:rFonts w:ascii="Times New Roman" w:hAnsi="Times New Roman" w:cs="Times New Roman"/>
          <w:sz w:val="24"/>
          <w:szCs w:val="24"/>
        </w:rPr>
        <w:t xml:space="preserve">3.1. В пункті 5 цифри </w:t>
      </w:r>
      <w:r w:rsidRPr="00974CF9">
        <w:rPr>
          <w:rFonts w:ascii="Times New Roman" w:hAnsi="Times New Roman" w:cs="Times New Roman"/>
          <w:b/>
          <w:sz w:val="24"/>
          <w:szCs w:val="24"/>
        </w:rPr>
        <w:t xml:space="preserve">«6 304 785» </w:t>
      </w:r>
      <w:r w:rsidRPr="00974CF9">
        <w:rPr>
          <w:rFonts w:ascii="Times New Roman" w:hAnsi="Times New Roman" w:cs="Times New Roman"/>
          <w:sz w:val="24"/>
          <w:szCs w:val="24"/>
        </w:rPr>
        <w:t xml:space="preserve">замінити на цифри </w:t>
      </w:r>
      <w:r w:rsidRPr="00974CF9">
        <w:rPr>
          <w:rFonts w:ascii="Times New Roman" w:hAnsi="Times New Roman" w:cs="Times New Roman"/>
          <w:b/>
          <w:sz w:val="24"/>
          <w:szCs w:val="24"/>
        </w:rPr>
        <w:t>«6 542 385»</w:t>
      </w:r>
      <w:r w:rsidRPr="00974CF9">
        <w:rPr>
          <w:rFonts w:ascii="Times New Roman" w:hAnsi="Times New Roman" w:cs="Times New Roman"/>
          <w:sz w:val="24"/>
          <w:szCs w:val="24"/>
        </w:rPr>
        <w:t>.</w:t>
      </w:r>
    </w:p>
    <w:p w:rsidR="00D25466" w:rsidRPr="00974CF9" w:rsidRDefault="00D25466" w:rsidP="00D25466">
      <w:pPr>
        <w:spacing w:after="0"/>
        <w:ind w:firstLine="567"/>
        <w:jc w:val="both"/>
        <w:rPr>
          <w:rFonts w:ascii="Times New Roman" w:hAnsi="Times New Roman" w:cs="Times New Roman"/>
          <w:sz w:val="24"/>
          <w:szCs w:val="24"/>
        </w:rPr>
      </w:pPr>
      <w:r w:rsidRPr="00974CF9">
        <w:rPr>
          <w:rFonts w:ascii="Times New Roman" w:hAnsi="Times New Roman" w:cs="Times New Roman"/>
          <w:sz w:val="24"/>
          <w:szCs w:val="24"/>
        </w:rPr>
        <w:t>3.2. Доповнити зазначене рішення додатком 4 «Кредитування місцевого бюджету у 2021 році», а додатки 4, 5, 6 рішення сільської ради від 23.12.2020 року № 4 «Про сільський бюджет Крупецької сільської ради на 2021 рік» вважати додатками 5, 6, 7.</w:t>
      </w:r>
    </w:p>
    <w:p w:rsidR="00D25466" w:rsidRPr="00974CF9" w:rsidRDefault="00D25466" w:rsidP="00D2546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4</w:t>
      </w:r>
      <w:r w:rsidRPr="00974CF9">
        <w:rPr>
          <w:rFonts w:ascii="Times New Roman" w:hAnsi="Times New Roman" w:cs="Times New Roman"/>
          <w:sz w:val="24"/>
          <w:szCs w:val="24"/>
        </w:rPr>
        <w:t>. Додатки 1, 3, 4, 5, 6 до рішення сільської ради від 23.12.2020 року № 4 «Про сільський бюджет Крупецької сільської ради на 2021 рік» (зі змінами) викласти у новій редакції відповідно до додатків 1, 3, 5, 6, 7 до цього рішення.</w:t>
      </w:r>
    </w:p>
    <w:p w:rsidR="00D25466" w:rsidRPr="00974CF9" w:rsidRDefault="00D25466" w:rsidP="00D2546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974CF9">
        <w:rPr>
          <w:rFonts w:ascii="Times New Roman" w:hAnsi="Times New Roman" w:cs="Times New Roman"/>
          <w:sz w:val="24"/>
          <w:szCs w:val="24"/>
        </w:rPr>
        <w:t>Додатки 1, 2, 3, 4, 5, 6, 7 до цього рішення є його невід’ємною частиною.</w:t>
      </w:r>
    </w:p>
    <w:p w:rsidR="00D25466" w:rsidRPr="00974CF9" w:rsidRDefault="00D25466" w:rsidP="00D2546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5</w:t>
      </w:r>
      <w:r w:rsidRPr="00974CF9">
        <w:rPr>
          <w:rFonts w:ascii="Times New Roman" w:hAnsi="Times New Roman" w:cs="Times New Roman"/>
          <w:sz w:val="24"/>
          <w:szCs w:val="24"/>
        </w:rPr>
        <w:t>.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(Т.М.Бережна).</w:t>
      </w:r>
    </w:p>
    <w:p w:rsidR="00D25466" w:rsidRPr="00974CF9" w:rsidRDefault="00D25466" w:rsidP="00D25466">
      <w:pPr>
        <w:jc w:val="both"/>
        <w:rPr>
          <w:rFonts w:ascii="Times New Roman" w:hAnsi="Times New Roman" w:cs="Times New Roman"/>
          <w:sz w:val="24"/>
          <w:szCs w:val="24"/>
        </w:rPr>
      </w:pPr>
    </w:p>
    <w:p w:rsidR="00D25466" w:rsidRDefault="00D25466" w:rsidP="00D25466">
      <w:pPr>
        <w:shd w:val="clear" w:color="auto" w:fill="FFFFFF"/>
        <w:tabs>
          <w:tab w:val="left" w:pos="0"/>
        </w:tabs>
        <w:outlineLvl w:val="0"/>
        <w:rPr>
          <w:rFonts w:ascii="Times New Roman" w:hAnsi="Times New Roman" w:cs="Times New Roman"/>
          <w:sz w:val="24"/>
          <w:szCs w:val="24"/>
        </w:rPr>
      </w:pPr>
      <w:r w:rsidRPr="00974CF9">
        <w:rPr>
          <w:rFonts w:ascii="Times New Roman" w:hAnsi="Times New Roman" w:cs="Times New Roman"/>
          <w:sz w:val="24"/>
          <w:szCs w:val="24"/>
        </w:rPr>
        <w:t>Сільський голова</w:t>
      </w:r>
      <w:r w:rsidRPr="00974CF9">
        <w:rPr>
          <w:rFonts w:ascii="Times New Roman" w:hAnsi="Times New Roman" w:cs="Times New Roman"/>
          <w:sz w:val="24"/>
          <w:szCs w:val="24"/>
        </w:rPr>
        <w:tab/>
      </w:r>
      <w:r w:rsidRPr="00974CF9">
        <w:rPr>
          <w:rFonts w:ascii="Times New Roman" w:hAnsi="Times New Roman" w:cs="Times New Roman"/>
          <w:sz w:val="24"/>
          <w:szCs w:val="24"/>
        </w:rPr>
        <w:tab/>
      </w:r>
      <w:r w:rsidRPr="00974CF9">
        <w:rPr>
          <w:rFonts w:ascii="Times New Roman" w:hAnsi="Times New Roman" w:cs="Times New Roman"/>
          <w:sz w:val="24"/>
          <w:szCs w:val="24"/>
        </w:rPr>
        <w:tab/>
      </w:r>
      <w:r w:rsidRPr="00974CF9">
        <w:rPr>
          <w:rFonts w:ascii="Times New Roman" w:hAnsi="Times New Roman" w:cs="Times New Roman"/>
          <w:sz w:val="24"/>
          <w:szCs w:val="24"/>
        </w:rPr>
        <w:tab/>
      </w:r>
      <w:r w:rsidRPr="00974CF9">
        <w:rPr>
          <w:rFonts w:ascii="Times New Roman" w:hAnsi="Times New Roman" w:cs="Times New Roman"/>
          <w:sz w:val="24"/>
          <w:szCs w:val="24"/>
        </w:rPr>
        <w:tab/>
        <w:t xml:space="preserve">               </w:t>
      </w:r>
      <w:r w:rsidRPr="00974CF9">
        <w:rPr>
          <w:rFonts w:ascii="Times New Roman" w:hAnsi="Times New Roman" w:cs="Times New Roman"/>
          <w:sz w:val="24"/>
          <w:szCs w:val="24"/>
        </w:rPr>
        <w:tab/>
        <w:t>Валерій МИХАЛЮК</w:t>
      </w:r>
    </w:p>
    <w:p w:rsidR="00D25466" w:rsidRPr="00365F86" w:rsidRDefault="00D25466" w:rsidP="00D25466">
      <w:pPr>
        <w:shd w:val="clear" w:color="auto" w:fill="FFFFFF"/>
        <w:tabs>
          <w:tab w:val="left" w:pos="0"/>
        </w:tabs>
        <w:spacing w:after="0"/>
        <w:outlineLvl w:val="0"/>
        <w:rPr>
          <w:rFonts w:ascii="Times New Roman" w:hAnsi="Times New Roman" w:cs="Times New Roman"/>
          <w:sz w:val="24"/>
          <w:szCs w:val="24"/>
        </w:rPr>
      </w:pPr>
    </w:p>
    <w:p w:rsidR="00D25466" w:rsidRPr="00365F86" w:rsidRDefault="00D25466" w:rsidP="00D25466">
      <w:pPr>
        <w:spacing w:after="0"/>
        <w:ind w:firstLine="567"/>
        <w:jc w:val="center"/>
        <w:rPr>
          <w:rFonts w:ascii="Times New Roman" w:hAnsi="Times New Roman" w:cs="Times New Roman"/>
          <w:sz w:val="24"/>
          <w:szCs w:val="24"/>
        </w:rPr>
      </w:pPr>
      <w:r w:rsidRPr="00365F86">
        <w:rPr>
          <w:rFonts w:ascii="Times New Roman" w:hAnsi="Times New Roman" w:cs="Times New Roman"/>
          <w:sz w:val="24"/>
          <w:szCs w:val="24"/>
        </w:rPr>
        <w:t xml:space="preserve">Пояснююча записка до рішення </w:t>
      </w:r>
    </w:p>
    <w:p w:rsidR="00D25466" w:rsidRPr="00365F86" w:rsidRDefault="00D25466" w:rsidP="00D25466">
      <w:pPr>
        <w:spacing w:after="0"/>
        <w:ind w:firstLine="567"/>
        <w:jc w:val="center"/>
        <w:rPr>
          <w:rFonts w:ascii="Times New Roman" w:hAnsi="Times New Roman" w:cs="Times New Roman"/>
          <w:sz w:val="24"/>
          <w:szCs w:val="24"/>
        </w:rPr>
      </w:pPr>
      <w:r w:rsidRPr="00365F86">
        <w:rPr>
          <w:rFonts w:ascii="Times New Roman" w:hAnsi="Times New Roman" w:cs="Times New Roman"/>
          <w:sz w:val="24"/>
          <w:szCs w:val="24"/>
          <w:lang w:val="en-US"/>
        </w:rPr>
        <w:t>V</w:t>
      </w:r>
      <w:r w:rsidRPr="00365F86">
        <w:rPr>
          <w:rFonts w:ascii="Times New Roman" w:hAnsi="Times New Roman" w:cs="Times New Roman"/>
          <w:sz w:val="24"/>
          <w:szCs w:val="24"/>
        </w:rPr>
        <w:t xml:space="preserve"> сесії Крупецької сільської ради восьмого скликання </w:t>
      </w:r>
    </w:p>
    <w:p w:rsidR="00D25466" w:rsidRPr="00365F86" w:rsidRDefault="00D25466" w:rsidP="00D25466">
      <w:pPr>
        <w:spacing w:after="0"/>
        <w:ind w:firstLine="567"/>
        <w:jc w:val="center"/>
        <w:rPr>
          <w:rFonts w:ascii="Times New Roman" w:hAnsi="Times New Roman" w:cs="Times New Roman"/>
          <w:sz w:val="24"/>
          <w:szCs w:val="24"/>
        </w:rPr>
      </w:pPr>
      <w:r w:rsidRPr="00365F86">
        <w:rPr>
          <w:rFonts w:ascii="Times New Roman" w:hAnsi="Times New Roman" w:cs="Times New Roman"/>
          <w:sz w:val="24"/>
          <w:szCs w:val="24"/>
        </w:rPr>
        <w:t>"Про внесення змін до сільського бюджету Крупецької сільської ради на 2021 рік"</w:t>
      </w:r>
    </w:p>
    <w:p w:rsidR="00D25466" w:rsidRPr="00365F86" w:rsidRDefault="00D25466" w:rsidP="00D25466">
      <w:pPr>
        <w:spacing w:after="0"/>
        <w:ind w:firstLine="567"/>
        <w:jc w:val="center"/>
        <w:rPr>
          <w:rFonts w:ascii="Times New Roman" w:hAnsi="Times New Roman" w:cs="Times New Roman"/>
          <w:sz w:val="24"/>
          <w:szCs w:val="24"/>
        </w:rPr>
      </w:pPr>
      <w:r w:rsidRPr="00365F86">
        <w:rPr>
          <w:rFonts w:ascii="Times New Roman" w:hAnsi="Times New Roman" w:cs="Times New Roman"/>
          <w:sz w:val="24"/>
          <w:szCs w:val="24"/>
        </w:rPr>
        <w:t xml:space="preserve"> від 27.01.2021 р.  № </w:t>
      </w:r>
      <w:r>
        <w:rPr>
          <w:rFonts w:ascii="Times New Roman" w:hAnsi="Times New Roman" w:cs="Times New Roman"/>
          <w:sz w:val="24"/>
          <w:szCs w:val="24"/>
        </w:rPr>
        <w:t>9</w:t>
      </w:r>
    </w:p>
    <w:p w:rsidR="00D25466" w:rsidRPr="00365F86" w:rsidRDefault="00D25466" w:rsidP="00D25466">
      <w:pPr>
        <w:spacing w:after="0"/>
        <w:ind w:firstLine="567"/>
        <w:rPr>
          <w:rFonts w:ascii="Times New Roman" w:hAnsi="Times New Roman" w:cs="Times New Roman"/>
          <w:sz w:val="24"/>
          <w:szCs w:val="24"/>
        </w:rPr>
      </w:pPr>
    </w:p>
    <w:p w:rsidR="00D25466" w:rsidRPr="00365F86" w:rsidRDefault="00D25466" w:rsidP="00D25466">
      <w:pPr>
        <w:spacing w:after="0"/>
        <w:ind w:firstLine="567"/>
        <w:jc w:val="both"/>
        <w:rPr>
          <w:rFonts w:ascii="Times New Roman" w:hAnsi="Times New Roman" w:cs="Times New Roman"/>
          <w:color w:val="000000"/>
          <w:sz w:val="24"/>
          <w:szCs w:val="24"/>
        </w:rPr>
      </w:pPr>
      <w:r w:rsidRPr="00365F86">
        <w:rPr>
          <w:rFonts w:ascii="Times New Roman" w:hAnsi="Times New Roman" w:cs="Times New Roman"/>
          <w:b/>
          <w:sz w:val="24"/>
          <w:szCs w:val="24"/>
        </w:rPr>
        <w:t>І.</w:t>
      </w:r>
      <w:r w:rsidRPr="00365F86">
        <w:rPr>
          <w:rFonts w:ascii="Times New Roman" w:hAnsi="Times New Roman" w:cs="Times New Roman"/>
          <w:sz w:val="24"/>
          <w:szCs w:val="24"/>
        </w:rPr>
        <w:t xml:space="preserve"> </w:t>
      </w:r>
      <w:r w:rsidRPr="00365F86">
        <w:rPr>
          <w:rFonts w:ascii="Times New Roman" w:hAnsi="Times New Roman" w:cs="Times New Roman"/>
          <w:color w:val="000000"/>
          <w:sz w:val="24"/>
          <w:szCs w:val="24"/>
        </w:rPr>
        <w:t>Наказом Міністерства фінансів України від 30.12.2020 року № 827 внесено зміни до наказу Міністерства фінансів України від 14 січня 2011 року № 11 «Про бюджетну класифікацію» у зв’язку з чим змінено класифікацію доходів. Враховуючи вищесказане, необхідно привести у відповідність діючій класифікації доходів додаток 1 до рішення про сільський бюджет Крупецької сільської ради на 2021 рік.</w:t>
      </w:r>
    </w:p>
    <w:p w:rsidR="00D25466" w:rsidRPr="00365F86" w:rsidRDefault="00D25466" w:rsidP="00D25466">
      <w:pPr>
        <w:ind w:firstLine="574"/>
        <w:jc w:val="both"/>
        <w:rPr>
          <w:rFonts w:ascii="Times New Roman" w:hAnsi="Times New Roman" w:cs="Times New Roman"/>
          <w:b/>
          <w:sz w:val="24"/>
          <w:szCs w:val="24"/>
        </w:rPr>
      </w:pPr>
      <w:r w:rsidRPr="00365F86">
        <w:rPr>
          <w:rFonts w:ascii="Times New Roman" w:hAnsi="Times New Roman" w:cs="Times New Roman"/>
          <w:b/>
          <w:sz w:val="24"/>
          <w:szCs w:val="24"/>
          <w:shd w:val="clear" w:color="auto" w:fill="FFFFFF"/>
        </w:rPr>
        <w:t>ІІ.</w:t>
      </w:r>
      <w:r w:rsidRPr="00365F86">
        <w:rPr>
          <w:rFonts w:ascii="Times New Roman" w:hAnsi="Times New Roman" w:cs="Times New Roman"/>
          <w:b/>
          <w:sz w:val="24"/>
          <w:szCs w:val="24"/>
        </w:rPr>
        <w:t xml:space="preserve"> Внести зміни до планових призначень загального фонду сільського бюджету по:</w:t>
      </w:r>
    </w:p>
    <w:p w:rsidR="00D25466" w:rsidRPr="00365F86" w:rsidRDefault="00D25466" w:rsidP="00D25466">
      <w:pPr>
        <w:pStyle w:val="aff0"/>
        <w:numPr>
          <w:ilvl w:val="0"/>
          <w:numId w:val="12"/>
        </w:numPr>
        <w:ind w:left="0" w:firstLine="567"/>
      </w:pPr>
      <w:r w:rsidRPr="00365F86">
        <w:t>КПКВК 0112112 «Первинна медична допомога населенню, що надається фельдшерськими, фельдшерсько-акушерськими пунктами» зменшити планові призначення по КЕКВ 2240 «Оплата послуг (крім комунальних)» на 250 грн., збільшити планові призначення по КЕКВ 2800 «Інші поточні видатки» на суму 250 грн.</w:t>
      </w:r>
    </w:p>
    <w:p w:rsidR="00D25466" w:rsidRPr="00365F86" w:rsidRDefault="00D25466" w:rsidP="00D25466">
      <w:pPr>
        <w:pStyle w:val="aff0"/>
        <w:numPr>
          <w:ilvl w:val="0"/>
          <w:numId w:val="12"/>
        </w:numPr>
        <w:ind w:left="0" w:firstLine="567"/>
      </w:pPr>
      <w:r w:rsidRPr="00365F86">
        <w:t>КПКВК 0112010 «Багатопрофільна стаціонарна медична допомога населенню» зменшити планові призначення по КЕКВ 2610 «Субсидії та поточні трансферти підприємствам (установам, організаціям)» на суму 200 000 грн.</w:t>
      </w:r>
    </w:p>
    <w:p w:rsidR="00D25466" w:rsidRPr="00365F86" w:rsidRDefault="00D25466" w:rsidP="00D25466">
      <w:pPr>
        <w:numPr>
          <w:ilvl w:val="0"/>
          <w:numId w:val="12"/>
        </w:numPr>
        <w:spacing w:after="0" w:line="240" w:lineRule="auto"/>
        <w:ind w:left="0" w:firstLine="567"/>
        <w:jc w:val="both"/>
        <w:rPr>
          <w:rFonts w:ascii="Times New Roman" w:hAnsi="Times New Roman" w:cs="Times New Roman"/>
          <w:sz w:val="24"/>
          <w:szCs w:val="24"/>
        </w:rPr>
      </w:pPr>
      <w:r w:rsidRPr="00365F86">
        <w:rPr>
          <w:rFonts w:ascii="Times New Roman" w:hAnsi="Times New Roman" w:cs="Times New Roman"/>
          <w:sz w:val="24"/>
          <w:szCs w:val="24"/>
        </w:rPr>
        <w:t xml:space="preserve">КПКВК 3719710 «Субвенція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збільшити планові призначення по КЕКВ 2620 «Поточні трансферти органам державного управління інших рівнів» бюджету Славутської міської територіальної громади на суму 200 000 грн., а саме для КП </w:t>
      </w:r>
      <w:r w:rsidRPr="00365F86">
        <w:rPr>
          <w:rFonts w:ascii="Times New Roman" w:hAnsi="Times New Roman" w:cs="Times New Roman"/>
          <w:bCs/>
          <w:sz w:val="24"/>
          <w:szCs w:val="24"/>
          <w:lang w:eastAsia="zh-CN"/>
        </w:rPr>
        <w:t>"Славутська міська лікарня ім. Ф.М.Михайлова" Славутської міської ради</w:t>
      </w:r>
      <w:r w:rsidRPr="00365F86">
        <w:rPr>
          <w:rFonts w:ascii="Times New Roman" w:hAnsi="Times New Roman" w:cs="Times New Roman"/>
          <w:sz w:val="24"/>
          <w:szCs w:val="24"/>
        </w:rPr>
        <w:t xml:space="preserve"> на оплату енергоносіїв.</w:t>
      </w:r>
    </w:p>
    <w:p w:rsidR="00D25466" w:rsidRPr="00365F86" w:rsidRDefault="00D25466" w:rsidP="00D25466">
      <w:pPr>
        <w:ind w:firstLine="574"/>
        <w:jc w:val="both"/>
        <w:rPr>
          <w:rFonts w:ascii="Times New Roman" w:hAnsi="Times New Roman" w:cs="Times New Roman"/>
          <w:sz w:val="24"/>
          <w:szCs w:val="24"/>
        </w:rPr>
      </w:pPr>
      <w:r w:rsidRPr="00365F86">
        <w:rPr>
          <w:rFonts w:ascii="Times New Roman" w:hAnsi="Times New Roman" w:cs="Times New Roman"/>
          <w:b/>
          <w:sz w:val="24"/>
          <w:szCs w:val="24"/>
        </w:rPr>
        <w:t>ІІІ. Внести зміни до помісячного розпису видатків загального фонду</w:t>
      </w:r>
      <w:r w:rsidRPr="00365F86">
        <w:rPr>
          <w:rFonts w:ascii="Times New Roman" w:hAnsi="Times New Roman" w:cs="Times New Roman"/>
          <w:sz w:val="24"/>
          <w:szCs w:val="24"/>
        </w:rPr>
        <w:t xml:space="preserve"> по:</w:t>
      </w:r>
    </w:p>
    <w:p w:rsidR="00D25466" w:rsidRPr="00365F86" w:rsidRDefault="00D25466" w:rsidP="00D25466">
      <w:pPr>
        <w:ind w:firstLine="574"/>
        <w:jc w:val="both"/>
        <w:rPr>
          <w:rFonts w:ascii="Times New Roman" w:hAnsi="Times New Roman" w:cs="Times New Roman"/>
          <w:sz w:val="24"/>
          <w:szCs w:val="24"/>
        </w:rPr>
      </w:pPr>
      <w:r w:rsidRPr="00365F86">
        <w:rPr>
          <w:rFonts w:ascii="Times New Roman" w:hAnsi="Times New Roman" w:cs="Times New Roman"/>
          <w:sz w:val="24"/>
          <w:szCs w:val="24"/>
        </w:rPr>
        <w:t xml:space="preserve"> КПКВК 0111021 «Надання загальної середньої освіти закладами загальної середньої освіти» по КЕКВ 2210 «Предмети, матеріали, обладнання та інвентар» зменшити планові призначення в січні на 2 500 грн. та збільшити планові призначення в грудні на 2 500 грн., по КЕКВ 2250 «Видатки на відрядження» збільшити планові призначення в січні на 2 500 грн. та зменшити планові призначення в грудні на 2 500 грн., по КЕКВ 2240 «Оплата послуг (крім комунальних)» зменшити планові призначення у січні на 34 550 грн., у березні на 980 грн., у травні-вересні на 2 760 грн. (щомісячно), збільшити планові призначення у лютому на 34 550 грн., у квітні на 2 530 грн., у жовтні на 3 960 грн., у листопаді на 4 260 грн., у грудні на 4 030 грн., по КЕКВ 2111 «Заробітна плата» збільшити планові призначення у січні на 34 550 грн. та зменшити планові призначення у лютому на 34 550 грн., КЕКВ 2273 «Оплата електроенергії» зменшити планові призначення на 3 100 грн., КЕКВ 2274 «Оплата природного газу» збільшити планові призначення на 3 100 грн.</w:t>
      </w:r>
    </w:p>
    <w:p w:rsidR="00D25466" w:rsidRPr="00365F86" w:rsidRDefault="00D25466" w:rsidP="00D25466">
      <w:pPr>
        <w:ind w:firstLine="574"/>
        <w:jc w:val="both"/>
        <w:rPr>
          <w:rFonts w:ascii="Times New Roman" w:hAnsi="Times New Roman" w:cs="Times New Roman"/>
          <w:sz w:val="24"/>
          <w:szCs w:val="24"/>
        </w:rPr>
      </w:pPr>
      <w:r w:rsidRPr="00365F86">
        <w:rPr>
          <w:rFonts w:ascii="Times New Roman" w:hAnsi="Times New Roman" w:cs="Times New Roman"/>
          <w:sz w:val="24"/>
          <w:szCs w:val="24"/>
        </w:rPr>
        <w:lastRenderedPageBreak/>
        <w:t>КПКВК 0112111 «Первинна медична допомога населенню, що надається центрами первинної медичної (медико-санітарної) допомоги» по КЕКВ 2610 «Субсидії та поточні трансферти підприємствам (установам, організаціям)» збільшити планові призначення у березні на 980 грн., у травні-вересні на 2 760 грн. (щомісячно), зменшити планові призначення у квітні на 2 530 грн., у жовтні на 3 960 грн., у листопаді на 4 260 грн., у грудні на 4 030 грн.</w:t>
      </w:r>
    </w:p>
    <w:p w:rsidR="00D25466" w:rsidRPr="00365F86" w:rsidRDefault="00D25466" w:rsidP="00D25466">
      <w:pPr>
        <w:ind w:firstLine="574"/>
        <w:jc w:val="both"/>
        <w:rPr>
          <w:rFonts w:ascii="Times New Roman" w:hAnsi="Times New Roman" w:cs="Times New Roman"/>
          <w:sz w:val="24"/>
          <w:szCs w:val="24"/>
        </w:rPr>
      </w:pPr>
      <w:r w:rsidRPr="00365F86">
        <w:rPr>
          <w:rFonts w:ascii="Times New Roman" w:hAnsi="Times New Roman" w:cs="Times New Roman"/>
          <w:sz w:val="24"/>
          <w:szCs w:val="24"/>
        </w:rPr>
        <w:t>КПКВК 0111031 «Надання загальної середньої освіти закладами загальної середньої освіти» по КЕКВ 2111 «Заробітна плата» зменшити планові призначення в січні на 25 250 грн. та збільшити планові призначення в червні на 25 250 грн., по КЕКВ 2120 «Нарахування на оплату праці» збільшити планові призначення в січні на 25 250 грн. та зменшити планові призначення в червні на 25 250 грн.</w:t>
      </w:r>
    </w:p>
    <w:p w:rsidR="00D25466" w:rsidRPr="00365F86" w:rsidRDefault="00D25466" w:rsidP="00D25466">
      <w:pPr>
        <w:ind w:firstLine="574"/>
        <w:jc w:val="both"/>
        <w:rPr>
          <w:rFonts w:ascii="Times New Roman" w:hAnsi="Times New Roman" w:cs="Times New Roman"/>
          <w:b/>
          <w:sz w:val="24"/>
          <w:szCs w:val="24"/>
        </w:rPr>
      </w:pPr>
      <w:r w:rsidRPr="00365F86">
        <w:rPr>
          <w:rFonts w:ascii="Times New Roman" w:hAnsi="Times New Roman" w:cs="Times New Roman"/>
          <w:b/>
          <w:sz w:val="24"/>
          <w:szCs w:val="24"/>
        </w:rPr>
        <w:t>І</w:t>
      </w:r>
      <w:r w:rsidRPr="00365F86">
        <w:rPr>
          <w:rFonts w:ascii="Times New Roman" w:hAnsi="Times New Roman" w:cs="Times New Roman"/>
          <w:b/>
          <w:sz w:val="24"/>
          <w:szCs w:val="24"/>
          <w:lang w:val="en-US"/>
        </w:rPr>
        <w:t>V</w:t>
      </w:r>
      <w:r w:rsidRPr="00365F86">
        <w:rPr>
          <w:rFonts w:ascii="Times New Roman" w:hAnsi="Times New Roman" w:cs="Times New Roman"/>
          <w:b/>
          <w:sz w:val="24"/>
          <w:szCs w:val="24"/>
        </w:rPr>
        <w:t>. Внести зміни до планових призначень спеціального фонду сільського бюджету по:</w:t>
      </w:r>
    </w:p>
    <w:p w:rsidR="00D25466" w:rsidRPr="00365F86" w:rsidRDefault="00D25466" w:rsidP="00D25466">
      <w:pPr>
        <w:ind w:firstLine="574"/>
        <w:jc w:val="both"/>
        <w:rPr>
          <w:rFonts w:ascii="Times New Roman" w:hAnsi="Times New Roman" w:cs="Times New Roman"/>
          <w:sz w:val="24"/>
          <w:szCs w:val="24"/>
        </w:rPr>
      </w:pPr>
      <w:r w:rsidRPr="00365F86">
        <w:rPr>
          <w:rFonts w:ascii="Times New Roman" w:hAnsi="Times New Roman" w:cs="Times New Roman"/>
          <w:sz w:val="24"/>
          <w:szCs w:val="24"/>
        </w:rPr>
        <w:t>КПКВК 0116030 «Організація благоустрою населених пунктів» зменшити планові призначення по КЕКВ 3110 «Придбання обладнання і предметів довгострокового користування» на суму 4 008 грн. та збільшити планові призначення по КЕКВ 3132 «Капітальний ремонт інших об’єктів» на суму 4 008 грн. на проведення експертизи проектної документації на капітальний ремонт огорожі кладовища с.Стригани Крупецької сільської ради.</w:t>
      </w:r>
    </w:p>
    <w:p w:rsidR="00D25466" w:rsidRPr="00365F86" w:rsidRDefault="00D25466" w:rsidP="00D25466">
      <w:pPr>
        <w:ind w:firstLine="574"/>
        <w:jc w:val="both"/>
        <w:rPr>
          <w:rFonts w:ascii="Times New Roman" w:hAnsi="Times New Roman" w:cs="Times New Roman"/>
          <w:sz w:val="24"/>
          <w:szCs w:val="24"/>
        </w:rPr>
      </w:pPr>
      <w:r w:rsidRPr="00365F86">
        <w:rPr>
          <w:rFonts w:ascii="Times New Roman" w:hAnsi="Times New Roman" w:cs="Times New Roman"/>
          <w:b/>
          <w:sz w:val="24"/>
          <w:szCs w:val="24"/>
          <w:lang w:val="en-US"/>
        </w:rPr>
        <w:t>V</w:t>
      </w:r>
      <w:r w:rsidRPr="00365F86">
        <w:rPr>
          <w:rFonts w:ascii="Times New Roman" w:hAnsi="Times New Roman" w:cs="Times New Roman"/>
          <w:b/>
          <w:sz w:val="24"/>
          <w:szCs w:val="24"/>
        </w:rPr>
        <w:t xml:space="preserve">. </w:t>
      </w:r>
      <w:r w:rsidRPr="00365F86">
        <w:rPr>
          <w:rFonts w:ascii="Times New Roman" w:hAnsi="Times New Roman" w:cs="Times New Roman"/>
          <w:sz w:val="24"/>
          <w:szCs w:val="24"/>
        </w:rPr>
        <w:t xml:space="preserve">Враховуючи висновок Департаменту фінансів Хмельницької ОДА про результати перевірки відповідності бюджетному законодавству розрахунків та затвердження сільського бюджету Крупецької територіальної громади на 2021 рік, доповнити зазначене рішення додатком 4 «Кредитування місцевого бюджету у 2021 році», а додатки 4, 5, 6 рішення сільської ради від 23.12.2020 року № 4 «Про сільський бюджет Крупецької сільської ради на 2021 рік» вважати додатками 5, 6, 7. </w:t>
      </w:r>
    </w:p>
    <w:p w:rsidR="00D25466" w:rsidRPr="00365F86" w:rsidRDefault="00D25466" w:rsidP="00D25466">
      <w:pPr>
        <w:jc w:val="both"/>
        <w:rPr>
          <w:rFonts w:ascii="Times New Roman" w:hAnsi="Times New Roman" w:cs="Times New Roman"/>
          <w:sz w:val="24"/>
          <w:szCs w:val="24"/>
        </w:rPr>
      </w:pPr>
    </w:p>
    <w:p w:rsidR="00D25466" w:rsidRPr="00365F86" w:rsidRDefault="00D25466" w:rsidP="00D25466">
      <w:pPr>
        <w:pStyle w:val="aff3"/>
        <w:ind w:firstLine="567"/>
        <w:jc w:val="both"/>
        <w:rPr>
          <w:rFonts w:ascii="Times New Roman" w:hAnsi="Times New Roman"/>
          <w:sz w:val="24"/>
          <w:szCs w:val="24"/>
          <w:lang w:val="uk-UA"/>
        </w:rPr>
      </w:pPr>
    </w:p>
    <w:p w:rsidR="00D25466" w:rsidRPr="00365F86" w:rsidRDefault="00D25466" w:rsidP="00D25466">
      <w:pPr>
        <w:pStyle w:val="aff3"/>
        <w:ind w:firstLine="567"/>
        <w:jc w:val="both"/>
        <w:rPr>
          <w:rFonts w:ascii="Times New Roman" w:hAnsi="Times New Roman"/>
          <w:sz w:val="24"/>
          <w:szCs w:val="24"/>
          <w:lang w:val="uk-UA"/>
        </w:rPr>
      </w:pPr>
      <w:r w:rsidRPr="00365F86">
        <w:rPr>
          <w:rFonts w:ascii="Times New Roman" w:hAnsi="Times New Roman"/>
          <w:sz w:val="24"/>
          <w:szCs w:val="24"/>
          <w:lang w:val="uk-UA"/>
        </w:rPr>
        <w:t xml:space="preserve">Начальник відділу                   </w:t>
      </w:r>
      <w:r>
        <w:rPr>
          <w:rFonts w:ascii="Times New Roman" w:hAnsi="Times New Roman"/>
          <w:sz w:val="24"/>
          <w:szCs w:val="24"/>
          <w:lang w:val="uk-UA"/>
        </w:rPr>
        <w:t xml:space="preserve">                </w:t>
      </w:r>
      <w:r w:rsidRPr="00365F86">
        <w:rPr>
          <w:rFonts w:ascii="Times New Roman" w:hAnsi="Times New Roman"/>
          <w:sz w:val="24"/>
          <w:szCs w:val="24"/>
          <w:lang w:val="uk-UA"/>
        </w:rPr>
        <w:t xml:space="preserve">                 Олександра ГОЛУБОВСЬКА</w:t>
      </w:r>
    </w:p>
    <w:p w:rsidR="00A871F3" w:rsidRDefault="00A871F3">
      <w:bookmarkStart w:id="0" w:name="_GoBack"/>
      <w:bookmarkEnd w:id="0"/>
    </w:p>
    <w:sectPr w:rsidR="00A871F3">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B23BA" w:rsidRDefault="008B23BA">
      <w:pPr>
        <w:spacing w:after="0" w:line="240" w:lineRule="auto"/>
      </w:pPr>
      <w:r>
        <w:separator/>
      </w:r>
    </w:p>
  </w:endnote>
  <w:endnote w:type="continuationSeparator" w:id="0">
    <w:p w:rsidR="008B23BA" w:rsidRDefault="008B23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B23BA" w:rsidRDefault="008B23BA">
      <w:pPr>
        <w:spacing w:after="0" w:line="240" w:lineRule="auto"/>
      </w:pPr>
      <w:r>
        <w:separator/>
      </w:r>
    </w:p>
  </w:footnote>
  <w:footnote w:type="continuationSeparator" w:id="0">
    <w:p w:rsidR="008B23BA" w:rsidRDefault="008B23B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11">
    <w:nsid w:val="45BD3217"/>
    <w:multiLevelType w:val="hybridMultilevel"/>
    <w:tmpl w:val="30AEE532"/>
    <w:lvl w:ilvl="0" w:tplc="7482F96C">
      <w:start w:val="3"/>
      <w:numFmt w:val="bullet"/>
      <w:lvlText w:val="-"/>
      <w:lvlJc w:val="left"/>
      <w:pPr>
        <w:ind w:left="900" w:hanging="360"/>
      </w:pPr>
      <w:rPr>
        <w:rFonts w:ascii="Times New Roman" w:eastAsia="Times New Roman" w:hAnsi="Times New Roman" w:cs="Times New Roman" w:hint="default"/>
        <w:color w:val="000000"/>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466"/>
    <w:rsid w:val="008B23BA"/>
    <w:rsid w:val="00A871F3"/>
    <w:rsid w:val="00D254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466"/>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99"/>
    <w:unhideWhenUsed/>
    <w:qFormat/>
    <w:rsid w:val="00D254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D25466"/>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D25466"/>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D25466"/>
    <w:rPr>
      <w:rFonts w:ascii="Consolas" w:eastAsiaTheme="minorEastAsia" w:hAnsi="Consolas"/>
      <w:sz w:val="20"/>
      <w:szCs w:val="20"/>
    </w:rPr>
  </w:style>
  <w:style w:type="paragraph" w:styleId="aff0">
    <w:name w:val="Body Text"/>
    <w:basedOn w:val="a"/>
    <w:link w:val="aff1"/>
    <w:unhideWhenUsed/>
    <w:rsid w:val="00D25466"/>
    <w:pPr>
      <w:spacing w:after="0" w:line="240" w:lineRule="auto"/>
      <w:jc w:val="both"/>
    </w:pPr>
    <w:rPr>
      <w:rFonts w:ascii="Times New Roman" w:eastAsia="Times New Roman" w:hAnsi="Times New Roman" w:cs="Times New Roman"/>
      <w:sz w:val="24"/>
      <w:szCs w:val="24"/>
    </w:rPr>
  </w:style>
  <w:style w:type="character" w:customStyle="1" w:styleId="aff1">
    <w:name w:val="Основной текст Знак"/>
    <w:basedOn w:val="a0"/>
    <w:link w:val="aff0"/>
    <w:rsid w:val="00D25466"/>
    <w:rPr>
      <w:rFonts w:ascii="Times New Roman" w:eastAsia="Times New Roman" w:hAnsi="Times New Roman" w:cs="Times New Roman"/>
      <w:sz w:val="24"/>
      <w:szCs w:val="24"/>
    </w:rPr>
  </w:style>
  <w:style w:type="character" w:customStyle="1" w:styleId="aff2">
    <w:name w:val="Основной текст_"/>
    <w:link w:val="24"/>
    <w:locked/>
    <w:rsid w:val="00D25466"/>
    <w:rPr>
      <w:spacing w:val="8"/>
      <w:shd w:val="clear" w:color="auto" w:fill="FFFFFF"/>
    </w:rPr>
  </w:style>
  <w:style w:type="paragraph" w:customStyle="1" w:styleId="24">
    <w:name w:val="Основной текст2"/>
    <w:basedOn w:val="a"/>
    <w:link w:val="aff2"/>
    <w:qFormat/>
    <w:rsid w:val="00D25466"/>
    <w:pPr>
      <w:widowControl w:val="0"/>
      <w:shd w:val="clear" w:color="auto" w:fill="FFFFFF"/>
      <w:spacing w:before="300" w:after="0" w:line="315" w:lineRule="exact"/>
      <w:jc w:val="both"/>
    </w:pPr>
    <w:rPr>
      <w:rFonts w:eastAsiaTheme="minorHAnsi"/>
      <w:spacing w:val="8"/>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99"/>
    <w:locked/>
    <w:rsid w:val="00D25466"/>
    <w:rPr>
      <w:rFonts w:ascii="Times New Roman" w:eastAsia="Times New Roman" w:hAnsi="Times New Roman" w:cs="Times New Roman"/>
      <w:sz w:val="24"/>
      <w:szCs w:val="24"/>
    </w:rPr>
  </w:style>
  <w:style w:type="paragraph" w:styleId="aff3">
    <w:name w:val="Plain Text"/>
    <w:aliases w:val="Текст Знак Знак"/>
    <w:basedOn w:val="a"/>
    <w:link w:val="aff4"/>
    <w:rsid w:val="00D25466"/>
    <w:pPr>
      <w:spacing w:after="0" w:line="240" w:lineRule="auto"/>
    </w:pPr>
    <w:rPr>
      <w:rFonts w:ascii="Courier New" w:eastAsia="Times New Roman" w:hAnsi="Courier New" w:cs="Times New Roman"/>
      <w:sz w:val="20"/>
      <w:szCs w:val="20"/>
    </w:rPr>
  </w:style>
  <w:style w:type="character" w:customStyle="1" w:styleId="aff4">
    <w:name w:val="Текст Знак"/>
    <w:aliases w:val="Текст Знак Знак Знак"/>
    <w:basedOn w:val="a0"/>
    <w:link w:val="aff3"/>
    <w:rsid w:val="00D25466"/>
    <w:rPr>
      <w:rFonts w:ascii="Courier New" w:eastAsia="Times New Roman" w:hAnsi="Courier New"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5466"/>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99"/>
    <w:unhideWhenUsed/>
    <w:qFormat/>
    <w:rsid w:val="00D2546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D25466"/>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D25466"/>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D25466"/>
    <w:rPr>
      <w:rFonts w:ascii="Consolas" w:eastAsiaTheme="minorEastAsia" w:hAnsi="Consolas"/>
      <w:sz w:val="20"/>
      <w:szCs w:val="20"/>
    </w:rPr>
  </w:style>
  <w:style w:type="paragraph" w:styleId="aff0">
    <w:name w:val="Body Text"/>
    <w:basedOn w:val="a"/>
    <w:link w:val="aff1"/>
    <w:unhideWhenUsed/>
    <w:rsid w:val="00D25466"/>
    <w:pPr>
      <w:spacing w:after="0" w:line="240" w:lineRule="auto"/>
      <w:jc w:val="both"/>
    </w:pPr>
    <w:rPr>
      <w:rFonts w:ascii="Times New Roman" w:eastAsia="Times New Roman" w:hAnsi="Times New Roman" w:cs="Times New Roman"/>
      <w:sz w:val="24"/>
      <w:szCs w:val="24"/>
    </w:rPr>
  </w:style>
  <w:style w:type="character" w:customStyle="1" w:styleId="aff1">
    <w:name w:val="Основной текст Знак"/>
    <w:basedOn w:val="a0"/>
    <w:link w:val="aff0"/>
    <w:rsid w:val="00D25466"/>
    <w:rPr>
      <w:rFonts w:ascii="Times New Roman" w:eastAsia="Times New Roman" w:hAnsi="Times New Roman" w:cs="Times New Roman"/>
      <w:sz w:val="24"/>
      <w:szCs w:val="24"/>
    </w:rPr>
  </w:style>
  <w:style w:type="character" w:customStyle="1" w:styleId="aff2">
    <w:name w:val="Основной текст_"/>
    <w:link w:val="24"/>
    <w:locked/>
    <w:rsid w:val="00D25466"/>
    <w:rPr>
      <w:spacing w:val="8"/>
      <w:shd w:val="clear" w:color="auto" w:fill="FFFFFF"/>
    </w:rPr>
  </w:style>
  <w:style w:type="paragraph" w:customStyle="1" w:styleId="24">
    <w:name w:val="Основной текст2"/>
    <w:basedOn w:val="a"/>
    <w:link w:val="aff2"/>
    <w:qFormat/>
    <w:rsid w:val="00D25466"/>
    <w:pPr>
      <w:widowControl w:val="0"/>
      <w:shd w:val="clear" w:color="auto" w:fill="FFFFFF"/>
      <w:spacing w:before="300" w:after="0" w:line="315" w:lineRule="exact"/>
      <w:jc w:val="both"/>
    </w:pPr>
    <w:rPr>
      <w:rFonts w:eastAsiaTheme="minorHAnsi"/>
      <w:spacing w:val="8"/>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99"/>
    <w:locked/>
    <w:rsid w:val="00D25466"/>
    <w:rPr>
      <w:rFonts w:ascii="Times New Roman" w:eastAsia="Times New Roman" w:hAnsi="Times New Roman" w:cs="Times New Roman"/>
      <w:sz w:val="24"/>
      <w:szCs w:val="24"/>
    </w:rPr>
  </w:style>
  <w:style w:type="paragraph" w:styleId="aff3">
    <w:name w:val="Plain Text"/>
    <w:aliases w:val="Текст Знак Знак"/>
    <w:basedOn w:val="a"/>
    <w:link w:val="aff4"/>
    <w:rsid w:val="00D25466"/>
    <w:pPr>
      <w:spacing w:after="0" w:line="240" w:lineRule="auto"/>
    </w:pPr>
    <w:rPr>
      <w:rFonts w:ascii="Courier New" w:eastAsia="Times New Roman" w:hAnsi="Courier New" w:cs="Times New Roman"/>
      <w:sz w:val="20"/>
      <w:szCs w:val="20"/>
    </w:rPr>
  </w:style>
  <w:style w:type="character" w:customStyle="1" w:styleId="aff4">
    <w:name w:val="Текст Знак"/>
    <w:aliases w:val="Текст Знак Знак Знак"/>
    <w:basedOn w:val="a0"/>
    <w:link w:val="aff3"/>
    <w:rsid w:val="00D25466"/>
    <w:rPr>
      <w:rFonts w:ascii="Courier New" w:eastAsia="Times New Roman"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1</TotalTime>
  <Pages>3</Pages>
  <Words>932</Words>
  <Characters>5313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2021-01-31T13:00:00Z</dcterms:created>
  <dcterms:modified xsi:type="dcterms:W3CDTF">2021-01-31T13:01:00Z</dcterms:modified>
</cp:coreProperties>
</file>