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BB" w:rsidRPr="00FC0DC9" w:rsidRDefault="003C2DBB" w:rsidP="003C2DB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C2DBB" w:rsidRPr="00FC0DC9" w:rsidRDefault="003C2DBB" w:rsidP="003C2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DBB" w:rsidRDefault="003C2DBB" w:rsidP="003C2D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9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2DBB" w:rsidRDefault="003C2DBB" w:rsidP="003C2D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DBB" w:rsidRPr="00FC0DC9" w:rsidRDefault="003C2DBB" w:rsidP="003C2DB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C2DBB" w:rsidRPr="00FC0DC9" w:rsidRDefault="003C2DBB" w:rsidP="003C2D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DBB" w:rsidRPr="00FC0DC9" w:rsidRDefault="003C2DBB" w:rsidP="003C2D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3C2DBB" w:rsidRPr="00FC0DC9" w:rsidRDefault="003C2DBB" w:rsidP="003C2D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2DBB" w:rsidRPr="00FC0DC9" w:rsidRDefault="003C2DBB" w:rsidP="003C2D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   Крупець                                                 №___</w:t>
      </w:r>
    </w:p>
    <w:p w:rsidR="003C2DBB" w:rsidRPr="00FC0DC9" w:rsidRDefault="003C2DBB" w:rsidP="003C2DB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C2DBB" w:rsidRPr="00FC0DC9" w:rsidRDefault="003C2DBB" w:rsidP="003C2DB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Кучевському В.А.</w:t>
      </w: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r>
        <w:rPr>
          <w:rFonts w:ascii="Times New Roman" w:eastAsia="Calibri" w:hAnsi="Times New Roman" w:cs="Times New Roman"/>
          <w:sz w:val="24"/>
        </w:rPr>
        <w:t xml:space="preserve">Кучевського В.А. 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3C2DBB" w:rsidRPr="004D0D58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3C2DBB" w:rsidRPr="00FC0DC9" w:rsidRDefault="003C2DBB" w:rsidP="003C2D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</w:rPr>
        <w:t>Кучевському Віктору Анатолійовичу,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  за адресою: _______________</w:t>
      </w:r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0,5000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6823984000:03:017:0067</w:t>
      </w:r>
      <w:r w:rsidRPr="00FC0DC9">
        <w:rPr>
          <w:rFonts w:ascii="Times New Roman" w:eastAsia="Calibri" w:hAnsi="Times New Roman" w:cs="Times New Roman"/>
          <w:sz w:val="24"/>
        </w:rPr>
        <w:t xml:space="preserve">), яка розташована на території </w:t>
      </w:r>
      <w:r>
        <w:rPr>
          <w:rFonts w:ascii="Times New Roman" w:eastAsia="Calibri" w:hAnsi="Times New Roman" w:cs="Times New Roman"/>
          <w:sz w:val="24"/>
        </w:rPr>
        <w:t>Хмельницької області, Славутського (Шепетівського) району,</w:t>
      </w:r>
      <w:r w:rsidRPr="00FC0DC9">
        <w:rPr>
          <w:rFonts w:ascii="Times New Roman" w:eastAsia="Calibri" w:hAnsi="Times New Roman" w:cs="Times New Roman"/>
          <w:sz w:val="24"/>
        </w:rPr>
        <w:t xml:space="preserve"> Крупецької сільської ради, за межами населеного пункту  с.Крупець.</w:t>
      </w: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Кучевському В.А.</w:t>
      </w:r>
      <w:r w:rsidRPr="00FC0DC9">
        <w:rPr>
          <w:rFonts w:ascii="Times New Roman" w:eastAsia="Calibri" w:hAnsi="Times New Roman" w:cs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3C2DBB" w:rsidRPr="00FC0DC9" w:rsidRDefault="003C2DBB" w:rsidP="003C2D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C2DBB" w:rsidRPr="00FC0DC9" w:rsidRDefault="003C2DBB" w:rsidP="003C2D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2DBB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DBB" w:rsidRPr="00FC0DC9" w:rsidRDefault="003C2DBB" w:rsidP="003C2D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79BE" w:rsidRPr="003C2DBB" w:rsidRDefault="003C2DBB" w:rsidP="003C2DB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679BE" w:rsidRPr="003C2D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BB"/>
    <w:rsid w:val="00171A2E"/>
    <w:rsid w:val="00304C90"/>
    <w:rsid w:val="003C2DBB"/>
    <w:rsid w:val="00505B6D"/>
    <w:rsid w:val="006D3977"/>
    <w:rsid w:val="007D6C18"/>
    <w:rsid w:val="008679B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2021-03-22T07:26:00Z</dcterms:created>
  <dcterms:modified xsi:type="dcterms:W3CDTF">2021-03-22T07:27:00Z</dcterms:modified>
</cp:coreProperties>
</file>