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4D40" w:rsidRPr="00FB2913" w:rsidRDefault="00B04D40" w:rsidP="00B04D40">
      <w:pPr>
        <w:tabs>
          <w:tab w:val="left" w:pos="2160"/>
        </w:tabs>
        <w:spacing w:after="0" w:line="240" w:lineRule="auto"/>
        <w:jc w:val="right"/>
        <w:rPr>
          <w:rFonts w:ascii="Times New Roman" w:eastAsia="Calibri" w:hAnsi="Times New Roman" w:cs="Times New Roman"/>
          <w:color w:val="FF0000"/>
          <w:lang w:val="ru-RU" w:eastAsia="en-US"/>
        </w:rPr>
      </w:pPr>
      <w:r w:rsidRPr="00FB2913">
        <w:rPr>
          <w:rFonts w:ascii="Times New Roman" w:eastAsia="Calibri" w:hAnsi="Times New Roman" w:cs="Times New Roman"/>
          <w:color w:val="FF0000"/>
          <w:lang w:val="ru-RU" w:eastAsia="en-US"/>
        </w:rPr>
        <w:t>ПРОЕКТ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3B718C3" wp14:editId="423DA4EA">
                <wp:simplePos x="0" y="0"/>
                <wp:positionH relativeFrom="column">
                  <wp:posOffset>2708910</wp:posOffset>
                </wp:positionH>
                <wp:positionV relativeFrom="paragraph">
                  <wp:posOffset>121285</wp:posOffset>
                </wp:positionV>
                <wp:extent cx="434975" cy="703580"/>
                <wp:effectExtent l="0" t="0" r="3175" b="1270"/>
                <wp:wrapNone/>
                <wp:docPr id="13301" name="Группа 25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4975" cy="703580"/>
                          <a:chOff x="0" y="0"/>
                          <a:chExt cx="1142" cy="1718"/>
                        </a:xfrm>
                      </wpg:grpSpPr>
                      <wps:wsp>
                        <wps:cNvPr id="1330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jc w:val="center"/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23B718C3" id="Группа 2508" o:spid="_x0000_s1026" style="position:absolute;margin-left:213.3pt;margin-top:9.55pt;width:34.25pt;height:55.4pt;z-index:25165926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">
                <v:shape id="Freeform 3" o:spid="_x0000_s1027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4D40" w:rsidRDefault="00B04D40" w:rsidP="00B04D40">
                        <w:pPr>
                          <w:jc w:val="center"/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" fillcolor="black" stroked="f"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" fillcolor="black" stroked="f"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УКРАЇНА</w:t>
      </w:r>
    </w:p>
    <w:p w:rsidR="00B04D40" w:rsidRPr="00FB2913" w:rsidRDefault="00B04D40" w:rsidP="00B04D40">
      <w:pPr>
        <w:keepNext/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КРУПЕЦЬКА СІЛЬСЬКА РАДА</w:t>
      </w: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СЛАВУТСЬКОГО РАЙОНУ</w:t>
      </w: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ХМЕЛЬНИЦЬКОЇ ОБЛАСТІ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1EC8810" wp14:editId="7A2CAC98">
                <wp:simplePos x="0" y="0"/>
                <wp:positionH relativeFrom="column">
                  <wp:posOffset>2788920</wp:posOffset>
                </wp:positionH>
                <wp:positionV relativeFrom="paragraph">
                  <wp:posOffset>9116695</wp:posOffset>
                </wp:positionV>
                <wp:extent cx="543560" cy="734695"/>
                <wp:effectExtent l="0" t="0" r="8890" b="8255"/>
                <wp:wrapNone/>
                <wp:docPr id="13332" name="Группа 29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3560" cy="734695"/>
                          <a:chOff x="0" y="0"/>
                          <a:chExt cx="1142" cy="1718"/>
                        </a:xfrm>
                      </wpg:grpSpPr>
                      <wps:wsp>
                        <wps:cNvPr id="13333" name="Freeform 3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4" name="Freeform 35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5" name="Freeform 3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6" name="Freeform 37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7" name="Freeform 3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8" name="Freeform 39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39" name="Freeform 4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0" name="Freeform 41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1" name="Freeform 4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2" name="Freeform 43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3" name="Freeform 4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4" name="Freeform 45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5" name="Freeform 4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6" name="Freeform 47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7" name="Freeform 4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8" name="Freeform 49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49" name="Freeform 5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0" name="Freeform 51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1" name="Freeform 5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2" name="Freeform 53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3" name="Rectangle 54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4" name="Freeform 55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5" name="Freeform 56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6" name="Freeform 57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7" name="Freeform 58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8" name="Freeform 59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59" name="Freeform 60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0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1" name="Freeform 62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62" name="Freeform 63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4D40" w:rsidRDefault="00B04D40" w:rsidP="00B04D4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51EC8810" id="Группа 2915" o:spid="_x0000_s1057" style="position:absolute;margin-left:219.6pt;margin-top:717.85pt;width:42.8pt;height:57.85pt;z-index:251660288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">
                <v:shape id="Freeform 34" o:spid="_x0000_s1058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5" o:spid="_x0000_s1059" style="position:absolute;left:166;top:131;width:810;height:1455;visibility:visible;mso-wrap-style:square;v-text-anchor:top" coordsize="8096,1454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6" o:spid="_x0000_s1060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7" o:spid="_x0000_s1061" style="position:absolute;left:609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8" o:spid="_x0000_s1062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9" o:spid="_x0000_s1063" style="position:absolute;left:462;top:1311;width:71;height:149;visibility:visible;mso-wrap-style:square;v-text-anchor:top" coordsize="710,149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0" o:spid="_x0000_s1064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1" o:spid="_x0000_s1065" style="position:absolute;left:745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2" o:spid="_x0000_s1066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3" o:spid="_x0000_s1067" style="position:absolute;left:223;top:1010;width:174;height:235;visibility:visible;mso-wrap-style:square;v-text-anchor:top" coordsize="1740,2349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4" o:spid="_x0000_s1068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5" o:spid="_x0000_s1069" style="position:absolute;left:609;top:1138;width:87;height:110;visibility:visible;mso-wrap-style:square;v-text-anchor:top" coordsize="872,109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6" o:spid="_x0000_s1070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7" o:spid="_x0000_s1071" style="position:absolute;left:446;top:1139;width:87;height:109;visibility:visible;mso-wrap-style:square;v-text-anchor:top" coordsize="872,109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8" o:spid="_x0000_s1072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9" o:spid="_x0000_s1073" style="position:absolute;left:478;top:845;width:186;height:283;visibility:visible;mso-wrap-style:square;v-text-anchor:top" coordsize="1854,282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0" o:spid="_x0000_s1074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1" o:spid="_x0000_s1075" style="position:absolute;left:805;top:362;width:116;height:567;visibility:visible;mso-wrap-style:square;v-text-anchor:top" coordsize="1160,567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2" o:spid="_x0000_s1076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3" o:spid="_x0000_s1077" style="position:absolute;left:221;top:362;width:116;height:568;visibility:visible;mso-wrap-style:square;v-text-anchor:top" coordsize="1160,567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54" o:spid="_x0000_s1078" style="position:absolute;top:430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" fillcolor="black" stroked="f"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55" o:spid="_x0000_s1079" style="position:absolute;top:1178;width:40;height:163;visibility:visible;mso-wrap-style:square;v-text-anchor:top" coordsize="400,16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6" o:spid="_x0000_s1080" style="position:absolute;top:1339;width:175;height:210;visibility:visible;mso-wrap-style:square;v-text-anchor:top" coordsize="1748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7" o:spid="_x0000_s1081" style="position:absolute;left:160;top:1512;width:419;height:206;visibility:visible;mso-wrap-style:square;v-text-anchor:top" coordsize="4190,206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8" o:spid="_x0000_s1082" style="position:absolute;left:563;top:1512;width:419;height:203;visibility:visible;mso-wrap-style:square;v-text-anchor:top" coordsize="4190,2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9" o:spid="_x0000_s1083" style="position:absolute;left:968;top:1339;width:174;height:210;visibility:visible;mso-wrap-style:square;v-text-anchor:top" coordsize="1744,2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0" o:spid="_x0000_s1084" style="position:absolute;left:1102;width:40;height:1340;visibility:visible;mso-wrap-style:square;v-text-anchor:top" coordsize="400,13403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61" o:spid="_x0000_s1085" style="position:absolute;left:571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" fillcolor="black" stroked="f"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62" o:spid="_x0000_s1086" style="position:absolute;width:571;height:40;visibility:visible;mso-wrap-style:square;v-text-anchor:top" coordsize="5711,4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3" o:spid="_x0000_s1087" style="position:absolute;top:20;width:40;height:410;visibility:visible;mso-wrap-style:square;v-text-anchor:top" coordsize="400,409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4D40" w:rsidRDefault="00B04D40" w:rsidP="00B04D4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lang w:val="ru-RU" w:eastAsia="en-US"/>
        </w:rPr>
        <w:t>РІШЕННЯ</w:t>
      </w: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lang w:val="ru-RU" w:eastAsia="en-US"/>
        </w:rPr>
        <w:t xml:space="preserve">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 xml:space="preserve"> сесії сільської ради  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en-US"/>
        </w:rPr>
        <w:t>V</w:t>
      </w: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  <w:lang w:eastAsia="en-US"/>
        </w:rPr>
        <w:t>ІІІ скликання</w:t>
      </w:r>
    </w:p>
    <w:p w:rsidR="00B04D40" w:rsidRPr="00FB2913" w:rsidRDefault="00B04D40" w:rsidP="00B04D40">
      <w:pPr>
        <w:spacing w:after="0" w:line="240" w:lineRule="auto"/>
        <w:jc w:val="center"/>
        <w:rPr>
          <w:rFonts w:ascii="Times New Roman" w:eastAsia="Calibri" w:hAnsi="Times New Roman" w:cs="Times New Roman"/>
          <w:lang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>30.06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. 2021р.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Крупець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                        №_____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технічної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документації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встановлення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відновлення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) меж 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натурі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(на </w:t>
      </w:r>
      <w:proofErr w:type="spellStart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місцевості</w:t>
      </w:r>
      <w:proofErr w:type="spellEnd"/>
      <w:r w:rsidRPr="00FB2913">
        <w:rPr>
          <w:rFonts w:ascii="Times New Roman" w:eastAsia="Calibri" w:hAnsi="Times New Roman" w:cs="Times New Roman"/>
          <w:b/>
          <w:sz w:val="24"/>
          <w:lang w:val="ru-RU" w:eastAsia="en-US"/>
        </w:rPr>
        <w:t>)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Г.С.</w:t>
      </w:r>
    </w:p>
    <w:p w:rsidR="00B04D40" w:rsidRPr="00FB2913" w:rsidRDefault="00B04D40" w:rsidP="00B04D40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місцеве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 Земельного кодексу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»,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Г.С.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рада</w:t>
      </w: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       1. </w:t>
      </w:r>
      <w:proofErr w:type="spellStart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>Надати</w:t>
      </w:r>
      <w:proofErr w:type="spellEnd"/>
      <w:r w:rsidRPr="00FB2913"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Ганні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 w:eastAsia="en-US"/>
        </w:rPr>
        <w:t>Сергіївні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>, яка зар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: </w:t>
      </w:r>
      <w:r w:rsidR="00915460">
        <w:rPr>
          <w:rFonts w:ascii="Times New Roman" w:eastAsia="Calibri" w:hAnsi="Times New Roman" w:cs="Times New Roman"/>
          <w:sz w:val="24"/>
          <w:lang w:eastAsia="en-US"/>
        </w:rPr>
        <w:t>___________</w:t>
      </w:r>
      <w:bookmarkStart w:id="0" w:name="_GoBack"/>
      <w:bookmarkEnd w:id="0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gramStart"/>
      <w:r w:rsidRPr="00FB2913">
        <w:rPr>
          <w:rFonts w:ascii="Times New Roman" w:eastAsia="Calibri" w:hAnsi="Times New Roman" w:cs="Times New Roman"/>
          <w:sz w:val="24"/>
          <w:lang w:eastAsia="en-US"/>
        </w:rPr>
        <w:t>техн</w:t>
      </w:r>
      <w:proofErr w:type="gramEnd"/>
      <w:r w:rsidRPr="00FB2913">
        <w:rPr>
          <w:rFonts w:ascii="Times New Roman" w:eastAsia="Calibri" w:hAnsi="Times New Roman" w:cs="Times New Roman"/>
          <w:sz w:val="24"/>
          <w:lang w:eastAsia="en-US"/>
        </w:rPr>
        <w:t>ічної документації із землеустрою щодо встановлення (відновлення) меж земельної ділянки в натурі (на місцевості), 5,22 в умовних кадастрових гектарах,  для ведення товарного сільськогосподарського виробництва,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сертифікат на право на земельну частку (пай) серія ХМ №0336953,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земельна ділянка  розташована на території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Крупецької</w:t>
      </w:r>
      <w:proofErr w:type="spellEnd"/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сільської ради, за межами села Крупець.</w:t>
      </w: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Чикольва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Г.С.</w:t>
      </w: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B2913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B04D40" w:rsidRPr="00FB2913" w:rsidRDefault="00B04D40" w:rsidP="00B04D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B291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4D40" w:rsidRPr="00FB2913" w:rsidRDefault="00B04D40" w:rsidP="00B04D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B04D40" w:rsidRPr="00FB2913" w:rsidRDefault="00B04D40" w:rsidP="00B04D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577C13" w:rsidRPr="00B04D40" w:rsidRDefault="00B04D40">
      <w:pPr>
        <w:rPr>
          <w:rFonts w:ascii="Times New Roman" w:eastAsia="Calibri" w:hAnsi="Times New Roman" w:cs="Times New Roman"/>
          <w:sz w:val="24"/>
          <w:lang w:eastAsia="en-US"/>
        </w:rPr>
      </w:pPr>
      <w:r w:rsidRPr="00FB2913">
        <w:rPr>
          <w:rFonts w:ascii="Times New Roman" w:eastAsia="Calibri" w:hAnsi="Times New Roman" w:cs="Times New Roman"/>
          <w:sz w:val="24"/>
          <w:lang w:eastAsia="en-US"/>
        </w:rPr>
        <w:t xml:space="preserve">Сільський  голова                                                                                                </w:t>
      </w:r>
      <w:proofErr w:type="spellStart"/>
      <w:r w:rsidRPr="00FB2913">
        <w:rPr>
          <w:rFonts w:ascii="Times New Roman" w:eastAsia="Calibri" w:hAnsi="Times New Roman" w:cs="Times New Roman"/>
          <w:sz w:val="24"/>
          <w:lang w:eastAsia="en-US"/>
        </w:rPr>
        <w:t>В.А.Михалюк</w:t>
      </w:r>
      <w:proofErr w:type="spellEnd"/>
    </w:p>
    <w:sectPr w:rsidR="00577C13" w:rsidRPr="00B04D40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D40"/>
    <w:rsid w:val="00577C13"/>
    <w:rsid w:val="00915460"/>
    <w:rsid w:val="00B04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4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4D40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4</TotalTime>
  <Pages>1</Pages>
  <Words>272</Words>
  <Characters>1551</Characters>
  <Application>Microsoft Office Word</Application>
  <DocSecurity>0</DocSecurity>
  <Lines>12</Lines>
  <Paragraphs>3</Paragraphs>
  <ScaleCrop>false</ScaleCrop>
  <Company>SPecialiST RePack</Company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2021-06-22T06:53:00Z</dcterms:created>
  <dcterms:modified xsi:type="dcterms:W3CDTF">2021-06-22T12:47:00Z</dcterms:modified>
</cp:coreProperties>
</file>