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EAC" w:rsidRDefault="00097EAC" w:rsidP="00097E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097EAC" w:rsidRDefault="00097EAC" w:rsidP="00097EAC"/>
    <w:p w:rsidR="00097EAC" w:rsidRDefault="00097EAC" w:rsidP="00097EAC"/>
    <w:p w:rsidR="00097EAC" w:rsidRDefault="00097EAC" w:rsidP="00097E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97EAC" w:rsidRDefault="00097EAC" w:rsidP="00097E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97EAC" w:rsidRDefault="00097EAC" w:rsidP="00097E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97EAC" w:rsidRDefault="00097EAC" w:rsidP="00097E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97EAC" w:rsidRDefault="00097EAC" w:rsidP="00097EA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97EAC" w:rsidRDefault="00097EAC" w:rsidP="00097E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97EAC" w:rsidRDefault="00097EAC" w:rsidP="00097EA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EAC" w:rsidRDefault="00097EAC" w:rsidP="00097E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97EAC" w:rsidRDefault="00097EAC" w:rsidP="00097E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7EAC" w:rsidRDefault="00097EAC" w:rsidP="00097EA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26.06.2020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</w:t>
      </w:r>
    </w:p>
    <w:p w:rsidR="00097EAC" w:rsidRDefault="00097EAC" w:rsidP="00097EAC">
      <w:pPr>
        <w:tabs>
          <w:tab w:val="left" w:pos="4424"/>
        </w:tabs>
        <w:rPr>
          <w:rFonts w:ascii="Times New Roman" w:hAnsi="Times New Roman" w:cs="Times New Roman"/>
        </w:rPr>
      </w:pPr>
    </w:p>
    <w:p w:rsidR="00097EAC" w:rsidRDefault="00097EAC" w:rsidP="00097E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097EAC" w:rsidRDefault="00097EAC" w:rsidP="00097E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97EAC" w:rsidRDefault="00097EAC" w:rsidP="00097E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097EAC" w:rsidRDefault="00097EAC" w:rsidP="00097EAC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Кондратюка В.В.</w:t>
      </w:r>
    </w:p>
    <w:p w:rsidR="00097EAC" w:rsidRDefault="00097EAC" w:rsidP="00097EAC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пункту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Кондратюка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Кондратюку Василю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8E7697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8E7697">
        <w:rPr>
          <w:rFonts w:ascii="Times New Roman" w:hAnsi="Times New Roman" w:cs="Times New Roman"/>
          <w:sz w:val="24"/>
          <w:szCs w:val="24"/>
          <w:lang w:val="en-US"/>
        </w:rPr>
        <w:t>______________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0,1717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6823982100:01:002:0019),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Кондратюку В.В.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EAC" w:rsidRP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97EAC" w:rsidRDefault="00097EAC" w:rsidP="00097EAC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60B8F" w:rsidRPr="00097EAC" w:rsidRDefault="00097EAC" w:rsidP="00097EA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160B8F" w:rsidRPr="00097EA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EAC"/>
    <w:rsid w:val="00097EAC"/>
    <w:rsid w:val="00160B8F"/>
    <w:rsid w:val="00171A2E"/>
    <w:rsid w:val="00304C90"/>
    <w:rsid w:val="00505B6D"/>
    <w:rsid w:val="006D3977"/>
    <w:rsid w:val="007D6C18"/>
    <w:rsid w:val="008E769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255</Words>
  <Characters>1458</Characters>
  <Application>Microsoft Office Word</Application>
  <DocSecurity>0</DocSecurity>
  <Lines>12</Lines>
  <Paragraphs>3</Paragraphs>
  <ScaleCrop>false</ScaleCrop>
  <Company>Microsoft</Company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2020-06-23T13:11:00Z</dcterms:created>
  <dcterms:modified xsi:type="dcterms:W3CDTF">2020-06-23T15:54:00Z</dcterms:modified>
</cp:coreProperties>
</file>