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73" w:rsidRDefault="003C1F73" w:rsidP="003C1F7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F73" w:rsidRDefault="003C1F73" w:rsidP="003C1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1F73" w:rsidRDefault="003C1F73" w:rsidP="003C1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C1F73" w:rsidRDefault="003C1F73" w:rsidP="003C1F7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1F73" w:rsidRDefault="003C1F73" w:rsidP="003C1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C1F73" w:rsidRDefault="003C1F73" w:rsidP="003C1F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C1F73" w:rsidRDefault="003C1F73" w:rsidP="003C1F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125</w:t>
      </w:r>
    </w:p>
    <w:p w:rsidR="003C1F73" w:rsidRPr="00AB3582" w:rsidRDefault="003C1F73" w:rsidP="003C1F73">
      <w:pPr>
        <w:spacing w:after="0" w:line="240" w:lineRule="auto"/>
        <w:rPr>
          <w:rFonts w:ascii="Times New Roman" w:eastAsia="Calibri" w:hAnsi="Times New Roman" w:cs="Times New Roman"/>
          <w:sz w:val="24"/>
          <w:lang w:val="ru-RU"/>
        </w:rPr>
      </w:pPr>
    </w:p>
    <w:p w:rsidR="003C1F73" w:rsidRPr="00AB3582" w:rsidRDefault="003C1F73" w:rsidP="003C1F7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3C1F73" w:rsidRPr="00AB3582" w:rsidRDefault="003C1F73" w:rsidP="003C1F7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3C1F73" w:rsidRPr="00AB3582" w:rsidRDefault="003C1F73" w:rsidP="003C1F7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щ</w:t>
      </w:r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3C1F73" w:rsidRPr="00AB3582" w:rsidRDefault="003C1F73" w:rsidP="003C1F7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3C1F73" w:rsidRDefault="003C1F73" w:rsidP="003C1F73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Прусу Ю.В.</w:t>
      </w:r>
    </w:p>
    <w:p w:rsidR="003C1F73" w:rsidRPr="00AB3582" w:rsidRDefault="003C1F73" w:rsidP="003C1F7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3C1F73" w:rsidRPr="00AB3582" w:rsidRDefault="003C1F73" w:rsidP="003C1F73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AB3582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AB3582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r>
        <w:rPr>
          <w:rFonts w:ascii="Times New Roman" w:eastAsia="Calibri" w:hAnsi="Times New Roman" w:cs="Times New Roman"/>
          <w:sz w:val="24"/>
        </w:rPr>
        <w:t>статті 12, 122</w:t>
      </w:r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Пруса Ю.В.,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3C1F73" w:rsidRPr="00AB3582" w:rsidRDefault="003C1F73" w:rsidP="003C1F73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AB3582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3C1F73" w:rsidRPr="00AB3582" w:rsidRDefault="003C1F73" w:rsidP="003C1F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Прусу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Юрію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Валерійовичу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D372D">
        <w:rPr>
          <w:rFonts w:ascii="Times New Roman" w:eastAsia="Calibri" w:hAnsi="Times New Roman" w:cs="Times New Roman"/>
          <w:sz w:val="24"/>
          <w:lang w:val="ru-RU"/>
        </w:rPr>
        <w:t>___________</w:t>
      </w:r>
      <w:r w:rsidRPr="00AB3582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gramStart"/>
      <w:r w:rsidRPr="00AB3582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AB3582">
        <w:rPr>
          <w:rFonts w:ascii="Times New Roman" w:eastAsia="Calibri" w:hAnsi="Times New Roman" w:cs="Times New Roman"/>
          <w:sz w:val="24"/>
        </w:rPr>
        <w:t xml:space="preserve">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5,22 в умовних кадастрових гектарах</w:t>
      </w:r>
      <w:r w:rsidRPr="00AB3582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сертифікат на право на земельну частку (пай) серія ХМ №0336908,</w:t>
      </w:r>
      <w:r w:rsidRPr="00AB3582">
        <w:rPr>
          <w:rFonts w:ascii="Times New Roman" w:eastAsia="Calibri" w:hAnsi="Times New Roman" w:cs="Times New Roman"/>
          <w:sz w:val="24"/>
        </w:rPr>
        <w:t xml:space="preserve"> для </w:t>
      </w:r>
      <w:r>
        <w:rPr>
          <w:rFonts w:ascii="Times New Roman" w:eastAsia="Calibri" w:hAnsi="Times New Roman" w:cs="Times New Roman"/>
          <w:sz w:val="24"/>
        </w:rPr>
        <w:t>ведення  товарного сільськогосподарського виробництва</w:t>
      </w:r>
      <w:r w:rsidRPr="00AB3582">
        <w:rPr>
          <w:rFonts w:ascii="Times New Roman" w:eastAsia="Calibri" w:hAnsi="Times New Roman" w:cs="Times New Roman"/>
          <w:sz w:val="24"/>
        </w:rPr>
        <w:t xml:space="preserve">, земельна ділянка  розташована </w:t>
      </w:r>
      <w:r>
        <w:rPr>
          <w:rFonts w:ascii="Times New Roman" w:eastAsia="Calibri" w:hAnsi="Times New Roman" w:cs="Times New Roman"/>
          <w:sz w:val="24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</w:t>
      </w:r>
    </w:p>
    <w:p w:rsidR="003C1F73" w:rsidRPr="00AB3582" w:rsidRDefault="003C1F73" w:rsidP="003C1F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B3582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>Прусу Ю.В.</w:t>
      </w:r>
      <w:r w:rsidRPr="00AB3582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C1F73" w:rsidRPr="00AB3582" w:rsidRDefault="003C1F73" w:rsidP="003C1F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5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C1F73" w:rsidRPr="00AB3582" w:rsidRDefault="003C1F73" w:rsidP="003C1F7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1F73" w:rsidRPr="00AB3582" w:rsidRDefault="003C1F73" w:rsidP="003C1F7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1F73" w:rsidRPr="00AB3582" w:rsidRDefault="003C1F73" w:rsidP="003C1F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1F73" w:rsidRPr="007D372D" w:rsidRDefault="003C1F73" w:rsidP="003C1F73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B5472" w:rsidRPr="007D372D" w:rsidRDefault="003C1F73" w:rsidP="007D372D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AB3582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     </w:t>
      </w:r>
      <w:r w:rsidRPr="00AB3582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Валерій   МИХАЛЮК</w:t>
      </w:r>
      <w:bookmarkStart w:id="0" w:name="_GoBack"/>
      <w:bookmarkEnd w:id="0"/>
    </w:p>
    <w:sectPr w:rsidR="00FB5472" w:rsidRPr="007D372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73"/>
    <w:rsid w:val="003C1F73"/>
    <w:rsid w:val="007D372D"/>
    <w:rsid w:val="00FB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7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C1F7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C1F7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C1F7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7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C1F7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C1F7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C1F7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267</Words>
  <Characters>1524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2021-07-07T06:04:00Z</dcterms:created>
  <dcterms:modified xsi:type="dcterms:W3CDTF">2021-07-07T10:08:00Z</dcterms:modified>
</cp:coreProperties>
</file>