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34" w:rsidRDefault="00D13334" w:rsidP="00D1333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75A11A" wp14:editId="49B25935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74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74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34" w:rsidRDefault="00D13334" w:rsidP="00D13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0cnsUA&#10;AADdAAAADwAAAGRycy9kb3ducmV2LnhtbESPQWvCQBSE74L/YXlCb7qptkZSVxGpxYMgxnp/ZJ9J&#10;aPZtyK5J/PeuUPA4zMw3zHLdm0q01LjSsoL3SQSCOLO65FzB73k3XoBwHlljZZkU3MnBejUcLDHR&#10;tuMTtanPRYCwS1BB4X2dSOmyggy6ia2Jg3e1jUEfZJNL3WAX4KaS0yiaS4Mlh4UCa9oWlP2lN6PA&#10;zn72h0s+Pc2+Ofa8OS6ul/6g1Nuo33yB8NT7V/i/vdcKPuOPO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Rye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d9C8gA&#10;AADdAAAADwAAAGRycy9kb3ducmV2LnhtbESPQUsDMRSE74L/ITyhl2KzLbWra9NSClutB6FV8PrY&#10;PDerm5clSdu1v74RBI/DzHzDzJe9bcWRfGgcKxiPMhDEldMN1wre38rbexAhImtsHZOCHwqwXFxf&#10;zbHQ7sQ7Ou5jLRKEQ4EKTIxdIWWoDFkMI9cRJ+/TeYsxSV9L7fGU4LaVkyybSYsNpwWDHa0NVd/7&#10;g1XwVb6aj3V+3vjhw47Ow/Llqd3OlBrc9KtHEJH6+B/+az9rBXf5NIffN+kJyMU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J30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CLBsEA&#10;AADdAAAADwAAAGRycy9kb3ducmV2LnhtbERPzWrCQBC+F3yHZQQvpW7U/hFdRURL8SJqH2DIjtlg&#10;djZkVxPfvnMo9Pjx/S9Wva/VndpYBTYwGWegiItgKy4N/Jx3L5+gYkK2WAcmAw+KsFoOnhaY29Dx&#10;ke6nVCoJ4ZijAZdSk2sdC0ce4zg0xMJdQusxCWxLbVvsJNzXeppl79pjxdLgsKGNo+J6unkpOczw&#10;sL90591Xjx1u946f10djRsN+PQeVqE//4j/3tzXw9vEqc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giwb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f7PcYA&#10;AADdAAAADwAAAGRycy9kb3ducmV2LnhtbESPX0sDMRDE34V+h7AF32yupX/0bFpKVRDBB2uh+LZc&#10;tneHl01I1t757Y0g+DjMzG+Y9XZwnbpQTK1nA9NJAYq48rbl2sDx/enmFlQSZIudZzLwTQm2m9HV&#10;Gkvre36jy0FqlSGcSjTQiIRS61Q15DBNfCDO3tlHh5JlrLWN2Ge46/SsKJbaYct5ocFA+4aqz8OX&#10;M/DaP4aX1XJxDh9xPtPpwcppL8Zcj4fdPSihQf7Df+1na2Cxmt/B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f7P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8R3cEA&#10;AADdAAAADwAAAGRycy9kb3ducmV2LnhtbERPzWrCQBC+F3yHZQpeim5UbEvqKlJUihfx5wGG7JgN&#10;zc6G7NbEt3cOQo8f3/9i1fta3aiNVWADk3EGirgItuLSwOW8HX2CignZYh2YDNwpwmo5eFlgbkPH&#10;R7qdUqkkhGOOBlxKTa51LBx5jOPQEAt3Da3HJLAttW2xk3Bf62mWvWuPFUuDw4a+HRW/pz8vJYcZ&#10;HvbX7rzd9djhZu/4bX00Zvjar79AJerTv/jp/rEG5h9z2S9v5Ano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Ed3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hh5sYA&#10;AADdAAAADwAAAGRycy9kb3ducmV2LnhtbESPQUsDMRSE7wX/Q3iCtzbb4rayNi1SFUTw0FYQb4/N&#10;6+7i5iUkz+76740g9DjMzDfMeju6Xp0pps6zgfmsAEVce9txY+D9+Dy9A5UE2WLvmQz8UILt5mqy&#10;xsr6gfd0PkijMoRThQZakVBpneqWHKaZD8TZO/noULKMjbYRhwx3vV4UxVI77DgvtBho11L9dfh2&#10;Bt6Gp/C6Wpan8BlvFzo9WvnYiTE31+PDPSihUS7h//aLNVCuyjn8vclP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hh5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pf78YA&#10;AADdAAAADwAAAGRycy9kb3ducmV2LnhtbESPUWvCMBSF34X9h3AHexkzVakbnVF0ECZMEN1gr5fm&#10;2pY1NyXJbP33ZjDw8XDO+Q5nsRpsK87kQ+NYwWScgSAunWm4UvD1qZ9eQISIbLB1TAouFGC1vBst&#10;sDCu5wOdj7ESCcKhQAV1jF0hZShrshjGriNO3sl5izFJX0njsU9w28ppls2lxYbTQo0dvdVU/hx/&#10;rYLNvq9m/rHcDO7j9P6da230Tiv1cD+sX0FEGuIt/N/eGgX5cz6F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pf7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gMcUA&#10;AADdAAAADwAAAGRycy9kb3ducmV2LnhtbESP3WoCMRSE7wu+QzhC72pW61rZGkUsC0V6488DHDan&#10;m62bkyWJ6/btG0Ho5TAz3zCrzWBb0ZMPjWMF00kGgrhyuuFawflUvixBhIissXVMCn4pwGY9elph&#10;od2ND9QfYy0ShEOBCkyMXSFlqAxZDBPXESfv23mLMUlfS+3xluC2lbMsW0iLDacFgx3tDFWX49Uq&#10;KPezr/5y1b5022FuKTc/yw+j1PN42L6DiDTE//Cj/akV5G/5K9zfp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nqAx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9iAMcA&#10;AADdAAAADwAAAGRycy9kb3ducmV2LnhtbESPUUvDMBSF3wX/Q7iCL+JS3aqjLhtuECY4GE5hr5fm&#10;ri02NyXJ1u7fL8LAx8M55zuc2WKwrTiRD41jBU+jDARx6UzDlYKfb/04BREissHWMSk4U4DF/PZm&#10;hoVxPX/RaRcrkSAcClRQx9gVUoayJoth5Dri5B2ctxiT9JU0HvsEt618zrIXabHhtFBjR6uayt/d&#10;0SpYbvtq7B/K5eA+D+t9rrXRG63U/d3w/gYi0hD/w9f2h1GQv+YT+Hu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PYg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ud3sQA&#10;AADdAAAADwAAAGRycy9kb3ducmV2LnhtbESPwWrDMBBE74H8g9hAb4ncUDfBjRxCi6GEXprkAxZr&#10;a7m2VkZSHPfvo0Khx2Fm3jC7/WR7MZIPrWMFj6sMBHHtdMuNgsu5Wm5BhIissXdMCn4owL6cz3ZY&#10;aHfjTxpPsREJwqFABSbGoZAy1IYshpUbiJP35bzFmKRvpPZ4S3Dby3WWPUuLLacFgwO9Gqq709Uq&#10;qI7rj7G7al+5w/RkKTff2zej1MNiOryAiDTF//Bf+10ryDd5Dr9v0hOQ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7nd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Zj8MA&#10;AADdAAAADwAAAGRycy9kb3ducmV2LnhtbESP0WrCQBRE3wv+w3KFvtVN2kYlugmloNTHRj/gkr0m&#10;wezdmN0m8e9dQejjMDNnmG0+mVYM1LvGsoJ4EYEgLq1uuFJwOu7e1iCcR9bYWiYFN3KQZ7OXLaba&#10;jvxLQ+ErESDsUlRQe9+lUrqyJoNuYTvi4J1tb9AH2VdS9zgGuGnlexQtpcGGw0KNHX3XVF6KP6Pg&#10;8zbur0VyiXbaUHz46A7sy0Sp1/n0tQHhafL/4Wf7RytIVskSHm/CE5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wZj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lCMMA&#10;AADdAAAADwAAAGRycy9kb3ducmV2LnhtbESPS6vCMBSE94L/IRzB3TVV8FWNIooid3Wtj/WhObbF&#10;5qQ0Ueu/vxEEl8PMfMPMl40pxYNqV1hW0O9FIIhTqwvOFJyO258JCOeRNZaWScGLHCwX7dYcY22f&#10;fKBH4jMRIOxiVJB7X8VSujQng65nK+LgXW1t0AdZZ1LX+AxwU8pBFI2kwYLDQo4VrXNKb8ndKLiP&#10;LoMTX3/1X7J57aab7crJc6ZUt9OsZiA8Nf4b/rT3WsFwPBzD+014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lC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5OfcUA&#10;AADdAAAADwAAAGRycy9kb3ducmV2LnhtbERPu27CMBTdK/EP1kXq1jiUEiBgUKlUqWUo4jWwXeJL&#10;Eoiv09iF9O/roRLj0XlP562pxJUaV1pW0ItiEMSZ1SXnCnbb96cRCOeRNVaWScEvOZjPOg9TTLW9&#10;8ZquG5+LEMIuRQWF93UqpcsKMugiWxMH7mQbgz7AJpe6wVsIN5V8juNEGiw5NBRY01tB2WXzYxTs&#10;V6NkvFp8vpyXX0fsG/190GWi1GO3fZ2A8NT6u/jf/aEVDIaDMDe8CU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Tk59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opFcYA&#10;AADdAAAADwAAAGRycy9kb3ducmV2LnhtbESPW2vCQBSE3wX/w3KEvulGW28xG+mFavHJG/h6yB6T&#10;YPZsyG419td3CwUfh5n5hkmWranElRpXWlYwHEQgiDOrS84VHA+f/RkI55E1VpZJwZ0cLNNuJ8FY&#10;2xvv6Lr3uQgQdjEqKLyvYyldVpBBN7A1cfDOtjHog2xyqRu8Bbip5CiKJtJgyWGhwJreC8ou+2+j&#10;4Gdywq1bj94+nrWn+8tsZTfblVJPvfZ1AcJT6x/h//aXVjCejufw9y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opF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QZjcIA&#10;AADdAAAADwAAAGRycy9kb3ducmV2LnhtbERPS27CMBDdV+IO1iB11zig8AsxCFVU6q4lcIBRPDgR&#10;8TjEbkh7+npRqcun9y/2o23FQL1vHCuYJSkI4srpho2Cy/ntZQ3CB2SNrWNS8E0e9rvJU4G5dg8+&#10;0VAGI2II+xwV1CF0uZS+qsmiT1xHHLmr6y2GCHsjdY+PGG5bOU/TpbTYcGyosaPXmqpb+WUV3N18&#10;ocfyiB+34+azMSa7/5wypZ6n42ELItAY/sV/7netYLFaxv3xTX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9Bm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k2fsUA&#10;AADdAAAADwAAAGRycy9kb3ducmV2LnhtbESPwW7CMBBE70j9B2srcQMHKhIIGEQrIXEFeuhxsZck&#10;NF6nsQuBr68rIXEczcwbzWLV2VpcqPWVYwWjYQKCWDtTcaHg87AZTEH4gGywdkwKbuRhtXzpLTA3&#10;7so7uuxDISKEfY4KyhCaXEqvS7Loh64hjt7JtRZDlG0hTYvXCLe1HCdJKi1WHBdKbOijJP29/7UK&#10;ttWRJqk+zez0Xe++7j/hLTsbpfqv3XoOIlAXnuFHe2sUTLJ0BP9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mTZ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Jb/cIA&#10;AADdAAAADwAAAGRycy9kb3ducmV2LnhtbERPXWvCMBR9H/gfwhX2NlMLOleNMgeC4hTmhr5emmtT&#10;bG5Kk9X6781g4OP55swWna1ES40vHSsYDhIQxLnTJRcKfr5XLxMQPiBrrByTght5WMx7TzPMtLvy&#10;F7WHUIhYwj5DBSaEOpPS54Ys+oGriaN2do3FEGFTSN3gNZbbSqZJMpYWS44LBmv6MJRfDr9WQYv7&#10;W3Iyy93bpvzM0/3yuNWRV8/97n0KIlAXHub/9ForGL2OU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Qlv9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ABsUA&#10;AADdAAAADwAAAGRycy9kb3ducmV2LnhtbESPQUvDQBSE74L/YXmCN7sxYiux21IKFY+a9uDxmX3N&#10;pmbfC7trE/31riB4HGbmG2a5nnyvzhRiJ2zgdlaAIm7EdtwaOOx3Nw+gYkK22AuTgS+KsF5dXiyx&#10;sjLyK53r1KoM4VihAZfSUGkdG0ce40wG4uwdJXhMWYZW24Bjhvtel0Ux1x47zgsOB9o6aj7qT29g&#10;fGreT+XxzbrvMMiufpFT2Ysx11fT5hFUoin9h//az9bA/WJ+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NUA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ee1ccA&#10;AADdAAAADwAAAGRycy9kb3ducmV2LnhtbESPW2sCMRSE3wv+h3AKvtVsxapsjWK9gBSleOn7cXPc&#10;XZucLJtUt//eCEIfh5n5hhlNGmvEhWpfOlbw2klAEGdOl5wrOOyXL0MQPiBrNI5JwR95mIxbTyNM&#10;tbvyli67kIsIYZ+igiKEKpXSZwVZ9B1XEUfv5GqLIco6l7rGa4RbI7tJ0pcWS44LBVY0Kyj72f1a&#10;BcuvuTl3N9vptwyzxeBohp8f87VS7edm+g4iUBP+w4/2Sit4G/R7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3nt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z298YA&#10;AADdAAAADwAAAGRycy9kb3ducmV2LnhtbESP3WrCQBSE7wXfYTlCb0Q3bYlKdJUiiBYU6g94e8we&#10;k2D2bMhuY/r2riD0cpiZb5jZojWlaKh2hWUF78MIBHFqdcGZgtNxNZiAcB5ZY2mZFPyRg8W825lh&#10;ou2d99QcfCYChF2CCnLvq0RKl+Zk0A1tRRy8q60N+iDrTOoa7wFuSvkRRSNpsOCwkGNFy5zS2+HX&#10;KGh+tpds07jq+zbpu/jzsl7v9Fmpt177NQXhqfX/4Vd7oxXE41EMzzfhCc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z29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8USccA&#10;AADdAAAADwAAAGRycy9kb3ducmV2LnhtbESPQWsCMRSE74X+h/AKvdWsoltdjVIFwYtQbQ/19tw8&#10;dxc3L9sk1dVfb4SCx2FmvmEms9bU4kTOV5YVdDsJCOLc6ooLBd9fy7chCB+QNdaWScGFPMymz08T&#10;zLQ984ZO21CICGGfoYIyhCaT0uclGfQd2xBH72CdwRClK6R2eI5wU8tekqTSYMVxocSGFiXlx+2f&#10;UTAfDee/n31eXzf7He1+9sdBzyVKvb60H2MQgdrwCP+3V1rB4D1N4f4mPg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vFEnHAAAA3QAAAA8AAAAAAAAAAAAAAAAAmAIAAGRy&#10;cy9kb3ducmV2LnhtbFBLBQYAAAAABAAEAPUAAACMAwAAAAA=&#10;" fillcolor="black" stroked="f"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y3MgA&#10;AADdAAAADwAAAGRycy9kb3ducmV2LnhtbESPzWvCQBTE7wX/h+UVequbCkaJrlI/CoXqwY+Dx2f2&#10;NVmSfRuyW43+9d1CweMwM79hpvPO1uJCrTeOFbz1ExDEudOGCwXHw8frGIQPyBprx6TgRh7ms97T&#10;FDPtrryjyz4UIkLYZ6igDKHJpPR5SRZ93zXE0ft2rcUQZVtI3eI1wm0tB0mSSouG40KJDS1Lyqv9&#10;j1Vw+krNeGdocN7cF2u9GVaL7apS6uW5e5+ACNSFR/i//akVDEfpCP7ex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SnL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YG8MA&#10;AADdAAAADwAAAGRycy9kb3ducmV2LnhtbERPu27CMBTdK/EP1q3UDZxWKqAUEyFQ1S4dykNdr+JL&#10;HBJfB9uEwNfXQ6WOR+e9KAbbip58qB0reJ5kIIhLp2uuFOx37+M5iBCRNbaOScGNAhTL0cMCc+2u&#10;/E39NlYihXDIUYGJsculDKUhi2HiOuLEHZ23GBP0ldQerynctvIly6bSYs2pwWBHa0Nls71YBX71&#10;s2nufDk02f3rFj5Ow3mORqmnx2H1BiLSEP/Ff+5PreB1Nk1z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DYG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YMsUA&#10;AADdAAAADwAAAGRycy9kb3ducmV2LnhtbESPUWsCMRCE3wv+h7BCX0rNKaj1NIoUCgVF0PoD1st6&#10;d5hsjstWz/76piD0cZiZb5jFqvNOXamNdWADw0EGirgItubSwPHr4/UNVBRkiy4wGbhThNWy97TA&#10;3IYb7+l6kFIlCMccDVQiTa51LCryGAehIU7eObQeJcm21LbFW4J7p0dZNtEea04LFTb0XlFxOXx7&#10;A250crPNNG7lftTb7MfL/mVnjXnud+s5KKFO/sOP9qc1MJ5OZvD3Jj0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KNgy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foNsIA&#10;AADdAAAADwAAAGRycy9kb3ducmV2LnhtbERPz2vCMBS+C/sfwhN201RhKp1RNkXoxYNV8fps3pqy&#10;5KU0Ubv99eYw2PHj+71c986KO3Wh8axgMs5AEFdeN1wrOB13owWIEJE1Ws+k4IcCrFcvgyXm2j/4&#10;QPcy1iKFcMhRgYmxzaUMlSGHYexb4sR9+c5hTLCrpe7wkcKdldMsm0mHDacGgy1tDFXf5c0p2Jat&#10;nZ4K8xku5/31aovfHV22Sr0O+493EJH6+C/+cxdawdt8nvanN+k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+g2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wCHMQA&#10;AADdAAAADwAAAGRycy9kb3ducmV2LnhtbESPQWsCMRSE7wX/Q3iCt5pY0JXVKCIKgqdaPXh7JM/d&#10;1c3Lsknd9d83hUKPw8x8wyzXvavFk9pQedYwGSsQxMbbigsN56/9+xxEiMgWa8+k4UUB1qvB2xJz&#10;6zv+pOcpFiJBOOSooYyxyaUMpiSHYewb4uTdfOswJtkW0rbYJbir5YdSM+mw4rRQYkPbkszj9O00&#10;3Pfy6I1CczlfuoPNrrsZ1Urr0bDfLEBE6uN/+K99sBqmWTaB3zfpCc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cAh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c+RcYA&#10;AADdAAAADwAAAGRycy9kb3ducmV2LnhtbESPT2sCMRTE7wW/Q3hCbzXrFqusG0ULhdLioVpKj8/N&#10;2z/s5mVJoq7fvhEKHoeZ+Q2TrwfTiTM531hWMJ0kIIgLqxuuFHwf3p4WIHxA1thZJgVX8rBejR5y&#10;zLS98Bed96ESEcI+QwV1CH0mpS9qMugntieOXmmdwRClq6R2eIlw08k0SV6kwYbjQo09vdZUtPuT&#10;UfB7+uRy9/yxcdvwY4eDb9PjolXqcTxsliACDeEe/m+/awWz+TyF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c+R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EhDMgA&#10;AADdAAAADwAAAGRycy9kb3ducmV2LnhtbESPT2sCMRTE74V+h/AKvXWztVp1NUoVCl4K/jvo7bl5&#10;3V3cvGyTqGs/fSMUPA4z8xtmPG1NLc7kfGVZwWuSgiDOra64ULDdfL4MQPiArLG2TAqu5GE6eXwY&#10;Y6bthVd0XodCRAj7DBWUITSZlD4vyaBPbEMcvW/rDIYoXSG1w0uEm1p20vRdGqw4LpTY0Lyk/Lg+&#10;GQWz4WD2s+zy1+/qsKf97nDsdVyq1PNT+zECEagN9/B/e6EV9Pr9N7i9iU9AT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gSEMyAAAAN0AAAAPAAAAAAAAAAAAAAAAAJgCAABk&#10;cnMvZG93bnJldi54bWxQSwUGAAAAAAQABAD1AAAAjQMAAAAA&#10;" fillcolor="black" stroked="f"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DecYA&#10;AADdAAAADwAAAGRycy9kb3ducmV2LnhtbESPzWrDMBCE74W8g9hAb43cvyS4UYIJlJaenKQl1421&#10;tUytlZFUxX37qlDIcZiZb5jVZrS9SORD51jB7awAQdw43XGr4P3wfLMEESKyxt4xKfihAJv15GqF&#10;pXZn3lHax1ZkCIcSFZgYh1LK0BiyGGZuIM7ep/MWY5a+ldrjOcNtL++KYi4tdpwXDA60NdR87b+t&#10;gnTa1tV9Oiaze/NV61398nGqlbqejtUTiEhjvIT/269aweNi8QB/b/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RDec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8GEMYA&#10;AADdAAAADwAAAGRycy9kb3ducmV2LnhtbESPQWvCQBSE74X+h+UVvOnGglpTVymior20jYI9PrKv&#10;2dDs25BdY/TXuwWhx2FmvmFmi85WoqXGl44VDAcJCOLc6ZILBYf9uv8CwgdkjZVjUnAhD4v548MM&#10;U+3O/EVtFgoRIexTVGBCqFMpfW7Ioh+4mjh6P66xGKJsCqkbPEe4reRzkoylxZLjgsGaloby3+xk&#10;FfjhcnV8t9dp+70x/JHtzPizMEr1nrq3VxCBuvAfvre3WsFoMhnB35v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8GE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13334" w:rsidRDefault="00D13334" w:rsidP="00D13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13334" w:rsidRDefault="00D13334" w:rsidP="00D1333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D13334" w:rsidRDefault="00D13334" w:rsidP="00D133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3334" w:rsidRDefault="00D13334" w:rsidP="00D133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3334" w:rsidRDefault="00D13334" w:rsidP="00D133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13334" w:rsidRDefault="00D13334" w:rsidP="00D1333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13334" w:rsidRDefault="00D13334" w:rsidP="00D133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13334" w:rsidRDefault="00D13334" w:rsidP="00D133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13334" w:rsidRDefault="00D13334" w:rsidP="00D133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3334" w:rsidRDefault="00D13334" w:rsidP="00D133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13334" w:rsidRDefault="00D13334" w:rsidP="00D133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3334" w:rsidRDefault="00D13334" w:rsidP="00D133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13334" w:rsidRDefault="00D13334" w:rsidP="00D1333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13334" w:rsidRDefault="00D13334" w:rsidP="00D1333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№55</w:t>
      </w:r>
    </w:p>
    <w:p w:rsidR="00D13334" w:rsidRPr="000D700B" w:rsidRDefault="00D13334" w:rsidP="00D1333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13334" w:rsidRPr="00554522" w:rsidRDefault="00D13334" w:rsidP="00D1333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55452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D13334" w:rsidRPr="00554522" w:rsidRDefault="00D13334" w:rsidP="00D133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554522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D13334" w:rsidRPr="00554522" w:rsidRDefault="00D13334" w:rsidP="00D133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D13334" w:rsidRPr="00554522" w:rsidRDefault="00D13334" w:rsidP="00D133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С.А.</w:t>
      </w:r>
    </w:p>
    <w:p w:rsidR="00D13334" w:rsidRPr="00554522" w:rsidRDefault="00D13334" w:rsidP="00D133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13334" w:rsidRPr="00554522" w:rsidRDefault="00D13334" w:rsidP="00D133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55452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122,124,186</w:t>
      </w:r>
      <w:r w:rsidRPr="0055452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С.А.</w:t>
      </w:r>
      <w:r w:rsidRPr="00554522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рада </w:t>
      </w:r>
    </w:p>
    <w:p w:rsidR="00D13334" w:rsidRPr="00B3230E" w:rsidRDefault="00D13334" w:rsidP="00D133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>ВИРІШИЛА:</w:t>
      </w:r>
    </w:p>
    <w:p w:rsidR="00D13334" w:rsidRPr="00554522" w:rsidRDefault="00D13334" w:rsidP="00D133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proofErr w:type="gramStart"/>
      <w:r w:rsidRPr="00554522"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Софії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Андріївні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27DC0">
        <w:rPr>
          <w:rFonts w:ascii="Times New Roman" w:eastAsia="Calibri" w:hAnsi="Times New Roman" w:cs="Times New Roman"/>
          <w:sz w:val="24"/>
          <w:lang w:val="uk-UA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оренду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2,0</w:t>
      </w:r>
      <w:r w:rsidRPr="00554522">
        <w:rPr>
          <w:rFonts w:ascii="Times New Roman" w:eastAsia="Calibri" w:hAnsi="Times New Roman" w:cs="Times New Roman"/>
          <w:sz w:val="24"/>
        </w:rPr>
        <w:t xml:space="preserve">000 га, для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Хмельницька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область,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район, в с.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вулиця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Незалежності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будинок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2/4</w:t>
      </w:r>
      <w:r w:rsidRPr="00554522">
        <w:rPr>
          <w:rFonts w:ascii="Times New Roman" w:eastAsia="Calibri" w:hAnsi="Times New Roman" w:cs="Times New Roman"/>
          <w:sz w:val="24"/>
        </w:rPr>
        <w:t>.</w:t>
      </w:r>
      <w:proofErr w:type="gramEnd"/>
    </w:p>
    <w:p w:rsidR="00D13334" w:rsidRPr="00554522" w:rsidRDefault="00D13334" w:rsidP="00D133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С.А.</w:t>
      </w:r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оренду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554522">
        <w:rPr>
          <w:rFonts w:ascii="Times New Roman" w:eastAsia="Calibri" w:hAnsi="Times New Roman" w:cs="Times New Roman"/>
          <w:sz w:val="24"/>
        </w:rPr>
        <w:t>.</w:t>
      </w:r>
    </w:p>
    <w:p w:rsidR="00D13334" w:rsidRPr="00554522" w:rsidRDefault="00D13334" w:rsidP="00D1333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4522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554522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3334" w:rsidRPr="00554522" w:rsidRDefault="00D13334" w:rsidP="00D1333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4522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554522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554522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D13334" w:rsidRDefault="00D13334" w:rsidP="00D133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13334" w:rsidRPr="00554522" w:rsidRDefault="00D13334" w:rsidP="00D133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13334" w:rsidRPr="00554522" w:rsidRDefault="00D13334" w:rsidP="00D1333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8771DF" w:rsidRDefault="008771DF"/>
    <w:sectPr w:rsidR="008771D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34"/>
    <w:rsid w:val="008771DF"/>
    <w:rsid w:val="00D13334"/>
    <w:rsid w:val="00E2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3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1333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1333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1333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3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1333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1333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1333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242</Words>
  <Characters>1383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2021-09-13T10:26:00Z</dcterms:created>
  <dcterms:modified xsi:type="dcterms:W3CDTF">2021-09-14T12:22:00Z</dcterms:modified>
</cp:coreProperties>
</file>