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32D" w:rsidRPr="000A4F3E" w:rsidRDefault="0003232D" w:rsidP="0003232D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32D" w:rsidRDefault="0003232D" w:rsidP="000323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3232D" w:rsidRDefault="0003232D" w:rsidP="000323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3232D" w:rsidRPr="000A4F3E" w:rsidRDefault="0003232D" w:rsidP="0003232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232D" w:rsidRPr="000A4F3E" w:rsidRDefault="0003232D" w:rsidP="0003232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232D" w:rsidRPr="000A4F3E" w:rsidRDefault="0003232D" w:rsidP="0003232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232D" w:rsidRPr="000A4F3E" w:rsidRDefault="0003232D" w:rsidP="0003232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232D" w:rsidRPr="000A4F3E" w:rsidRDefault="0003232D" w:rsidP="0003232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3232D" w:rsidRPr="000A4F3E" w:rsidRDefault="0003232D" w:rsidP="0003232D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3232D" w:rsidRPr="000A4F3E" w:rsidRDefault="0003232D" w:rsidP="0003232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3232D" w:rsidRPr="000A4F3E" w:rsidRDefault="0003232D" w:rsidP="0003232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3232D" w:rsidRPr="000A4F3E" w:rsidRDefault="0003232D" w:rsidP="0003232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232D" w:rsidRPr="000A4F3E" w:rsidRDefault="0003232D" w:rsidP="0003232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3232D" w:rsidRPr="000A4F3E" w:rsidRDefault="0003232D" w:rsidP="0003232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232D" w:rsidRPr="000A4F3E" w:rsidRDefault="0003232D" w:rsidP="0003232D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3232D" w:rsidRPr="000A4F3E" w:rsidRDefault="0003232D" w:rsidP="0003232D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3232D" w:rsidRPr="00AB1128" w:rsidRDefault="0003232D" w:rsidP="0003232D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№20</w:t>
      </w:r>
    </w:p>
    <w:p w:rsidR="0003232D" w:rsidRPr="0059239A" w:rsidRDefault="0003232D" w:rsidP="0003232D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3232D" w:rsidRPr="0059239A" w:rsidRDefault="0003232D" w:rsidP="0003232D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03232D" w:rsidRPr="0059239A" w:rsidRDefault="0003232D" w:rsidP="0003232D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03232D" w:rsidRPr="0059239A" w:rsidRDefault="0003232D" w:rsidP="0003232D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03232D" w:rsidRPr="0059239A" w:rsidRDefault="0003232D" w:rsidP="0003232D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Гаврилюка С.М.</w:t>
      </w:r>
    </w:p>
    <w:p w:rsidR="0003232D" w:rsidRPr="0059239A" w:rsidRDefault="0003232D" w:rsidP="0003232D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3232D" w:rsidRDefault="0003232D" w:rsidP="0003232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», статей 12, 122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Гаврилюка С.М.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03232D" w:rsidRPr="0059239A" w:rsidRDefault="0003232D" w:rsidP="0003232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03232D" w:rsidRPr="0059239A" w:rsidRDefault="0003232D" w:rsidP="0003232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1.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Гаврилюку </w:t>
      </w:r>
      <w:proofErr w:type="spellStart"/>
      <w:r>
        <w:rPr>
          <w:rFonts w:ascii="Times New Roman" w:hAnsi="Times New Roman"/>
          <w:sz w:val="24"/>
        </w:rPr>
        <w:t>Сергію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Миколайовичу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 w:rsidRPr="0059239A">
        <w:rPr>
          <w:rFonts w:ascii="Times New Roman" w:hAnsi="Times New Roman"/>
          <w:sz w:val="24"/>
        </w:rPr>
        <w:t xml:space="preserve"> за </w:t>
      </w:r>
      <w:proofErr w:type="spellStart"/>
      <w:r w:rsidRPr="0059239A">
        <w:rPr>
          <w:rFonts w:ascii="Times New Roman" w:hAnsi="Times New Roman"/>
          <w:sz w:val="24"/>
        </w:rPr>
        <w:t>адр</w:t>
      </w:r>
      <w:r>
        <w:rPr>
          <w:rFonts w:ascii="Times New Roman" w:hAnsi="Times New Roman"/>
          <w:sz w:val="24"/>
        </w:rPr>
        <w:t>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9E4C68">
        <w:rPr>
          <w:rFonts w:ascii="Times New Roman" w:hAnsi="Times New Roman"/>
          <w:sz w:val="24"/>
          <w:lang w:val="en-US"/>
        </w:rPr>
        <w:t>____________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9E4C68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</w:t>
      </w:r>
      <w:bookmarkStart w:id="0" w:name="_GoBack"/>
      <w:bookmarkEnd w:id="0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0,2500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6823984000:01:009:0080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, для</w:t>
      </w:r>
      <w:r w:rsidRPr="004029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обслуговування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житлового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будинку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господарських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споруд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Незалежності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 102.</w:t>
      </w: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</w:t>
      </w:r>
    </w:p>
    <w:p w:rsidR="0003232D" w:rsidRPr="0059239A" w:rsidRDefault="0003232D" w:rsidP="0003232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>2. Гаврилюку С.М.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03232D" w:rsidRPr="0059239A" w:rsidRDefault="0003232D" w:rsidP="0003232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03232D" w:rsidRPr="0059239A" w:rsidRDefault="0003232D" w:rsidP="0003232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3232D" w:rsidRDefault="0003232D" w:rsidP="0003232D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03232D" w:rsidRPr="0003232D" w:rsidRDefault="0003232D" w:rsidP="0003232D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</w:p>
    <w:p w:rsidR="00763A04" w:rsidRPr="0003232D" w:rsidRDefault="0003232D" w:rsidP="0003232D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голова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МИХАЛЮК</w:t>
      </w:r>
    </w:p>
    <w:sectPr w:rsidR="00763A04" w:rsidRPr="0003232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32D"/>
    <w:rsid w:val="0003232D"/>
    <w:rsid w:val="00171A2E"/>
    <w:rsid w:val="00304C90"/>
    <w:rsid w:val="00505B6D"/>
    <w:rsid w:val="006D3977"/>
    <w:rsid w:val="00763A04"/>
    <w:rsid w:val="007D6C18"/>
    <w:rsid w:val="009E4C6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262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2020-09-01T13:38:00Z</dcterms:created>
  <dcterms:modified xsi:type="dcterms:W3CDTF">2020-09-01T15:30:00Z</dcterms:modified>
</cp:coreProperties>
</file>