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Calibri" w:hAnsi="Times New Roman" w:cs="Times New Roman"/>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r w:rsidRPr="00BE2C52">
        <w:pict>
          <v:group id="_x0000_s1058"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5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13E5" w:rsidRDefault="00B513E5" w:rsidP="00B513E5">
                    <w:pPr>
                      <w:rPr>
                        <w:rFonts w:eastAsia="Times New Roman"/>
                      </w:rPr>
                    </w:pPr>
                  </w:p>
                </w:txbxContent>
              </v:textbox>
            </v:shape>
            <v:shape id="Freeform 4" o:spid="_x0000_s106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13E5" w:rsidRDefault="00B513E5" w:rsidP="00B513E5">
                    <w:pPr>
                      <w:rPr>
                        <w:rFonts w:eastAsia="Times New Roman"/>
                      </w:rPr>
                    </w:pPr>
                  </w:p>
                </w:txbxContent>
              </v:textbox>
            </v:shape>
            <v:shape id="Freeform 5" o:spid="_x0000_s106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13E5" w:rsidRDefault="00B513E5" w:rsidP="00B513E5">
                    <w:pPr>
                      <w:rPr>
                        <w:rFonts w:eastAsia="Times New Roman"/>
                      </w:rPr>
                    </w:pPr>
                  </w:p>
                </w:txbxContent>
              </v:textbox>
            </v:shape>
            <v:shape id="Freeform 6" o:spid="_x0000_s106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13E5" w:rsidRDefault="00B513E5" w:rsidP="00B513E5">
                    <w:pPr>
                      <w:rPr>
                        <w:rFonts w:eastAsia="Times New Roman"/>
                      </w:rPr>
                    </w:pPr>
                  </w:p>
                </w:txbxContent>
              </v:textbox>
            </v:shape>
            <v:shape id="Freeform 7" o:spid="_x0000_s106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13E5" w:rsidRDefault="00B513E5" w:rsidP="00B513E5">
                    <w:pPr>
                      <w:rPr>
                        <w:rFonts w:eastAsia="Times New Roman"/>
                      </w:rPr>
                    </w:pPr>
                  </w:p>
                </w:txbxContent>
              </v:textbox>
            </v:shape>
            <v:shape id="Freeform 8" o:spid="_x0000_s106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13E5" w:rsidRDefault="00B513E5" w:rsidP="00B513E5">
                    <w:pPr>
                      <w:rPr>
                        <w:rFonts w:eastAsia="Times New Roman"/>
                      </w:rPr>
                    </w:pPr>
                  </w:p>
                </w:txbxContent>
              </v:textbox>
            </v:shape>
            <v:shape id="Freeform 9" o:spid="_x0000_s106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13E5" w:rsidRDefault="00B513E5" w:rsidP="00B513E5">
                    <w:pPr>
                      <w:rPr>
                        <w:rFonts w:eastAsia="Times New Roman"/>
                      </w:rPr>
                    </w:pPr>
                  </w:p>
                </w:txbxContent>
              </v:textbox>
            </v:shape>
            <v:shape id="Freeform 10" o:spid="_x0000_s106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13E5" w:rsidRDefault="00B513E5" w:rsidP="00B513E5">
                    <w:pPr>
                      <w:rPr>
                        <w:rFonts w:eastAsia="Times New Roman"/>
                      </w:rPr>
                    </w:pPr>
                  </w:p>
                </w:txbxContent>
              </v:textbox>
            </v:shape>
            <v:shape id="Freeform 11" o:spid="_x0000_s106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13E5" w:rsidRDefault="00B513E5" w:rsidP="00B513E5">
                    <w:pPr>
                      <w:rPr>
                        <w:rFonts w:eastAsia="Times New Roman"/>
                      </w:rPr>
                    </w:pPr>
                  </w:p>
                </w:txbxContent>
              </v:textbox>
            </v:shape>
            <v:shape id="Freeform 12" o:spid="_x0000_s106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13E5" w:rsidRDefault="00B513E5" w:rsidP="00B513E5">
                    <w:pPr>
                      <w:rPr>
                        <w:rFonts w:eastAsia="Times New Roman"/>
                      </w:rPr>
                    </w:pPr>
                  </w:p>
                </w:txbxContent>
              </v:textbox>
            </v:shape>
            <v:shape id="Freeform 13" o:spid="_x0000_s106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13E5" w:rsidRDefault="00B513E5" w:rsidP="00B513E5">
                    <w:pPr>
                      <w:rPr>
                        <w:rFonts w:eastAsia="Times New Roman"/>
                      </w:rPr>
                    </w:pPr>
                  </w:p>
                </w:txbxContent>
              </v:textbox>
            </v:shape>
            <v:shape id="Freeform 14" o:spid="_x0000_s107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13E5" w:rsidRDefault="00B513E5" w:rsidP="00B513E5">
                    <w:pPr>
                      <w:rPr>
                        <w:rFonts w:eastAsia="Times New Roman"/>
                      </w:rPr>
                    </w:pPr>
                  </w:p>
                </w:txbxContent>
              </v:textbox>
            </v:shape>
            <v:shape id="Freeform 15" o:spid="_x0000_s107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13E5" w:rsidRDefault="00B513E5" w:rsidP="00B513E5">
                    <w:pPr>
                      <w:rPr>
                        <w:rFonts w:eastAsia="Times New Roman"/>
                      </w:rPr>
                    </w:pPr>
                  </w:p>
                </w:txbxContent>
              </v:textbox>
            </v:shape>
            <v:shape id="Freeform 16" o:spid="_x0000_s107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13E5" w:rsidRDefault="00B513E5" w:rsidP="00B513E5">
                    <w:pPr>
                      <w:rPr>
                        <w:rFonts w:eastAsia="Times New Roman"/>
                      </w:rPr>
                    </w:pPr>
                  </w:p>
                </w:txbxContent>
              </v:textbox>
            </v:shape>
            <v:shape id="Freeform 17" o:spid="_x0000_s107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13E5" w:rsidRDefault="00B513E5" w:rsidP="00B513E5">
                    <w:pPr>
                      <w:rPr>
                        <w:rFonts w:eastAsia="Times New Roman"/>
                      </w:rPr>
                    </w:pPr>
                  </w:p>
                </w:txbxContent>
              </v:textbox>
            </v:shape>
            <v:shape id="Freeform 18" o:spid="_x0000_s107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13E5" w:rsidRDefault="00B513E5" w:rsidP="00B513E5">
                    <w:pPr>
                      <w:rPr>
                        <w:rFonts w:eastAsia="Times New Roman"/>
                      </w:rPr>
                    </w:pPr>
                  </w:p>
                </w:txbxContent>
              </v:textbox>
            </v:shape>
            <v:shape id="Freeform 19" o:spid="_x0000_s107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13E5" w:rsidRDefault="00B513E5" w:rsidP="00B513E5">
                    <w:pPr>
                      <w:rPr>
                        <w:rFonts w:eastAsia="Times New Roman"/>
                      </w:rPr>
                    </w:pPr>
                  </w:p>
                </w:txbxContent>
              </v:textbox>
            </v:shape>
            <v:shape id="Freeform 20" o:spid="_x0000_s107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13E5" w:rsidRDefault="00B513E5" w:rsidP="00B513E5">
                    <w:pPr>
                      <w:rPr>
                        <w:rFonts w:eastAsia="Times New Roman"/>
                      </w:rPr>
                    </w:pPr>
                  </w:p>
                </w:txbxContent>
              </v:textbox>
            </v:shape>
            <v:shape id="Freeform 21" o:spid="_x0000_s107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13E5" w:rsidRDefault="00B513E5" w:rsidP="00B513E5">
                    <w:pPr>
                      <w:rPr>
                        <w:rFonts w:eastAsia="Times New Roman"/>
                      </w:rPr>
                    </w:pPr>
                  </w:p>
                </w:txbxContent>
              </v:textbox>
            </v:shape>
            <v:shape id="Freeform 22" o:spid="_x0000_s107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13E5" w:rsidRDefault="00B513E5" w:rsidP="00B513E5">
                    <w:pPr>
                      <w:rPr>
                        <w:rFonts w:eastAsia="Times New Roman"/>
                      </w:rPr>
                    </w:pPr>
                  </w:p>
                </w:txbxContent>
              </v:textbox>
            </v:shape>
            <v:rect id="Rectangle 23" o:spid="_x0000_s1079"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B513E5" w:rsidRDefault="00B513E5" w:rsidP="00B513E5">
                    <w:pPr>
                      <w:rPr>
                        <w:rFonts w:eastAsia="Times New Roman"/>
                      </w:rPr>
                    </w:pPr>
                  </w:p>
                </w:txbxContent>
              </v:textbox>
            </v:rect>
            <v:shape id="Freeform 24" o:spid="_x0000_s1080"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513E5" w:rsidRDefault="00B513E5" w:rsidP="00B513E5">
                    <w:pPr>
                      <w:rPr>
                        <w:rFonts w:eastAsia="Times New Roman"/>
                      </w:rPr>
                    </w:pPr>
                  </w:p>
                </w:txbxContent>
              </v:textbox>
            </v:shape>
            <v:shape id="Freeform 25" o:spid="_x0000_s1081"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513E5" w:rsidRDefault="00B513E5" w:rsidP="00B513E5">
                    <w:pPr>
                      <w:rPr>
                        <w:rFonts w:eastAsia="Times New Roman"/>
                      </w:rPr>
                    </w:pPr>
                  </w:p>
                </w:txbxContent>
              </v:textbox>
            </v:shape>
            <v:shape id="Freeform 26" o:spid="_x0000_s1082"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513E5" w:rsidRDefault="00B513E5" w:rsidP="00B513E5">
                    <w:pPr>
                      <w:rPr>
                        <w:rFonts w:eastAsia="Times New Roman"/>
                      </w:rPr>
                    </w:pPr>
                  </w:p>
                </w:txbxContent>
              </v:textbox>
            </v:shape>
            <v:shape id="Freeform 27" o:spid="_x0000_s1083"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513E5" w:rsidRDefault="00B513E5" w:rsidP="00B513E5">
                    <w:pPr>
                      <w:rPr>
                        <w:rFonts w:eastAsia="Times New Roman"/>
                      </w:rPr>
                    </w:pPr>
                  </w:p>
                </w:txbxContent>
              </v:textbox>
            </v:shape>
            <v:shape id="Freeform 28" o:spid="_x0000_s1084"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513E5" w:rsidRDefault="00B513E5" w:rsidP="00B513E5">
                    <w:pPr>
                      <w:rPr>
                        <w:rFonts w:eastAsia="Times New Roman"/>
                      </w:rPr>
                    </w:pPr>
                  </w:p>
                </w:txbxContent>
              </v:textbox>
            </v:shape>
            <v:shape id="Freeform 29" o:spid="_x0000_s1085"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513E5" w:rsidRDefault="00B513E5" w:rsidP="00B513E5">
                    <w:pPr>
                      <w:rPr>
                        <w:rFonts w:eastAsia="Times New Roman"/>
                      </w:rPr>
                    </w:pPr>
                  </w:p>
                </w:txbxContent>
              </v:textbox>
            </v:shape>
            <v:rect id="Rectangle 30" o:spid="_x0000_s1086"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B513E5" w:rsidRDefault="00B513E5" w:rsidP="00B513E5">
                    <w:pPr>
                      <w:rPr>
                        <w:rFonts w:eastAsia="Times New Roman"/>
                      </w:rPr>
                    </w:pPr>
                  </w:p>
                </w:txbxContent>
              </v:textbox>
            </v:rect>
            <v:shape id="Freeform 31" o:spid="_x0000_s1087"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513E5" w:rsidRDefault="00B513E5" w:rsidP="00B513E5">
                    <w:pPr>
                      <w:rPr>
                        <w:rFonts w:eastAsia="Times New Roman"/>
                      </w:rPr>
                    </w:pPr>
                  </w:p>
                </w:txbxContent>
              </v:textbox>
            </v:shape>
            <v:shape id="Freeform 32" o:spid="_x0000_s1088"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513E5" w:rsidRDefault="00B513E5" w:rsidP="00B513E5">
                    <w:pPr>
                      <w:rPr>
                        <w:rFonts w:eastAsia="Times New Roman"/>
                      </w:rPr>
                    </w:pPr>
                  </w:p>
                </w:txbxContent>
              </v:textbox>
            </v:shape>
            <w10:wrap anchorx="margin"/>
          </v:group>
        </w:pic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b/>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B513E5" w:rsidRDefault="00B513E5" w:rsidP="00B513E5">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Calibri" w:hAnsi="Times New Roman" w:cs="Times New Roman"/>
          <w:color w:val="000000"/>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Про зміну назви </w:t>
      </w:r>
      <w:proofErr w:type="spellStart"/>
      <w:r>
        <w:rPr>
          <w:rFonts w:ascii="Times New Roman" w:hAnsi="Times New Roman" w:cs="Times New Roman"/>
          <w:b/>
          <w:color w:val="000000"/>
          <w:sz w:val="24"/>
          <w:szCs w:val="24"/>
        </w:rPr>
        <w:t>Лисиченського</w:t>
      </w:r>
      <w:proofErr w:type="spellEnd"/>
      <w:r>
        <w:rPr>
          <w:rFonts w:ascii="Times New Roman" w:hAnsi="Times New Roman" w:cs="Times New Roman"/>
          <w:b/>
          <w:color w:val="000000"/>
          <w:sz w:val="24"/>
          <w:szCs w:val="24"/>
        </w:rPr>
        <w:t xml:space="preserve"> навчально-виховного</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 комплексу «Загальноосвітня школа І - ІІ ступенів –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дошкільний навчальний заклад» </w:t>
      </w:r>
      <w:proofErr w:type="spellStart"/>
      <w:r>
        <w:rPr>
          <w:rFonts w:ascii="Times New Roman" w:hAnsi="Times New Roman" w:cs="Times New Roman"/>
          <w:b/>
          <w:color w:val="000000"/>
          <w:sz w:val="24"/>
          <w:szCs w:val="24"/>
        </w:rPr>
        <w:t>Славутської</w:t>
      </w:r>
      <w:proofErr w:type="spellEnd"/>
      <w:r>
        <w:rPr>
          <w:rFonts w:ascii="Times New Roman" w:hAnsi="Times New Roman" w:cs="Times New Roman"/>
          <w:b/>
          <w:color w:val="000000"/>
          <w:sz w:val="24"/>
          <w:szCs w:val="24"/>
        </w:rPr>
        <w:t xml:space="preserve"> районної ради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Хмельницької області та затвердження статуту у новій редакції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B513E5" w:rsidRPr="00B513E5" w:rsidRDefault="00B513E5" w:rsidP="00B513E5">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Chars="285" w:firstLine="687"/>
        <w:jc w:val="both"/>
        <w:rPr>
          <w:rFonts w:ascii="Times New Roman" w:hAnsi="Times New Roman"/>
          <w:color w:val="auto"/>
          <w:sz w:val="24"/>
          <w:szCs w:val="24"/>
          <w:lang w:val="uk-UA"/>
        </w:rPr>
      </w:pPr>
      <w:r w:rsidRPr="00B513E5">
        <w:rPr>
          <w:rFonts w:ascii="Times New Roman" w:hAnsi="Times New Roman"/>
          <w:color w:val="auto"/>
          <w:sz w:val="24"/>
          <w:szCs w:val="24"/>
          <w:lang w:val="uk-UA"/>
        </w:rPr>
        <w:t xml:space="preserve">Відповідно до пункту 30 частини 1 статті 26, статті 60 Закону України «Про місцеве самоврядування в Україні»,  пункту 39 розділу </w:t>
      </w:r>
      <w:r w:rsidRPr="00B513E5">
        <w:rPr>
          <w:rFonts w:ascii="Times New Roman" w:hAnsi="Times New Roman"/>
          <w:color w:val="auto"/>
          <w:sz w:val="24"/>
          <w:szCs w:val="24"/>
        </w:rPr>
        <w:t>V</w:t>
      </w:r>
      <w:r w:rsidRPr="00B513E5">
        <w:rPr>
          <w:rFonts w:ascii="Times New Roman" w:hAnsi="Times New Roman"/>
          <w:color w:val="auto"/>
          <w:sz w:val="24"/>
          <w:szCs w:val="24"/>
          <w:lang w:val="uk-UA"/>
        </w:rPr>
        <w:t>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Закону України «Про освіту» від 05 вересня 2017 року №2145-</w:t>
      </w:r>
      <w:r w:rsidRPr="00B513E5">
        <w:rPr>
          <w:rFonts w:ascii="Times New Roman" w:hAnsi="Times New Roman"/>
          <w:color w:val="auto"/>
          <w:sz w:val="24"/>
          <w:szCs w:val="24"/>
        </w:rPr>
        <w:t>V</w:t>
      </w:r>
      <w:r w:rsidRPr="00B513E5">
        <w:rPr>
          <w:rFonts w:ascii="Times New Roman" w:hAnsi="Times New Roman"/>
          <w:color w:val="auto"/>
          <w:sz w:val="24"/>
          <w:szCs w:val="24"/>
          <w:lang w:val="uk-UA"/>
        </w:rPr>
        <w:t xml:space="preserve">ІІІ, Закону України «Про загальну середню освіту», Закону України «Про дошкільну освіту», рішення </w:t>
      </w:r>
      <w:proofErr w:type="spellStart"/>
      <w:r w:rsidRPr="00B513E5">
        <w:rPr>
          <w:rFonts w:ascii="Times New Roman" w:hAnsi="Times New Roman"/>
          <w:color w:val="auto"/>
          <w:sz w:val="24"/>
          <w:szCs w:val="24"/>
          <w:lang w:val="uk-UA"/>
        </w:rPr>
        <w:t>Славутської</w:t>
      </w:r>
      <w:proofErr w:type="spellEnd"/>
      <w:r w:rsidRPr="00B513E5">
        <w:rPr>
          <w:rFonts w:ascii="Times New Roman" w:hAnsi="Times New Roman"/>
          <w:color w:val="auto"/>
          <w:sz w:val="24"/>
          <w:szCs w:val="24"/>
          <w:lang w:val="uk-UA"/>
        </w:rPr>
        <w:t xml:space="preserve"> районної ради від 24 грудня 2019 року № 7-34/2019  «Про вихід зі складу засновників», сільська рада</w:t>
      </w:r>
    </w:p>
    <w:p w:rsidR="00B513E5" w:rsidRPr="00B513E5" w:rsidRDefault="00B513E5" w:rsidP="00B513E5">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Chars="285" w:firstLine="687"/>
        <w:jc w:val="both"/>
        <w:rPr>
          <w:rFonts w:ascii="Times New Roman" w:hAnsi="Times New Roman"/>
          <w:color w:val="auto"/>
          <w:sz w:val="24"/>
          <w:szCs w:val="24"/>
          <w:lang w:val="ru-RU"/>
        </w:rPr>
      </w:pPr>
      <w:r w:rsidRPr="00B513E5">
        <w:rPr>
          <w:rFonts w:ascii="Times New Roman" w:hAnsi="Times New Roman"/>
          <w:color w:val="auto"/>
          <w:sz w:val="24"/>
          <w:szCs w:val="24"/>
          <w:lang w:val="uk-UA"/>
        </w:rPr>
        <w:t xml:space="preserve"> </w:t>
      </w:r>
      <w:r w:rsidRPr="00B513E5">
        <w:rPr>
          <w:rFonts w:ascii="Times New Roman" w:hAnsi="Times New Roman"/>
          <w:color w:val="auto"/>
          <w:sz w:val="24"/>
          <w:szCs w:val="24"/>
          <w:lang w:val="ru-RU"/>
        </w:rPr>
        <w:t>ВИРІШИЛА:</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sz w:val="24"/>
          <w:szCs w:val="24"/>
        </w:rPr>
      </w:pPr>
      <w:r>
        <w:rPr>
          <w:rFonts w:ascii="Times New Roman" w:hAnsi="Times New Roman"/>
          <w:sz w:val="24"/>
          <w:szCs w:val="24"/>
        </w:rPr>
        <w:t xml:space="preserve">1.Змінити назву закладу освіти з </w:t>
      </w:r>
      <w:proofErr w:type="spellStart"/>
      <w:r>
        <w:rPr>
          <w:rFonts w:ascii="Times New Roman" w:hAnsi="Times New Roman"/>
          <w:sz w:val="24"/>
          <w:szCs w:val="24"/>
        </w:rPr>
        <w:t>Лисиченського</w:t>
      </w:r>
      <w:proofErr w:type="spellEnd"/>
      <w:r>
        <w:rPr>
          <w:rFonts w:ascii="Times New Roman" w:hAnsi="Times New Roman"/>
          <w:sz w:val="24"/>
          <w:szCs w:val="24"/>
        </w:rPr>
        <w:t xml:space="preserve"> навчально-виховного комплексу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 xml:space="preserve">«Загальноосвітня школа І-ІІ ступенів - дошкільний навчальний заклад» </w:t>
      </w:r>
      <w:proofErr w:type="spellStart"/>
      <w:r>
        <w:rPr>
          <w:rFonts w:ascii="Times New Roman" w:hAnsi="Times New Roman"/>
          <w:sz w:val="24"/>
          <w:szCs w:val="24"/>
        </w:rPr>
        <w:t>Славутської</w:t>
      </w:r>
      <w:proofErr w:type="spellEnd"/>
      <w:r>
        <w:rPr>
          <w:rFonts w:ascii="Times New Roman" w:hAnsi="Times New Roman"/>
          <w:sz w:val="24"/>
          <w:szCs w:val="24"/>
        </w:rPr>
        <w:t xml:space="preserve"> районної ради Хмельницької області на </w:t>
      </w:r>
      <w:proofErr w:type="spellStart"/>
      <w:r>
        <w:rPr>
          <w:rFonts w:ascii="Times New Roman" w:hAnsi="Times New Roman"/>
          <w:sz w:val="24"/>
          <w:szCs w:val="24"/>
        </w:rPr>
        <w:t>Лисиченський</w:t>
      </w:r>
      <w:proofErr w:type="spellEnd"/>
      <w:r>
        <w:rPr>
          <w:rFonts w:ascii="Times New Roman" w:hAnsi="Times New Roman"/>
          <w:sz w:val="24"/>
          <w:szCs w:val="24"/>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sz w:val="24"/>
          <w:szCs w:val="24"/>
        </w:rPr>
      </w:pPr>
      <w:r>
        <w:rPr>
          <w:rFonts w:ascii="Times New Roman" w:hAnsi="Times New Roman"/>
          <w:sz w:val="24"/>
          <w:szCs w:val="24"/>
        </w:rPr>
        <w:t xml:space="preserve">2.Внести зміни до статуту </w:t>
      </w:r>
      <w:proofErr w:type="spellStart"/>
      <w:r>
        <w:rPr>
          <w:rFonts w:ascii="Times New Roman" w:hAnsi="Times New Roman"/>
          <w:sz w:val="24"/>
          <w:szCs w:val="24"/>
        </w:rPr>
        <w:t>Лисиченського</w:t>
      </w:r>
      <w:proofErr w:type="spellEnd"/>
      <w:r>
        <w:rPr>
          <w:rFonts w:ascii="Times New Roman" w:hAnsi="Times New Roman"/>
          <w:sz w:val="24"/>
          <w:szCs w:val="24"/>
        </w:rPr>
        <w:t xml:space="preserve"> навчально-виховного комплексу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«Загальноосвітня школа І-ІІ ступенів - дошкільний навчальний заклад» Крупецької сільської ради Славутського району Хмельницької області та затвердити його у новій редакції згідно з додатком.</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sz w:val="24"/>
          <w:szCs w:val="24"/>
        </w:rPr>
      </w:pPr>
      <w:r>
        <w:rPr>
          <w:rFonts w:ascii="Times New Roman" w:hAnsi="Times New Roman"/>
          <w:sz w:val="24"/>
          <w:szCs w:val="24"/>
        </w:rPr>
        <w:t>3.Уповноважити директора Чабанову Г.Ю. на:</w:t>
      </w:r>
    </w:p>
    <w:p w:rsidR="00B513E5" w:rsidRPr="00B513E5" w:rsidRDefault="00B513E5" w:rsidP="00B513E5">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4"/>
          <w:szCs w:val="24"/>
          <w:lang w:val="uk-UA"/>
        </w:rPr>
      </w:pPr>
      <w:r w:rsidRPr="00B513E5">
        <w:rPr>
          <w:sz w:val="24"/>
          <w:szCs w:val="24"/>
          <w:lang w:val="uk-UA"/>
        </w:rPr>
        <w:lastRenderedPageBreak/>
        <w:t xml:space="preserve">- підписання Статуту </w:t>
      </w:r>
      <w:proofErr w:type="spellStart"/>
      <w:r w:rsidRPr="00B513E5">
        <w:rPr>
          <w:sz w:val="24"/>
          <w:szCs w:val="24"/>
          <w:lang w:val="uk-UA"/>
        </w:rPr>
        <w:t>Лисиченського</w:t>
      </w:r>
      <w:proofErr w:type="spellEnd"/>
      <w:r w:rsidRPr="00B513E5">
        <w:rPr>
          <w:sz w:val="24"/>
          <w:szCs w:val="24"/>
          <w:lang w:val="uk-UA"/>
        </w:rPr>
        <w:t xml:space="preserve">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p>
    <w:p w:rsidR="00B513E5" w:rsidRPr="00B513E5" w:rsidRDefault="00B513E5" w:rsidP="00B513E5">
      <w:pPr>
        <w:pStyle w:val="af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sz w:val="24"/>
          <w:szCs w:val="24"/>
          <w:lang w:val="uk-UA"/>
        </w:rPr>
      </w:pPr>
      <w:r w:rsidRPr="00B513E5">
        <w:rPr>
          <w:sz w:val="24"/>
          <w:szCs w:val="24"/>
          <w:lang w:val="uk-UA"/>
        </w:rPr>
        <w:t>-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jc w:val="both"/>
        <w:rPr>
          <w:rFonts w:ascii="Times New Roman" w:hAnsi="Times New Roman"/>
          <w:sz w:val="24"/>
          <w:szCs w:val="24"/>
        </w:rPr>
      </w:pPr>
      <w:r>
        <w:rPr>
          <w:rFonts w:ascii="Times New Roman" w:hAnsi="Times New Roman"/>
          <w:sz w:val="24"/>
          <w:szCs w:val="24"/>
        </w:rPr>
        <w:t xml:space="preserve">4.Контроль за виконанням цього рішення покласти на постійну комісію з питань </w:t>
      </w:r>
    </w:p>
    <w:p w:rsidR="00B513E5" w:rsidRDefault="00B513E5" w:rsidP="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комунальної власності, житлово-комунального господарства, енергозбереження та транспорту та інфраструктури (</w:t>
      </w:r>
      <w:proofErr w:type="spellStart"/>
      <w:r>
        <w:rPr>
          <w:rFonts w:ascii="Times New Roman" w:hAnsi="Times New Roman"/>
          <w:sz w:val="24"/>
          <w:szCs w:val="24"/>
        </w:rPr>
        <w:t>Немец</w:t>
      </w:r>
      <w:proofErr w:type="spellEnd"/>
      <w:r>
        <w:rPr>
          <w:rFonts w:ascii="Times New Roman" w:hAnsi="Times New Roman"/>
          <w:sz w:val="24"/>
          <w:szCs w:val="24"/>
        </w:rPr>
        <w:t xml:space="preserve"> В.М.)</w:t>
      </w:r>
    </w:p>
    <w:p w:rsidR="00B513E5" w:rsidRDefault="00B513E5" w:rsidP="00B513E5">
      <w:pPr>
        <w:pStyle w:val="HTML"/>
        <w:spacing w:line="276" w:lineRule="auto"/>
        <w:ind w:firstLine="426"/>
        <w:jc w:val="both"/>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w:t>
      </w:r>
      <w:proofErr w:type="spellStart"/>
      <w:r>
        <w:rPr>
          <w:rFonts w:ascii="Times New Roman" w:hAnsi="Times New Roman"/>
          <w:lang w:val="uk-UA"/>
        </w:rPr>
        <w:t>Михалюк</w:t>
      </w:r>
      <w:proofErr w:type="spellEnd"/>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p>
    <w:p w:rsidR="00B513E5" w:rsidRDefault="00B513E5" w:rsidP="00B513E5">
      <w:pPr>
        <w:pStyle w:val="HTML"/>
        <w:spacing w:line="276" w:lineRule="auto"/>
        <w:rPr>
          <w:rFonts w:ascii="Times New Roman" w:hAnsi="Times New Roman"/>
          <w:lang w:val="uk-UA"/>
        </w:rPr>
      </w:pPr>
      <w:r>
        <w:rPr>
          <w:rFonts w:ascii="Times New Roman" w:hAnsi="Times New Roman"/>
          <w:lang w:val="uk-UA"/>
        </w:rPr>
        <w:t xml:space="preserve"> </w:t>
      </w:r>
    </w:p>
    <w:p w:rsidR="00B513E5" w:rsidRDefault="00B513E5" w:rsidP="00B513E5">
      <w:pPr>
        <w:pStyle w:val="HTML"/>
        <w:spacing w:line="276" w:lineRule="auto"/>
        <w:rPr>
          <w:rFonts w:ascii="Times New Roman" w:hAnsi="Times New Roman"/>
          <w:lang w:val="uk-UA"/>
        </w:rPr>
      </w:pPr>
    </w:p>
    <w:p w:rsidR="00B513E5" w:rsidRDefault="00B513E5" w:rsidP="00B513E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ЗАТВЕРДЖЕНО</w:t>
      </w:r>
    </w:p>
    <w:p w:rsidR="00B513E5" w:rsidRDefault="00B513E5" w:rsidP="00B513E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ХХХІІ</w:t>
      </w:r>
      <w:r>
        <w:rPr>
          <w:rFonts w:ascii="Times New Roman" w:hAnsi="Times New Roman" w:cs="Times New Roman"/>
          <w:sz w:val="24"/>
          <w:szCs w:val="24"/>
        </w:rPr>
        <w:t xml:space="preserve"> </w:t>
      </w:r>
      <w:r>
        <w:rPr>
          <w:rFonts w:ascii="Times New Roman" w:hAnsi="Times New Roman" w:cs="Times New Roman"/>
          <w:bCs/>
          <w:color w:val="0D0D0D"/>
          <w:sz w:val="24"/>
          <w:szCs w:val="24"/>
        </w:rPr>
        <w:t xml:space="preserve">сесії </w:t>
      </w:r>
    </w:p>
    <w:p w:rsidR="00B513E5" w:rsidRDefault="00B513E5" w:rsidP="00B513E5">
      <w:pPr>
        <w:tabs>
          <w:tab w:val="left" w:pos="708"/>
        </w:tabs>
        <w:autoSpaceDE w:val="0"/>
        <w:autoSpaceDN w:val="0"/>
        <w:adjustRightInd w:val="0"/>
        <w:spacing w:after="0"/>
        <w:ind w:left="5280"/>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B513E5" w:rsidRDefault="00B513E5" w:rsidP="00B513E5">
      <w:pPr>
        <w:tabs>
          <w:tab w:val="left" w:pos="708"/>
        </w:tabs>
        <w:spacing w:after="0"/>
        <w:ind w:left="5245"/>
        <w:rPr>
          <w:rFonts w:ascii="Times New Roman" w:hAnsi="Times New Roman" w:cs="Times New Roman"/>
          <w:sz w:val="24"/>
          <w:szCs w:val="24"/>
        </w:rPr>
      </w:pPr>
      <w:r>
        <w:rPr>
          <w:rFonts w:ascii="Times New Roman" w:hAnsi="Times New Roman" w:cs="Times New Roman"/>
          <w:bCs/>
          <w:color w:val="0D0D0D"/>
          <w:sz w:val="24"/>
          <w:szCs w:val="24"/>
        </w:rPr>
        <w:t xml:space="preserve"> від 15.01.2020 р. № ____</w:t>
      </w:r>
    </w:p>
    <w:p w:rsidR="00B513E5" w:rsidRDefault="00B513E5" w:rsidP="00B513E5">
      <w:pPr>
        <w:tabs>
          <w:tab w:val="left" w:pos="708"/>
        </w:tabs>
        <w:spacing w:after="0"/>
        <w:rPr>
          <w:rFonts w:ascii="Times New Roman" w:hAnsi="Times New Roman" w:cs="Times New Roman"/>
          <w:sz w:val="24"/>
          <w:szCs w:val="24"/>
        </w:rPr>
      </w:pPr>
    </w:p>
    <w:p w:rsidR="00B513E5" w:rsidRDefault="00B513E5" w:rsidP="00B513E5">
      <w:pPr>
        <w:tabs>
          <w:tab w:val="left" w:pos="708"/>
        </w:tabs>
        <w:spacing w:after="0"/>
        <w:ind w:left="2124" w:firstLine="708"/>
        <w:jc w:val="right"/>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right"/>
        <w:rPr>
          <w:rFonts w:ascii="Times New Roman" w:hAnsi="Times New Roman" w:cs="Times New Roman"/>
          <w:sz w:val="24"/>
          <w:szCs w:val="24"/>
        </w:rPr>
      </w:pPr>
    </w:p>
    <w:p w:rsidR="00B513E5" w:rsidRDefault="00B513E5" w:rsidP="00B513E5">
      <w:pPr>
        <w:tabs>
          <w:tab w:val="left" w:pos="708"/>
        </w:tab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СТАТУТ</w:t>
      </w:r>
    </w:p>
    <w:p w:rsidR="00B513E5" w:rsidRDefault="00B513E5" w:rsidP="00B513E5">
      <w:pPr>
        <w:tabs>
          <w:tab w:val="left" w:pos="708"/>
        </w:tabs>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ЛИСИЧЕНСЬКОГО НАВЧАЛЬНО - ВИХОВНОГО КОМПЛЕКСУ “ЗАГАЛЬНООСВІТНЯ ШКОЛА І-ІІ СТУПЕНІВ - ДОШКІЛЬНИЙ НАВЧАЛЬНИЙ ЗАКЛАД ” КРУПЕЦЬКОЇ СІЛЬСЬКОЇ РАДИ СЛАВУТСЬКОГО РАЙОНУ  ХМЕЛЬНИЦЬКОЇ ОБЛАСТІ</w:t>
      </w:r>
    </w:p>
    <w:p w:rsidR="00B513E5" w:rsidRDefault="00B513E5" w:rsidP="00B513E5">
      <w:pPr>
        <w:tabs>
          <w:tab w:val="left" w:pos="708"/>
        </w:tabs>
        <w:spacing w:after="0"/>
        <w:jc w:val="center"/>
        <w:rPr>
          <w:rFonts w:ascii="Times New Roman" w:hAnsi="Times New Roman" w:cs="Times New Roman"/>
          <w:sz w:val="24"/>
          <w:szCs w:val="24"/>
        </w:rPr>
      </w:pPr>
    </w:p>
    <w:p w:rsidR="00B513E5" w:rsidRDefault="00B513E5" w:rsidP="00B513E5">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(нова редакція)</w:t>
      </w:r>
    </w:p>
    <w:p w:rsidR="00B513E5" w:rsidRPr="00B513E5" w:rsidRDefault="00B513E5" w:rsidP="00B513E5">
      <w:pPr>
        <w:pStyle w:val="a4"/>
        <w:tabs>
          <w:tab w:val="left" w:pos="708"/>
        </w:tabs>
        <w:spacing w:line="276" w:lineRule="auto"/>
        <w:rPr>
          <w:b/>
          <w:bCs/>
          <w:lang w:val="ru-RU"/>
        </w:rPr>
      </w:pPr>
      <w:r w:rsidRPr="00B513E5">
        <w:rPr>
          <w:lang w:val="ru-RU"/>
        </w:rPr>
        <w:t xml:space="preserve">                                                  </w:t>
      </w:r>
    </w:p>
    <w:p w:rsidR="00B513E5" w:rsidRPr="00B513E5" w:rsidRDefault="00B513E5" w:rsidP="00B513E5">
      <w:pPr>
        <w:pStyle w:val="a4"/>
        <w:tabs>
          <w:tab w:val="left" w:pos="708"/>
        </w:tabs>
        <w:spacing w:line="276" w:lineRule="auto"/>
        <w:rPr>
          <w:b/>
          <w:bCs/>
          <w:lang w:val="ru-RU"/>
        </w:rPr>
      </w:pPr>
    </w:p>
    <w:p w:rsidR="00B513E5" w:rsidRPr="00B513E5" w:rsidRDefault="00B513E5" w:rsidP="00B513E5">
      <w:pPr>
        <w:pStyle w:val="a4"/>
        <w:tabs>
          <w:tab w:val="left" w:pos="708"/>
        </w:tabs>
        <w:spacing w:line="276" w:lineRule="auto"/>
        <w:rPr>
          <w:b/>
          <w:bCs/>
          <w:lang w:val="ru-RU"/>
        </w:rPr>
      </w:pPr>
    </w:p>
    <w:p w:rsidR="00B513E5" w:rsidRPr="00B513E5" w:rsidRDefault="00B513E5" w:rsidP="00B513E5">
      <w:pPr>
        <w:pStyle w:val="a4"/>
        <w:tabs>
          <w:tab w:val="left" w:pos="708"/>
        </w:tabs>
        <w:spacing w:line="276" w:lineRule="auto"/>
        <w:rPr>
          <w:b/>
          <w:bCs/>
          <w:lang w:val="ru-RU"/>
        </w:rPr>
      </w:pPr>
    </w:p>
    <w:p w:rsidR="00B513E5" w:rsidRPr="00B513E5" w:rsidRDefault="00B513E5" w:rsidP="00B513E5">
      <w:pPr>
        <w:pStyle w:val="a4"/>
        <w:tabs>
          <w:tab w:val="left" w:pos="708"/>
        </w:tabs>
        <w:spacing w:line="276" w:lineRule="auto"/>
        <w:rPr>
          <w:b/>
          <w:bCs/>
          <w:lang w:val="ru-RU"/>
        </w:rPr>
      </w:pPr>
      <w:r w:rsidRPr="00B513E5">
        <w:rPr>
          <w:lang w:val="ru-RU"/>
        </w:rPr>
        <w:t xml:space="preserve">                                                           </w:t>
      </w: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Pr="00B513E5" w:rsidRDefault="00B513E5" w:rsidP="00B513E5">
      <w:pPr>
        <w:pStyle w:val="a4"/>
        <w:tabs>
          <w:tab w:val="left" w:pos="708"/>
        </w:tabs>
        <w:spacing w:line="276" w:lineRule="auto"/>
        <w:rPr>
          <w:lang w:val="ru-RU" w:eastAsia="uk-UA"/>
        </w:rPr>
      </w:pPr>
      <w:r w:rsidRPr="00B513E5">
        <w:rPr>
          <w:lang w:val="ru-RU"/>
        </w:rPr>
        <w:t xml:space="preserve">с. </w:t>
      </w:r>
      <w:proofErr w:type="spellStart"/>
      <w:r w:rsidRPr="00B513E5">
        <w:rPr>
          <w:lang w:val="ru-RU"/>
        </w:rPr>
        <w:t>Лисиче</w:t>
      </w:r>
      <w:proofErr w:type="spellEnd"/>
    </w:p>
    <w:p w:rsidR="00B513E5" w:rsidRDefault="00B513E5" w:rsidP="00B513E5">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2020</w:t>
      </w:r>
    </w:p>
    <w:p w:rsidR="00B513E5" w:rsidRPr="00B513E5" w:rsidRDefault="00B513E5" w:rsidP="00B513E5">
      <w:pPr>
        <w:pStyle w:val="a4"/>
        <w:tabs>
          <w:tab w:val="left" w:pos="708"/>
        </w:tabs>
        <w:spacing w:line="276" w:lineRule="auto"/>
        <w:rPr>
          <w:b/>
          <w:bCs/>
          <w:lang w:val="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Default="00B513E5" w:rsidP="00B513E5">
      <w:pPr>
        <w:tabs>
          <w:tab w:val="left" w:pos="708"/>
        </w:tabs>
        <w:spacing w:after="0"/>
        <w:rPr>
          <w:rFonts w:ascii="Times New Roman" w:hAnsi="Times New Roman" w:cs="Times New Roman"/>
          <w:sz w:val="24"/>
          <w:szCs w:val="24"/>
          <w:lang w:eastAsia="ru-RU"/>
        </w:rPr>
      </w:pPr>
    </w:p>
    <w:p w:rsidR="00B513E5" w:rsidRPr="00B513E5" w:rsidRDefault="00B513E5" w:rsidP="00B513E5">
      <w:pPr>
        <w:pStyle w:val="a4"/>
        <w:tabs>
          <w:tab w:val="left" w:pos="708"/>
        </w:tabs>
        <w:spacing w:line="276" w:lineRule="auto"/>
        <w:rPr>
          <w:b/>
          <w:bCs/>
          <w:lang w:val="ru-RU"/>
        </w:rPr>
      </w:pPr>
      <w:r w:rsidRPr="00B513E5">
        <w:rPr>
          <w:lang w:val="ru-RU"/>
        </w:rPr>
        <w:t xml:space="preserve">                                             </w:t>
      </w: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 Загальні положення</w:t>
      </w:r>
    </w:p>
    <w:p w:rsidR="00B513E5" w:rsidRDefault="00B513E5" w:rsidP="00B513E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1.1.Повна назва закладу загальної середньої освіти – </w:t>
      </w:r>
      <w:proofErr w:type="spellStart"/>
      <w:r>
        <w:rPr>
          <w:rFonts w:ascii="Times New Roman" w:hAnsi="Times New Roman" w:cs="Times New Roman"/>
          <w:sz w:val="24"/>
          <w:szCs w:val="24"/>
          <w:lang w:eastAsia="ru-RU"/>
        </w:rPr>
        <w:t>Лисиченський</w:t>
      </w:r>
      <w:proofErr w:type="spellEnd"/>
      <w:r>
        <w:rPr>
          <w:rFonts w:ascii="Times New Roman" w:hAnsi="Times New Roman" w:cs="Times New Roman"/>
          <w:sz w:val="24"/>
          <w:szCs w:val="24"/>
          <w:lang w:eastAsia="ru-RU"/>
        </w:rPr>
        <w:t xml:space="preserve"> навчально-виховний комплекс «Загальноосвітня школа І-ІІ ступенів – дошкільний навчальний заклад» Крупецької сільської ради Славутського району Хмельницької області. </w:t>
      </w:r>
    </w:p>
    <w:p w:rsidR="00B513E5" w:rsidRDefault="00B513E5" w:rsidP="00B513E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 xml:space="preserve">Скорочена назва –  </w:t>
      </w:r>
      <w:proofErr w:type="spellStart"/>
      <w:r>
        <w:rPr>
          <w:rFonts w:ascii="Times New Roman" w:hAnsi="Times New Roman" w:cs="Times New Roman"/>
          <w:sz w:val="24"/>
          <w:szCs w:val="24"/>
          <w:lang w:eastAsia="ru-RU"/>
        </w:rPr>
        <w:t>Лисиченський</w:t>
      </w:r>
      <w:proofErr w:type="spellEnd"/>
      <w:r>
        <w:rPr>
          <w:rFonts w:ascii="Times New Roman" w:hAnsi="Times New Roman" w:cs="Times New Roman"/>
          <w:sz w:val="24"/>
          <w:szCs w:val="24"/>
          <w:lang w:eastAsia="ru-RU"/>
        </w:rPr>
        <w:t xml:space="preserve"> НВК.</w:t>
      </w:r>
      <w:r>
        <w:rPr>
          <w:rFonts w:ascii="Times New Roman" w:hAnsi="Times New Roman" w:cs="Times New Roman"/>
          <w:sz w:val="24"/>
          <w:szCs w:val="24"/>
          <w:lang w:eastAsia="ru-RU"/>
        </w:rPr>
        <w:tab/>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lang w:eastAsia="ru-RU"/>
        </w:rPr>
        <w:t>1.2. Юридична адреса закладу освіти:</w:t>
      </w:r>
      <w:r>
        <w:rPr>
          <w:rFonts w:ascii="Times New Roman" w:hAnsi="Times New Roman" w:cs="Times New Roman"/>
          <w:sz w:val="24"/>
          <w:szCs w:val="24"/>
        </w:rPr>
        <w:t xml:space="preserve"> 30061, вул. Шкільна, 11,  с. Лисиче, Славутського району, Хмельницької області;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Засоби зв’язку: тел.: (03842) 52 – 713. </w:t>
      </w:r>
    </w:p>
    <w:p w:rsidR="00B513E5" w:rsidRDefault="00B513E5" w:rsidP="00B513E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1.3. </w:t>
      </w:r>
      <w:proofErr w:type="spellStart"/>
      <w:r>
        <w:rPr>
          <w:rFonts w:ascii="Times New Roman" w:hAnsi="Times New Roman" w:cs="Times New Roman"/>
          <w:sz w:val="24"/>
          <w:szCs w:val="24"/>
          <w:lang w:eastAsia="ru-RU"/>
        </w:rPr>
        <w:t>Лисиченський</w:t>
      </w:r>
      <w:proofErr w:type="spellEnd"/>
      <w:r>
        <w:rPr>
          <w:rFonts w:ascii="Times New Roman" w:hAnsi="Times New Roman" w:cs="Times New Roman"/>
          <w:sz w:val="24"/>
          <w:szCs w:val="24"/>
          <w:lang w:eastAsia="ru-RU"/>
        </w:rPr>
        <w:t xml:space="preserve"> НВК (далі – заклад освіти) є правонаступником прав та обов’язків </w:t>
      </w:r>
      <w:proofErr w:type="spellStart"/>
      <w:r>
        <w:rPr>
          <w:rFonts w:ascii="Times New Roman" w:hAnsi="Times New Roman" w:cs="Times New Roman"/>
          <w:sz w:val="24"/>
          <w:szCs w:val="24"/>
          <w:lang w:eastAsia="ru-RU"/>
        </w:rPr>
        <w:t>Лисиченського</w:t>
      </w:r>
      <w:proofErr w:type="spellEnd"/>
      <w:r>
        <w:rPr>
          <w:rFonts w:ascii="Times New Roman" w:hAnsi="Times New Roman" w:cs="Times New Roman"/>
          <w:sz w:val="24"/>
          <w:szCs w:val="24"/>
          <w:lang w:eastAsia="ru-RU"/>
        </w:rPr>
        <w:t xml:space="preserve"> навчально-виховного комплексу «Загальноосвітня школа І-ІІ ступенів – дошкільний навчальний заклад» </w:t>
      </w:r>
      <w:proofErr w:type="spellStart"/>
      <w:r>
        <w:rPr>
          <w:rFonts w:ascii="Times New Roman" w:hAnsi="Times New Roman" w:cs="Times New Roman"/>
          <w:sz w:val="24"/>
          <w:szCs w:val="24"/>
          <w:lang w:eastAsia="ru-RU"/>
        </w:rPr>
        <w:t>Славутської</w:t>
      </w:r>
      <w:proofErr w:type="spellEnd"/>
      <w:r>
        <w:rPr>
          <w:rFonts w:ascii="Times New Roman" w:hAnsi="Times New Roman" w:cs="Times New Roman"/>
          <w:sz w:val="24"/>
          <w:szCs w:val="24"/>
          <w:lang w:eastAsia="ru-RU"/>
        </w:rPr>
        <w:t xml:space="preserve"> районної ради Хмельницької області.</w:t>
      </w:r>
    </w:p>
    <w:p w:rsidR="00B513E5" w:rsidRDefault="00B513E5" w:rsidP="00B513E5">
      <w:pPr>
        <w:tabs>
          <w:tab w:val="left" w:pos="708"/>
        </w:tabs>
        <w:spacing w:after="0"/>
        <w:ind w:right="-5" w:firstLine="426"/>
        <w:contextualSpacing/>
        <w:jc w:val="both"/>
        <w:rPr>
          <w:rFonts w:ascii="Times New Roman" w:hAnsi="Times New Roman" w:cs="Times New Roman"/>
          <w:sz w:val="24"/>
          <w:szCs w:val="24"/>
        </w:rPr>
      </w:pPr>
      <w:r>
        <w:rPr>
          <w:rFonts w:ascii="Times New Roman" w:hAnsi="Times New Roman" w:cs="Times New Roman"/>
          <w:sz w:val="24"/>
          <w:szCs w:val="24"/>
        </w:rPr>
        <w:t>1.4. Форма власності – комунальна.</w:t>
      </w:r>
    </w:p>
    <w:p w:rsidR="00B513E5" w:rsidRDefault="00B513E5" w:rsidP="00B513E5">
      <w:pPr>
        <w:tabs>
          <w:tab w:val="left" w:pos="708"/>
        </w:tabs>
        <w:spacing w:after="0"/>
        <w:ind w:right="-5" w:firstLine="426"/>
        <w:contextualSpacing/>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1.5. Засновником закладу освіти є </w:t>
      </w:r>
      <w:proofErr w:type="spellStart"/>
      <w:r>
        <w:rPr>
          <w:rFonts w:ascii="Times New Roman" w:hAnsi="Times New Roman" w:cs="Times New Roman"/>
          <w:sz w:val="24"/>
          <w:szCs w:val="24"/>
          <w:lang w:eastAsia="ru-RU"/>
        </w:rPr>
        <w:t>Крупецька</w:t>
      </w:r>
      <w:proofErr w:type="spellEnd"/>
      <w:r>
        <w:rPr>
          <w:rFonts w:ascii="Times New Roman" w:hAnsi="Times New Roman" w:cs="Times New Roman"/>
          <w:sz w:val="24"/>
          <w:szCs w:val="24"/>
          <w:lang w:eastAsia="ru-RU"/>
        </w:rPr>
        <w:t xml:space="preserve"> сільська рада (ЄДРПОУ 04405030, юридична адреса: вул. Б. Хмельницького, 106, с. Крупець, </w:t>
      </w:r>
      <w:proofErr w:type="spellStart"/>
      <w:r>
        <w:rPr>
          <w:rFonts w:ascii="Times New Roman" w:hAnsi="Times New Roman" w:cs="Times New Roman"/>
          <w:sz w:val="24"/>
          <w:szCs w:val="24"/>
          <w:lang w:eastAsia="ru-RU"/>
        </w:rPr>
        <w:t>Славутський</w:t>
      </w:r>
      <w:proofErr w:type="spellEnd"/>
      <w:r>
        <w:rPr>
          <w:rFonts w:ascii="Times New Roman" w:hAnsi="Times New Roman" w:cs="Times New Roman"/>
          <w:sz w:val="24"/>
          <w:szCs w:val="24"/>
          <w:lang w:eastAsia="ru-RU"/>
        </w:rPr>
        <w:t xml:space="preserve"> район, Хмельницька область, 30068) (далі – Засновник).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1.6. Заклад освіти є юридичною особою, має печатку, штамп, ідентифікаційний номер, може мати самостійний баланс, рахунки в установах банків, за рішенням власника фінансове обслуговування здійснюється відділом бухгалтерського обліку Крупецької сільської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1.7. Заклад освіти складається з двох підрозділів: дошкільного та шкільного.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Дошкільний підрозділ (заклад дошкільної освіти) забезпечує відповідний рівень дошкільної освіти віком від 3 до 6 років відповідно до вимог Базового компоненту дошкільної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Шкільний підрозділ (школа І-ІI ступенів) забезпечує відповідний рівень загальноосвітньої підготовки учнів згідно з вимогами державного стандарту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Шкільний підрозділ включає: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школа І ступеня – початкова освіта, 1- 4 класи, термін навчання 4 роки;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школа ІІ ступеня – базова середня освіта, 5-9 класи, термін навчання 5 років.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1.8. Головною метою закладу освіти є забезпечення реалізації права громадян на здобуття дошкільної, загальної середньої освіти, задоволення потреб громадян у нагляді, догляді та оздоровленні дітей, естетичне виховання через доступність до надбань вітчизняної та світової культури.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1.9. Основними завданнями закладу освіти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забезпечення реалізації права громадян на дошкільну, загальну середню освіту;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громадянина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та націй;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формування та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та відповідно до Державного стандарту базової і повної загальної середньої здійснювати розвиток ключових </w:t>
      </w:r>
      <w:proofErr w:type="spellStart"/>
      <w:r>
        <w:rPr>
          <w:rFonts w:ascii="Times New Roman" w:hAnsi="Times New Roman" w:cs="Times New Roman"/>
          <w:sz w:val="24"/>
          <w:szCs w:val="24"/>
        </w:rPr>
        <w:t>компетентностей</w:t>
      </w:r>
      <w:proofErr w:type="spellEnd"/>
      <w:r>
        <w:rPr>
          <w:rFonts w:ascii="Times New Roman" w:hAnsi="Times New Roman" w:cs="Times New Roman"/>
          <w:sz w:val="24"/>
          <w:szCs w:val="24"/>
        </w:rPr>
        <w:t xml:space="preserve"> (спілкування державною (і рідною мовами у разі відмінності), спілкування іноземними </w:t>
      </w:r>
      <w:r>
        <w:rPr>
          <w:rFonts w:ascii="Times New Roman" w:hAnsi="Times New Roman" w:cs="Times New Roman"/>
          <w:sz w:val="24"/>
          <w:szCs w:val="24"/>
        </w:rPr>
        <w:lastRenderedPageBreak/>
        <w:t xml:space="preserve">мовами, математичної компетентності, ініціативності і підприємливості, соціальної і громадської компетентності, обізнаності і самовираження у сфері культури, екологічної грамотності і здорового життя);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вчинки, свідомого ставлення до обов’язків людини і громадянина;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розвиток особистості здобувача освіти, його здібностей і обдарувань, наукового світогляду;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реалізація права дітей на вільне формування політичних і світоглядних переконань;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дитини;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громадянської позиції, власної гідності, готовності до школи, трудової діяльності, відповідальності за свої дії;</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створення умов для оволодіння системою наукових знань про природу, людину і суспільство;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надання кваліфікованої допомоги в корекції недоліків розвитку дитини;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умінь і навичок необхідних для навчання в школі;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становлення змісту, форм і методів виховання і навчання відповідно до вікових особливостей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естетичне виховання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1.10.  </w:t>
      </w:r>
      <w:r>
        <w:rPr>
          <w:rFonts w:ascii="Times New Roman" w:hAnsi="Times New Roman" w:cs="Times New Roman"/>
          <w:sz w:val="24"/>
          <w:szCs w:val="24"/>
          <w:lang w:eastAsia="ru-RU"/>
        </w:rPr>
        <w:t>Заклад освіти у своїй діяльності керується Конституцією України, Законами України «Про освіту», «Про загальну середню освіту», «Про місцеве самоврядування в Україні»,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Крупецької сільської ради та її виконавчого комітету, розпорядженнями сільського голови, наказами Департаменту освіти Хмельницької обласної державної адміністрації та цим Статутом.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1.12. Заклад освіти несе відповідальність перед особою, суспільством і державою за: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безпечні умови освітньої діяльності;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державних стандартів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фінансової дисципліни;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умов, що визначаються за результатами атестації.</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1.13. У закладі освіти мовою навчання є українська мова. Можливе запровадження поглибленого вивчення предметів, до профільної підготовки, організації інклюзивного навчання дітей з особливими потребами.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1.14. Заклад освіти має право: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проходити в установленому порядку державну атестацію;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визначати форми, методи і засоби організації освітнього процесу за погодженням із Засновником;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визначати варіативну складову робочого навчального плану;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 установленому порядку розробляти і впроваджувати експериментальні та індивідуальні робочі плани;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спільно з іншими закладами освіти, науково-дослідними інститутами та центрами проводити навчально-дослідну, експериментальну, пошукову роботу, що не суперечать законодавству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використовувати різні форми морального і матеріального заохочення до учасників навчально-виховного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отримувати кошти і матеріальні цінності від органів виконавчої влади, юридичних і фізичних осіб;</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залишати у своєму розпорядженні і використовувати власні надходження у порядку, визначеному законодавством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розвивати власну соціальну базу;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встановлювати форму для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здійснювати капітальне будівництво, реконструкцію, ремонт на основі договорів підрядника чи господарським методом, а також можуть бути визначені інші права, що не суперечать законодавству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1.15. У закладі освіти створюються та функціонують:</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Методичні об’єднання вчителів початкових класів та вихователів закладу дошкільної освіти;</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Методичні об’єднання класних керівників;</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творча група вчителів;</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 xml:space="preserve"> рада заклад освіти;</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школа молодого вчителя тощо.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Структура методичної роботи може змінюватись відповідно до методичних рекомендацій Міністерства освіти і науки України щодо організації освітнього процесу та запитів педагогів.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1.16. Медичне обслуговування та відповідні умови для його організації забезпечуються Засновником та здійснюються  фельдшерським пунктом с. Лисиче, Комунальним підприємством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центр первинної  медико-санітарної допомоги"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ради Хмельницької області відповідно до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Заклад освіти надає приміщення і забезпечує належні умови для роботи медичного персоналу та проведення лікувально-профілактичних заходів.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1.17. В закладі дошкільної освіти здійснюється триразове харчування, в загальноосвітній школі І-ІI ступенів – одноразове.</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1.18.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їдальні, правильністю зберігання, дотриманням термінів реалізації продуктів покладається на директора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1.19. Взаємовідносини закладу освіти з юридичними і фізичними особами визначаються угодами, що укладені між ними.</w:t>
      </w:r>
    </w:p>
    <w:p w:rsidR="00B513E5" w:rsidRDefault="00B513E5" w:rsidP="00B513E5">
      <w:pPr>
        <w:tabs>
          <w:tab w:val="left" w:pos="708"/>
        </w:tabs>
        <w:spacing w:after="0"/>
        <w:ind w:firstLine="426"/>
        <w:jc w:val="center"/>
        <w:rPr>
          <w:rFonts w:ascii="Times New Roman" w:hAnsi="Times New Roman" w:cs="Times New Roman"/>
          <w:b/>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ІІ. Організація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 Заклад освіти планує свою роботу самостійно відповідно до перспективного та річного планів.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плані роботи відображаються найголовніші питання роботи закладу освіти, визначаються перспективи його розвитку.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План роботи затверджується радою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складової.</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Заклад освіти приймає рішення про створення класів з поглибленим вивченням предметів, </w:t>
      </w:r>
      <w:proofErr w:type="spellStart"/>
      <w:r>
        <w:rPr>
          <w:rFonts w:ascii="Times New Roman" w:hAnsi="Times New Roman" w:cs="Times New Roman"/>
          <w:sz w:val="24"/>
          <w:szCs w:val="24"/>
        </w:rPr>
        <w:t>допрофільною</w:t>
      </w:r>
      <w:proofErr w:type="spellEnd"/>
      <w:r>
        <w:rPr>
          <w:rFonts w:ascii="Times New Roman" w:hAnsi="Times New Roman" w:cs="Times New Roman"/>
          <w:sz w:val="24"/>
          <w:szCs w:val="24"/>
        </w:rPr>
        <w:t xml:space="preserve"> підготовкою, організацію інклюзивного навчання дітей з особливими потребами за погодженням з Засновником.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Робочий навчальний план закладу освіти погоджується радою закладу освіти, розглядається педагогічною радою і затверджується розпорядженням сільського голови.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вигляді додатків до робочого навчального плану додаються розклад уроків (щоденний, тижневий) та режим роботи (щоденний, річний).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2.3.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Зміст освітнього процесу в закладі дошкільної освіти визначається Базовим компонентом дошкільної освіти відповідно до програми розвитку, навчання, виховання дітей «Я у Світі», що рекомендована Міністерством освіти і науки України. Вибір програм навчання і розвитку здійснюється з урахуванням діагностики розвитку дитини. Діагностика передбачає:</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визначення дійсного стану розвитку дитини;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організації індивідуальної роботи з дітьми;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визначення зони найближчого розвитку дитини.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Навчання і виховання дітей закладу дошкільної освіти будується, виходячи з розуміння психологічної готовності дітей відповідного віку, що включає:</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позитивне ставлення до діяльності (мотиваційна готовність);</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високий рівень довільної поведінки (соціальна готовність);</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наявність визначеного запасу знань, навичок, умінь, рівень розвитку пізнавальних процесів (інтелектуальна готовність);</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комунікативна готовність.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2.4.  Заклад освіти  здійснює освітній процес за груповою та індивідуальною формами навчання.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2.5.  Для зарахування дитини до закладу дошкільної освіти необхідно протягом календарного року батькам або особам, що їх замінюють, подати заяву на ім’я директора закладу освіти копію свідоцтва про народження, медичну довідку про стан здоров’я дитини, довідку   лікаря про епідеміологічне оточення, картку профілактичних щеплень.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Групи комплектуються відповідно до нормативів наповнюваності, санітарно-гігієнічних норм і правил утримування дітей з урахуванням побажань батьків, (осіб, які їх замінюють). Наповнюваність груп у закладі дошкільної освіти -  до 15 осіб.</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Зарахування учнів до закладу освіти здійснюється, як правило, до початку навчального року, за наказом директора на підставі заяв батьків або осіб, які їх замінюють, свідоцтва про народження (копії), медичної довідки встановленого зразка, особової справи (крім дітей, які вступають до першого класу).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Зарахування учнів (вихованців) до закладу освіти здійснюється без проведення конкурсу і, як правило, відповідно до території обслуговування.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потреби учень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встановленого Міністерством освіти і науки України зразка та довідки з іншого закладу освіти про згоду на прийняття на навчання.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Класи у закладі освіти формуються за погодженням з  Засновником згідно з нормативами їх наповнюваності, встановленими чинним законодавством, з урахуванням наявності приміщень, що відповідають санітарно-гігієнічним вимогам для здійснення освітнього процесу та відповідно кількості поданих заяв про зарахування до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2.6. У закладі освіти для учнів за бажанням їх батьків (осіб, що їх замінюють), при наявності належної навчально-матеріальної бази, педагогічних працівників, обслуговуючого персоналу та відповідного асигнування можуть створюватись групи продовженого дня.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Зарахування до груп продовженого дня і відрахування дітей із них здійснюється наказом директора закладу освіти на підставі заяви батьків (осіб, що їх замінюють).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2.7. Структура навчального року, а також тижневе навантаження дітей встановлюються закладом освіти в межах часу, що передбачений робочим навчальним планом.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Навчальний рік у закладі дошкільної освіти починається 1 вересня і закінчується 31 травня наступного року.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 1 червня до 31 серпня (оздоровчий період) у закладі дошкільної освіти проводиться оздоровлення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Навчальні заняття для учнів розпочинаються 1 вересня у День знань і закінчуються не пізніше 1 липня наступного року.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Структура навчального року (тривалість навчальних занять, поділ на семестри) та режим роботи встановлюється закладом освіти у межах часу, передбаченого навчальним планом, за погодженням з  відділом освіти Засновника.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2.8. Відволікання учнів від навчальних занять на інші види діяльності забороняється (крім випадків, передбачених законодавством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Залучення учнів до видів діяльності, не передбачених навчальною програмою та робочим навчальним планом закладу освіти, дозволяється лише за їх згодою та згодою батьків (осіб, що їх замінюють).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2.9. Тривалість канікул протягом навчального року не повинна становити менш як 30 календарних днів.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2.10. Тривалість уроків у закладі освіти становить: у першому класі – 35 хвилин, у других-четвертих класах – 40 хвилин, у п’ятих - дев’ятих класах – 45 хвилин.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Зміна тривалості уроків допускається за погодженням з  відділом освіти Засновника та територіальними установами державної санітарно-епідеміологічної служби.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закладі освіти встановлюється така тривалість перерв між уроками: перша та друга - 10 хвилин, третя - 15 хвилин, четверта – 25 хвилин, п’ята і т.д. – 10 хвилин.</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2.11. Щоденна кількість і послідовність навчальних занять, уроків визначається розкладом занять, уроків відповідно до робочого навчального плану закладу освіти, що складається на кожен семестр, який відповідає санітарно-гігієнічним та педагогічним вимогам і затверджується директором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Для учнів 5-9 класів допускається проведення підряд двох уроків лабораторних і контрольних робіт, написання творів, а також уроків трудового навчання. Тижневий режим роботи закладу освіти затверджується у розкладі навчальних занять.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Режим роботи закладу дошкільної освіти: різновікова група – 6 годин.</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Заклад освіти може обирати інші, крім уроку, форми організації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У освітньому процесі закладу дошкільної освіти використовуються такі основні форми організації дітей: спеціально організована навчальна діяльність (заняття), ігри, самостійна діяльність дітей (художня, рухова, мовленнєва, ігрова, трудова, дослідницька та ін.), індивідуальна робота, спостереження, екскурсії, походи, свята та розваги, гуртки тощо.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Вони можуть бути організовані фронтально, підгрупами, індивідуально залежно від віку дітей, педагогічної мети, матеріально-технічного забезпечення закладу, професійної майстерності вихователів.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Основною формою організованої освітньої діяльності дітей дошкільного віку залишаються заняття з різних розділів програми (тематичні, комплексні, комбіновані, інтегровані, домінантні та ін.). здійснюється диференційовано, відповідно до індивідуальних можливостей, інтересів, нахилів, здібностей дітей з урахуванням їх віку, психофізичних особливостей, стану здоров’я. Освітній процес поєднує індивідуальні і колективні форми роботи.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навчальних програм. Домашні завдання учням 1-го класу не задаються.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2.13. Облік навчальних досягнень учнів протягом року здійснюється у класних журналах,  інструкції про ведення яких затверджуються Міністерством освіти і науки Країни. Результати навчальної діяльності за рік заносяться до особової справи учня.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2.14. У закладі освіти визначення рівня досягнень учнів у навчанні здійснюється відповідно до критеріїв оцінювання навчальних досягнень у навчанні учнів, ведеться тематичний облік знань.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першому класі дається словесна характеристика знань учнів. За рішенням педагогічної ради закладом освіти може надаватися словесна характеристика знань, умінь і навичок протягом першого семестру учнів другого класу та протягом перших двох місяців навчання учнів п’ятого класу.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документі про освіту (табелі успішності), відображаються рівні знань про досягнення учнів у навчанні за семестри, навчальний рік та у (свідоцтві) –   рівні за навчальний рік та  державну підсумкову атестацію.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2.15. Результати семестрового, річного, підсумкового оцінювання доводяться до відома учнів класним керівником (головою атестаційної комісії).</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2.16. Порядок переведення і випуск учнів закладу освіти визначається Міністерством освіти і науки України.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2.17.  За дитиною зберігається місце у закладі дошкільної освіти: у разі хвороби, карантину, хвороби або відпустки матері, на час щорічної відпустки батьків, а також 75 днів у літній період.</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Відрахування дітей із закладу дошкільної освіти може здійснюватись згідно медичної довідки про стан здоров’я дитини, за бажанням батьків (осіб, що їх замінюють), при невиконанні батьками угоди між закладом освіти і батьками, коли дитина не відвідує заклад освіти більше місяця без поважних причин, у разі несплати без поважних причин, плати за харчування дитини протягом двох місяців.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Адміністрація закладу освіти зобов’язана письмово повідомити про відрахування дитини не менш як за 10 календарних днів.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2.18.  Учні початкової школи, які протягом одного року навчання не засвоїли програмовий матеріал, за поданням педагогічної ради та згодою батьків (осіб, що їх замінюють) направляються на обстеження фахівцями відповідної психологічної та </w:t>
      </w:r>
      <w:proofErr w:type="spellStart"/>
      <w:r>
        <w:rPr>
          <w:rFonts w:ascii="Times New Roman" w:hAnsi="Times New Roman" w:cs="Times New Roman"/>
          <w:sz w:val="24"/>
          <w:szCs w:val="24"/>
        </w:rPr>
        <w:t>медико</w:t>
      </w:r>
      <w:proofErr w:type="spellEnd"/>
      <w:r>
        <w:rPr>
          <w:rFonts w:ascii="Times New Roman" w:hAnsi="Times New Roman" w:cs="Times New Roman"/>
          <w:sz w:val="24"/>
          <w:szCs w:val="24"/>
        </w:rPr>
        <w:t xml:space="preserve"> - педагогічної консультації. За висновками зазначеної консультації такі учні можуть продовжувати навчання в спеціальних школах або навчатися за індивідуальними навчальними планами і програмами за згодою батьків (осіб, що їх замінюють).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Учні початкових класів,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що їх замінюють).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2.19.  Навчання у випускних (4, 9) класах закладу освіти завершуються державною підсумковою атестацією. Зміст, форма і порядок проведення атестації визначається МОН  та МОЗ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МОН та МОЗ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2.20. Учням, які закінчили певний ступінь закладу освіти, видається відповідний документ про освіту: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про здобуття початкової освіти – табель успішності;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про здобуття базової середньої освіти – свідоцтво про базову загальну середню освіту.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Випускникам 9-го класу, які не атестовані хоча б з одного предмета, видається табель успішності.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Рішення про відрахування із закладу дітей-сиріт та дітей, позбавлених батьківського піклування, приймається лише за згодою органів опіки та піклування. За сприянням  відділу освіти  Засновника такі діти переводяться до іншого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2.21. За відмінні успіхи у навчанні та участь у громадському житті закладу освіти для учнів встановлюються такі форми морального і матеріального заохочення: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нагородження похвальним листом «За високі досягнення у навчанні» (учні 2 - 8 класів);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надання рекомендацій для вступу в інші заклади освіти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нагородження дипломом дирекції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 відмінні успіхи у навчанні випускникам закладу освіти ІІ ступеня видається свідоцтво про базову загальну середню освіту з відзнакою.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2.22.  Виховання учнів, вихованців закладу дошкільної освіти здійснюється під час проведення занять, уроків, в процесі позаурочної та позашкільної роботи.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2.23.  Примусове залучення учнів (вихованців) закладу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участь в агітаційній роботі та політичних акціях забороняється.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2.24.  Дисципліна в закладі освіти дотримується на основі взаємоповаги усіх учасників освітнього процесу, дотримання правил внутрішнього розпорядку та Статуту.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Застосування методів фізичного та психічного насильства до дітей забороняється.</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ІІІ. Учасники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  Учасниками освітнього процесу в закладі освіти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учні, вихованці;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педагогічні працівники закладу;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психолог;</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бібліотекар;</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інші спеціалісти;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керівники;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обслуговуючий персонал;</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батьки (особи, що їх замінюють).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3.2.  Права і обов’язки вихованців, учнів, педагогічних працівників та інших працівників визначаються чинним законодавством та цим Статутом.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3.3. Учні, вихованці закладу освіти мають гарантоване державою право: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доступність і безоплатність дошкільної,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вибір форми навчання, факультативів, спецкурсів, позашкільних та позакласних занять;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на користування навчально-виробничою, науковою, матеріально-технічною, культурно-спортивною, </w:t>
      </w:r>
      <w:proofErr w:type="spellStart"/>
      <w:r>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 відновною та лікувально-оздоровчою базою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доступ до інформації з усіх галузей знань;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різних видах науково-практичної діяльності, конференціях, олімпіадах, виставках, конкурсах тощо;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роботі органів громадського самоврядування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в обговоренні і вносити власні пропозиції щодо організації освітнього процесу, дозвілля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добровільних самодіяльних об’єднаннях, творчих студіях, клубах, гуртках, групах за інтересами тощо;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захист від будь-яких форм експлуатації, психічного і фізичного насилля, що порушують права або принижують їх честь, гідність;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безпечні і нешкідливі умови навчання, виховання та праці;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отримання додаткових освітніх послуг;</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безпечні та нешкідливі умови утримання дитини;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повагу людської гідності, вільне вираження поглядів, переконань;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перегляд результатів оцінювання освітніх досягнень з усіх предметів інваріантної та варіативної складових робочого навчального плану.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3.4. Учні зобов’язані: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оволодівати знаннями, вміннями, практичними навичками в обсязі не меншому, ніж визначено Державним стандартом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підвищувати загальнокультурний рівень;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пошуковій, науковій діяльності;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дотримуватись вимог Статуту, правил внутрішнього розпорядку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дбайливо ставитись до державного, громадського і особистого майна, майна інших учасників освітнього процесу;</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дотримуватись законодавства, моральних, етичних норм;</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брати посильну участь у різних видах трудової діяльності, що не заборонені чинним законодавством;</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дотримуватись правил особистої гігієни;</w:t>
      </w:r>
    </w:p>
    <w:p w:rsidR="00B513E5" w:rsidRDefault="00B513E5" w:rsidP="00B513E5">
      <w:pPr>
        <w:numPr>
          <w:ilvl w:val="0"/>
          <w:numId w:val="1"/>
        </w:numPr>
        <w:tabs>
          <w:tab w:val="left" w:pos="708"/>
        </w:tabs>
        <w:spacing w:after="0"/>
        <w:ind w:left="0" w:firstLine="426"/>
        <w:jc w:val="both"/>
        <w:rPr>
          <w:rFonts w:ascii="Times New Roman" w:hAnsi="Times New Roman" w:cs="Times New Roman"/>
          <w:sz w:val="24"/>
          <w:szCs w:val="24"/>
        </w:rPr>
      </w:pPr>
      <w:r>
        <w:rPr>
          <w:rFonts w:ascii="Times New Roman" w:hAnsi="Times New Roman" w:cs="Times New Roman"/>
          <w:sz w:val="24"/>
          <w:szCs w:val="24"/>
        </w:rPr>
        <w:t>виконувати вимоги педагогічних та інших працівників відповідно до Статуту та внутрішнього розпорядку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3.5. Учні закладу освіти залучаються за їх згодою та згодою батьків (осіб, що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3.6. За невиконання учасниками освітнього процесу своїх обов’язків, порушення правил внутрішнього трудового розпорядку, Статуту на них можуть накладатися стягнення відповідно до закону.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3.7.  Педагогічними працівниками закладу освіти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загальну середню освіту», «Про дошкільну освіту» та іншими законодавчими актами. Педагогічні працівники призначаються директором закладу освіти.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3.9.  Обсяг педагогічного навантаження вчителів визначається відповідно до законодавства керівником закладу освіти і затверджується відділом освіти Засновника. </w:t>
      </w:r>
      <w:r>
        <w:rPr>
          <w:rFonts w:ascii="Times New Roman" w:hAnsi="Times New Roman" w:cs="Times New Roman"/>
          <w:sz w:val="24"/>
          <w:szCs w:val="24"/>
        </w:rPr>
        <w:lastRenderedPageBreak/>
        <w:t>Обсяг педагогічного навантаження може бути менше тарифної ставки (посадового окладу) лише за письмовою згодою педагогічного працівника.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3.10.  Педагогічні працівники мають право на: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самостійний вибір форм, методів, засобів навчальної роботи, нешкідливих для здоров’я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участь у роботі методичних об’єднань, нарад, зборів закладу освіти та інших органів самоврядування закладу освіти, в заходах, пов’язаних з організацією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вибір форми та здійснення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проходити атестацію для здобуття відповідної кваліфікаційної категорії та отримати її в разі успішного проходження атестації;</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проведення в установленому порядку науково-дослідної, експериментальної, пошукової роботи;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вносити керівництву закладу освіти і органам управління освітою пропозиції щодо поліпшення навчально-виховної роботи;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соціальне і матеріальне забезпечення відповідно до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об’єднуватись у професійні спілки та бути членами інших об’єднань громадян, діяльність яких не забороняється законодавством;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порушувати питання захисту прав, професійної та людської гідності.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3.11.  Педагогічні працівники зобов’язані: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контролювати рівень навчальних досягнень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сприяти розвитку інтересів, нахилів та здібностей дітей, а також збереженню їх здоров’я, здійснювати пропаганду здорового способу життя;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повагу до державної символіки, принципів загальнолюдської моралі;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виконувати Статут закладу освіти, правила внутрішнього розпорядку, умови контракту чи трудового договору;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роботі педагогічної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захищати учнів від будь-яких форм фізичного або психічного насильства, запобіганню вживання алкоголю, наркотиків, тютюну, інших шкідливих звичок;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постійно підвищувати свій професійний рівень, педагогічну майстерність, загальну і політичну культуру;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виконувати накази і розпорядження керівника закладу освіти, органів управління освітою;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вести відповідну документацію.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3.12.  У закладі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3.13.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3.14. Права та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3.15. Батьки (особи, що їх замінюють), мають право: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обирати заклад освіти та форми навчання і виховання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звертатись до органів управління освітою, керівника закладу освіти і органів громадського самоврядування з питань навчання, виховання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брати участь у заходах, спрямованих на поліпшення організації освітнього процесу та зміцненні матеріально-технічної бази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на захист законних інтересів своїх дітей в органах громадського самоврядування закладу освіти та у відповідних державних, судових органах;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приймати рішення про участь дитини в науковій, спортивній, трудовій, пошуковій, інноваційній діяльності.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3.16. Батьки (особи, що їх замінюють), несуть відповідальність за здобуття дітьми дошкільної, загальної середньої освіти і зобов’язані: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створювати умови для здобуття дитиною дошкільної, загальної середньої освіти за будь-якою формою навчання;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забезпечувати дотримання дітьми вимог Статуту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постійно дбати про фізичне здоров’я, психічний стан дітей, створювати належні умови для розвитку їхніх природних здібностей;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поважати честь і гідність дитини та працівника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виховувати у дітей повагу до законів, прав, основних свобод людини;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своєчасно вносити плату за харчування дитини у закладі дошкільної освіти у встановленому порядку;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своєчасно оповіщати про можливу відсутність або хворобу дитини, в разі невідвідування дитиною протягом 3-х днів закладу дошкільної освіти зобов’язані подати довідку про стан здоров’я дитини.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3.17.  У разі невиконання батьками (особами, що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ІV. Управління закладом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4.1. Управління закладом освіти здійснюється його Засновником – Крупецької сільської ради.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Безпосереднє керівництво закладом освіти здійснює його директор.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Посаду директора може займати особа, яка є громадянином України,  має вищу педагогічну освіту на рівні спеціаліста або магістра, стаж педагогічної роботи не менш як 3 роки, успішно пройшла атестацію керівних кадрів освіти у порядку, встановленому Міністерством освіти і науки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Директор закладу освіти призначається і звільняється з посади за розпорядженням сільського голови. Призначення та звільнення заступників директора здійснюється директором з дотриманням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4.2.  Директор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освітній процес;</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забезпечує контроль за виконанням навчальних планів і програм, рівнем досягнень учнів у навчанні;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відповідає за дотримання вимог Державного стандарту загальної середньої освіти, за якість і ефективність роботи педагогічного колективу;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створює необхідні умови для участі учнів у позакласній та позашкільній роботі, проведення виховної роботи;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забезпечує дотримання вимог охорони дитинства, санітарно-гігієнічних та протипожежних норм, техніки безпеки;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розпоряджається в установленому порядку шкільним майном і коштами;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підтримує ініціативи щодо встановлення системи навчання та виховання, заохочення творчих пошуків, дослідно-експериментальної роботи педагогів;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забезпечує реалізацію права учнів (вихованців) на захист їх від будь-яких форм фізичного або психічного насильства;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вживає заходів до запобігання вживання учнями алкоголю, наркотиків;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контролює організацію харчування і медичного обслуговування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видає у межах своєї компетенції накази та розпорядження і контролює їх виконання;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призначає класних керівників, завідуючих навчальними кабінетами, майстернею, навчально-дослідною ділянкою;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щороку звітує про свою роботу на загальних зборах (конференції) колективу.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4.3. Вищим органом громадського самоврядування закладу освіти є загальні збори колективу, що скликаються не менше одного разу на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Делегати загальних зборів з правом вирішального голосу обираються від таких трьох категорій: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Працівників закладу освіти – зборами трудового колективу;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Учнів закладу освіти ІI ступеня – класними зборами;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Батьків, представників громадськості – класними батьківськими зборами.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Кожна категорія обирає однакову кількість делегатів. Визначається така кількість делегатів: від працівників закладу освіти – 2, учнів – 2, батьків і представників громадськості – 2.</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Термін їх повноважень становить 1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Право скликати збори мають голова ради закладу освіти, учасники зборів, якщо за це висловилося не менше третини їх загальної кількості, директор закладу освіти, Засновник.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Загальні збори: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обирають раду закладу освіти, її голову, встановлюють термін їх повноважень;</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заслуховують звіт директора і голови ради закладу освіти;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розглядають питання навчально-виховної, методичної і фінансово-господарської діяльності закладу освіти;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затверджують основні напрями вдосконалення освітнього процесу;</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розглядають інші найважливіші напрями діяльності закладу освіти;</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приймають рішення про стимулювання праці керівників та інших педагогічних працівників;</w:t>
      </w:r>
    </w:p>
    <w:p w:rsidR="00B513E5" w:rsidRDefault="00B513E5" w:rsidP="00B513E5">
      <w:pPr>
        <w:numPr>
          <w:ilvl w:val="0"/>
          <w:numId w:val="1"/>
        </w:num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приймають рішення про створення піклувальної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  У період між загальними зборами діє рада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4.4.1.  Метою діяльності ради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демократизації і гуманізації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об’єднання зусиль педагогічного і учнівського колективів, батьків, громадськості щодо розвитку закладу освіти та сприяння організаційно-педагогічному забезпеченню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позитивного іміджу та демократичного стилю управління закладом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розширення колегіальних форм управління закладом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підвищення ролі громадськості у вирішенні питань, пов’язаних з організацією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4.4.2.  Основними завданнями ради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підвищення ефективності освітнього процесу у взаємодії з сім’єю, громадськістю, державними та приватними інституціями;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формування навичок здорового способу життя;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створення належного педагогічного клімату у закладі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духовному, фізичному розвитку учнів та набуття ними соціального досвіду;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організації дозвілля та оздоровлення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підтримка громадських ініціатив щодо створення належних умов удосконалення процесу навчання та виховання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ініціювання дій, що сприяли б неухильному виконанню положень чинного законодавства щодо обов’язковості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стимулювання морального та матеріального заохочення учнів, сприяння пошуку, підтримки обдарованих дітей;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зміцнення партнерських зв’язків між родинами учнів та закладом освіти з метою забезпечення єдності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педагогічній освіті батьків.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4.4.3. До ради обирають пропорційно представники від педагогічного колективу, учнів ІІ ступеня навчання, батьків і громадськості.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Представництво в раді й загальна її чисельність визначаються загальними зборами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Рішення про дострокове припинення роботи члена ради з будь-яких причин приймається виключно загальними зборами.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На чергових виборах склад ради оновлюється не менше, ніж на третину.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4.4.4.  Рада закладу  освіти діє на засадах: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вимог законодавства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колегіального ухвалення рішень;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членства;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гласності.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Засідання ради може скликатися її головою або з ініціативи директора закладу освіти, власника, а також членами ради. Рішення ради приймається простою більшістю голосів за наявності на засіданні не менше двох третин її членів.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рівної кількості голосів вирішальним є голос голови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Рішення ради, що не суперечать чинному законодавству та Статуту закладу освіти, доводяться в 7-й денний термін до відома педагогічного колективу, учнів, батьків (осіб, які їх замінюють) та громадськості.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разі незгоди адміністрації закладу освіти з рішенням ради створюється узгоджувальна комісія, яка розглядає спірне питання.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До складу комісії входять представники органів громадського самоврядування, адміністрації, профспілкового комітету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4.4.5.  Очолює раду закладу освіти голова, який обирається із складу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Голова ради може бути членом педагогічної ради.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Головою ради не може бути директор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Для вирішення поточних питань рада може створювати постійні або тимчасові комісії з окремих напрямів роботи. Склад комісії і зміст їх роботи визначаються радою.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Члени ради мають право вносити на розгляд усі питання, що стосуються закладу освіти, пов’язаної з організацією освітнього процесу, проведенням оздоровчих та культурно-масових заходів.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4.4.6.  Рада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виконання рішень загальних зборів;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пропозиції щодо зміни типу, статусу, вивчення іноземних мов та мов національних меншин;</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спільно з адміністрацією розглядає і затверджує план роботи закладу освіти та здійснює контроль за його виконанням;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разом з адміністрацією здійснює контроль за виконанням Статуту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затверджує режим роботи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сприяє формуванню мережі класів закладу освіти, обґрунтовуючи її доцільність в органах виконавчої влади та місцевого самоврядування;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приймає рішення спільно з педагогічною радою про визначення претендентів на отримання свідоцтва про базову загальну середню освіту з відзнакою, про нагородження учнів похвальними листами «За високі досягнення у навчанні»;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разом з педагогічною радою визначає доцільність вибору навчальних предметів варіативної  складової робочих навчальних планів, враховуючи можливості, потреби учнів (вихованців), а також тенденції розвитку регіону, суспільства і держави;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погоджує робочий навчальний план на кожний навчальний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заслуховує звіт голови ради, інформацію директора та його заступників з питань навчально-виховної та фінансово-господарської діяльності;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бере участь у засіданнях атестаційної комісії з метою обговорення питань про присвоєння кваліфікаційних категорій вчителям;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на розгляд педагогічної ради пропозиції щодо поліпшення організації позакласної та позашкільної роботи з учнями;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виступає ініціатором проведення добровільних акцій;</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на розгляд педагогічної ради та  пропозиції щодо морального та матеріального заохочення учасників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ініціює розгляд кадрових питань та бере участь у їх вирішенні;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створенню та діяльності центрів дозвілля, а також залучає громадськість, батьків (осіб, що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розподіляє і контролює кошти фонду загального обов’язкового навчання;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приймає рішення про надання матеріальної допомоги учням;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питання родинного виховання;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бере участь за згодою батьків (осіб, що їх замінюють) в обстеженні житлово-побутових умов учнів, які перебувають в несприятливих соціально-економічних умовах;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педагогічній освіті батьків;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сприяє поповненню бібліотечного фонду та передплаті періодичних видань;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питання здобуття загальної середньої освіти учнями;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організовує громадський контроль за харчуванням і медичним обслуговуванням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розглядає звернення учасників освітнього процесу з питань роботи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вносить пропозиції щодо морального і матеріального заохочення учасників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може створювати постійні або тимчасові комісії з окремих напрямків роботи. Склад комісії та зміст їх роботи визначається радою.</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4.5. При закладі освіти за рішенням загальних зборів може створюватися і діяти піклувальна рада.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4.6. Метою діяльності піклувальної ради є забезпечення доступності та якості дошкільної,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4.6.1. Основними завданнями піклувальної ради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виконанню законодавства України щодо обов’язковості дошкільної,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зміцнення навчально-виробничої, наукової, матеріально-технічної, культурно-спортивної, </w:t>
      </w:r>
      <w:proofErr w:type="spellStart"/>
      <w:r>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 відновної та лікувально-оздоровчої бази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організація змістовного дозвілля та оздоровлення учнів, педагогічних працівників;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вироблення рекомендацій щодо раціонального використання фонду загальнообов’язкового навчання;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запобігання дитячій бездоглядності;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сприяння продовженню навчання випускників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стимулювання творчої праці педагогічних працівників та учнів;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всебічне зміцнення зв’язків між родинами учнів та закладом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4.6.2. Піклувальна рада формується у складі 5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піклувальної ради обираються на загальних зборах закладу освіти шляхом голосування простою більшістю голосів.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піклувальної ради працюють на громадських засадах.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Не допускається втручання членів піклувальної ради в освітній процес (відвідування уроків тощо) без згоди керівника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У випадках, коли хтось із членів піклувальної ради вибуває, на загальних зборах на його місце обирається інша особа.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4.6.3. Піклувальна рада діє на засадах:</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дотримання вимог законодавства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самоврядування;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колегіальності ухвалення рішень;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рішень;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добровільності і рівноправності членства;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гласності.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Робота піклувальної ради планується добровільно. Кількість засідань визначається їх доцільністю, але, як правило, не менш ніж чотири рази на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 xml:space="preserve"> Позачергові засідання можуть проводитись також на вимогу третини і більше її членів.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4.7. У закладі освіти створюється постійно діючий дорадчий колегіальний орган – педагогічна рада.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Головою педагогічної ради є директор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4.8. Педагогічна рада розглядає питання: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удосконалення і методичного забезпечення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планування та режим роботи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варіативної складової робочого навчального плану;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переведення учнів (вихованців) до наступних класів і їх випуску, видачі документів про базову загальну середню освіту, нагородження за успіхи у навчанні;</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участь у інноваційній та експериментальній діяльності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співпраці з вищими закладами освіти та науковими установами;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морального та матеріального заохочення учнів (вихованців) та працівників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морального заохочення батьків (осіб, що їх замінюють), та громадських діячів, які беруть участь в організації </w:t>
      </w:r>
      <w:proofErr w:type="spellStart"/>
      <w:r>
        <w:rPr>
          <w:rFonts w:ascii="Times New Roman" w:hAnsi="Times New Roman" w:cs="Times New Roman"/>
          <w:sz w:val="24"/>
          <w:szCs w:val="24"/>
        </w:rPr>
        <w:t>освітньогоо</w:t>
      </w:r>
      <w:proofErr w:type="spellEnd"/>
      <w:r>
        <w:rPr>
          <w:rFonts w:ascii="Times New Roman" w:hAnsi="Times New Roman" w:cs="Times New Roman"/>
          <w:sz w:val="24"/>
          <w:szCs w:val="24"/>
        </w:rPr>
        <w:t xml:space="preserve">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притягнення до дисциплінарної відповідальності учнів (вихованців), працівників закладу освіти за невиконання ними своїх обов’язків;</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педагогічна рада розглядає також інші питання, пов’язані з діяльністю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4.9.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Члени педагогічної ради мають право виносити на її розгляд актуальні питання освітнього процесу.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4.10. У закладі освіти можуть створюватися учнівські та вчительські громадські організації, що діють відповідно до чинного законодавства України.</w:t>
      </w:r>
    </w:p>
    <w:p w:rsidR="00B513E5" w:rsidRDefault="00B513E5" w:rsidP="00B513E5">
      <w:pPr>
        <w:tabs>
          <w:tab w:val="left" w:pos="708"/>
        </w:tabs>
        <w:spacing w:after="0"/>
        <w:ind w:firstLine="426"/>
        <w:rPr>
          <w:rFonts w:ascii="Times New Roman" w:hAnsi="Times New Roman" w:cs="Times New Roman"/>
          <w:b/>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 Матеріально-технічна база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5.2. Майно, закріплене за закладом освіти, належить йому на правах оперативного управління.  </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5.3. Для збереження освітнього процесу база закладу освіти складається із навчальних кабінетів, ігрових кімнат, комбінованої майстерні, бібліотеки, спальні, медичного, комп’ютерного кабінетів, їдальні, спортивної кімнати, котельні, приміщення для навчально-допоміжного персоналу.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5.4. Заклад освіти має земельну ділянку, де розміщуються спортивний та ігрові майданчики, зона відпочинку, господарські будівлі тощо.</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 . Фінансово-господарська діяльність</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6.1. Фінансово-господарська діяльність закладу освіти здійснюється відповідно до Бюджетного кодексу України, Законів України «Про освіту», «Про загальну середню освіту», «Про дошкільну освіту» та іншими нормативними документами.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6.2. Джерелами формування кошторису закладу освіти є:</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кошти державної освітньої субвенції та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кошти, отримані за надання платних послуг;</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від передачі в оренду приміщень, споруд, обладнання;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благодійні внески юридичних і фізичних осіб;</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інші джерела, не заборонені законодавством.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6.3. Заклад освіти має право на: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придбання та оренду необхідного обладнання та інші матеріальні ресурси, користуватись послугами будь-якого підприємства, установи, організації або фізичної особи;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фінансувати за рахунок власних надходжень заходи, що сприяють поліпшенню соціально-побутових умов колективу.</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Порядок ведення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 рішенням Засновника закладу бухгалтерський облік може здійснюватись самостійно або через централізовану  бухгалтерію Засновника.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Звітність про діяльність закладу освіти встановлюється відповідно до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Заклад освіти є неприбутковою установою.</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VІІ . Міжнародне співробітництво</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7.1. Заклад освіти за наявності належної матеріально-технічної та соціально-культурної бази, відповідного фінансування має право проводити міжнародний </w:t>
      </w:r>
      <w:r>
        <w:rPr>
          <w:rFonts w:ascii="Times New Roman" w:hAnsi="Times New Roman" w:cs="Times New Roman"/>
          <w:sz w:val="24"/>
          <w:szCs w:val="24"/>
        </w:rPr>
        <w:lastRenderedPageBreak/>
        <w:t>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7.2. Заклад освіти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7.3. Участь закладу освіти у міжнародних програмах, проектах, учнівському та педагогічному обміні здійснюється відповідно до законодавства.</w:t>
      </w:r>
    </w:p>
    <w:p w:rsidR="00B513E5" w:rsidRDefault="00B513E5" w:rsidP="00B513E5">
      <w:pPr>
        <w:tabs>
          <w:tab w:val="left" w:pos="708"/>
        </w:tabs>
        <w:spacing w:after="0"/>
        <w:ind w:firstLine="426"/>
        <w:rPr>
          <w:rFonts w:ascii="Times New Roman" w:hAnsi="Times New Roman" w:cs="Times New Roman"/>
          <w:b/>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VІІІ . Контроль за діяльністю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8.2. Державний контроль здійснюють Міністерство освіти і науки України,   інші центральні органи виконавчої влади, до сфери управління якої належить заклад освіти, Державна інспекція навчальних закладів при МОН України, місцеві органи виконавчої влади та органи місцевого самоврядування, Засновник та відділ освіти Засновника.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8.3. Основною формою державного контролю за діяльністю закладу освіти є атестація, що проводиться не рідше одного разу на десять років у порядку, встановленому Міністерством освіти і науки України.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8.4. Позачергова атестація проводиться, як виняток, лише за рішенням МОН України за поданням органу громадського самоврядування закладу освіти або  відділу освіти Засновника.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8.5. Атестованому закладу освіти надається право видачі документів про освіту державного зразка.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8.6. Якщо у закладі освіти результати діяльності та умови організації освітнього процесу не відповідають установленим державним стандартам – заклад освіти  вважається не атестованим. У такому випадку приймається рішення про проведення повторної атестації  через 1-2 роки або зміну типу, реорганізації чи ліквідації  закладу освіти відповідно до вимог чинного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8.7. У період між атестацією проводяться перевірки (інспектування) закладу освіти з питань, пов’язаних з його освітньою діяльністю. Зміст, види, і періодичність цих перевірок визначаються залежно від стану навчально-виховної роботи, але не частіше 1-2 разів на рік.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Перевірки з питань, не пов’язаних з освітньою діяльністю, проводяться його Засновником відповідно до законодавства.</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center"/>
        <w:rPr>
          <w:rFonts w:ascii="Times New Roman" w:hAnsi="Times New Roman" w:cs="Times New Roman"/>
          <w:b/>
          <w:sz w:val="24"/>
          <w:szCs w:val="24"/>
        </w:rPr>
      </w:pPr>
      <w:r>
        <w:rPr>
          <w:rFonts w:ascii="Times New Roman" w:hAnsi="Times New Roman" w:cs="Times New Roman"/>
          <w:b/>
          <w:sz w:val="24"/>
          <w:szCs w:val="24"/>
        </w:rPr>
        <w:t>ІХ. Реорганізація та ліквідація закладу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9.1. Рішення про реорганізацію або ліквідацію закладу освіти приймає Засновник.</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9.2. Реорганізація закладу освіти відбувається шляхом злиття, приєднання, поділу, виділення.</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lastRenderedPageBreak/>
        <w:t>9.3. Ліквідація проводиться комісією, призначеною Засновником, а у випадках ліквідації за рішенням господарського суду – ліквідаційною комісією, призначеною цим органом.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З часу призначення ліквідаційної комісії до неї переходять повноваження щодо управління закладом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9.5.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9.6. Ліквідація або реорганізація закладу освіти здійснюється згідно з чинним законодавством.</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9.7. При ліквідації закладу освіти учням надається право навчатися в інших закладах освіти.</w:t>
      </w: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9.8. При реорганізації  закладу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p>
    <w:p w:rsidR="00B513E5" w:rsidRDefault="00B513E5" w:rsidP="00B513E5">
      <w:pPr>
        <w:tabs>
          <w:tab w:val="left" w:pos="708"/>
        </w:tabs>
        <w:spacing w:after="0"/>
        <w:ind w:firstLine="426"/>
        <w:jc w:val="both"/>
        <w:rPr>
          <w:rFonts w:ascii="Times New Roman" w:hAnsi="Times New Roman" w:cs="Times New Roman"/>
          <w:sz w:val="24"/>
          <w:szCs w:val="24"/>
        </w:rPr>
      </w:pPr>
      <w:r>
        <w:rPr>
          <w:rFonts w:ascii="Times New Roman" w:hAnsi="Times New Roman" w:cs="Times New Roman"/>
          <w:sz w:val="24"/>
          <w:szCs w:val="24"/>
        </w:rPr>
        <w:t>Директор</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Галина Чабанова</w:t>
      </w:r>
    </w:p>
    <w:p w:rsidR="00637B41" w:rsidRDefault="00637B41"/>
    <w:sectPr w:rsidR="00637B41" w:rsidSect="00637B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DF4"/>
    <w:multiLevelType w:val="hybridMultilevel"/>
    <w:tmpl w:val="02D886EE"/>
    <w:lvl w:ilvl="0" w:tplc="0FEC3E78">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C81F08"/>
    <w:rsid w:val="00171A2E"/>
    <w:rsid w:val="00304C90"/>
    <w:rsid w:val="00505B6D"/>
    <w:rsid w:val="00637B41"/>
    <w:rsid w:val="006D3977"/>
    <w:rsid w:val="007D6C18"/>
    <w:rsid w:val="00A324E0"/>
    <w:rsid w:val="00B513E5"/>
    <w:rsid w:val="00BD6280"/>
    <w:rsid w:val="00C81F08"/>
    <w:rsid w:val="00D1641A"/>
    <w:rsid w:val="00F63C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13E5"/>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99"/>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99"/>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99"/>
    <w:unhideWhenUsed/>
    <w:qFormat/>
    <w:rsid w:val="006329F8"/>
    <w:pPr>
      <w:spacing w:line="240" w:lineRule="auto"/>
    </w:pPr>
    <w:rPr>
      <w:b/>
      <w:bCs/>
      <w:color w:val="2DA2BF" w:themeColor="accent1"/>
      <w:sz w:val="18"/>
      <w:szCs w:val="18"/>
      <w:lang w:val="en-US" w:eastAsia="en-US" w:bidi="en-US"/>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34"/>
    <w:unhideWhenUsed/>
    <w:qFormat/>
    <w:rsid w:val="00C81F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34"/>
    <w:rsid w:val="00C81F08"/>
    <w:rPr>
      <w:rFonts w:ascii="Times New Roman" w:eastAsia="Times New Roman" w:hAnsi="Times New Roman" w:cs="Times New Roman"/>
      <w:sz w:val="24"/>
      <w:szCs w:val="24"/>
      <w:lang w:val="uk-UA" w:eastAsia="uk-UA" w:bidi="ar-SA"/>
    </w:rPr>
  </w:style>
  <w:style w:type="character" w:customStyle="1" w:styleId="af2">
    <w:name w:val="Абзац списка Знак"/>
    <w:link w:val="af1"/>
    <w:uiPriority w:val="34"/>
    <w:locked/>
    <w:rsid w:val="00B513E5"/>
  </w:style>
  <w:style w:type="paragraph" w:styleId="HTML">
    <w:name w:val="HTML Preformatted"/>
    <w:aliases w:val="Знак2, Знак2"/>
    <w:link w:val="HTML0"/>
    <w:unhideWhenUsed/>
    <w:rsid w:val="00B513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B513E5"/>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26</Pages>
  <Words>8262</Words>
  <Characters>47096</Characters>
  <Application>Microsoft Office Word</Application>
  <DocSecurity>0</DocSecurity>
  <Lines>392</Lines>
  <Paragraphs>110</Paragraphs>
  <ScaleCrop>false</ScaleCrop>
  <Company>Microsoft</Company>
  <LinksUpToDate>false</LinksUpToDate>
  <CharactersWithSpaces>55248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2020-01-10T06:49:00Z</dcterms:created>
  <dcterms:modified xsi:type="dcterms:W3CDTF">2020-01-10T06:57:00Z</dcterms:modified>
</cp:coreProperties>
</file>