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E29" w:rsidRPr="00C92EA5" w:rsidRDefault="00D57E29" w:rsidP="00D57E2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D57E29" w:rsidRPr="00C92EA5" w:rsidRDefault="00D57E29" w:rsidP="00D5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10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E29" w:rsidRPr="00E77963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E29" w:rsidRDefault="00D57E29" w:rsidP="00D57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Группа 1003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57E29" w:rsidRPr="00E77963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57E29" w:rsidRDefault="00D57E29" w:rsidP="00D57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57E29" w:rsidRPr="00C92EA5" w:rsidRDefault="00D57E29" w:rsidP="00D57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57E29" w:rsidRPr="00C92EA5" w:rsidRDefault="00D57E29" w:rsidP="00D57E2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57E29" w:rsidRPr="00C92EA5" w:rsidRDefault="00D57E29" w:rsidP="00D57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57E29" w:rsidRDefault="00D57E29" w:rsidP="00D57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D57E29" w:rsidRPr="00C92EA5" w:rsidRDefault="00D57E29" w:rsidP="00D57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57E29" w:rsidRPr="00C92EA5" w:rsidRDefault="00D57E29" w:rsidP="00D57E2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57E29" w:rsidRPr="00C92EA5" w:rsidRDefault="00D57E29" w:rsidP="00D57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57E29" w:rsidRPr="00C92EA5" w:rsidRDefault="00D57E29" w:rsidP="00D57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57E29" w:rsidRPr="00C92EA5" w:rsidRDefault="00D57E29" w:rsidP="00D57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57E29" w:rsidRPr="00C92EA5" w:rsidRDefault="00D57E29" w:rsidP="00D57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57E29" w:rsidRPr="00C92EA5" w:rsidRDefault="00D57E29" w:rsidP="00D57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57E29" w:rsidRPr="00C92EA5" w:rsidRDefault="00D57E29" w:rsidP="00D57E2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57E29" w:rsidRPr="00C92EA5" w:rsidRDefault="00D57E29" w:rsidP="00D57E2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57E29" w:rsidRPr="00C92EA5" w:rsidRDefault="00D57E29" w:rsidP="00D57E2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D57E29" w:rsidRPr="00C92EA5" w:rsidRDefault="00D57E29" w:rsidP="00D57E29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57E29" w:rsidRPr="00C92EA5" w:rsidRDefault="00D57E29" w:rsidP="00D57E29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D57E29" w:rsidRPr="00C92EA5" w:rsidRDefault="00D57E29" w:rsidP="00D57E2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D57E29" w:rsidRPr="00C92EA5" w:rsidRDefault="00D57E29" w:rsidP="00D57E2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D57E29" w:rsidRPr="00C92EA5" w:rsidRDefault="00D57E29" w:rsidP="002F309A">
      <w:pPr>
        <w:tabs>
          <w:tab w:val="left" w:pos="35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Соколенко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Н.А.</w:t>
      </w:r>
      <w:r w:rsidR="002F309A">
        <w:rPr>
          <w:rFonts w:ascii="Times New Roman" w:eastAsia="Calibri" w:hAnsi="Times New Roman" w:cs="Times New Roman"/>
          <w:b/>
          <w:sz w:val="24"/>
        </w:rPr>
        <w:tab/>
      </w:r>
    </w:p>
    <w:p w:rsidR="00D57E29" w:rsidRPr="00C92EA5" w:rsidRDefault="00D57E29" w:rsidP="00D57E2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57E29" w:rsidRPr="00C92EA5" w:rsidRDefault="00D57E29" w:rsidP="00D57E2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>зглянувши   заяву   Соколенко Н.А.</w:t>
      </w:r>
      <w:r w:rsidRPr="00C92EA5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D57E29" w:rsidRPr="00C92EA5" w:rsidRDefault="00D57E29" w:rsidP="00D57E2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D57E29" w:rsidRPr="00C92EA5" w:rsidRDefault="00D57E29" w:rsidP="00D57E2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57E29" w:rsidRPr="00C92EA5" w:rsidRDefault="00D57E29" w:rsidP="00D57E2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57E29" w:rsidRDefault="00D57E29" w:rsidP="00D57E29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Надати Соколенко Наталії Анатоліївні,  яка зареєстрована  за адресою: </w:t>
      </w:r>
      <w:r w:rsidR="006318BE">
        <w:rPr>
          <w:rFonts w:ascii="Times New Roman" w:eastAsia="Calibri" w:hAnsi="Times New Roman" w:cs="Times New Roman"/>
          <w:sz w:val="24"/>
        </w:rPr>
        <w:t>____________</w:t>
      </w:r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2,0000</w:t>
      </w:r>
      <w:r w:rsidR="002F309A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bookmarkStart w:id="0" w:name="_GoBack"/>
      <w:bookmarkEnd w:id="0"/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колективної власності колишнього КСП,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 ради.</w:t>
      </w:r>
    </w:p>
    <w:p w:rsidR="00D57E29" w:rsidRPr="00C92EA5" w:rsidRDefault="00D57E29" w:rsidP="00D57E2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Соколенко Н.А.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D57E29" w:rsidRPr="00C92EA5" w:rsidRDefault="00D57E29" w:rsidP="00D57E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57E29" w:rsidRPr="00C92EA5" w:rsidRDefault="00D57E29" w:rsidP="00D57E2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57E29" w:rsidRPr="00C92EA5" w:rsidRDefault="00D57E29" w:rsidP="00D57E2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57E29" w:rsidRDefault="00D57E29" w:rsidP="00D57E2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57E29" w:rsidRPr="00C92EA5" w:rsidRDefault="00D57E29" w:rsidP="00D57E2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D60A7" w:rsidRPr="00D57E29" w:rsidRDefault="00D57E29" w:rsidP="00D57E2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5D60A7" w:rsidRPr="00D57E2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E29"/>
    <w:rsid w:val="00171A2E"/>
    <w:rsid w:val="002F309A"/>
    <w:rsid w:val="00304C90"/>
    <w:rsid w:val="00505B6D"/>
    <w:rsid w:val="005D60A7"/>
    <w:rsid w:val="006318BE"/>
    <w:rsid w:val="006D3977"/>
    <w:rsid w:val="007D6C18"/>
    <w:rsid w:val="00D1641A"/>
    <w:rsid w:val="00D5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29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29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252</Words>
  <Characters>1443</Characters>
  <Application>Microsoft Office Word</Application>
  <DocSecurity>0</DocSecurity>
  <Lines>12</Lines>
  <Paragraphs>3</Paragraphs>
  <ScaleCrop>false</ScaleCrop>
  <Company>Microsoft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Work</cp:lastModifiedBy>
  <cp:revision>3</cp:revision>
  <dcterms:created xsi:type="dcterms:W3CDTF">2021-04-14T12:04:00Z</dcterms:created>
  <dcterms:modified xsi:type="dcterms:W3CDTF">2021-04-15T16:39:00Z</dcterms:modified>
</cp:coreProperties>
</file>