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2E8" w:rsidRDefault="001062E8" w:rsidP="001062E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2E8" w:rsidRDefault="001062E8" w:rsidP="001062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2E8" w:rsidRDefault="001062E8" w:rsidP="001062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2E8" w:rsidRDefault="001062E8" w:rsidP="001062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2E8" w:rsidRDefault="001062E8" w:rsidP="001062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2E8" w:rsidRDefault="001062E8" w:rsidP="001062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2E8" w:rsidRDefault="001062E8" w:rsidP="001062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2E8" w:rsidRDefault="001062E8" w:rsidP="001062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2E8" w:rsidRDefault="001062E8" w:rsidP="001062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2E8" w:rsidRDefault="001062E8" w:rsidP="001062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2E8" w:rsidRDefault="001062E8" w:rsidP="001062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2E8" w:rsidRDefault="001062E8" w:rsidP="001062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2E8" w:rsidRDefault="001062E8" w:rsidP="001062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2E8" w:rsidRDefault="001062E8" w:rsidP="001062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2E8" w:rsidRDefault="001062E8" w:rsidP="001062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2E8" w:rsidRDefault="001062E8" w:rsidP="001062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2E8" w:rsidRDefault="001062E8" w:rsidP="001062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2E8" w:rsidRDefault="001062E8" w:rsidP="001062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2E8" w:rsidRDefault="001062E8" w:rsidP="001062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2E8" w:rsidRDefault="001062E8" w:rsidP="001062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2E8" w:rsidRDefault="001062E8" w:rsidP="001062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2E8" w:rsidRDefault="001062E8" w:rsidP="001062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2E8" w:rsidRDefault="001062E8" w:rsidP="001062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2E8" w:rsidRDefault="001062E8" w:rsidP="001062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2E8" w:rsidRDefault="001062E8" w:rsidP="001062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2E8" w:rsidRDefault="001062E8" w:rsidP="001062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2E8" w:rsidRDefault="001062E8" w:rsidP="001062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2E8" w:rsidRDefault="001062E8" w:rsidP="001062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2E8" w:rsidRDefault="001062E8" w:rsidP="001062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2E8" w:rsidRDefault="001062E8" w:rsidP="001062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2E8" w:rsidRDefault="001062E8" w:rsidP="001062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062E8" w:rsidRDefault="001062E8" w:rsidP="001062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062E8" w:rsidRDefault="001062E8" w:rsidP="001062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062E8" w:rsidRDefault="001062E8" w:rsidP="001062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062E8" w:rsidRDefault="001062E8" w:rsidP="001062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062E8" w:rsidRDefault="001062E8" w:rsidP="001062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062E8" w:rsidRDefault="001062E8" w:rsidP="001062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062E8" w:rsidRDefault="001062E8" w:rsidP="001062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062E8" w:rsidRDefault="001062E8" w:rsidP="001062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062E8" w:rsidRDefault="001062E8" w:rsidP="001062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062E8" w:rsidRDefault="001062E8" w:rsidP="001062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062E8" w:rsidRDefault="001062E8" w:rsidP="001062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062E8" w:rsidRDefault="001062E8" w:rsidP="001062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062E8" w:rsidRDefault="001062E8" w:rsidP="001062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062E8" w:rsidRDefault="001062E8" w:rsidP="001062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062E8" w:rsidRDefault="001062E8" w:rsidP="001062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062E8" w:rsidRDefault="001062E8" w:rsidP="001062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062E8" w:rsidRDefault="001062E8" w:rsidP="001062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062E8" w:rsidRDefault="001062E8" w:rsidP="001062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062E8" w:rsidRDefault="001062E8" w:rsidP="001062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062E8" w:rsidRDefault="001062E8" w:rsidP="001062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062E8" w:rsidRDefault="001062E8" w:rsidP="001062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062E8" w:rsidRDefault="001062E8" w:rsidP="001062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062E8" w:rsidRDefault="001062E8" w:rsidP="001062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062E8" w:rsidRDefault="001062E8" w:rsidP="001062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062E8" w:rsidRDefault="001062E8" w:rsidP="001062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062E8" w:rsidRDefault="001062E8" w:rsidP="001062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062E8" w:rsidRDefault="001062E8" w:rsidP="001062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062E8" w:rsidRDefault="001062E8" w:rsidP="001062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062E8" w:rsidRDefault="001062E8" w:rsidP="001062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062E8" w:rsidRDefault="001062E8" w:rsidP="001062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062E8" w:rsidRDefault="001062E8" w:rsidP="001062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62E8" w:rsidRDefault="001062E8" w:rsidP="001062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62E8" w:rsidRDefault="001062E8" w:rsidP="001062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62E8" w:rsidRDefault="001062E8" w:rsidP="001062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62E8" w:rsidRDefault="001062E8" w:rsidP="001062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062E8" w:rsidRDefault="001062E8" w:rsidP="001062E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062E8" w:rsidRDefault="001062E8" w:rsidP="001062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062E8" w:rsidRDefault="001062E8" w:rsidP="001062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062E8" w:rsidRDefault="001062E8" w:rsidP="001062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62E8" w:rsidRDefault="001062E8" w:rsidP="001062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062E8" w:rsidRDefault="001062E8" w:rsidP="001062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62E8" w:rsidRDefault="001062E8" w:rsidP="001062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062E8" w:rsidRDefault="001062E8" w:rsidP="001062E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062E8" w:rsidRDefault="001062E8" w:rsidP="001062E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№29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1062E8" w:rsidRPr="00F2698F" w:rsidRDefault="001062E8" w:rsidP="001062E8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1062E8" w:rsidRPr="00F2698F" w:rsidRDefault="001062E8" w:rsidP="001062E8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1062E8" w:rsidRPr="00F2698F" w:rsidRDefault="001062E8" w:rsidP="001062E8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технічної документації із землеустрою </w:t>
      </w:r>
    </w:p>
    <w:p w:rsidR="001062E8" w:rsidRPr="00F2698F" w:rsidRDefault="001062E8" w:rsidP="001062E8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щодо встановлення (відновлення) меж </w:t>
      </w:r>
    </w:p>
    <w:p w:rsidR="001062E8" w:rsidRPr="00F2698F" w:rsidRDefault="001062E8" w:rsidP="001062E8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>земельної ділянки в натурі (на місцевості)</w:t>
      </w:r>
    </w:p>
    <w:p w:rsidR="001062E8" w:rsidRPr="00F2698F" w:rsidRDefault="001062E8" w:rsidP="001062E8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Михальчуку В.І.</w:t>
      </w:r>
    </w:p>
    <w:p w:rsidR="001062E8" w:rsidRPr="00F2698F" w:rsidRDefault="001062E8" w:rsidP="001062E8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1062E8" w:rsidRPr="00F2698F" w:rsidRDefault="001062E8" w:rsidP="001062E8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   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Відповідно до пункту 34 частини 1 статті 26,  статті 42 Закону України «Про місцеве самоврядування в Україні»,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статей 12, 122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Земельного кодексу України, Закону України «Про землеустрій»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розглянувши заяву   Михальчука В.І.,  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сільська рада</w:t>
      </w:r>
    </w:p>
    <w:p w:rsidR="001062E8" w:rsidRPr="00F2698F" w:rsidRDefault="001062E8" w:rsidP="001062E8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1062E8" w:rsidRPr="00F2698F" w:rsidRDefault="001062E8" w:rsidP="001062E8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1. Надати Михальчуку  Валерію Івановичу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, я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24067D" w:rsidRPr="0024067D">
        <w:rPr>
          <w:rFonts w:ascii="Times New Roman" w:eastAsia="Calibri" w:hAnsi="Times New Roman" w:cs="Times New Roman"/>
          <w:sz w:val="24"/>
          <w:lang w:eastAsia="en-US"/>
        </w:rPr>
        <w:t>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ділянка  розташована в с.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Головлі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по вул. Одеська, 52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1062E8" w:rsidRPr="00F2698F" w:rsidRDefault="001062E8" w:rsidP="001062E8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2. Михальчуку В.І. 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1062E8" w:rsidRPr="00F2698F" w:rsidRDefault="001062E8" w:rsidP="001062E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698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1062E8" w:rsidRPr="00CA5CA2" w:rsidRDefault="001062E8" w:rsidP="001062E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062E8" w:rsidRPr="00F2698F" w:rsidRDefault="001062E8" w:rsidP="001062E8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062E8" w:rsidRPr="00F2698F" w:rsidRDefault="001062E8" w:rsidP="001062E8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062E8" w:rsidRPr="00F2698F" w:rsidRDefault="001062E8" w:rsidP="001062E8">
      <w:pPr>
        <w:tabs>
          <w:tab w:val="left" w:pos="4424"/>
        </w:tabs>
        <w:spacing w:after="0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062E8" w:rsidRDefault="001062E8" w:rsidP="001062E8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lastRenderedPageBreak/>
        <w:t xml:space="preserve">Сільський  голова                                                                            Валерій  МИХАЛЮК </w:t>
      </w:r>
    </w:p>
    <w:p w:rsidR="00AE5099" w:rsidRDefault="00AE5099"/>
    <w:sectPr w:rsidR="00AE509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2E8"/>
    <w:rsid w:val="001062E8"/>
    <w:rsid w:val="0024067D"/>
    <w:rsid w:val="00AE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2E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062E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062E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062E8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2E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062E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062E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062E8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2</Pages>
  <Words>266</Words>
  <Characters>1521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2021-07-07T06:17:00Z</dcterms:created>
  <dcterms:modified xsi:type="dcterms:W3CDTF">2021-07-07T08:01:00Z</dcterms:modified>
</cp:coreProperties>
</file>