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BBA" w:rsidRDefault="00A15BBA" w:rsidP="00A15BB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A15BBA" w:rsidRDefault="00A15BBA" w:rsidP="00A15BBA"/>
    <w:p w:rsidR="00A15BBA" w:rsidRDefault="00A15BBA" w:rsidP="00A15BBA"/>
    <w:p w:rsidR="00A15BBA" w:rsidRDefault="00A15BBA" w:rsidP="00A15BB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15BBA" w:rsidRDefault="00A15BBA" w:rsidP="00A15BB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15BBA" w:rsidRDefault="00A15BBA" w:rsidP="00A15BB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15BBA" w:rsidRDefault="00A15BBA" w:rsidP="00A15BB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15BBA" w:rsidRDefault="00A15BBA" w:rsidP="00A15BB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5BBA" w:rsidRDefault="00A15BBA" w:rsidP="00A15B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A15BBA" w:rsidRDefault="00A15BBA" w:rsidP="00A15BB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15BBA" w:rsidRDefault="00A15BBA" w:rsidP="00A15BB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A15BBA" w:rsidRPr="000472C6" w:rsidRDefault="00A15BBA" w:rsidP="00A15BBA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44</w:t>
      </w:r>
      <w:r w:rsidRPr="00E52C0C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A15BBA" w:rsidRPr="00400000" w:rsidRDefault="00A15BBA" w:rsidP="00A15BBA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A15BBA" w:rsidRPr="00400000" w:rsidRDefault="00A15BBA" w:rsidP="00A15BBA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</w:p>
    <w:p w:rsidR="00A15BBA" w:rsidRPr="00400000" w:rsidRDefault="00A15BBA" w:rsidP="00A15BBA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</w:p>
    <w:p w:rsidR="00A15BBA" w:rsidRPr="00400000" w:rsidRDefault="00A15BBA" w:rsidP="00A15BBA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A15BBA" w:rsidRPr="00400000" w:rsidRDefault="00A15BBA" w:rsidP="00A15BBA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Діновській</w:t>
      </w:r>
      <w:proofErr w:type="spellEnd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М.В.</w:t>
      </w:r>
    </w:p>
    <w:p w:rsidR="00A15BBA" w:rsidRPr="00400000" w:rsidRDefault="00A15BBA" w:rsidP="00A15BBA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15BBA" w:rsidRPr="00400000" w:rsidRDefault="00A15BBA" w:rsidP="00A15BBA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іновської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М.В.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,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0000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00000">
        <w:rPr>
          <w:rFonts w:ascii="Times New Roman" w:hAnsi="Times New Roman" w:cs="Times New Roman"/>
          <w:sz w:val="24"/>
          <w:szCs w:val="24"/>
        </w:rPr>
        <w:t>ільської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та благоустрою</w:t>
      </w:r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A15BBA" w:rsidRPr="00400000" w:rsidRDefault="00A15BBA" w:rsidP="00A15BBA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A15BBA" w:rsidRPr="00400000" w:rsidRDefault="00A15BBA" w:rsidP="00A15BBA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Відмовити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Д</w:t>
      </w:r>
      <w:proofErr w:type="gram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іновській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Марії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Василівні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AD5B2E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_____________________</w:t>
      </w:r>
      <w:bookmarkStart w:id="0" w:name="_GoBack"/>
      <w:bookmarkEnd w:id="0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у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наданні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дозволу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0,12 га, для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індивідуального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садівництва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селі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Лисиче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у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зв’язку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тим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бажана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proofErr w:type="gram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р</w:t>
      </w:r>
      <w:proofErr w:type="gram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ішенням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Лисиченської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зарезервована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під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землі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житлової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громадської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забудови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</w:t>
      </w:r>
    </w:p>
    <w:p w:rsidR="00A15BBA" w:rsidRPr="00400000" w:rsidRDefault="00A15BBA" w:rsidP="00A15BBA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0000">
        <w:rPr>
          <w:rFonts w:ascii="Times New Roman" w:hAnsi="Times New Roman" w:cs="Times New Roman"/>
          <w:sz w:val="24"/>
          <w:szCs w:val="24"/>
        </w:rPr>
        <w:t xml:space="preserve">      2. Контроль за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0000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00000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A15BBA" w:rsidRPr="00400000" w:rsidRDefault="00A15BBA" w:rsidP="00A15BBA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15BBA" w:rsidRPr="00A15BBA" w:rsidRDefault="00A15BBA" w:rsidP="00A15BBA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2604B1" w:rsidRPr="00A15BBA" w:rsidRDefault="00A15BBA" w:rsidP="00A15BBA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В.А.Михалюк</w:t>
      </w:r>
      <w:proofErr w:type="spellEnd"/>
    </w:p>
    <w:sectPr w:rsidR="002604B1" w:rsidRPr="00A15BB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BBA"/>
    <w:rsid w:val="00171A2E"/>
    <w:rsid w:val="002604B1"/>
    <w:rsid w:val="00304C90"/>
    <w:rsid w:val="00505B6D"/>
    <w:rsid w:val="006D3977"/>
    <w:rsid w:val="007D6C18"/>
    <w:rsid w:val="00A15BBA"/>
    <w:rsid w:val="00AD5B2E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7</TotalTime>
  <Pages>1</Pages>
  <Words>271</Words>
  <Characters>1549</Characters>
  <Application>Microsoft Office Word</Application>
  <DocSecurity>0</DocSecurity>
  <Lines>12</Lines>
  <Paragraphs>3</Paragraphs>
  <ScaleCrop>false</ScaleCrop>
  <Company>Microsoft</Company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2020-05-29T14:01:00Z</dcterms:created>
  <dcterms:modified xsi:type="dcterms:W3CDTF">2020-05-29T14:29:00Z</dcterms:modified>
</cp:coreProperties>
</file>