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2474" w:rsidRDefault="00452474" w:rsidP="0045247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 w:bidi="ar-S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2474" w:rsidRDefault="00452474" w:rsidP="0045247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" fillcolor="black" stroked="f"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" fillcolor="black" stroked="f"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2474" w:rsidRDefault="00452474" w:rsidP="0045247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52474" w:rsidRDefault="00452474" w:rsidP="0045247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2474" w:rsidRDefault="00452474" w:rsidP="004524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52474" w:rsidRDefault="00452474" w:rsidP="0045247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52474" w:rsidRDefault="00452474" w:rsidP="0045247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.04.2021 року                                            Крупець                                                       №106</w:t>
      </w:r>
    </w:p>
    <w:p w:rsidR="00452474" w:rsidRPr="00FC0DC9" w:rsidRDefault="00452474" w:rsidP="0045247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52474" w:rsidRPr="00FC0DC9" w:rsidRDefault="00452474" w:rsidP="0045247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452474" w:rsidRPr="00FC0DC9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C0DC9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452474" w:rsidRPr="00FC0DC9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C0DC9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452474" w:rsidRPr="00FC0DC9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Кучевському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452474" w:rsidRPr="00FC0DC9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52474" w:rsidRPr="00FC0DC9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   Відповідно 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 xml:space="preserve">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розглянувши   заяву    </w:t>
      </w:r>
      <w:proofErr w:type="spellStart"/>
      <w:r>
        <w:rPr>
          <w:rFonts w:ascii="Times New Roman" w:eastAsia="Calibri" w:hAnsi="Times New Roman" w:cs="Times New Roman"/>
          <w:sz w:val="24"/>
        </w:rPr>
        <w:t>Кучевського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 </w:t>
      </w:r>
      <w:r w:rsidRPr="00FC0DC9">
        <w:rPr>
          <w:rFonts w:ascii="Times New Roman" w:eastAsia="Calibri" w:hAnsi="Times New Roman" w:cs="Times New Roman"/>
          <w:sz w:val="24"/>
        </w:rPr>
        <w:t xml:space="preserve"> сільська рада </w:t>
      </w:r>
    </w:p>
    <w:p w:rsidR="00452474" w:rsidRPr="000F3925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>ВИРІШИЛА:</w:t>
      </w:r>
    </w:p>
    <w:p w:rsidR="00452474" w:rsidRPr="00FC0DC9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Кучевському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Віктору Анатолійовичу,  який</w:t>
      </w:r>
      <w:r w:rsidRPr="00FC0DC9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 xml:space="preserve">ий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64FE3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FC0DC9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</w:t>
      </w:r>
      <w:r>
        <w:rPr>
          <w:rFonts w:ascii="Times New Roman" w:eastAsia="Calibri" w:hAnsi="Times New Roman" w:cs="Times New Roman"/>
          <w:sz w:val="24"/>
        </w:rPr>
        <w:t xml:space="preserve">орієнтовною </w:t>
      </w:r>
      <w:r w:rsidRPr="00FC0DC9">
        <w:rPr>
          <w:rFonts w:ascii="Times New Roman" w:eastAsia="Calibri" w:hAnsi="Times New Roman" w:cs="Times New Roman"/>
          <w:sz w:val="24"/>
        </w:rPr>
        <w:t xml:space="preserve">площею </w:t>
      </w:r>
      <w:r>
        <w:rPr>
          <w:rFonts w:ascii="Times New Roman" w:eastAsia="Calibri" w:hAnsi="Times New Roman" w:cs="Times New Roman"/>
          <w:sz w:val="24"/>
        </w:rPr>
        <w:t>0,1700</w:t>
      </w:r>
      <w:r w:rsidRPr="00FC0DC9">
        <w:rPr>
          <w:rFonts w:ascii="Times New Roman" w:eastAsia="Calibri" w:hAnsi="Times New Roman" w:cs="Times New Roman"/>
          <w:sz w:val="24"/>
        </w:rPr>
        <w:t xml:space="preserve"> га, 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FC0D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FC0DC9">
        <w:rPr>
          <w:rFonts w:ascii="Times New Roman" w:eastAsia="Calibri" w:hAnsi="Times New Roman" w:cs="Times New Roman"/>
          <w:sz w:val="24"/>
        </w:rPr>
        <w:t xml:space="preserve">за рахунок земель комунальної власності, (кадастровий номер </w:t>
      </w:r>
      <w:r>
        <w:rPr>
          <w:rFonts w:ascii="Times New Roman" w:eastAsia="Calibri" w:hAnsi="Times New Roman" w:cs="Times New Roman"/>
          <w:sz w:val="24"/>
          <w:szCs w:val="24"/>
        </w:rPr>
        <w:t>6823984000:03:017:0067</w:t>
      </w:r>
      <w:r w:rsidRPr="00FC0DC9">
        <w:rPr>
          <w:rFonts w:ascii="Times New Roman" w:eastAsia="Calibri" w:hAnsi="Times New Roman" w:cs="Times New Roman"/>
          <w:sz w:val="24"/>
        </w:rPr>
        <w:t xml:space="preserve">), яка розташована на території </w:t>
      </w:r>
      <w:r>
        <w:rPr>
          <w:rFonts w:ascii="Times New Roman" w:eastAsia="Calibri" w:hAnsi="Times New Roman" w:cs="Times New Roman"/>
          <w:sz w:val="24"/>
        </w:rPr>
        <w:t xml:space="preserve">Хмельницької області, </w:t>
      </w:r>
      <w:proofErr w:type="spellStart"/>
      <w:r>
        <w:rPr>
          <w:rFonts w:ascii="Times New Roman" w:eastAsia="Calibri" w:hAnsi="Times New Roman" w:cs="Times New Roman"/>
          <w:sz w:val="24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(Шепетівського) району,</w:t>
      </w:r>
      <w:r w:rsidRPr="00FC0DC9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сільської ради, за межами населеного пункту 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C0DC9">
        <w:rPr>
          <w:rFonts w:ascii="Times New Roman" w:eastAsia="Calibri" w:hAnsi="Times New Roman" w:cs="Times New Roman"/>
          <w:sz w:val="24"/>
        </w:rPr>
        <w:t>Крупець.</w:t>
      </w:r>
    </w:p>
    <w:p w:rsidR="00452474" w:rsidRPr="00FC0DC9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C0DC9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Кучевському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FC0DC9">
        <w:rPr>
          <w:rFonts w:ascii="Times New Roman" w:eastAsia="Calibri" w:hAnsi="Times New Roman" w:cs="Times New Roman"/>
          <w:sz w:val="24"/>
        </w:rPr>
        <w:t xml:space="preserve">, розробити </w:t>
      </w:r>
      <w:proofErr w:type="spellStart"/>
      <w:r w:rsidRPr="00FC0DC9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FC0DC9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сесії сільської ради.</w:t>
      </w:r>
    </w:p>
    <w:p w:rsidR="00452474" w:rsidRPr="00FC0DC9" w:rsidRDefault="00452474" w:rsidP="0045247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C0DC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52474" w:rsidRPr="000F3925" w:rsidRDefault="00452474" w:rsidP="0045247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52474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52474" w:rsidRPr="00FC0DC9" w:rsidRDefault="00452474" w:rsidP="0045247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D5574" w:rsidRPr="00452474" w:rsidRDefault="00452474" w:rsidP="0045247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FC0DC9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1D5574" w:rsidRPr="0045247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474"/>
    <w:rsid w:val="00171A2E"/>
    <w:rsid w:val="001D5574"/>
    <w:rsid w:val="00304C90"/>
    <w:rsid w:val="00452474"/>
    <w:rsid w:val="00505B6D"/>
    <w:rsid w:val="006D3977"/>
    <w:rsid w:val="007D6C18"/>
    <w:rsid w:val="00D1641A"/>
    <w:rsid w:val="00D6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385A3"/>
  <w15:docId w15:val="{3A0483FD-5B94-4371-8B81-09C7F37501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474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45247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5247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en-US" w:bidi="en-US"/>
    </w:rPr>
  </w:style>
  <w:style w:type="character" w:customStyle="1" w:styleId="HTML1">
    <w:name w:val="Стандартный HTML Знак1"/>
    <w:basedOn w:val="a0"/>
    <w:uiPriority w:val="99"/>
    <w:semiHidden/>
    <w:rsid w:val="0045247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267</Words>
  <Characters>1527</Characters>
  <Application>Microsoft Office Word</Application>
  <DocSecurity>0</DocSecurity>
  <Lines>12</Lines>
  <Paragraphs>3</Paragraphs>
  <ScaleCrop>false</ScaleCrop>
  <Company>Microsoft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777</cp:lastModifiedBy>
  <cp:revision>2</cp:revision>
  <dcterms:created xsi:type="dcterms:W3CDTF">2021-04-28T12:22:00Z</dcterms:created>
  <dcterms:modified xsi:type="dcterms:W3CDTF">2021-04-28T13:38:00Z</dcterms:modified>
</cp:coreProperties>
</file>