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21" w:rsidRPr="00154EFF" w:rsidRDefault="00314F21" w:rsidP="00314F2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F21" w:rsidRDefault="00314F21" w:rsidP="00314F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4F21" w:rsidRDefault="00314F21" w:rsidP="00314F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4F21" w:rsidRDefault="00314F21" w:rsidP="00314F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4F21" w:rsidRDefault="00314F21" w:rsidP="00314F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4F21" w:rsidRDefault="00314F21" w:rsidP="00314F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4F21" w:rsidRDefault="00314F21" w:rsidP="00314F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4F21" w:rsidRDefault="00314F21" w:rsidP="00314F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14F21" w:rsidRDefault="00314F21" w:rsidP="00314F2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14F21" w:rsidRDefault="00314F21" w:rsidP="00314F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14F21" w:rsidRDefault="00314F21" w:rsidP="00314F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14F21" w:rsidRDefault="00314F21" w:rsidP="00314F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4F21" w:rsidRDefault="00314F21" w:rsidP="00314F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14F21" w:rsidRDefault="00314F21" w:rsidP="00314F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4F21" w:rsidRDefault="00314F21" w:rsidP="00314F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14F21" w:rsidRDefault="00314F21" w:rsidP="00314F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14F21" w:rsidRDefault="00314F21" w:rsidP="00314F2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№56</w:t>
      </w:r>
    </w:p>
    <w:p w:rsidR="00314F21" w:rsidRPr="00245C84" w:rsidRDefault="00314F21" w:rsidP="00314F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14F21" w:rsidRPr="00245C84" w:rsidRDefault="00314F21" w:rsidP="00314F2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314F21" w:rsidRPr="00245C84" w:rsidRDefault="00314F21" w:rsidP="00314F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314F21" w:rsidRPr="00245C84" w:rsidRDefault="00314F21" w:rsidP="00314F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314F21" w:rsidRPr="00245C84" w:rsidRDefault="00314F21" w:rsidP="00314F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45C8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Супрунцю</w:t>
      </w:r>
      <w:proofErr w:type="spellEnd"/>
      <w:r w:rsidRPr="00245C8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П.П.</w:t>
      </w:r>
    </w:p>
    <w:p w:rsidR="00314F21" w:rsidRPr="00245C84" w:rsidRDefault="00314F21" w:rsidP="00314F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14F21" w:rsidRPr="00245C84" w:rsidRDefault="00314F21" w:rsidP="00314F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статей 12,  118, 121 та 123 Земельного кодексу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Супрунця</w:t>
      </w:r>
      <w:proofErr w:type="spellEnd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П.П.</w:t>
      </w: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314F21" w:rsidRPr="00D97191" w:rsidRDefault="00314F21" w:rsidP="00314F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314F21" w:rsidRPr="00245C84" w:rsidRDefault="00314F21" w:rsidP="00314F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Супрунцю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Петру Петровичу який зареєстрований за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B59F9">
        <w:rPr>
          <w:rFonts w:ascii="Times New Roman" w:eastAsia="Calibri" w:hAnsi="Times New Roman" w:cs="Times New Roman"/>
          <w:sz w:val="24"/>
          <w:szCs w:val="24"/>
        </w:rPr>
        <w:t>__________</w:t>
      </w:r>
      <w:bookmarkStart w:id="0" w:name="_GoBack"/>
      <w:bookmarkEnd w:id="0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площею 2,0000 га, для  ведення особистого селянського господарства, за рахунок земель запасу кадастровий номер 6823984000:03:002:0176,  яка розташована в Хмельницька область, Шепетівський район,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</w:p>
    <w:p w:rsidR="00314F21" w:rsidRPr="00245C84" w:rsidRDefault="00314F21" w:rsidP="00314F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>Супрунцю</w:t>
      </w:r>
      <w:proofErr w:type="spellEnd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П.П. </w:t>
      </w: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14F21" w:rsidRPr="00245C84" w:rsidRDefault="00314F21" w:rsidP="00314F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14F21" w:rsidRPr="00245C84" w:rsidRDefault="00314F21" w:rsidP="00314F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14F21" w:rsidRPr="00245C84" w:rsidRDefault="00314F21" w:rsidP="00314F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4F21" w:rsidRPr="00245C84" w:rsidRDefault="00314F21" w:rsidP="00314F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4F21" w:rsidRPr="00245C84" w:rsidRDefault="00314F21" w:rsidP="00314F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5727" w:rsidRPr="00314F21" w:rsidRDefault="00314F21" w:rsidP="00314F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945727" w:rsidRPr="00314F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21"/>
    <w:rsid w:val="00314F21"/>
    <w:rsid w:val="007B59F9"/>
    <w:rsid w:val="0094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14F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14F21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14F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14F21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250</Words>
  <Characters>1428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2022-02-08T06:48:00Z</dcterms:created>
  <dcterms:modified xsi:type="dcterms:W3CDTF">2022-02-08T11:19:00Z</dcterms:modified>
</cp:coreProperties>
</file>