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5FD6" w:rsidRDefault="00455FD6" w:rsidP="00455F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16" name="Group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Freeform 23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Freeform 30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Freeform 33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Freeform 34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Freeform 35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Freeform 36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Freeform 37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Rectangle 38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Freeform 39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Freeform 40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Freeform 41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Freeform 42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Freeform 43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Freeform 44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Rectangle 45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Freeform 46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Freeform 47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7" o:spid="_x0000_s1026" style="position:absolute;margin-left:223.65pt;margin-top:0;width:34.4pt;height:48.3pt;z-index:25167462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">
                <v:shape id="Freeform 18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MwOf8AA&#10;AADbAAAADwAAAGRycy9kb3ducmV2LnhtbERPS4vCMBC+C/6HMAt703Qr6FKNIorLgicfKx6HZmyL&#10;zaQksXb/vREEb/PxPWe26EwtWnK+sqzga5iAIM6trrhQcDxsBt8gfEDWWFsmBf/kYTHv92aYaXvn&#10;HbX7UIgYwj5DBWUITSalz0sy6Ie2IY7cxTqDIUJXSO3wHsNNLdMkGUuDFceGEhtalZRf9zejYNum&#10;49P5Z20OoyKduHz0t06rWqnPj245BRGoC2/xy/2r4/wJPH+JB8j5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MwOf8AAAADbAAAADwAAAAAAAAAAAAAAAACYAgAAZHJzL2Rvd25y&#10;ZXYueG1sUEsFBgAAAAAEAAQA9QAAAIU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19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xc5asQA&#10;AADbAAAADwAAAGRycy9kb3ducmV2LnhtbESPQWvCQBCF7wX/wzKCl1I38WAldRURhKogNApeh+w0&#10;ic3OhuxW4793DoK3Gd6b976ZL3vXqCt1ofZsIB0noIgLb2suDZyOm48ZqBCRLTaeycCdAiwXg7c5&#10;Ztbf+IeueSyVhHDI0EAVY5tpHYqKHIaxb4lF+/WdwyhrV2rb4U3CXaMnSTLVDmuWhgpbWldU/OX/&#10;zoA+5tu4/azde7o7H/rUX9b74mLMaNivvkBF6uPL/Lz+toIvsPKLDKA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cXOWrEAAAA2w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20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kCjGMQA&#10;AADbAAAADwAAAGRycy9kb3ducmV2LnhtbERPTWsCMRC9F/wPYYReSs222LKuRrGCRTwIar2Pm3F3&#10;dTNZk1S3/fVGKPQ2j/c5o0lranEh5yvLCl56CQji3OqKCwVf2/lzCsIHZI21ZVLwQx4m487DCDNt&#10;r7ymyyYUIoawz1BBGUKTSenzkgz6nm2II3ewzmCI0BVSO7zGcFPL1yR5lwYrjg0lNjQrKT9tvo2C&#10;+YJOg11z/uz/urciPe5Xy4/tk1KP3XY6BBGoDf/iP/dCx/kDuP8SD5Dj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pAoxjEAAAA2wAAAA8AAAAAAAAAAAAAAAAAmAIAAGRycy9k&#10;b3ducmV2LnhtbFBLBQYAAAAABAAEAPUAAACJ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21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AemuL0A&#10;AADbAAAADwAAAGRycy9kb3ducmV2LnhtbERPSwrCMBDdC94hjOBOUwVFqlFEUQRXftDt2IxttZmU&#10;Jtp6e7MQXD7ef7ZoTCHeVLncsoJBPwJBnFidc6rgfNr0JiCcR9ZYWCYFH3KwmLdbM4y1rflA76NP&#10;RQhhF6OCzPsyltIlGRl0fVsSB+5uK4M+wCqVusI6hJtCDqNoLA3mHBoyLGmVUfI8voyCaD8qbvcL&#10;N5Preps8H/WG63ygVLfTLKcgPDX+L/65d1rBMKwPX8IPkPMv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OAemuL0AAADbAAAADwAAAAAAAAAAAAAAAACYAgAAZHJzL2Rvd25yZXYu&#10;eG1sUEsFBgAAAAAEAAQA9QAAAIIDAAAAAA=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22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lplo8UA&#10;AADbAAAADwAAAGRycy9kb3ducmV2LnhtbESPQWsCMRSE7wX/Q3iCl1KzihVdjWIFi3gQ1Pb+3Dx3&#10;Vzcv2yTVbX+9EQo9DjPzDTOdN6YSV3K+tKyg101AEGdWl5wr+DisXkYgfEDWWFkmBT/kYT5rPU0x&#10;1fbGO7ruQy4ihH2KCooQ6lRKnxVk0HdtTRy9k3UGQ5Qul9rhLcJNJftJMpQGS44LBda0LCi77L+N&#10;gtWaLuPP+ut98Ote89H5uN28HZ6V6rSbxQREoCb8h//aa62g34PHl/gD5Ow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WmWjxQAAANs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23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5mdVMIA&#10;AADbAAAADwAAAGRycy9kb3ducmV2LnhtbESPT4vCMBTE7wt+h/AEb2tqwUWqqYiiCJ5WRa/P5vWP&#10;Ni+libb77TcLCx6HmfkNs1j2phYval1lWcFkHIEgzqyuuFBwPm0/ZyCcR9ZYWyYFP+RgmQ4+Fpho&#10;2/E3vY6+EAHCLkEFpfdNIqXLSjLoxrYhDl5uW4M+yLaQusUuwE0t4yj6kgYrDgslNrQuKXscn0ZB&#10;dJjWt/zC/ey62WWPe7flrpooNRr2qzkIT71/h//be60gjuHvS/gBMv0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mZ1UwgAAANs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24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F6yjMMA&#10;AADbAAAADwAAAGRycy9kb3ducmV2LnhtbESPQWvCQBSE7wX/w/IK3uqmCYhGV5Go0Ks2Hnp7zT6T&#10;kOzbkF1j2l/fFYQeh5n5hllvR9OKgXpXW1bwPotAEBdW11wqyD+PbwsQziNrbC2Tgh9ysN1MXtaY&#10;anvnEw1nX4oAYZeigsr7LpXSFRUZdDPbEQfvanuDPsi+lLrHe4CbVsZRNJcGaw4LFXaUVVQ055tR&#10;cNk3TbLkKPn9GrKFy77zPL4elJq+jrsVCE+j/w8/2x9aQZzA40v4AXLz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F6yjMMAAADbAAAADwAAAAAAAAAAAAAAAACYAgAAZHJzL2Rv&#10;d25yZXYueG1sUEsFBgAAAAAEAAQA9QAAAIg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25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Ai2bMYA&#10;AADbAAAADwAAAGRycy9kb3ducmV2LnhtbESPQWvCQBSE74L/YXlCL1I3ioikriJSwUI9aKWxt0f2&#10;mQSzb9PsNkZ/vVsQPA4z8w0zW7SmFA3VrrCsYDiIQBCnVhecKTh8rV+nIJxH1lhaJgVXcrCYdzsz&#10;jLW98I6avc9EgLCLUUHufRVL6dKcDLqBrYiDd7K1QR9knUld4yXATSlHUTSRBgsOCzlWtMopPe//&#10;jIIxNcfl5+1n+338fff21E8+3DBR6qXXLt9AeGr9M/xob7SC0Rj+v4QfIOd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Ai2bMYAAADb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26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PuPY8QA&#10;AADbAAAADwAAAGRycy9kb3ducmV2LnhtbESPQWvCQBSE7wX/w/IEb3VjxKLRVSS10Gs1Hrw9s88k&#10;JPs2ZLcx7a93CwWPw8x8w2x2g2lET52rLCuYTSMQxLnVFRcKstPH6xKE88gaG8uk4Icc7Lajlw0m&#10;2t75i/qjL0SAsEtQQel9m0jp8pIMuqltiYN3s51BH2RXSN3hPcBNI+MoepMGKw4LJbaUlpTXx2+j&#10;4Pxe1/MVR/PfS58uXXrNsvh2UGoyHvZrEJ4G/wz/tz+1gngBf1/CD5Db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T7j2P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27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5aNgMYA&#10;AADbAAAADwAAAGRycy9kb3ducmV2LnhtbESPQWvCQBSE7wX/w/KEXkrdKEUkdRNEFBT0UCuNvT2y&#10;zySYfRuz25j667uFQo/DzHzDzNPe1KKj1lWWFYxHEQji3OqKCwXH9/XzDITzyBpry6TgmxykyeBh&#10;jrG2N36j7uALESDsYlRQet/EUrq8JINuZBvi4J1ta9AH2RZSt3gLcFPLSRRNpcGKw0KJDS1Lyi+H&#10;L6PghbrTYnf/3H+critvz0/Z1o0zpR6H/eIVhKfe/4f/2hutYDKF3y/hB8jk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5aNgMYAAADbAAAADwAAAAAAAAAAAAAAAACYAgAAZHJz&#10;L2Rvd25yZXYueG1sUEsFBgAAAAAEAAQA9QAAAIsDAAAAAA=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28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pTMkMYA&#10;AADbAAAADwAAAGRycy9kb3ducmV2LnhtbESP3WrCQBSE7wt9h+UIvasbbakSXaVY+gMFwSh6e8ge&#10;s9Hs2TS7mujTd4VCL4eZ+YaZzjtbiTM1vnSsYNBPQBDnTpdcKNis3x/HIHxA1lg5JgUX8jCf3d9N&#10;MdWu5RWds1CICGGfogITQp1K6XNDFn3f1cTR27vGYoiyKaRusI1wW8lhkrxIiyXHBYM1LQzlx+xk&#10;Feyen5bOfGbu1L59XI+rn9Fhu/hW6qHXvU5ABOrCf/iv/aUVDEdw+xJ/gJz9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pTMkMYAAADbAAAADwAAAAAAAAAAAAAAAACYAgAAZHJz&#10;L2Rvd25yZXYueG1sUEsFBgAAAAAEAAQA9QAAAIs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29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swDA78A&#10;AADbAAAADwAAAGRycy9kb3ducmV2LnhtbERPy4rCMBTdD/gP4QruxlRlRKpRdFARXfnaX5prW2xu&#10;Ok2smb83C8Hl4bxni2Aq0VLjSssKBv0EBHFmdcm5gst58z0B4TyyxsoyKfgnB4t552uGqbZPPlJ7&#10;8rmIIexSVFB4X6dSuqwgg65va+LI3Wxj0EfY5FI3+IzhppLDJBlLgyXHhgJr+i0ou58eRsFo//O3&#10;1at83VaTrTvsbptQhqtSvW5YTkF4Cv4jfrt3WsEwjo1f4g+Q8x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yzAMDvwAAANsAAAAPAAAAAAAAAAAAAAAAAJgCAABkcnMvZG93bnJl&#10;di54bWxQSwUGAAAAAAQABAD1AAAAhAMAAAAA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30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RDnQsMA&#10;AADbAAAADwAAAGRycy9kb3ducmV2LnhtbESPwWrDMBBE74H+g9hCbomcHNLaiWxMS8BQeqjbQ46L&#10;tbWMrZWxVMf9+6oQyHGYmTfMqVjsIGaafOdYwW6bgCBunO64VfD1ed48g/ABWePgmBT8kocif1id&#10;MNPuyh8016EVEcI+QwUmhDGT0jeGLPqtG4mj9+0miyHKqZV6wmuE20Huk+QgLXYcFwyO9GKo6esf&#10;q+CSvqe7xbwmb/NTWYWGEfv5oNT6cSmPIAIt4R6+tSutYJ/C/5f4A2T+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RDnQsMAAADbAAAADwAAAAAAAAAAAAAAAACYAgAAZHJzL2Rv&#10;d25yZXYueG1sUEsFBgAAAAAEAAQA9QAAAIg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31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Cnpb8MA&#10;AADbAAAADwAAAGRycy9kb3ducmV2LnhtbERPTWvCQBC9F/wPywi96cYIUqOriJDixUNta3scsmOS&#10;NjubZNck9de7B6HHx/tebwdTiY5aV1pWMJtGIIgzq0vOFXy8p5MXEM4ja6wsk4I/crDdjJ7WmGjb&#10;8xt1J5+LEMIuQQWF93UipcsKMuimtiYO3MW2Bn2AbS51i30IN5WMo2ghDZYcGgqsaV9Q9nu6GgVf&#10;s+NtWc+Hz/jbN4ef+LXJ0vNCqefxsFuB8DT4f/HDfdAK5mF9+BJ+gNzc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Cnpb8MAAADbAAAADwAAAAAAAAAAAAAAAACYAgAAZHJzL2Rv&#10;d25yZXYueG1sUEsFBgAAAAAEAAQA9QAAAIg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32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3amkMIA&#10;AADbAAAADwAAAGRycy9kb3ducmV2LnhtbESPUWvCMBSF3wf+h3CFvc3UbTipRimK4PDJzh9waa5t&#10;tbkJSWbrvzeDgY+Hc853OMv1YDpxIx9aywqmkwwEcWV1y7WC08/ubQ4iRGSNnWVScKcA69XoZYm5&#10;tj0f6VbGWiQIhxwVNDG6XMpQNWQwTKwjTt7ZeoMxSV9L7bFPcNPJ9yybSYMtp4UGHW0aqq7lr1GA&#10;3n1tXSn74+xywP3lu6BPWyj1Oh6KBYhIQ3yG/9t7reBjCn9f0g+Qq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bdqaQwgAAANsAAAAPAAAAAAAAAAAAAAAAAJgCAABkcnMvZG93&#10;bnJldi54bWxQSwUGAAAAAAQABAD1AAAAhw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33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4Ak08UA&#10;AADbAAAADwAAAGRycy9kb3ducmV2LnhtbESPQWvCQBSE74L/YXmCN92oYCW6Sm0NiM3F2B68PbLP&#10;JDT7NmRXjf76bqHQ4zAz3zCrTWdqcaPWVZYVTMYRCOLc6ooLBZ+nZLQA4TyyxtoyKXiQg82631th&#10;rO2dj3TLfCEChF2MCkrvm1hKl5dk0I1tQxy8i20N+iDbQuoW7wFuajmNork0WHFYKLGht5Ly7+xq&#10;FKRJ2qQfvFuc36/b2Xn//HrhQ6LUcNC9LkF46vx/+K+91wpmU/j9En6AXP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PgCTTxQAAANsAAAAPAAAAAAAAAAAAAAAAAJgCAABkcnMv&#10;ZG93bnJldi54bWxQSwUGAAAAAAQABAD1AAAAig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34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leO+sUA&#10;AADbAAAADwAAAGRycy9kb3ducmV2LnhtbESPQWvCQBSE70L/w/KE3nRjBanRTSiCtAUtVAv1+Mw+&#10;k9Ds27i7xvjv3UKhx2FmvmGWeW8a0ZHztWUFk3ECgriwuuZSwdd+PXoG4QOyxsYyKbiRhzx7GCwx&#10;1fbKn9TtQikihH2KCqoQ2lRKX1Rk0I9tSxy9k3UGQ5SulNrhNcJNI5+SZCYN1hwXKmxpVVHxs7sY&#10;BR/n2WXTfR9ej65ft+fmfbXV81qpx2H/sgARqA//4b/2m1YwncLvl/gDZHY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+V476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35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RK0sQA&#10;AADbAAAADwAAAGRycy9kb3ducmV2LnhtbESP0WrCQBRE34X+w3ILfTOb2moluglSsC0iSKMfcMle&#10;s6HZuyG7atqv7wqCj8PMnGGWxWBbcabeN44VPCcpCOLK6YZrBYf9ejwH4QOyxtYxKfglD0X+MFpi&#10;pt2Fv+lchlpECPsMFZgQukxKXxmy6BPXEUfv6HqLIcq+lrrHS4TbVk7SdCYtNhwXDHb0bqj6KU9W&#10;AadyvdtWrZYff4e3zacpN9NTqdTT47BagAg0hHv41v7SCl5e4fol/gCZ/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mEStLEAAAA2wAAAA8AAAAAAAAAAAAAAAAAmAIAAGRycy9k&#10;b3ducmV2LnhtbFBLBQYAAAAABAAEAPUAAACJ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36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5qf3cUA&#10;AADbAAAADwAAAGRycy9kb3ducmV2LnhtbESPT2vCQBTE70K/w/IEb7pRq2jqKv6pUL0ZheLtkX0m&#10;odm3Ibtq9NN3CwWPw8z8hpktGlOKG9WusKyg34tAEKdWF5wpOB233QkI55E1lpZJwYMcLOZvrRnG&#10;2t75QLfEZyJA2MWoIPe+iqV0aU4GXc9WxMG72NqgD7LOpK7xHuCmlIMoGkuDBYeFHCta55T+JFej&#10;ILmcz3rFn++7ycit9/vhc/q93SjVaTfLDxCeGv8K/7e/tILhCP6+hB8g5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3mp/dxQAAANsAAAAPAAAAAAAAAAAAAAAAAJgCAABkcnMv&#10;ZG93bnJldi54bWxQSwUGAAAAAAQABAD1AAAAig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37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PlrwMMA&#10;AADbAAAADwAAAGRycy9kb3ducmV2LnhtbESPQWvCQBSE7wX/w/IEb3WjgSCpq4hY6MFDjf6AR/aZ&#10;jc2+jdlNTP99tyB4HGbmG2a9HW0jBup87VjBYp6AIC6drrlScDl/vq9A+ICssXFMCn7Jw3YzeVtj&#10;rt2DTzQUoRIRwj5HBSaENpfSl4Ys+rlriaN3dZ3FEGVXSd3hI8JtI5dJkkmLNccFgy3tDZU/RW8V&#10;LC+72/76nR5v9zThgzXjoT8ZpWbTcfcBItAYXuFn+0srSDP4/xJ/gNz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PlrwMMAAADbAAAADwAAAAAAAAAAAAAAAACYAgAAZHJzL2Rv&#10;d25yZXYueG1sUEsFBgAAAAAEAAQA9QAAAIgDAAAAAA=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38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fPqdsYA&#10;AADbAAAADwAAAGRycy9kb3ducmV2LnhtbESPzWsCMRTE7wX/h/AEbzXrR1u7NYoKBS8FP3qot+fm&#10;dXdx87Imqa7+9UYoeBxm5jfMeNqYSpzI+dKygl43AUGcWV1yruB7+/k8AuEDssbKMim4kIfppPU0&#10;xlTbM6/ptAm5iBD2KSooQqhTKX1WkEHftTVx9H6tMxiidLnUDs8RbirZT5JXabDkuFBgTYuCssPm&#10;zyiYv4/mx9WQv67r/Y52P/vDS98lSnXazewDRKAmPML/7aVWMHiD+5f4A+Tk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fPqdsYAAADbAAAADwAAAAAAAAAAAAAAAACYAgAAZHJz&#10;L2Rvd25yZXYueG1sUEsFBgAAAAAEAAQA9QAAAIsDAAAAAA==&#10;" fillcolor="black" stroked="f"/>
                <v:shape id="Freeform 39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aeKu8IA&#10;AADbAAAADwAAAGRycy9kb3ducmV2LnhtbERPTWvCQBC9F/wPywheim5ii0h0DSIVbC+SqOBxyI5J&#10;MDsbstsk/ffdQ6HHx/vepqNpRE+dqy0riBcRCOLC6ppLBdfLcb4G4TyyxsYyKfghB+lu8rLFRNuB&#10;M+pzX4oQwi5BBZX3bSKlKyoy6Ba2JQ7cw3YGfYBdKXWHQwg3jVxG0UoarDk0VNjSoaLimX8bBV+y&#10;6F8/3yk+l/39+XFe38wqi5WaTcf9BoSn0f+L/9wnreAtjA1fwg+Qu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Rp4q7wgAAANsAAAAPAAAAAAAAAAAAAAAAAJgCAABkcnMvZG93&#10;bnJldi54bWxQSwUGAAAAAAQABAD1AAAAhwMAAAAA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40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sP3YcQA&#10;AADbAAAADwAAAGRycy9kb3ducmV2LnhtbESP3WrCQBSE74W+w3IKvdONFiWmriKlhRYK4s8DHHZP&#10;k2D2bMgeTdqn7xYEL4eZ+YZZbQbfqCt1sQ5sYDrJQBHb4GouDZyO7+McVBRkh01gMvBDETbrh9EK&#10;Cxd63tP1IKVKEI4FGqhE2kLraCvyGCehJU7ed+g8SpJdqV2HfYL7Rs+ybKE91pwWKmzptSJ7Ply8&#10;gdnFivXLz9+vt5PMd8e2z+b51pinx2H7AkpokHv41v5wBp6X8P8l/QC9/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LD92HEAAAA2wAAAA8AAAAAAAAAAAAAAAAAmAIAAGRycy9k&#10;b3ducmV2LnhtbFBLBQYAAAAABAAEAPUAAACJAwAAAAA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41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adoK8IA&#10;AADbAAAADwAAAGRycy9kb3ducmV2LnhtbERPz2vCMBS+D/Y/hDfYbaZ2IqMai4wpCnWi87LbI3k2&#10;Zc1LaaLW/345DHb8+H7Py8G14kp9aDwrGI8yEMTam4ZrBaev1csbiBCRDbaeScGdApSLx4c5Fsbf&#10;+EDXY6xFCuFQoAIbY1dIGbQlh2HkO+LEnX3vMCbY19L0eEvhrpV5lk2lw4ZTg8WO3i3pn+PFKdDr&#10;1+pjW31bfcn3u7r53FfucFbq+WlYzkBEGuK/+M+9MQomaX36kn6AXP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5p2grwgAAANsAAAAPAAAAAAAAAAAAAAAAAJgCAABkcnMvZG93&#10;bnJldi54bWxQSwUGAAAAAAQABAD1AAAAhw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42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WByh8IA&#10;AADbAAAADwAAAGRycy9kb3ducmV2LnhtbESPQYvCMBSE7wv+h/CEva1pi4hUo4gguBfB6rIeH82z&#10;LTYvpcm2XX+9EQSPw8x8wyzXg6lFR62rLCuIJxEI4tzqigsF59Puaw7CeWSNtWVS8E8O1qvRxxJT&#10;bXs+Upf5QgQIuxQVlN43qZQuL8mgm9iGOHhX2xr0QbaF1C32AW5qmUTRTBqsOCyU2NC2pPyW/RkF&#10;jbn/nC/fhy6KfzHR/Zb724yV+hwPmwUIT4N/h1/tvVYwjeH5JfwAuXo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YHKH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43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Y5AcEA&#10;AADbAAAADwAAAGRycy9kb3ducmV2LnhtbESPQYvCMBSE74L/ITzBm6aKLFqNIoLiSVgrVG+P5tkW&#10;m5fSRK3+erOw4HGY+WaYxao1lXhQ40rLCkbDCARxZnXJuYJTsh1MQTiPrLGyTApe5GC17HYWGGv7&#10;5F96HH0uQgm7GBUU3texlC4ryKAb2po4eFfbGPRBNrnUDT5DuankOIp+pMGSw0KBNW0Kym7Hu1Ew&#10;Oc/WSUqX9y3d2VTuk4M9bO9K9Xvteg7CU+u/4X96rwM3hr8v4QfI5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rmOQHBAAAA2wAAAA8AAAAAAAAAAAAAAAAAmAIAAGRycy9kb3du&#10;cmV2LnhtbFBLBQYAAAAABAAEAPUAAACGAwAAAAA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44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wZ/FsQA&#10;AADbAAAADwAAAGRycy9kb3ducmV2LnhtbESPQWvCQBSE7wX/w/KE3upGLUGiq4ilUCkIWsHrM/tM&#10;YrJv4+5W47/vCkKPw8x8w8wWnWnElZyvLCsYDhIQxLnVFRcK9j+fbxMQPiBrbCyTgjt5WMx7LzPM&#10;tL3xlq67UIgIYZ+hgjKENpPS5yUZ9APbEkfvZJ3BEKUrpHZ4i3DTyFGSpNJgxXGhxJZWJeX17tco&#10;uIw/6o07Hs7H7/Xkntb5ZSTXqVKv/W45BRGoC//hZ/tLK3gfw+NL/AF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MGfxbEAAAA2wAAAA8AAAAAAAAAAAAAAAAAmAIAAGRycy9k&#10;b3ducmV2LnhtbFBLBQYAAAAABAAEAPUAAACJ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45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cHfMYA&#10;AADbAAAADwAAAGRycy9kb3ducmV2LnhtbESPQWvCQBSE74X+h+UVvNVNJRWNbqQWBC+FanvQ2zP7&#10;TEKyb9PdVdP+ercgeBxm5htmvuhNK87kfG1ZwcswAUFcWF1zqeD7a/U8AeEDssbWMin4JQ+L/PFh&#10;jpm2F97QeRtKESHsM1RQhdBlUvqiIoN+aDvi6B2tMxiidKXUDi8Rblo5SpKxNFhzXKiwo/eKimZ7&#10;MgqW08ny5zPlj7/NYU/73aF5HblEqcFT/zYDEagP9/CtvdYK0hT+v8QfIP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ScHfMYAAADbAAAADwAAAAAAAAAAAAAAAACYAgAAZHJz&#10;L2Rvd25yZXYueG1sUEsFBgAAAAAEAAQA9QAAAIsDAAAAAA==&#10;" fillcolor="black" stroked="f"/>
                <v:shape id="Freeform 46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sM0MUA&#10;AADbAAAADwAAAGRycy9kb3ducmV2LnhtbESP3WoCMRSE7wt9h3AKvSmardSiq1GKWKh0YfHnAY6b&#10;4+5icrIkqW7f3hSEXg4z8w0zX/bWiAv50DpW8DrMQBBXTrdcKzjsPwcTECEiazSOScEvBVguHh/m&#10;mGt35S1ddrEWCcIhRwVNjF0uZagashiGriNO3sl5izFJX0vt8Zrg1shRlr1Liy2nhQY7WjVUnXc/&#10;VsF6dPTlEb9Nle1rU2zK4mVaFko9P/UfMxCR+vgfvre/tIK3Mfx9ST9AL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nCwzQxQAAANsAAAAPAAAAAAAAAAAAAAAAAJgCAABkcnMv&#10;ZG93bnJldi54bWxQSwUGAAAAAAQABAD1AAAAigMAAAAA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47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32zMQA&#10;AADbAAAADwAAAGRycy9kb3ducmV2LnhtbESPQWvCQBSE74L/YXlCb3WjldBGV9FCQBBsa3vw+Mw+&#10;s8Hs2zS7avz3bqHgcZiZb5jZorO1uFDrK8cKRsMEBHHhdMWlgp/v/PkVhA/IGmvHpOBGHhbzfm+G&#10;mXZX/qLLLpQiQthnqMCE0GRS+sKQRT90DXH0jq61GKJsS6lbvEa4reU4SVJpseK4YLChd0PFaXe2&#10;CqzE/aFM82K7fNl8bN6q1edvbpR6GnTLKYhAXXiE/9trrWCSwt+X+APk/A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At9sz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455FD6" w:rsidRDefault="00455FD6" w:rsidP="00455F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455FD6" w:rsidRDefault="00455FD6" w:rsidP="00455F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455FD6" w:rsidRDefault="00455FD6" w:rsidP="00455FD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455FD6" w:rsidRDefault="00455FD6" w:rsidP="00455FD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455FD6" w:rsidRDefault="00455FD6" w:rsidP="00455FD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455FD6" w:rsidRDefault="00455FD6" w:rsidP="00455FD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455FD6" w:rsidRDefault="00455FD6" w:rsidP="00455FD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55FD6" w:rsidRDefault="00455FD6" w:rsidP="00455F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455FD6" w:rsidRDefault="00455FD6" w:rsidP="00455F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55FD6" w:rsidRDefault="00455FD6" w:rsidP="00455F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ХХХІХ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455FD6" w:rsidRDefault="00455FD6" w:rsidP="00455FD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24.07.2020  року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</w:t>
      </w:r>
    </w:p>
    <w:p w:rsidR="00455FD6" w:rsidRDefault="00455FD6" w:rsidP="00455F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-786765</wp:posOffset>
                </wp:positionH>
                <wp:positionV relativeFrom="paragraph">
                  <wp:posOffset>-7687945</wp:posOffset>
                </wp:positionV>
                <wp:extent cx="45085" cy="94615"/>
                <wp:effectExtent l="3810" t="1905" r="0" b="0"/>
                <wp:wrapNone/>
                <wp:docPr id="15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5085" cy="94615"/>
                        </a:xfrm>
                        <a:custGeom>
                          <a:avLst/>
                          <a:gdLst>
                            <a:gd name="T0" fmla="*/ 0 w 710"/>
                            <a:gd name="T1" fmla="*/ 31 h 1491"/>
                            <a:gd name="T2" fmla="*/ 0 w 710"/>
                            <a:gd name="T3" fmla="*/ 25 h 1491"/>
                            <a:gd name="T4" fmla="*/ 0 w 710"/>
                            <a:gd name="T5" fmla="*/ 19 h 1491"/>
                            <a:gd name="T6" fmla="*/ 0 w 710"/>
                            <a:gd name="T7" fmla="*/ 12 h 1491"/>
                            <a:gd name="T8" fmla="*/ 1 w 710"/>
                            <a:gd name="T9" fmla="*/ 7 h 1491"/>
                            <a:gd name="T10" fmla="*/ 4 w 710"/>
                            <a:gd name="T11" fmla="*/ 5 h 1491"/>
                            <a:gd name="T12" fmla="*/ 7 w 710"/>
                            <a:gd name="T13" fmla="*/ 3 h 1491"/>
                            <a:gd name="T14" fmla="*/ 10 w 710"/>
                            <a:gd name="T15" fmla="*/ 1 h 1491"/>
                            <a:gd name="T16" fmla="*/ 18 w 710"/>
                            <a:gd name="T17" fmla="*/ 0 h 1491"/>
                            <a:gd name="T18" fmla="*/ 30 w 710"/>
                            <a:gd name="T19" fmla="*/ 0 h 1491"/>
                            <a:gd name="T20" fmla="*/ 43 w 710"/>
                            <a:gd name="T21" fmla="*/ 0 h 1491"/>
                            <a:gd name="T22" fmla="*/ 55 w 710"/>
                            <a:gd name="T23" fmla="*/ 0 h 1491"/>
                            <a:gd name="T24" fmla="*/ 62 w 710"/>
                            <a:gd name="T25" fmla="*/ 1 h 1491"/>
                            <a:gd name="T26" fmla="*/ 64 w 710"/>
                            <a:gd name="T27" fmla="*/ 3 h 1491"/>
                            <a:gd name="T28" fmla="*/ 67 w 710"/>
                            <a:gd name="T29" fmla="*/ 5 h 1491"/>
                            <a:gd name="T30" fmla="*/ 69 w 710"/>
                            <a:gd name="T31" fmla="*/ 9 h 1491"/>
                            <a:gd name="T32" fmla="*/ 71 w 710"/>
                            <a:gd name="T33" fmla="*/ 149 h 1491"/>
                            <a:gd name="T34" fmla="*/ 64 w 710"/>
                            <a:gd name="T35" fmla="*/ 146 h 1491"/>
                            <a:gd name="T36" fmla="*/ 58 w 710"/>
                            <a:gd name="T37" fmla="*/ 142 h 1491"/>
                            <a:gd name="T38" fmla="*/ 52 w 710"/>
                            <a:gd name="T39" fmla="*/ 137 h 1491"/>
                            <a:gd name="T40" fmla="*/ 46 w 710"/>
                            <a:gd name="T41" fmla="*/ 132 h 1491"/>
                            <a:gd name="T42" fmla="*/ 41 w 710"/>
                            <a:gd name="T43" fmla="*/ 127 h 1491"/>
                            <a:gd name="T44" fmla="*/ 36 w 710"/>
                            <a:gd name="T45" fmla="*/ 121 h 1491"/>
                            <a:gd name="T46" fmla="*/ 32 w 710"/>
                            <a:gd name="T47" fmla="*/ 115 h 1491"/>
                            <a:gd name="T48" fmla="*/ 27 w 710"/>
                            <a:gd name="T49" fmla="*/ 108 h 1491"/>
                            <a:gd name="T50" fmla="*/ 23 w 710"/>
                            <a:gd name="T51" fmla="*/ 101 h 1491"/>
                            <a:gd name="T52" fmla="*/ 20 w 710"/>
                            <a:gd name="T53" fmla="*/ 93 h 1491"/>
                            <a:gd name="T54" fmla="*/ 16 w 710"/>
                            <a:gd name="T55" fmla="*/ 85 h 1491"/>
                            <a:gd name="T56" fmla="*/ 12 w 710"/>
                            <a:gd name="T57" fmla="*/ 76 h 1491"/>
                            <a:gd name="T58" fmla="*/ 9 w 710"/>
                            <a:gd name="T59" fmla="*/ 66 h 1491"/>
                            <a:gd name="T60" fmla="*/ 6 w 710"/>
                            <a:gd name="T61" fmla="*/ 56 h 1491"/>
                            <a:gd name="T62" fmla="*/ 3 w 710"/>
                            <a:gd name="T63" fmla="*/ 45 h 1491"/>
                            <a:gd name="T64" fmla="*/ 0 w 710"/>
                            <a:gd name="T65" fmla="*/ 34 h 1491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w 710"/>
                            <a:gd name="T100" fmla="*/ 0 h 1491"/>
                            <a:gd name="T101" fmla="*/ 710 w 710"/>
                            <a:gd name="T102" fmla="*/ 1491 h 1491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T99" t="T100" r="T101" b="T102"/>
                          <a:pathLst>
                            <a:path w="710" h="1491">
                              <a:moveTo>
                                <a:pt x="0" y="340"/>
                              </a:moveTo>
                              <a:lnTo>
                                <a:pt x="0" y="311"/>
                              </a:lnTo>
                              <a:lnTo>
                                <a:pt x="0" y="281"/>
                              </a:lnTo>
                              <a:lnTo>
                                <a:pt x="0" y="250"/>
                              </a:lnTo>
                              <a:lnTo>
                                <a:pt x="0" y="219"/>
                              </a:lnTo>
                              <a:lnTo>
                                <a:pt x="0" y="187"/>
                              </a:lnTo>
                              <a:lnTo>
                                <a:pt x="0" y="152"/>
                              </a:lnTo>
                              <a:lnTo>
                                <a:pt x="0" y="116"/>
                              </a:lnTo>
                              <a:lnTo>
                                <a:pt x="0" y="78"/>
                              </a:lnTo>
                              <a:lnTo>
                                <a:pt x="9" y="69"/>
                              </a:lnTo>
                              <a:lnTo>
                                <a:pt x="21" y="5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" o:spid="_x0000_s1026" style="position:absolute;margin-left:-61.95pt;margin-top:-605.35pt;width:3.55pt;height:7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10,14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" path="m,340l,311,,281,,250,,219,,187,,152,,116,,78,9,69,21,58,,340xe" stroked="f">
                <v:path arrowok="t" o:connecttype="custom" o:connectlocs="0,1967;0,1586;0,1206;0,761;64,444;254,317;445,190;635,63;1143,0;1905,0;2731,0;3493,0;3937,63;4064,190;4255,317;4382,571;4509,9455;4064,9265;3683,9011;3302,8694;2921,8376;2604,8059;2286,7678;2032,7298;1715,6853;1461,6409;1270,5902;1016,5394;762,4823;572,4188;381,3554;191,2856;0,2158" o:connectangles="0,0,0,0,0,0,0,0,0,0,0,0,0,0,0,0,0,0,0,0,0,0,0,0,0,0,0,0,0,0,0,0,0" textboxrect="0,0,710,1491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-607060</wp:posOffset>
                </wp:positionH>
                <wp:positionV relativeFrom="paragraph">
                  <wp:posOffset>-78740</wp:posOffset>
                </wp:positionV>
                <wp:extent cx="110490" cy="149225"/>
                <wp:effectExtent l="0" t="0" r="1270" b="2540"/>
                <wp:wrapNone/>
                <wp:docPr id="14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0490" cy="149225"/>
                        </a:xfrm>
                        <a:custGeom>
                          <a:avLst/>
                          <a:gdLst>
                            <a:gd name="T0" fmla="*/ 153 w 1740"/>
                            <a:gd name="T1" fmla="*/ 232 h 2349"/>
                            <a:gd name="T2" fmla="*/ 160 w 1740"/>
                            <a:gd name="T3" fmla="*/ 231 h 2349"/>
                            <a:gd name="T4" fmla="*/ 164 w 1740"/>
                            <a:gd name="T5" fmla="*/ 229 h 2349"/>
                            <a:gd name="T6" fmla="*/ 166 w 1740"/>
                            <a:gd name="T7" fmla="*/ 228 h 2349"/>
                            <a:gd name="T8" fmla="*/ 167 w 1740"/>
                            <a:gd name="T9" fmla="*/ 227 h 2349"/>
                            <a:gd name="T10" fmla="*/ 169 w 1740"/>
                            <a:gd name="T11" fmla="*/ 225 h 2349"/>
                            <a:gd name="T12" fmla="*/ 170 w 1740"/>
                            <a:gd name="T13" fmla="*/ 224 h 2349"/>
                            <a:gd name="T14" fmla="*/ 171 w 1740"/>
                            <a:gd name="T15" fmla="*/ 221 h 2349"/>
                            <a:gd name="T16" fmla="*/ 173 w 1740"/>
                            <a:gd name="T17" fmla="*/ 216 h 2349"/>
                            <a:gd name="T18" fmla="*/ 174 w 1740"/>
                            <a:gd name="T19" fmla="*/ 16 h 2349"/>
                            <a:gd name="T20" fmla="*/ 171 w 1740"/>
                            <a:gd name="T21" fmla="*/ 12 h 2349"/>
                            <a:gd name="T22" fmla="*/ 168 w 1740"/>
                            <a:gd name="T23" fmla="*/ 8 h 2349"/>
                            <a:gd name="T24" fmla="*/ 164 w 1740"/>
                            <a:gd name="T25" fmla="*/ 4 h 2349"/>
                            <a:gd name="T26" fmla="*/ 160 w 1740"/>
                            <a:gd name="T27" fmla="*/ 0 h 2349"/>
                            <a:gd name="T28" fmla="*/ 151 w 1740"/>
                            <a:gd name="T29" fmla="*/ 0 h 2349"/>
                            <a:gd name="T30" fmla="*/ 142 w 1740"/>
                            <a:gd name="T31" fmla="*/ 0 h 2349"/>
                            <a:gd name="T32" fmla="*/ 133 w 1740"/>
                            <a:gd name="T33" fmla="*/ 0 h 2349"/>
                            <a:gd name="T34" fmla="*/ 124 w 1740"/>
                            <a:gd name="T35" fmla="*/ 0 h 2349"/>
                            <a:gd name="T36" fmla="*/ 121 w 1740"/>
                            <a:gd name="T37" fmla="*/ 8 h 2349"/>
                            <a:gd name="T38" fmla="*/ 117 w 1740"/>
                            <a:gd name="T39" fmla="*/ 16 h 2349"/>
                            <a:gd name="T40" fmla="*/ 114 w 1740"/>
                            <a:gd name="T41" fmla="*/ 24 h 2349"/>
                            <a:gd name="T42" fmla="*/ 110 w 1740"/>
                            <a:gd name="T43" fmla="*/ 31 h 2349"/>
                            <a:gd name="T44" fmla="*/ 105 w 1740"/>
                            <a:gd name="T45" fmla="*/ 40 h 2349"/>
                            <a:gd name="T46" fmla="*/ 100 w 1740"/>
                            <a:gd name="T47" fmla="*/ 48 h 2349"/>
                            <a:gd name="T48" fmla="*/ 94 w 1740"/>
                            <a:gd name="T49" fmla="*/ 55 h 2349"/>
                            <a:gd name="T50" fmla="*/ 89 w 1740"/>
                            <a:gd name="T51" fmla="*/ 62 h 2349"/>
                            <a:gd name="T52" fmla="*/ 84 w 1740"/>
                            <a:gd name="T53" fmla="*/ 68 h 2349"/>
                            <a:gd name="T54" fmla="*/ 78 w 1740"/>
                            <a:gd name="T55" fmla="*/ 74 h 2349"/>
                            <a:gd name="T56" fmla="*/ 72 w 1740"/>
                            <a:gd name="T57" fmla="*/ 79 h 2349"/>
                            <a:gd name="T58" fmla="*/ 66 w 1740"/>
                            <a:gd name="T59" fmla="*/ 84 h 2349"/>
                            <a:gd name="T60" fmla="*/ 60 w 1740"/>
                            <a:gd name="T61" fmla="*/ 89 h 2349"/>
                            <a:gd name="T62" fmla="*/ 53 w 1740"/>
                            <a:gd name="T63" fmla="*/ 93 h 2349"/>
                            <a:gd name="T64" fmla="*/ 45 w 1740"/>
                            <a:gd name="T65" fmla="*/ 97 h 2349"/>
                            <a:gd name="T66" fmla="*/ 37 w 1740"/>
                            <a:gd name="T67" fmla="*/ 100 h 2349"/>
                            <a:gd name="T68" fmla="*/ 29 w 1740"/>
                            <a:gd name="T69" fmla="*/ 103 h 2349"/>
                            <a:gd name="T70" fmla="*/ 20 w 1740"/>
                            <a:gd name="T71" fmla="*/ 106 h 2349"/>
                            <a:gd name="T72" fmla="*/ 10 w 1740"/>
                            <a:gd name="T73" fmla="*/ 109 h 2349"/>
                            <a:gd name="T74" fmla="*/ 0 w 1740"/>
                            <a:gd name="T75" fmla="*/ 111 h 2349"/>
                            <a:gd name="T76" fmla="*/ 3 w 1740"/>
                            <a:gd name="T77" fmla="*/ 122 h 2349"/>
                            <a:gd name="T78" fmla="*/ 6 w 1740"/>
                            <a:gd name="T79" fmla="*/ 133 h 2349"/>
                            <a:gd name="T80" fmla="*/ 8 w 1740"/>
                            <a:gd name="T81" fmla="*/ 145 h 2349"/>
                            <a:gd name="T82" fmla="*/ 10 w 1740"/>
                            <a:gd name="T83" fmla="*/ 159 h 2349"/>
                            <a:gd name="T84" fmla="*/ 11 w 1740"/>
                            <a:gd name="T85" fmla="*/ 166 h 2349"/>
                            <a:gd name="T86" fmla="*/ 12 w 1740"/>
                            <a:gd name="T87" fmla="*/ 174 h 2349"/>
                            <a:gd name="T88" fmla="*/ 12 w 1740"/>
                            <a:gd name="T89" fmla="*/ 183 h 2349"/>
                            <a:gd name="T90" fmla="*/ 12 w 1740"/>
                            <a:gd name="T91" fmla="*/ 192 h 2349"/>
                            <a:gd name="T92" fmla="*/ 12 w 1740"/>
                            <a:gd name="T93" fmla="*/ 201 h 2349"/>
                            <a:gd name="T94" fmla="*/ 12 w 1740"/>
                            <a:gd name="T95" fmla="*/ 212 h 2349"/>
                            <a:gd name="T96" fmla="*/ 12 w 1740"/>
                            <a:gd name="T97" fmla="*/ 223 h 2349"/>
                            <a:gd name="T98" fmla="*/ 11 w 1740"/>
                            <a:gd name="T99" fmla="*/ 234 h 2349"/>
                            <a:gd name="T100" fmla="*/ 44 w 1740"/>
                            <a:gd name="T101" fmla="*/ 235 h 2349"/>
                            <a:gd name="T102" fmla="*/ 79 w 1740"/>
                            <a:gd name="T103" fmla="*/ 235 h 2349"/>
                            <a:gd name="T104" fmla="*/ 97 w 1740"/>
                            <a:gd name="T105" fmla="*/ 235 h 2349"/>
                            <a:gd name="T106" fmla="*/ 115 w 1740"/>
                            <a:gd name="T107" fmla="*/ 235 h 2349"/>
                            <a:gd name="T108" fmla="*/ 132 w 1740"/>
                            <a:gd name="T109" fmla="*/ 234 h 2349"/>
                            <a:gd name="T110" fmla="*/ 148 w 1740"/>
                            <a:gd name="T111" fmla="*/ 233 h 2349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60000 65536"/>
                            <a:gd name="T163" fmla="*/ 0 60000 65536"/>
                            <a:gd name="T164" fmla="*/ 0 60000 65536"/>
                            <a:gd name="T165" fmla="*/ 0 60000 65536"/>
                            <a:gd name="T166" fmla="*/ 0 60000 65536"/>
                            <a:gd name="T167" fmla="*/ 0 60000 65536"/>
                            <a:gd name="T168" fmla="*/ 0 w 1740"/>
                            <a:gd name="T169" fmla="*/ 0 h 2349"/>
                            <a:gd name="T170" fmla="*/ 1740 w 1740"/>
                            <a:gd name="T171" fmla="*/ 2349 h 2349"/>
                          </a:gdLst>
                          <a:ahLst/>
                          <a:cxnLst>
                            <a:cxn ang="T112">
                              <a:pos x="T0" y="T1"/>
                            </a:cxn>
                            <a:cxn ang="T113">
                              <a:pos x="T2" y="T3"/>
                            </a:cxn>
                            <a:cxn ang="T114">
                              <a:pos x="T4" y="T5"/>
                            </a:cxn>
                            <a:cxn ang="T115">
                              <a:pos x="T6" y="T7"/>
                            </a:cxn>
                            <a:cxn ang="T116">
                              <a:pos x="T8" y="T9"/>
                            </a:cxn>
                            <a:cxn ang="T117">
                              <a:pos x="T10" y="T11"/>
                            </a:cxn>
                            <a:cxn ang="T118">
                              <a:pos x="T12" y="T13"/>
                            </a:cxn>
                            <a:cxn ang="T119">
                              <a:pos x="T14" y="T15"/>
                            </a:cxn>
                            <a:cxn ang="T120">
                              <a:pos x="T16" y="T17"/>
                            </a:cxn>
                            <a:cxn ang="T121">
                              <a:pos x="T18" y="T19"/>
                            </a:cxn>
                            <a:cxn ang="T122">
                              <a:pos x="T20" y="T21"/>
                            </a:cxn>
                            <a:cxn ang="T123">
                              <a:pos x="T22" y="T23"/>
                            </a:cxn>
                            <a:cxn ang="T124">
                              <a:pos x="T24" y="T25"/>
                            </a:cxn>
                            <a:cxn ang="T125">
                              <a:pos x="T26" y="T27"/>
                            </a:cxn>
                            <a:cxn ang="T126">
                              <a:pos x="T28" y="T29"/>
                            </a:cxn>
                            <a:cxn ang="T127">
                              <a:pos x="T30" y="T31"/>
                            </a:cxn>
                            <a:cxn ang="T128">
                              <a:pos x="T32" y="T33"/>
                            </a:cxn>
                            <a:cxn ang="T129">
                              <a:pos x="T34" y="T35"/>
                            </a:cxn>
                            <a:cxn ang="T130">
                              <a:pos x="T36" y="T37"/>
                            </a:cxn>
                            <a:cxn ang="T131">
                              <a:pos x="T38" y="T39"/>
                            </a:cxn>
                            <a:cxn ang="T132">
                              <a:pos x="T40" y="T41"/>
                            </a:cxn>
                            <a:cxn ang="T133">
                              <a:pos x="T42" y="T43"/>
                            </a:cxn>
                            <a:cxn ang="T134">
                              <a:pos x="T44" y="T45"/>
                            </a:cxn>
                            <a:cxn ang="T135">
                              <a:pos x="T46" y="T47"/>
                            </a:cxn>
                            <a:cxn ang="T136">
                              <a:pos x="T48" y="T49"/>
                            </a:cxn>
                            <a:cxn ang="T137">
                              <a:pos x="T50" y="T51"/>
                            </a:cxn>
                            <a:cxn ang="T138">
                              <a:pos x="T52" y="T53"/>
                            </a:cxn>
                            <a:cxn ang="T139">
                              <a:pos x="T54" y="T55"/>
                            </a:cxn>
                            <a:cxn ang="T140">
                              <a:pos x="T56" y="T57"/>
                            </a:cxn>
                            <a:cxn ang="T141">
                              <a:pos x="T58" y="T59"/>
                            </a:cxn>
                            <a:cxn ang="T142">
                              <a:pos x="T60" y="T61"/>
                            </a:cxn>
                            <a:cxn ang="T143">
                              <a:pos x="T62" y="T63"/>
                            </a:cxn>
                            <a:cxn ang="T144">
                              <a:pos x="T64" y="T65"/>
                            </a:cxn>
                            <a:cxn ang="T145">
                              <a:pos x="T66" y="T67"/>
                            </a:cxn>
                            <a:cxn ang="T146">
                              <a:pos x="T68" y="T69"/>
                            </a:cxn>
                            <a:cxn ang="T147">
                              <a:pos x="T70" y="T71"/>
                            </a:cxn>
                            <a:cxn ang="T148">
                              <a:pos x="T72" y="T73"/>
                            </a:cxn>
                            <a:cxn ang="T149">
                              <a:pos x="T74" y="T75"/>
                            </a:cxn>
                            <a:cxn ang="T150">
                              <a:pos x="T76" y="T77"/>
                            </a:cxn>
                            <a:cxn ang="T151">
                              <a:pos x="T78" y="T79"/>
                            </a:cxn>
                            <a:cxn ang="T152">
                              <a:pos x="T80" y="T81"/>
                            </a:cxn>
                            <a:cxn ang="T153">
                              <a:pos x="T82" y="T83"/>
                            </a:cxn>
                            <a:cxn ang="T154">
                              <a:pos x="T84" y="T85"/>
                            </a:cxn>
                            <a:cxn ang="T155">
                              <a:pos x="T86" y="T87"/>
                            </a:cxn>
                            <a:cxn ang="T156">
                              <a:pos x="T88" y="T89"/>
                            </a:cxn>
                            <a:cxn ang="T157">
                              <a:pos x="T90" y="T91"/>
                            </a:cxn>
                            <a:cxn ang="T158">
                              <a:pos x="T92" y="T93"/>
                            </a:cxn>
                            <a:cxn ang="T159">
                              <a:pos x="T94" y="T95"/>
                            </a:cxn>
                            <a:cxn ang="T160">
                              <a:pos x="T96" y="T97"/>
                            </a:cxn>
                            <a:cxn ang="T161">
                              <a:pos x="T98" y="T99"/>
                            </a:cxn>
                            <a:cxn ang="T162">
                              <a:pos x="T100" y="T101"/>
                            </a:cxn>
                            <a:cxn ang="T163">
                              <a:pos x="T102" y="T103"/>
                            </a:cxn>
                            <a:cxn ang="T164">
                              <a:pos x="T104" y="T105"/>
                            </a:cxn>
                            <a:cxn ang="T165">
                              <a:pos x="T106" y="T107"/>
                            </a:cxn>
                            <a:cxn ang="T166">
                              <a:pos x="T108" y="T109"/>
                            </a:cxn>
                            <a:cxn ang="T167">
                              <a:pos x="T110" y="T111"/>
                            </a:cxn>
                          </a:cxnLst>
                          <a:rect l="T168" t="T169" r="T170" b="T171"/>
                          <a:pathLst>
                            <a:path w="1740" h="2349">
                              <a:moveTo>
                                <a:pt x="1478" y="2330"/>
                              </a:moveTo>
                              <a:lnTo>
                                <a:pt x="1532" y="2321"/>
                              </a:lnTo>
                              <a:lnTo>
                                <a:pt x="1578" y="2310"/>
                              </a:lnTo>
                              <a:lnTo>
                                <a:pt x="1598" y="2305"/>
                              </a:lnTo>
                              <a:lnTo>
                                <a:pt x="1617" y="2298"/>
                              </a:lnTo>
                              <a:lnTo>
                                <a:pt x="1635" y="2290"/>
                              </a:lnTo>
                              <a:lnTo>
                                <a:pt x="1652" y="2281"/>
                              </a:lnTo>
                              <a:lnTo>
                                <a:pt x="1659" y="2276"/>
                              </a:lnTo>
                              <a:lnTo>
                                <a:pt x="1667" y="2270"/>
                              </a:lnTo>
                              <a:lnTo>
                                <a:pt x="1673" y="2265"/>
                              </a:lnTo>
                              <a:lnTo>
                                <a:pt x="1680" y="225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" o:spid="_x0000_s1026" style="position:absolute;margin-left:-47.8pt;margin-top:-6.2pt;width:8.7pt;height:1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740,23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" path="m1478,2330r54,-9l1578,2310r20,-5l1617,2298r18,-8l1652,2281r7,-5l1667,2270r6,-5l1680,2259r-202,71xe" stroked="f">
                <v:path arrowok="t" o:connecttype="custom" o:connectlocs="9716,14738;10160,14675;10414,14548;10541,14484;10605,14421;10732,14294;10795,14230;10859,14039;10986,13722;11049,1016;10859,762;10668,508;10414,254;10160,0;9589,0;9017,0;8446,0;7874,0;7684,508;7430,1016;7239,1525;6985,1969;6668,2541;6350,3049;5969,3494;5652,3939;5334,4320;4953,4701;4572,5019;4191,5336;3810,5654;3366,5908;2858,6162;2350,6353;1842,6543;1270,6734;635,6924;0,7052;191,7750;381,8449;508,9211;635,10101;699,10545;762,11054;762,11625;762,12197;762,12769;762,13468;762,14167;699,14865;2794,14929;5017,14929;6160,14929;7303,14929;8382,14865;9398,14802" o:connectangles="0,0,0,0,0,0,0,0,0,0,0,0,0,0,0,0,0,0,0,0,0,0,0,0,0,0,0,0,0,0,0,0,0,0,0,0,0,0,0,0,0,0,0,0,0,0,0,0,0,0,0,0,0,0,0,0" textboxrect="0,0,1740,2349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-938530</wp:posOffset>
                </wp:positionH>
                <wp:positionV relativeFrom="paragraph">
                  <wp:posOffset>-1515745</wp:posOffset>
                </wp:positionV>
                <wp:extent cx="110490" cy="149225"/>
                <wp:effectExtent l="4445" t="0" r="0" b="1270"/>
                <wp:wrapNone/>
                <wp:docPr id="13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0490" cy="149225"/>
                        </a:xfrm>
                        <a:custGeom>
                          <a:avLst/>
                          <a:gdLst>
                            <a:gd name="T0" fmla="*/ 21 w 1740"/>
                            <a:gd name="T1" fmla="*/ 232 h 2349"/>
                            <a:gd name="T2" fmla="*/ 14 w 1740"/>
                            <a:gd name="T3" fmla="*/ 231 h 2349"/>
                            <a:gd name="T4" fmla="*/ 10 w 1740"/>
                            <a:gd name="T5" fmla="*/ 229 h 2349"/>
                            <a:gd name="T6" fmla="*/ 8 w 1740"/>
                            <a:gd name="T7" fmla="*/ 228 h 2349"/>
                            <a:gd name="T8" fmla="*/ 7 w 1740"/>
                            <a:gd name="T9" fmla="*/ 227 h 2349"/>
                            <a:gd name="T10" fmla="*/ 5 w 1740"/>
                            <a:gd name="T11" fmla="*/ 225 h 2349"/>
                            <a:gd name="T12" fmla="*/ 4 w 1740"/>
                            <a:gd name="T13" fmla="*/ 224 h 2349"/>
                            <a:gd name="T14" fmla="*/ 3 w 1740"/>
                            <a:gd name="T15" fmla="*/ 221 h 2349"/>
                            <a:gd name="T16" fmla="*/ 1 w 1740"/>
                            <a:gd name="T17" fmla="*/ 216 h 2349"/>
                            <a:gd name="T18" fmla="*/ 0 w 1740"/>
                            <a:gd name="T19" fmla="*/ 16 h 2349"/>
                            <a:gd name="T20" fmla="*/ 3 w 1740"/>
                            <a:gd name="T21" fmla="*/ 12 h 2349"/>
                            <a:gd name="T22" fmla="*/ 6 w 1740"/>
                            <a:gd name="T23" fmla="*/ 8 h 2349"/>
                            <a:gd name="T24" fmla="*/ 10 w 1740"/>
                            <a:gd name="T25" fmla="*/ 4 h 2349"/>
                            <a:gd name="T26" fmla="*/ 12 w 1740"/>
                            <a:gd name="T27" fmla="*/ 2 h 2349"/>
                            <a:gd name="T28" fmla="*/ 14 w 1740"/>
                            <a:gd name="T29" fmla="*/ 0 h 2349"/>
                            <a:gd name="T30" fmla="*/ 23 w 1740"/>
                            <a:gd name="T31" fmla="*/ 0 h 2349"/>
                            <a:gd name="T32" fmla="*/ 32 w 1740"/>
                            <a:gd name="T33" fmla="*/ 0 h 2349"/>
                            <a:gd name="T34" fmla="*/ 41 w 1740"/>
                            <a:gd name="T35" fmla="*/ 0 h 2349"/>
                            <a:gd name="T36" fmla="*/ 50 w 1740"/>
                            <a:gd name="T37" fmla="*/ 0 h 2349"/>
                            <a:gd name="T38" fmla="*/ 54 w 1740"/>
                            <a:gd name="T39" fmla="*/ 8 h 2349"/>
                            <a:gd name="T40" fmla="*/ 57 w 1740"/>
                            <a:gd name="T41" fmla="*/ 16 h 2349"/>
                            <a:gd name="T42" fmla="*/ 61 w 1740"/>
                            <a:gd name="T43" fmla="*/ 24 h 2349"/>
                            <a:gd name="T44" fmla="*/ 64 w 1740"/>
                            <a:gd name="T45" fmla="*/ 31 h 2349"/>
                            <a:gd name="T46" fmla="*/ 69 w 1740"/>
                            <a:gd name="T47" fmla="*/ 40 h 2349"/>
                            <a:gd name="T48" fmla="*/ 74 w 1740"/>
                            <a:gd name="T49" fmla="*/ 48 h 2349"/>
                            <a:gd name="T50" fmla="*/ 80 w 1740"/>
                            <a:gd name="T51" fmla="*/ 55 h 2349"/>
                            <a:gd name="T52" fmla="*/ 85 w 1740"/>
                            <a:gd name="T53" fmla="*/ 62 h 2349"/>
                            <a:gd name="T54" fmla="*/ 90 w 1740"/>
                            <a:gd name="T55" fmla="*/ 68 h 2349"/>
                            <a:gd name="T56" fmla="*/ 96 w 1740"/>
                            <a:gd name="T57" fmla="*/ 74 h 2349"/>
                            <a:gd name="T58" fmla="*/ 102 w 1740"/>
                            <a:gd name="T59" fmla="*/ 79 h 2349"/>
                            <a:gd name="T60" fmla="*/ 108 w 1740"/>
                            <a:gd name="T61" fmla="*/ 84 h 2349"/>
                            <a:gd name="T62" fmla="*/ 114 w 1740"/>
                            <a:gd name="T63" fmla="*/ 89 h 2349"/>
                            <a:gd name="T64" fmla="*/ 121 w 1740"/>
                            <a:gd name="T65" fmla="*/ 93 h 2349"/>
                            <a:gd name="T66" fmla="*/ 129 w 1740"/>
                            <a:gd name="T67" fmla="*/ 97 h 2349"/>
                            <a:gd name="T68" fmla="*/ 137 w 1740"/>
                            <a:gd name="T69" fmla="*/ 100 h 2349"/>
                            <a:gd name="T70" fmla="*/ 145 w 1740"/>
                            <a:gd name="T71" fmla="*/ 104 h 2349"/>
                            <a:gd name="T72" fmla="*/ 154 w 1740"/>
                            <a:gd name="T73" fmla="*/ 106 h 2349"/>
                            <a:gd name="T74" fmla="*/ 164 w 1740"/>
                            <a:gd name="T75" fmla="*/ 109 h 2349"/>
                            <a:gd name="T76" fmla="*/ 174 w 1740"/>
                            <a:gd name="T77" fmla="*/ 111 h 2349"/>
                            <a:gd name="T78" fmla="*/ 171 w 1740"/>
                            <a:gd name="T79" fmla="*/ 122 h 2349"/>
                            <a:gd name="T80" fmla="*/ 168 w 1740"/>
                            <a:gd name="T81" fmla="*/ 133 h 2349"/>
                            <a:gd name="T82" fmla="*/ 166 w 1740"/>
                            <a:gd name="T83" fmla="*/ 145 h 2349"/>
                            <a:gd name="T84" fmla="*/ 164 w 1740"/>
                            <a:gd name="T85" fmla="*/ 159 h 2349"/>
                            <a:gd name="T86" fmla="*/ 163 w 1740"/>
                            <a:gd name="T87" fmla="*/ 166 h 2349"/>
                            <a:gd name="T88" fmla="*/ 162 w 1740"/>
                            <a:gd name="T89" fmla="*/ 174 h 2349"/>
                            <a:gd name="T90" fmla="*/ 162 w 1740"/>
                            <a:gd name="T91" fmla="*/ 183 h 2349"/>
                            <a:gd name="T92" fmla="*/ 162 w 1740"/>
                            <a:gd name="T93" fmla="*/ 192 h 2349"/>
                            <a:gd name="T94" fmla="*/ 162 w 1740"/>
                            <a:gd name="T95" fmla="*/ 201 h 2349"/>
                            <a:gd name="T96" fmla="*/ 162 w 1740"/>
                            <a:gd name="T97" fmla="*/ 212 h 2349"/>
                            <a:gd name="T98" fmla="*/ 163 w 1740"/>
                            <a:gd name="T99" fmla="*/ 223 h 2349"/>
                            <a:gd name="T100" fmla="*/ 163 w 1740"/>
                            <a:gd name="T101" fmla="*/ 234 h 2349"/>
                            <a:gd name="T102" fmla="*/ 130 w 1740"/>
                            <a:gd name="T103" fmla="*/ 235 h 2349"/>
                            <a:gd name="T104" fmla="*/ 95 w 1740"/>
                            <a:gd name="T105" fmla="*/ 235 h 2349"/>
                            <a:gd name="T106" fmla="*/ 77 w 1740"/>
                            <a:gd name="T107" fmla="*/ 235 h 2349"/>
                            <a:gd name="T108" fmla="*/ 59 w 1740"/>
                            <a:gd name="T109" fmla="*/ 235 h 2349"/>
                            <a:gd name="T110" fmla="*/ 42 w 1740"/>
                            <a:gd name="T111" fmla="*/ 234 h 2349"/>
                            <a:gd name="T112" fmla="*/ 26 w 1740"/>
                            <a:gd name="T113" fmla="*/ 233 h 2349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60000 65536"/>
                            <a:gd name="T163" fmla="*/ 0 60000 65536"/>
                            <a:gd name="T164" fmla="*/ 0 60000 65536"/>
                            <a:gd name="T165" fmla="*/ 0 60000 65536"/>
                            <a:gd name="T166" fmla="*/ 0 60000 65536"/>
                            <a:gd name="T167" fmla="*/ 0 60000 65536"/>
                            <a:gd name="T168" fmla="*/ 0 60000 65536"/>
                            <a:gd name="T169" fmla="*/ 0 60000 65536"/>
                            <a:gd name="T170" fmla="*/ 0 60000 65536"/>
                            <a:gd name="T171" fmla="*/ 0 w 1740"/>
                            <a:gd name="T172" fmla="*/ 0 h 2349"/>
                            <a:gd name="T173" fmla="*/ 1740 w 1740"/>
                            <a:gd name="T174" fmla="*/ 2349 h 2349"/>
                          </a:gdLst>
                          <a:ahLst/>
                          <a:cxnLst>
                            <a:cxn ang="T114">
                              <a:pos x="T0" y="T1"/>
                            </a:cxn>
                            <a:cxn ang="T115">
                              <a:pos x="T2" y="T3"/>
                            </a:cxn>
                            <a:cxn ang="T116">
                              <a:pos x="T4" y="T5"/>
                            </a:cxn>
                            <a:cxn ang="T117">
                              <a:pos x="T6" y="T7"/>
                            </a:cxn>
                            <a:cxn ang="T118">
                              <a:pos x="T8" y="T9"/>
                            </a:cxn>
                            <a:cxn ang="T119">
                              <a:pos x="T10" y="T11"/>
                            </a:cxn>
                            <a:cxn ang="T120">
                              <a:pos x="T12" y="T13"/>
                            </a:cxn>
                            <a:cxn ang="T121">
                              <a:pos x="T14" y="T15"/>
                            </a:cxn>
                            <a:cxn ang="T122">
                              <a:pos x="T16" y="T17"/>
                            </a:cxn>
                            <a:cxn ang="T123">
                              <a:pos x="T18" y="T19"/>
                            </a:cxn>
                            <a:cxn ang="T124">
                              <a:pos x="T20" y="T21"/>
                            </a:cxn>
                            <a:cxn ang="T125">
                              <a:pos x="T22" y="T23"/>
                            </a:cxn>
                            <a:cxn ang="T126">
                              <a:pos x="T24" y="T25"/>
                            </a:cxn>
                            <a:cxn ang="T127">
                              <a:pos x="T26" y="T27"/>
                            </a:cxn>
                            <a:cxn ang="T128">
                              <a:pos x="T28" y="T29"/>
                            </a:cxn>
                            <a:cxn ang="T129">
                              <a:pos x="T30" y="T31"/>
                            </a:cxn>
                            <a:cxn ang="T130">
                              <a:pos x="T32" y="T33"/>
                            </a:cxn>
                            <a:cxn ang="T131">
                              <a:pos x="T34" y="T35"/>
                            </a:cxn>
                            <a:cxn ang="T132">
                              <a:pos x="T36" y="T37"/>
                            </a:cxn>
                            <a:cxn ang="T133">
                              <a:pos x="T38" y="T39"/>
                            </a:cxn>
                            <a:cxn ang="T134">
                              <a:pos x="T40" y="T41"/>
                            </a:cxn>
                            <a:cxn ang="T135">
                              <a:pos x="T42" y="T43"/>
                            </a:cxn>
                            <a:cxn ang="T136">
                              <a:pos x="T44" y="T45"/>
                            </a:cxn>
                            <a:cxn ang="T137">
                              <a:pos x="T46" y="T47"/>
                            </a:cxn>
                            <a:cxn ang="T138">
                              <a:pos x="T48" y="T49"/>
                            </a:cxn>
                            <a:cxn ang="T139">
                              <a:pos x="T50" y="T51"/>
                            </a:cxn>
                            <a:cxn ang="T140">
                              <a:pos x="T52" y="T53"/>
                            </a:cxn>
                            <a:cxn ang="T141">
                              <a:pos x="T54" y="T55"/>
                            </a:cxn>
                            <a:cxn ang="T142">
                              <a:pos x="T56" y="T57"/>
                            </a:cxn>
                            <a:cxn ang="T143">
                              <a:pos x="T58" y="T59"/>
                            </a:cxn>
                            <a:cxn ang="T144">
                              <a:pos x="T60" y="T61"/>
                            </a:cxn>
                            <a:cxn ang="T145">
                              <a:pos x="T62" y="T63"/>
                            </a:cxn>
                            <a:cxn ang="T146">
                              <a:pos x="T64" y="T65"/>
                            </a:cxn>
                            <a:cxn ang="T147">
                              <a:pos x="T66" y="T67"/>
                            </a:cxn>
                            <a:cxn ang="T148">
                              <a:pos x="T68" y="T69"/>
                            </a:cxn>
                            <a:cxn ang="T149">
                              <a:pos x="T70" y="T71"/>
                            </a:cxn>
                            <a:cxn ang="T150">
                              <a:pos x="T72" y="T73"/>
                            </a:cxn>
                            <a:cxn ang="T151">
                              <a:pos x="T74" y="T75"/>
                            </a:cxn>
                            <a:cxn ang="T152">
                              <a:pos x="T76" y="T77"/>
                            </a:cxn>
                            <a:cxn ang="T153">
                              <a:pos x="T78" y="T79"/>
                            </a:cxn>
                            <a:cxn ang="T154">
                              <a:pos x="T80" y="T81"/>
                            </a:cxn>
                            <a:cxn ang="T155">
                              <a:pos x="T82" y="T83"/>
                            </a:cxn>
                            <a:cxn ang="T156">
                              <a:pos x="T84" y="T85"/>
                            </a:cxn>
                            <a:cxn ang="T157">
                              <a:pos x="T86" y="T87"/>
                            </a:cxn>
                            <a:cxn ang="T158">
                              <a:pos x="T88" y="T89"/>
                            </a:cxn>
                            <a:cxn ang="T159">
                              <a:pos x="T90" y="T91"/>
                            </a:cxn>
                            <a:cxn ang="T160">
                              <a:pos x="T92" y="T93"/>
                            </a:cxn>
                            <a:cxn ang="T161">
                              <a:pos x="T94" y="T95"/>
                            </a:cxn>
                            <a:cxn ang="T162">
                              <a:pos x="T96" y="T97"/>
                            </a:cxn>
                            <a:cxn ang="T163">
                              <a:pos x="T98" y="T99"/>
                            </a:cxn>
                            <a:cxn ang="T164">
                              <a:pos x="T100" y="T101"/>
                            </a:cxn>
                            <a:cxn ang="T165">
                              <a:pos x="T102" y="T103"/>
                            </a:cxn>
                            <a:cxn ang="T166">
                              <a:pos x="T104" y="T105"/>
                            </a:cxn>
                            <a:cxn ang="T167">
                              <a:pos x="T106" y="T107"/>
                            </a:cxn>
                            <a:cxn ang="T168">
                              <a:pos x="T108" y="T109"/>
                            </a:cxn>
                            <a:cxn ang="T169">
                              <a:pos x="T110" y="T111"/>
                            </a:cxn>
                            <a:cxn ang="T170">
                              <a:pos x="T112" y="T113"/>
                            </a:cxn>
                          </a:cxnLst>
                          <a:rect l="T171" t="T172" r="T173" b="T174"/>
                          <a:pathLst>
                            <a:path w="1740" h="2349">
                              <a:moveTo>
                                <a:pt x="262" y="2331"/>
                              </a:moveTo>
                              <a:lnTo>
                                <a:pt x="208" y="2321"/>
                              </a:lnTo>
                              <a:lnTo>
                                <a:pt x="162" y="2310"/>
                              </a:lnTo>
                              <a:lnTo>
                                <a:pt x="142" y="2305"/>
                              </a:lnTo>
                              <a:lnTo>
                                <a:pt x="123" y="2298"/>
                              </a:lnTo>
                              <a:lnTo>
                                <a:pt x="104" y="2290"/>
                              </a:lnTo>
                              <a:lnTo>
                                <a:pt x="88" y="2281"/>
                              </a:lnTo>
                              <a:lnTo>
                                <a:pt x="81" y="2276"/>
                              </a:lnTo>
                              <a:lnTo>
                                <a:pt x="73" y="2271"/>
                              </a:lnTo>
                              <a:lnTo>
                                <a:pt x="67" y="2265"/>
                              </a:lnTo>
                              <a:lnTo>
                                <a:pt x="60" y="225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" o:spid="_x0000_s1026" style="position:absolute;margin-left:-73.9pt;margin-top:-119.35pt;width:8.7pt;height:11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740,23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" path="m262,2331r-54,-10l162,2310r-20,-5l123,2298r-19,-8l88,2281r-7,-5l73,2271r-6,-6l60,2259r202,72xe" stroked="f">
                <v:path arrowok="t" o:connecttype="custom" o:connectlocs="1334,14738;889,14675;635,14548;508,14484;445,14421;318,14294;254,14230;191,14039;64,13722;0,1016;191,762;381,508;635,254;762,127;889,0;1461,0;2032,0;2604,0;3175,0;3429,508;3620,1016;3874,1525;4064,1969;4382,2541;4699,3049;5080,3494;5398,3939;5715,4320;6096,4701;6477,5019;6858,5336;7239,5654;7684,5908;8192,6162;8700,6353;9208,6607;9779,6734;10414,6924;11049,7052;10859,7750;10668,8449;10541,9211;10414,10101;10351,10545;10287,11054;10287,11625;10287,12197;10287,12769;10287,13468;10351,14167;10351,14865;8255,14929;6033,14929;4890,14929;3747,14929;2667,14865;1651,14802" o:connectangles="0,0,0,0,0,0,0,0,0,0,0,0,0,0,0,0,0,0,0,0,0,0,0,0,0,0,0,0,0,0,0,0,0,0,0,0,0,0,0,0,0,0,0,0,0,0,0,0,0,0,0,0,0,0,0,0,0" textboxrect="0,0,1740,2349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-693420</wp:posOffset>
                </wp:positionH>
                <wp:positionV relativeFrom="paragraph">
                  <wp:posOffset>-2872105</wp:posOffset>
                </wp:positionV>
                <wp:extent cx="55245" cy="69850"/>
                <wp:effectExtent l="0" t="0" r="9525" b="0"/>
                <wp:wrapNone/>
                <wp:docPr id="12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245" cy="69850"/>
                        </a:xfrm>
                        <a:custGeom>
                          <a:avLst/>
                          <a:gdLst>
                            <a:gd name="T0" fmla="*/ 85 w 872"/>
                            <a:gd name="T1" fmla="*/ 89 h 1094"/>
                            <a:gd name="T2" fmla="*/ 86 w 872"/>
                            <a:gd name="T3" fmla="*/ 77 h 1094"/>
                            <a:gd name="T4" fmla="*/ 87 w 872"/>
                            <a:gd name="T5" fmla="*/ 65 h 1094"/>
                            <a:gd name="T6" fmla="*/ 87 w 872"/>
                            <a:gd name="T7" fmla="*/ 52 h 1094"/>
                            <a:gd name="T8" fmla="*/ 87 w 872"/>
                            <a:gd name="T9" fmla="*/ 42 h 1094"/>
                            <a:gd name="T10" fmla="*/ 86 w 872"/>
                            <a:gd name="T11" fmla="*/ 36 h 1094"/>
                            <a:gd name="T12" fmla="*/ 86 w 872"/>
                            <a:gd name="T13" fmla="*/ 30 h 1094"/>
                            <a:gd name="T14" fmla="*/ 84 w 872"/>
                            <a:gd name="T15" fmla="*/ 24 h 1094"/>
                            <a:gd name="T16" fmla="*/ 83 w 872"/>
                            <a:gd name="T17" fmla="*/ 18 h 1094"/>
                            <a:gd name="T18" fmla="*/ 81 w 872"/>
                            <a:gd name="T19" fmla="*/ 13 h 1094"/>
                            <a:gd name="T20" fmla="*/ 78 w 872"/>
                            <a:gd name="T21" fmla="*/ 7 h 1094"/>
                            <a:gd name="T22" fmla="*/ 74 w 872"/>
                            <a:gd name="T23" fmla="*/ 2 h 1094"/>
                            <a:gd name="T24" fmla="*/ 70 w 872"/>
                            <a:gd name="T25" fmla="*/ 0 h 1094"/>
                            <a:gd name="T26" fmla="*/ 65 w 872"/>
                            <a:gd name="T27" fmla="*/ 0 h 1094"/>
                            <a:gd name="T28" fmla="*/ 59 w 872"/>
                            <a:gd name="T29" fmla="*/ 1 h 1094"/>
                            <a:gd name="T30" fmla="*/ 54 w 872"/>
                            <a:gd name="T31" fmla="*/ 2 h 1094"/>
                            <a:gd name="T32" fmla="*/ 49 w 872"/>
                            <a:gd name="T33" fmla="*/ 3 h 1094"/>
                            <a:gd name="T34" fmla="*/ 44 w 872"/>
                            <a:gd name="T35" fmla="*/ 4 h 1094"/>
                            <a:gd name="T36" fmla="*/ 38 w 872"/>
                            <a:gd name="T37" fmla="*/ 6 h 1094"/>
                            <a:gd name="T38" fmla="*/ 33 w 872"/>
                            <a:gd name="T39" fmla="*/ 8 h 1094"/>
                            <a:gd name="T40" fmla="*/ 28 w 872"/>
                            <a:gd name="T41" fmla="*/ 10 h 1094"/>
                            <a:gd name="T42" fmla="*/ 24 w 872"/>
                            <a:gd name="T43" fmla="*/ 13 h 1094"/>
                            <a:gd name="T44" fmla="*/ 19 w 872"/>
                            <a:gd name="T45" fmla="*/ 15 h 1094"/>
                            <a:gd name="T46" fmla="*/ 15 w 872"/>
                            <a:gd name="T47" fmla="*/ 19 h 1094"/>
                            <a:gd name="T48" fmla="*/ 11 w 872"/>
                            <a:gd name="T49" fmla="*/ 22 h 1094"/>
                            <a:gd name="T50" fmla="*/ 7 w 872"/>
                            <a:gd name="T51" fmla="*/ 26 h 1094"/>
                            <a:gd name="T52" fmla="*/ 4 w 872"/>
                            <a:gd name="T53" fmla="*/ 29 h 1094"/>
                            <a:gd name="T54" fmla="*/ 1 w 872"/>
                            <a:gd name="T55" fmla="*/ 34 h 1094"/>
                            <a:gd name="T56" fmla="*/ 0 w 872"/>
                            <a:gd name="T57" fmla="*/ 108 h 1094"/>
                            <a:gd name="T58" fmla="*/ 11 w 872"/>
                            <a:gd name="T59" fmla="*/ 108 h 1094"/>
                            <a:gd name="T60" fmla="*/ 22 w 872"/>
                            <a:gd name="T61" fmla="*/ 109 h 1094"/>
                            <a:gd name="T62" fmla="*/ 34 w 872"/>
                            <a:gd name="T63" fmla="*/ 110 h 1094"/>
                            <a:gd name="T64" fmla="*/ 45 w 872"/>
                            <a:gd name="T65" fmla="*/ 110 h 1094"/>
                            <a:gd name="T66" fmla="*/ 51 w 872"/>
                            <a:gd name="T67" fmla="*/ 110 h 1094"/>
                            <a:gd name="T68" fmla="*/ 56 w 872"/>
                            <a:gd name="T69" fmla="*/ 109 h 1094"/>
                            <a:gd name="T70" fmla="*/ 62 w 872"/>
                            <a:gd name="T71" fmla="*/ 108 h 1094"/>
                            <a:gd name="T72" fmla="*/ 67 w 872"/>
                            <a:gd name="T73" fmla="*/ 106 h 1094"/>
                            <a:gd name="T74" fmla="*/ 72 w 872"/>
                            <a:gd name="T75" fmla="*/ 104 h 1094"/>
                            <a:gd name="T76" fmla="*/ 77 w 872"/>
                            <a:gd name="T77" fmla="*/ 102 h 1094"/>
                            <a:gd name="T78" fmla="*/ 81 w 872"/>
                            <a:gd name="T79" fmla="*/ 99 h 1094"/>
                            <a:gd name="T80" fmla="*/ 85 w 872"/>
                            <a:gd name="T81" fmla="*/ 95 h 1094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w 872"/>
                            <a:gd name="T124" fmla="*/ 0 h 1094"/>
                            <a:gd name="T125" fmla="*/ 872 w 872"/>
                            <a:gd name="T126" fmla="*/ 1094 h 1094"/>
                          </a:gdLst>
                          <a:ahLst/>
                          <a:cxnLst>
                            <a:cxn ang="T82">
                              <a:pos x="T0" y="T1"/>
                            </a:cxn>
                            <a:cxn ang="T83">
                              <a:pos x="T2" y="T3"/>
                            </a:cxn>
                            <a:cxn ang="T84">
                              <a:pos x="T4" y="T5"/>
                            </a:cxn>
                            <a:cxn ang="T85">
                              <a:pos x="T6" y="T7"/>
                            </a:cxn>
                            <a:cxn ang="T86">
                              <a:pos x="T8" y="T9"/>
                            </a:cxn>
                            <a:cxn ang="T87">
                              <a:pos x="T10" y="T11"/>
                            </a:cxn>
                            <a:cxn ang="T88">
                              <a:pos x="T12" y="T13"/>
                            </a:cxn>
                            <a:cxn ang="T89">
                              <a:pos x="T14" y="T15"/>
                            </a:cxn>
                            <a:cxn ang="T90">
                              <a:pos x="T16" y="T17"/>
                            </a:cxn>
                            <a:cxn ang="T91">
                              <a:pos x="T18" y="T19"/>
                            </a:cxn>
                            <a:cxn ang="T92">
                              <a:pos x="T20" y="T21"/>
                            </a:cxn>
                            <a:cxn ang="T93">
                              <a:pos x="T22" y="T23"/>
                            </a:cxn>
                            <a:cxn ang="T94">
                              <a:pos x="T24" y="T25"/>
                            </a:cxn>
                            <a:cxn ang="T95">
                              <a:pos x="T26" y="T27"/>
                            </a:cxn>
                            <a:cxn ang="T96">
                              <a:pos x="T28" y="T29"/>
                            </a:cxn>
                            <a:cxn ang="T97">
                              <a:pos x="T30" y="T31"/>
                            </a:cxn>
                            <a:cxn ang="T98">
                              <a:pos x="T32" y="T33"/>
                            </a:cxn>
                            <a:cxn ang="T99">
                              <a:pos x="T34" y="T35"/>
                            </a:cxn>
                            <a:cxn ang="T100">
                              <a:pos x="T36" y="T37"/>
                            </a:cxn>
                            <a:cxn ang="T101">
                              <a:pos x="T38" y="T39"/>
                            </a:cxn>
                            <a:cxn ang="T102">
                              <a:pos x="T40" y="T41"/>
                            </a:cxn>
                            <a:cxn ang="T103">
                              <a:pos x="T42" y="T43"/>
                            </a:cxn>
                            <a:cxn ang="T104">
                              <a:pos x="T44" y="T45"/>
                            </a:cxn>
                            <a:cxn ang="T105">
                              <a:pos x="T46" y="T47"/>
                            </a:cxn>
                            <a:cxn ang="T106">
                              <a:pos x="T48" y="T49"/>
                            </a:cxn>
                            <a:cxn ang="T107">
                              <a:pos x="T50" y="T51"/>
                            </a:cxn>
                            <a:cxn ang="T108">
                              <a:pos x="T52" y="T53"/>
                            </a:cxn>
                            <a:cxn ang="T109">
                              <a:pos x="T54" y="T55"/>
                            </a:cxn>
                            <a:cxn ang="T110">
                              <a:pos x="T56" y="T57"/>
                            </a:cxn>
                            <a:cxn ang="T111">
                              <a:pos x="T58" y="T59"/>
                            </a:cxn>
                            <a:cxn ang="T112">
                              <a:pos x="T60" y="T61"/>
                            </a:cxn>
                            <a:cxn ang="T113">
                              <a:pos x="T62" y="T63"/>
                            </a:cxn>
                            <a:cxn ang="T114">
                              <a:pos x="T64" y="T65"/>
                            </a:cxn>
                            <a:cxn ang="T115">
                              <a:pos x="T66" y="T67"/>
                            </a:cxn>
                            <a:cxn ang="T116">
                              <a:pos x="T68" y="T69"/>
                            </a:cxn>
                            <a:cxn ang="T117">
                              <a:pos x="T70" y="T71"/>
                            </a:cxn>
                            <a:cxn ang="T118">
                              <a:pos x="T72" y="T73"/>
                            </a:cxn>
                            <a:cxn ang="T119">
                              <a:pos x="T74" y="T75"/>
                            </a:cxn>
                            <a:cxn ang="T120">
                              <a:pos x="T76" y="T77"/>
                            </a:cxn>
                            <a:cxn ang="T121">
                              <a:pos x="T78" y="T79"/>
                            </a:cxn>
                            <a:cxn ang="T122">
                              <a:pos x="T80" y="T81"/>
                            </a:cxn>
                          </a:cxnLst>
                          <a:rect l="T123" t="T124" r="T125" b="T126"/>
                          <a:pathLst>
                            <a:path w="872" h="1094">
                              <a:moveTo>
                                <a:pt x="853" y="940"/>
                              </a:moveTo>
                              <a:lnTo>
                                <a:pt x="854" y="885"/>
                              </a:lnTo>
                              <a:lnTo>
                                <a:pt x="857" y="827"/>
                              </a:lnTo>
                              <a:lnTo>
                                <a:pt x="860" y="767"/>
                              </a:lnTo>
                              <a:lnTo>
                                <a:pt x="865" y="706"/>
                              </a:lnTo>
                              <a:lnTo>
                                <a:pt x="868" y="642"/>
                              </a:lnTo>
                              <a:lnTo>
                                <a:pt x="871" y="579"/>
                              </a:lnTo>
                              <a:lnTo>
                                <a:pt x="872" y="516"/>
                              </a:lnTo>
                              <a:lnTo>
                                <a:pt x="872" y="453"/>
                              </a:lnTo>
                              <a:lnTo>
                                <a:pt x="871" y="421"/>
                              </a:lnTo>
                              <a:lnTo>
                                <a:pt x="869" y="39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8" o:spid="_x0000_s1026" style="position:absolute;margin-left:-54.6pt;margin-top:-226.15pt;width:4.35pt;height:5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72,10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" path="m853,940r1,-55l857,827r3,-60l865,706r3,-64l871,579r1,-63l872,453r-1,-32l869,390,853,940xe" stroked="f">
                <v:path arrowok="t" o:connecttype="custom" o:connectlocs="5385,5682;5448,4916;5512,4150;5512,3320;5512,2682;5448,2299;5448,1915;5322,1532;5258,1149;5132,830;4942,447;4688,128;4435,0;4118,0;3738,64;3421,128;3104,192;2788,255;2407,383;2091,511;1774,638;1521,830;1204,958;950,1213;697,1405;443,1660;253,1852;63,2171;0,6896;697,6896;1394,6959;2154,7023;2851,7023;3231,7023;3548,6959;3928,6896;4245,6768;4562,6640;4878,6513;5132,6321;5385,6066" o:connectangles="0,0,0,0,0,0,0,0,0,0,0,0,0,0,0,0,0,0,0,0,0,0,0,0,0,0,0,0,0,0,0,0,0,0,0,0,0,0,0,0,0" textboxrect="0,0,872,1094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-796925</wp:posOffset>
                </wp:positionH>
                <wp:positionV relativeFrom="paragraph">
                  <wp:posOffset>-4308475</wp:posOffset>
                </wp:positionV>
                <wp:extent cx="55245" cy="69215"/>
                <wp:effectExtent l="3175" t="0" r="0" b="0"/>
                <wp:wrapNone/>
                <wp:docPr id="11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245" cy="69215"/>
                        </a:xfrm>
                        <a:custGeom>
                          <a:avLst/>
                          <a:gdLst>
                            <a:gd name="T0" fmla="*/ 2 w 872"/>
                            <a:gd name="T1" fmla="*/ 88 h 1093"/>
                            <a:gd name="T2" fmla="*/ 1 w 872"/>
                            <a:gd name="T3" fmla="*/ 76 h 1093"/>
                            <a:gd name="T4" fmla="*/ 0 w 872"/>
                            <a:gd name="T5" fmla="*/ 64 h 1093"/>
                            <a:gd name="T6" fmla="*/ 0 w 872"/>
                            <a:gd name="T7" fmla="*/ 51 h 1093"/>
                            <a:gd name="T8" fmla="*/ 0 w 872"/>
                            <a:gd name="T9" fmla="*/ 42 h 1093"/>
                            <a:gd name="T10" fmla="*/ 1 w 872"/>
                            <a:gd name="T11" fmla="*/ 36 h 1093"/>
                            <a:gd name="T12" fmla="*/ 1 w 872"/>
                            <a:gd name="T13" fmla="*/ 30 h 1093"/>
                            <a:gd name="T14" fmla="*/ 3 w 872"/>
                            <a:gd name="T15" fmla="*/ 24 h 1093"/>
                            <a:gd name="T16" fmla="*/ 4 w 872"/>
                            <a:gd name="T17" fmla="*/ 18 h 1093"/>
                            <a:gd name="T18" fmla="*/ 6 w 872"/>
                            <a:gd name="T19" fmla="*/ 13 h 1093"/>
                            <a:gd name="T20" fmla="*/ 9 w 872"/>
                            <a:gd name="T21" fmla="*/ 7 h 1093"/>
                            <a:gd name="T22" fmla="*/ 13 w 872"/>
                            <a:gd name="T23" fmla="*/ 2 h 1093"/>
                            <a:gd name="T24" fmla="*/ 17 w 872"/>
                            <a:gd name="T25" fmla="*/ 0 h 1093"/>
                            <a:gd name="T26" fmla="*/ 22 w 872"/>
                            <a:gd name="T27" fmla="*/ 0 h 1093"/>
                            <a:gd name="T28" fmla="*/ 28 w 872"/>
                            <a:gd name="T29" fmla="*/ 1 h 1093"/>
                            <a:gd name="T30" fmla="*/ 33 w 872"/>
                            <a:gd name="T31" fmla="*/ 2 h 1093"/>
                            <a:gd name="T32" fmla="*/ 38 w 872"/>
                            <a:gd name="T33" fmla="*/ 3 h 1093"/>
                            <a:gd name="T34" fmla="*/ 43 w 872"/>
                            <a:gd name="T35" fmla="*/ 4 h 1093"/>
                            <a:gd name="T36" fmla="*/ 49 w 872"/>
                            <a:gd name="T37" fmla="*/ 6 h 1093"/>
                            <a:gd name="T38" fmla="*/ 54 w 872"/>
                            <a:gd name="T39" fmla="*/ 8 h 1093"/>
                            <a:gd name="T40" fmla="*/ 59 w 872"/>
                            <a:gd name="T41" fmla="*/ 10 h 1093"/>
                            <a:gd name="T42" fmla="*/ 63 w 872"/>
                            <a:gd name="T43" fmla="*/ 13 h 1093"/>
                            <a:gd name="T44" fmla="*/ 68 w 872"/>
                            <a:gd name="T45" fmla="*/ 15 h 1093"/>
                            <a:gd name="T46" fmla="*/ 72 w 872"/>
                            <a:gd name="T47" fmla="*/ 18 h 1093"/>
                            <a:gd name="T48" fmla="*/ 76 w 872"/>
                            <a:gd name="T49" fmla="*/ 22 h 1093"/>
                            <a:gd name="T50" fmla="*/ 80 w 872"/>
                            <a:gd name="T51" fmla="*/ 25 h 1093"/>
                            <a:gd name="T52" fmla="*/ 83 w 872"/>
                            <a:gd name="T53" fmla="*/ 29 h 1093"/>
                            <a:gd name="T54" fmla="*/ 86 w 872"/>
                            <a:gd name="T55" fmla="*/ 33 h 1093"/>
                            <a:gd name="T56" fmla="*/ 87 w 872"/>
                            <a:gd name="T57" fmla="*/ 107 h 1093"/>
                            <a:gd name="T58" fmla="*/ 76 w 872"/>
                            <a:gd name="T59" fmla="*/ 107 h 1093"/>
                            <a:gd name="T60" fmla="*/ 65 w 872"/>
                            <a:gd name="T61" fmla="*/ 108 h 1093"/>
                            <a:gd name="T62" fmla="*/ 53 w 872"/>
                            <a:gd name="T63" fmla="*/ 109 h 1093"/>
                            <a:gd name="T64" fmla="*/ 42 w 872"/>
                            <a:gd name="T65" fmla="*/ 109 h 1093"/>
                            <a:gd name="T66" fmla="*/ 36 w 872"/>
                            <a:gd name="T67" fmla="*/ 109 h 1093"/>
                            <a:gd name="T68" fmla="*/ 31 w 872"/>
                            <a:gd name="T69" fmla="*/ 108 h 1093"/>
                            <a:gd name="T70" fmla="*/ 25 w 872"/>
                            <a:gd name="T71" fmla="*/ 107 h 1093"/>
                            <a:gd name="T72" fmla="*/ 20 w 872"/>
                            <a:gd name="T73" fmla="*/ 106 h 1093"/>
                            <a:gd name="T74" fmla="*/ 15 w 872"/>
                            <a:gd name="T75" fmla="*/ 104 h 1093"/>
                            <a:gd name="T76" fmla="*/ 10 w 872"/>
                            <a:gd name="T77" fmla="*/ 101 h 1093"/>
                            <a:gd name="T78" fmla="*/ 6 w 872"/>
                            <a:gd name="T79" fmla="*/ 98 h 1093"/>
                            <a:gd name="T80" fmla="*/ 2 w 872"/>
                            <a:gd name="T81" fmla="*/ 94 h 1093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w 872"/>
                            <a:gd name="T124" fmla="*/ 0 h 1093"/>
                            <a:gd name="T125" fmla="*/ 872 w 872"/>
                            <a:gd name="T126" fmla="*/ 1093 h 1093"/>
                          </a:gdLst>
                          <a:ahLst/>
                          <a:cxnLst>
                            <a:cxn ang="T82">
                              <a:pos x="T0" y="T1"/>
                            </a:cxn>
                            <a:cxn ang="T83">
                              <a:pos x="T2" y="T3"/>
                            </a:cxn>
                            <a:cxn ang="T84">
                              <a:pos x="T4" y="T5"/>
                            </a:cxn>
                            <a:cxn ang="T85">
                              <a:pos x="T6" y="T7"/>
                            </a:cxn>
                            <a:cxn ang="T86">
                              <a:pos x="T8" y="T9"/>
                            </a:cxn>
                            <a:cxn ang="T87">
                              <a:pos x="T10" y="T11"/>
                            </a:cxn>
                            <a:cxn ang="T88">
                              <a:pos x="T12" y="T13"/>
                            </a:cxn>
                            <a:cxn ang="T89">
                              <a:pos x="T14" y="T15"/>
                            </a:cxn>
                            <a:cxn ang="T90">
                              <a:pos x="T16" y="T17"/>
                            </a:cxn>
                            <a:cxn ang="T91">
                              <a:pos x="T18" y="T19"/>
                            </a:cxn>
                            <a:cxn ang="T92">
                              <a:pos x="T20" y="T21"/>
                            </a:cxn>
                            <a:cxn ang="T93">
                              <a:pos x="T22" y="T23"/>
                            </a:cxn>
                            <a:cxn ang="T94">
                              <a:pos x="T24" y="T25"/>
                            </a:cxn>
                            <a:cxn ang="T95">
                              <a:pos x="T26" y="T27"/>
                            </a:cxn>
                            <a:cxn ang="T96">
                              <a:pos x="T28" y="T29"/>
                            </a:cxn>
                            <a:cxn ang="T97">
                              <a:pos x="T30" y="T31"/>
                            </a:cxn>
                            <a:cxn ang="T98">
                              <a:pos x="T32" y="T33"/>
                            </a:cxn>
                            <a:cxn ang="T99">
                              <a:pos x="T34" y="T35"/>
                            </a:cxn>
                            <a:cxn ang="T100">
                              <a:pos x="T36" y="T37"/>
                            </a:cxn>
                            <a:cxn ang="T101">
                              <a:pos x="T38" y="T39"/>
                            </a:cxn>
                            <a:cxn ang="T102">
                              <a:pos x="T40" y="T41"/>
                            </a:cxn>
                            <a:cxn ang="T103">
                              <a:pos x="T42" y="T43"/>
                            </a:cxn>
                            <a:cxn ang="T104">
                              <a:pos x="T44" y="T45"/>
                            </a:cxn>
                            <a:cxn ang="T105">
                              <a:pos x="T46" y="T47"/>
                            </a:cxn>
                            <a:cxn ang="T106">
                              <a:pos x="T48" y="T49"/>
                            </a:cxn>
                            <a:cxn ang="T107">
                              <a:pos x="T50" y="T51"/>
                            </a:cxn>
                            <a:cxn ang="T108">
                              <a:pos x="T52" y="T53"/>
                            </a:cxn>
                            <a:cxn ang="T109">
                              <a:pos x="T54" y="T55"/>
                            </a:cxn>
                            <a:cxn ang="T110">
                              <a:pos x="T56" y="T57"/>
                            </a:cxn>
                            <a:cxn ang="T111">
                              <a:pos x="T58" y="T59"/>
                            </a:cxn>
                            <a:cxn ang="T112">
                              <a:pos x="T60" y="T61"/>
                            </a:cxn>
                            <a:cxn ang="T113">
                              <a:pos x="T62" y="T63"/>
                            </a:cxn>
                            <a:cxn ang="T114">
                              <a:pos x="T64" y="T65"/>
                            </a:cxn>
                            <a:cxn ang="T115">
                              <a:pos x="T66" y="T67"/>
                            </a:cxn>
                            <a:cxn ang="T116">
                              <a:pos x="T68" y="T69"/>
                            </a:cxn>
                            <a:cxn ang="T117">
                              <a:pos x="T70" y="T71"/>
                            </a:cxn>
                            <a:cxn ang="T118">
                              <a:pos x="T72" y="T73"/>
                            </a:cxn>
                            <a:cxn ang="T119">
                              <a:pos x="T74" y="T75"/>
                            </a:cxn>
                            <a:cxn ang="T120">
                              <a:pos x="T76" y="T77"/>
                            </a:cxn>
                            <a:cxn ang="T121">
                              <a:pos x="T78" y="T79"/>
                            </a:cxn>
                            <a:cxn ang="T122">
                              <a:pos x="T80" y="T81"/>
                            </a:cxn>
                          </a:cxnLst>
                          <a:rect l="T123" t="T124" r="T125" b="T126"/>
                          <a:pathLst>
                            <a:path w="872" h="1093">
                              <a:moveTo>
                                <a:pt x="18" y="940"/>
                              </a:moveTo>
                              <a:lnTo>
                                <a:pt x="18" y="885"/>
                              </a:lnTo>
                              <a:lnTo>
                                <a:pt x="15" y="827"/>
                              </a:lnTo>
                              <a:lnTo>
                                <a:pt x="12" y="767"/>
                              </a:lnTo>
                              <a:lnTo>
                                <a:pt x="7" y="705"/>
                              </a:lnTo>
                              <a:lnTo>
                                <a:pt x="4" y="643"/>
                              </a:lnTo>
                              <a:lnTo>
                                <a:pt x="1" y="579"/>
                              </a:lnTo>
                              <a:lnTo>
                                <a:pt x="0" y="516"/>
                              </a:lnTo>
                              <a:lnTo>
                                <a:pt x="0" y="453"/>
                              </a:lnTo>
                              <a:lnTo>
                                <a:pt x="1" y="422"/>
                              </a:lnTo>
                              <a:lnTo>
                                <a:pt x="3" y="39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0" o:spid="_x0000_s1026" style="position:absolute;margin-left:-62.75pt;margin-top:-339.25pt;width:4.35pt;height:5.4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72,10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" path="m18,940r,-55l15,827,12,767,7,705,4,643,1,579,,516,,453,1,422,3,391,18,940xe" stroked="f">
                <v:path arrowok="t" o:connecttype="custom" o:connectlocs="127,5573;63,4813;0,4053;0,3230;0,2660;63,2280;63,1900;190,1520;253,1140;380,823;570,443;824,127;1077,0;1394,0;1774,63;2091,127;2407,190;2724,253;3104,380;3421,507;3738,633;3991,823;4308,950;4562,1140;4815,1393;5068,1583;5258,1836;5448,2090;5512,6776;4815,6776;4118,6839;3358,6903;2661,6903;2281,6903;1964,6839;1584,6776;1267,6713;950,6586;634,6396;380,6206;127,5953" o:connectangles="0,0,0,0,0,0,0,0,0,0,0,0,0,0,0,0,0,0,0,0,0,0,0,0,0,0,0,0,0,0,0,0,0,0,0,0,0,0,0,0,0" textboxrect="0,0,872,1093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-776605</wp:posOffset>
                </wp:positionH>
                <wp:positionV relativeFrom="paragraph">
                  <wp:posOffset>-5932805</wp:posOffset>
                </wp:positionV>
                <wp:extent cx="118110" cy="179705"/>
                <wp:effectExtent l="0" t="0" r="0" b="6350"/>
                <wp:wrapNone/>
                <wp:docPr id="10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8110" cy="179705"/>
                        </a:xfrm>
                        <a:custGeom>
                          <a:avLst/>
                          <a:gdLst>
                            <a:gd name="T0" fmla="*/ 89 w 1854"/>
                            <a:gd name="T1" fmla="*/ 280 h 2824"/>
                            <a:gd name="T2" fmla="*/ 83 w 1854"/>
                            <a:gd name="T3" fmla="*/ 274 h 2824"/>
                            <a:gd name="T4" fmla="*/ 77 w 1854"/>
                            <a:gd name="T5" fmla="*/ 268 h 2824"/>
                            <a:gd name="T6" fmla="*/ 71 w 1854"/>
                            <a:gd name="T7" fmla="*/ 264 h 2824"/>
                            <a:gd name="T8" fmla="*/ 65 w 1854"/>
                            <a:gd name="T9" fmla="*/ 259 h 2824"/>
                            <a:gd name="T10" fmla="*/ 59 w 1854"/>
                            <a:gd name="T11" fmla="*/ 256 h 2824"/>
                            <a:gd name="T12" fmla="*/ 53 w 1854"/>
                            <a:gd name="T13" fmla="*/ 252 h 2824"/>
                            <a:gd name="T14" fmla="*/ 48 w 1854"/>
                            <a:gd name="T15" fmla="*/ 249 h 2824"/>
                            <a:gd name="T16" fmla="*/ 42 w 1854"/>
                            <a:gd name="T17" fmla="*/ 247 h 2824"/>
                            <a:gd name="T18" fmla="*/ 36 w 1854"/>
                            <a:gd name="T19" fmla="*/ 244 h 2824"/>
                            <a:gd name="T20" fmla="*/ 28 w 1854"/>
                            <a:gd name="T21" fmla="*/ 242 h 2824"/>
                            <a:gd name="T22" fmla="*/ 17 w 1854"/>
                            <a:gd name="T23" fmla="*/ 238 h 2824"/>
                            <a:gd name="T24" fmla="*/ 6 w 1854"/>
                            <a:gd name="T25" fmla="*/ 235 h 2824"/>
                            <a:gd name="T26" fmla="*/ 6 w 1854"/>
                            <a:gd name="T27" fmla="*/ 222 h 2824"/>
                            <a:gd name="T28" fmla="*/ 16 w 1854"/>
                            <a:gd name="T29" fmla="*/ 198 h 2824"/>
                            <a:gd name="T30" fmla="*/ 26 w 1854"/>
                            <a:gd name="T31" fmla="*/ 174 h 2824"/>
                            <a:gd name="T32" fmla="*/ 34 w 1854"/>
                            <a:gd name="T33" fmla="*/ 152 h 2824"/>
                            <a:gd name="T34" fmla="*/ 42 w 1854"/>
                            <a:gd name="T35" fmla="*/ 131 h 2824"/>
                            <a:gd name="T36" fmla="*/ 48 w 1854"/>
                            <a:gd name="T37" fmla="*/ 111 h 2824"/>
                            <a:gd name="T38" fmla="*/ 57 w 1854"/>
                            <a:gd name="T39" fmla="*/ 84 h 2824"/>
                            <a:gd name="T40" fmla="*/ 67 w 1854"/>
                            <a:gd name="T41" fmla="*/ 52 h 2824"/>
                            <a:gd name="T42" fmla="*/ 73 w 1854"/>
                            <a:gd name="T43" fmla="*/ 33 h 2824"/>
                            <a:gd name="T44" fmla="*/ 77 w 1854"/>
                            <a:gd name="T45" fmla="*/ 23 h 2824"/>
                            <a:gd name="T46" fmla="*/ 80 w 1854"/>
                            <a:gd name="T47" fmla="*/ 14 h 2824"/>
                            <a:gd name="T48" fmla="*/ 84 w 1854"/>
                            <a:gd name="T49" fmla="*/ 7 h 2824"/>
                            <a:gd name="T50" fmla="*/ 87 w 1854"/>
                            <a:gd name="T51" fmla="*/ 3 h 2824"/>
                            <a:gd name="T52" fmla="*/ 91 w 1854"/>
                            <a:gd name="T53" fmla="*/ 0 h 2824"/>
                            <a:gd name="T54" fmla="*/ 94 w 1854"/>
                            <a:gd name="T55" fmla="*/ 0 h 2824"/>
                            <a:gd name="T56" fmla="*/ 98 w 1854"/>
                            <a:gd name="T57" fmla="*/ 3 h 2824"/>
                            <a:gd name="T58" fmla="*/ 102 w 1854"/>
                            <a:gd name="T59" fmla="*/ 7 h 2824"/>
                            <a:gd name="T60" fmla="*/ 105 w 1854"/>
                            <a:gd name="T61" fmla="*/ 14 h 2824"/>
                            <a:gd name="T62" fmla="*/ 109 w 1854"/>
                            <a:gd name="T63" fmla="*/ 23 h 2824"/>
                            <a:gd name="T64" fmla="*/ 112 w 1854"/>
                            <a:gd name="T65" fmla="*/ 33 h 2824"/>
                            <a:gd name="T66" fmla="*/ 119 w 1854"/>
                            <a:gd name="T67" fmla="*/ 52 h 2824"/>
                            <a:gd name="T68" fmla="*/ 128 w 1854"/>
                            <a:gd name="T69" fmla="*/ 84 h 2824"/>
                            <a:gd name="T70" fmla="*/ 137 w 1854"/>
                            <a:gd name="T71" fmla="*/ 111 h 2824"/>
                            <a:gd name="T72" fmla="*/ 144 w 1854"/>
                            <a:gd name="T73" fmla="*/ 131 h 2824"/>
                            <a:gd name="T74" fmla="*/ 152 w 1854"/>
                            <a:gd name="T75" fmla="*/ 152 h 2824"/>
                            <a:gd name="T76" fmla="*/ 160 w 1854"/>
                            <a:gd name="T77" fmla="*/ 174 h 2824"/>
                            <a:gd name="T78" fmla="*/ 170 w 1854"/>
                            <a:gd name="T79" fmla="*/ 197 h 2824"/>
                            <a:gd name="T80" fmla="*/ 180 w 1854"/>
                            <a:gd name="T81" fmla="*/ 221 h 2824"/>
                            <a:gd name="T82" fmla="*/ 180 w 1854"/>
                            <a:gd name="T83" fmla="*/ 235 h 2824"/>
                            <a:gd name="T84" fmla="*/ 169 w 1854"/>
                            <a:gd name="T85" fmla="*/ 238 h 2824"/>
                            <a:gd name="T86" fmla="*/ 158 w 1854"/>
                            <a:gd name="T87" fmla="*/ 241 h 2824"/>
                            <a:gd name="T88" fmla="*/ 149 w 1854"/>
                            <a:gd name="T89" fmla="*/ 244 h 2824"/>
                            <a:gd name="T90" fmla="*/ 144 w 1854"/>
                            <a:gd name="T91" fmla="*/ 247 h 2824"/>
                            <a:gd name="T92" fmla="*/ 138 w 1854"/>
                            <a:gd name="T93" fmla="*/ 249 h 2824"/>
                            <a:gd name="T94" fmla="*/ 132 w 1854"/>
                            <a:gd name="T95" fmla="*/ 252 h 2824"/>
                            <a:gd name="T96" fmla="*/ 126 w 1854"/>
                            <a:gd name="T97" fmla="*/ 255 h 2824"/>
                            <a:gd name="T98" fmla="*/ 120 w 1854"/>
                            <a:gd name="T99" fmla="*/ 259 h 2824"/>
                            <a:gd name="T100" fmla="*/ 114 w 1854"/>
                            <a:gd name="T101" fmla="*/ 264 h 2824"/>
                            <a:gd name="T102" fmla="*/ 108 w 1854"/>
                            <a:gd name="T103" fmla="*/ 268 h 2824"/>
                            <a:gd name="T104" fmla="*/ 102 w 1854"/>
                            <a:gd name="T105" fmla="*/ 274 h 2824"/>
                            <a:gd name="T106" fmla="*/ 96 w 1854"/>
                            <a:gd name="T107" fmla="*/ 280 h 2824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w 1854"/>
                            <a:gd name="T163" fmla="*/ 0 h 2824"/>
                            <a:gd name="T164" fmla="*/ 1854 w 1854"/>
                            <a:gd name="T165" fmla="*/ 2824 h 2824"/>
                          </a:gdLst>
                          <a:ahLst/>
                          <a:cxnLst>
                            <a:cxn ang="T108">
                              <a:pos x="T0" y="T1"/>
                            </a:cxn>
                            <a:cxn ang="T109">
                              <a:pos x="T2" y="T3"/>
                            </a:cxn>
                            <a:cxn ang="T110">
                              <a:pos x="T4" y="T5"/>
                            </a:cxn>
                            <a:cxn ang="T111">
                              <a:pos x="T6" y="T7"/>
                            </a:cxn>
                            <a:cxn ang="T112">
                              <a:pos x="T8" y="T9"/>
                            </a:cxn>
                            <a:cxn ang="T113">
                              <a:pos x="T10" y="T11"/>
                            </a:cxn>
                            <a:cxn ang="T114">
                              <a:pos x="T12" y="T13"/>
                            </a:cxn>
                            <a:cxn ang="T115">
                              <a:pos x="T14" y="T15"/>
                            </a:cxn>
                            <a:cxn ang="T116">
                              <a:pos x="T16" y="T17"/>
                            </a:cxn>
                            <a:cxn ang="T117">
                              <a:pos x="T18" y="T19"/>
                            </a:cxn>
                            <a:cxn ang="T118">
                              <a:pos x="T20" y="T21"/>
                            </a:cxn>
                            <a:cxn ang="T119">
                              <a:pos x="T22" y="T23"/>
                            </a:cxn>
                            <a:cxn ang="T120">
                              <a:pos x="T24" y="T25"/>
                            </a:cxn>
                            <a:cxn ang="T121">
                              <a:pos x="T26" y="T27"/>
                            </a:cxn>
                            <a:cxn ang="T122">
                              <a:pos x="T28" y="T29"/>
                            </a:cxn>
                            <a:cxn ang="T123">
                              <a:pos x="T30" y="T31"/>
                            </a:cxn>
                            <a:cxn ang="T124">
                              <a:pos x="T32" y="T33"/>
                            </a:cxn>
                            <a:cxn ang="T125">
                              <a:pos x="T34" y="T35"/>
                            </a:cxn>
                            <a:cxn ang="T126">
                              <a:pos x="T36" y="T37"/>
                            </a:cxn>
                            <a:cxn ang="T127">
                              <a:pos x="T38" y="T39"/>
                            </a:cxn>
                            <a:cxn ang="T128">
                              <a:pos x="T40" y="T41"/>
                            </a:cxn>
                            <a:cxn ang="T129">
                              <a:pos x="T42" y="T43"/>
                            </a:cxn>
                            <a:cxn ang="T130">
                              <a:pos x="T44" y="T45"/>
                            </a:cxn>
                            <a:cxn ang="T131">
                              <a:pos x="T46" y="T47"/>
                            </a:cxn>
                            <a:cxn ang="T132">
                              <a:pos x="T48" y="T49"/>
                            </a:cxn>
                            <a:cxn ang="T133">
                              <a:pos x="T50" y="T51"/>
                            </a:cxn>
                            <a:cxn ang="T134">
                              <a:pos x="T52" y="T53"/>
                            </a:cxn>
                            <a:cxn ang="T135">
                              <a:pos x="T54" y="T55"/>
                            </a:cxn>
                            <a:cxn ang="T136">
                              <a:pos x="T56" y="T57"/>
                            </a:cxn>
                            <a:cxn ang="T137">
                              <a:pos x="T58" y="T59"/>
                            </a:cxn>
                            <a:cxn ang="T138">
                              <a:pos x="T60" y="T61"/>
                            </a:cxn>
                            <a:cxn ang="T139">
                              <a:pos x="T62" y="T63"/>
                            </a:cxn>
                            <a:cxn ang="T140">
                              <a:pos x="T64" y="T65"/>
                            </a:cxn>
                            <a:cxn ang="T141">
                              <a:pos x="T66" y="T67"/>
                            </a:cxn>
                            <a:cxn ang="T142">
                              <a:pos x="T68" y="T69"/>
                            </a:cxn>
                            <a:cxn ang="T143">
                              <a:pos x="T70" y="T71"/>
                            </a:cxn>
                            <a:cxn ang="T144">
                              <a:pos x="T72" y="T73"/>
                            </a:cxn>
                            <a:cxn ang="T145">
                              <a:pos x="T74" y="T75"/>
                            </a:cxn>
                            <a:cxn ang="T146">
                              <a:pos x="T76" y="T77"/>
                            </a:cxn>
                            <a:cxn ang="T147">
                              <a:pos x="T78" y="T79"/>
                            </a:cxn>
                            <a:cxn ang="T148">
                              <a:pos x="T80" y="T81"/>
                            </a:cxn>
                            <a:cxn ang="T149">
                              <a:pos x="T82" y="T83"/>
                            </a:cxn>
                            <a:cxn ang="T150">
                              <a:pos x="T84" y="T85"/>
                            </a:cxn>
                            <a:cxn ang="T151">
                              <a:pos x="T86" y="T87"/>
                            </a:cxn>
                            <a:cxn ang="T152">
                              <a:pos x="T88" y="T89"/>
                            </a:cxn>
                            <a:cxn ang="T153">
                              <a:pos x="T90" y="T91"/>
                            </a:cxn>
                            <a:cxn ang="T154">
                              <a:pos x="T92" y="T93"/>
                            </a:cxn>
                            <a:cxn ang="T155">
                              <a:pos x="T94" y="T95"/>
                            </a:cxn>
                            <a:cxn ang="T156">
                              <a:pos x="T96" y="T97"/>
                            </a:cxn>
                            <a:cxn ang="T157">
                              <a:pos x="T98" y="T99"/>
                            </a:cxn>
                            <a:cxn ang="T158">
                              <a:pos x="T100" y="T101"/>
                            </a:cxn>
                            <a:cxn ang="T159">
                              <a:pos x="T102" y="T103"/>
                            </a:cxn>
                            <a:cxn ang="T160">
                              <a:pos x="T104" y="T105"/>
                            </a:cxn>
                            <a:cxn ang="T161">
                              <a:pos x="T106" y="T107"/>
                            </a:cxn>
                          </a:cxnLst>
                          <a:rect l="T162" t="T163" r="T164" b="T165"/>
                          <a:pathLst>
                            <a:path w="1854" h="2824">
                              <a:moveTo>
                                <a:pt x="923" y="2824"/>
                              </a:moveTo>
                              <a:lnTo>
                                <a:pt x="891" y="2792"/>
                              </a:lnTo>
                              <a:lnTo>
                                <a:pt x="860" y="2761"/>
                              </a:lnTo>
                              <a:lnTo>
                                <a:pt x="829" y="2732"/>
                              </a:lnTo>
                              <a:lnTo>
                                <a:pt x="798" y="2704"/>
                              </a:lnTo>
                              <a:lnTo>
                                <a:pt x="768" y="2678"/>
                              </a:lnTo>
                              <a:lnTo>
                                <a:pt x="738" y="2654"/>
                              </a:lnTo>
                              <a:lnTo>
                                <a:pt x="708" y="2630"/>
                              </a:lnTo>
                              <a:lnTo>
                                <a:pt x="678" y="2608"/>
                              </a:lnTo>
                              <a:lnTo>
                                <a:pt x="648" y="2587"/>
                              </a:lnTo>
                              <a:lnTo>
                                <a:pt x="619" y="256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2" o:spid="_x0000_s1026" style="position:absolute;margin-left:-61.15pt;margin-top:-467.15pt;width:9.3pt;height:14.1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854,28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" path="m923,2824r-32,-32l860,2761r-31,-29l798,2704r-30,-26l738,2654r-30,-24l678,2608r-30,-21l619,2568r304,256xe" stroked="f">
                <v:path arrowok="t" o:connecttype="custom" o:connectlocs="5670,17818;5288,17436;4905,17054;4523,16800;4141,16481;3759,16291;3376,16036;3058,15845;2676,15718;2293,15527;1784,15400;1083,15145;382,14954;382,14127;1019,12600;1656,11072;2166,9673;2676,8336;3058,7063;3631,5345;4268,3309;4651,2100;4905,1464;5096,891;5351,445;5542,191;5797,0;5988,0;6243,191;6498,445;6689,891;6944,1464;7135,2100;7581,3309;8154,5345;8728,7063;9174,8336;9683,9673;10193,11072;10830,12536;11467,14063;11467,14954;10766,15145;10065,15336;9492,15527;9174,15718;8791,15845;8409,16036;8027,16227;7645,16481;7262,16800;6880,17054;6498,17436;6116,17818" o:connectangles="0,0,0,0,0,0,0,0,0,0,0,0,0,0,0,0,0,0,0,0,0,0,0,0,0,0,0,0,0,0,0,0,0,0,0,0,0,0,0,0,0,0,0,0,0,0,0,0,0,0,0,0,0,0" textboxrect="0,0,1854,2824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-568960</wp:posOffset>
                </wp:positionH>
                <wp:positionV relativeFrom="paragraph">
                  <wp:posOffset>-7676515</wp:posOffset>
                </wp:positionV>
                <wp:extent cx="73660" cy="360045"/>
                <wp:effectExtent l="0" t="0" r="0" b="7620"/>
                <wp:wrapNone/>
                <wp:docPr id="9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3660" cy="360045"/>
                        </a:xfrm>
                        <a:custGeom>
                          <a:avLst/>
                          <a:gdLst>
                            <a:gd name="T0" fmla="*/ 105 w 1160"/>
                            <a:gd name="T1" fmla="*/ 563 h 5677"/>
                            <a:gd name="T2" fmla="*/ 108 w 1160"/>
                            <a:gd name="T3" fmla="*/ 561 h 5677"/>
                            <a:gd name="T4" fmla="*/ 110 w 1160"/>
                            <a:gd name="T5" fmla="*/ 559 h 5677"/>
                            <a:gd name="T6" fmla="*/ 112 w 1160"/>
                            <a:gd name="T7" fmla="*/ 554 h 5677"/>
                            <a:gd name="T8" fmla="*/ 114 w 1160"/>
                            <a:gd name="T9" fmla="*/ 487 h 5677"/>
                            <a:gd name="T10" fmla="*/ 114 w 1160"/>
                            <a:gd name="T11" fmla="*/ 359 h 5677"/>
                            <a:gd name="T12" fmla="*/ 114 w 1160"/>
                            <a:gd name="T13" fmla="*/ 231 h 5677"/>
                            <a:gd name="T14" fmla="*/ 114 w 1160"/>
                            <a:gd name="T15" fmla="*/ 134 h 5677"/>
                            <a:gd name="T16" fmla="*/ 116 w 1160"/>
                            <a:gd name="T17" fmla="*/ 37 h 5677"/>
                            <a:gd name="T18" fmla="*/ 115 w 1160"/>
                            <a:gd name="T19" fmla="*/ 32 h 5677"/>
                            <a:gd name="T20" fmla="*/ 116 w 1160"/>
                            <a:gd name="T21" fmla="*/ 23 h 5677"/>
                            <a:gd name="T22" fmla="*/ 116 w 1160"/>
                            <a:gd name="T23" fmla="*/ 18 h 5677"/>
                            <a:gd name="T24" fmla="*/ 115 w 1160"/>
                            <a:gd name="T25" fmla="*/ 12 h 5677"/>
                            <a:gd name="T26" fmla="*/ 114 w 1160"/>
                            <a:gd name="T27" fmla="*/ 6 h 5677"/>
                            <a:gd name="T28" fmla="*/ 113 w 1160"/>
                            <a:gd name="T29" fmla="*/ 4 h 5677"/>
                            <a:gd name="T30" fmla="*/ 112 w 1160"/>
                            <a:gd name="T31" fmla="*/ 2 h 5677"/>
                            <a:gd name="T32" fmla="*/ 110 w 1160"/>
                            <a:gd name="T33" fmla="*/ 0 h 5677"/>
                            <a:gd name="T34" fmla="*/ 108 w 1160"/>
                            <a:gd name="T35" fmla="*/ 0 h 5677"/>
                            <a:gd name="T36" fmla="*/ 106 w 1160"/>
                            <a:gd name="T37" fmla="*/ 0 h 5677"/>
                            <a:gd name="T38" fmla="*/ 101 w 1160"/>
                            <a:gd name="T39" fmla="*/ 2 h 5677"/>
                            <a:gd name="T40" fmla="*/ 96 w 1160"/>
                            <a:gd name="T41" fmla="*/ 5 h 5677"/>
                            <a:gd name="T42" fmla="*/ 85 w 1160"/>
                            <a:gd name="T43" fmla="*/ 19 h 5677"/>
                            <a:gd name="T44" fmla="*/ 66 w 1160"/>
                            <a:gd name="T45" fmla="*/ 57 h 5677"/>
                            <a:gd name="T46" fmla="*/ 50 w 1160"/>
                            <a:gd name="T47" fmla="*/ 98 h 5677"/>
                            <a:gd name="T48" fmla="*/ 37 w 1160"/>
                            <a:gd name="T49" fmla="*/ 140 h 5677"/>
                            <a:gd name="T50" fmla="*/ 26 w 1160"/>
                            <a:gd name="T51" fmla="*/ 184 h 5677"/>
                            <a:gd name="T52" fmla="*/ 17 w 1160"/>
                            <a:gd name="T53" fmla="*/ 229 h 5677"/>
                            <a:gd name="T54" fmla="*/ 11 w 1160"/>
                            <a:gd name="T55" fmla="*/ 274 h 5677"/>
                            <a:gd name="T56" fmla="*/ 6 w 1160"/>
                            <a:gd name="T57" fmla="*/ 319 h 5677"/>
                            <a:gd name="T58" fmla="*/ 3 w 1160"/>
                            <a:gd name="T59" fmla="*/ 365 h 5677"/>
                            <a:gd name="T60" fmla="*/ 1 w 1160"/>
                            <a:gd name="T61" fmla="*/ 409 h 5677"/>
                            <a:gd name="T62" fmla="*/ 0 w 1160"/>
                            <a:gd name="T63" fmla="*/ 453 h 5677"/>
                            <a:gd name="T64" fmla="*/ 7 w 1160"/>
                            <a:gd name="T65" fmla="*/ 472 h 5677"/>
                            <a:gd name="T66" fmla="*/ 16 w 1160"/>
                            <a:gd name="T67" fmla="*/ 479 h 5677"/>
                            <a:gd name="T68" fmla="*/ 25 w 1160"/>
                            <a:gd name="T69" fmla="*/ 487 h 5677"/>
                            <a:gd name="T70" fmla="*/ 32 w 1160"/>
                            <a:gd name="T71" fmla="*/ 495 h 5677"/>
                            <a:gd name="T72" fmla="*/ 39 w 1160"/>
                            <a:gd name="T73" fmla="*/ 503 h 5677"/>
                            <a:gd name="T74" fmla="*/ 45 w 1160"/>
                            <a:gd name="T75" fmla="*/ 512 h 5677"/>
                            <a:gd name="T76" fmla="*/ 51 w 1160"/>
                            <a:gd name="T77" fmla="*/ 521 h 5677"/>
                            <a:gd name="T78" fmla="*/ 56 w 1160"/>
                            <a:gd name="T79" fmla="*/ 531 h 5677"/>
                            <a:gd name="T80" fmla="*/ 64 w 1160"/>
                            <a:gd name="T81" fmla="*/ 550 h 5677"/>
                            <a:gd name="T82" fmla="*/ 73 w 1160"/>
                            <a:gd name="T83" fmla="*/ 567 h 5677"/>
                            <a:gd name="T84" fmla="*/ 84 w 1160"/>
                            <a:gd name="T85" fmla="*/ 566 h 5677"/>
                            <a:gd name="T86" fmla="*/ 91 w 1160"/>
                            <a:gd name="T87" fmla="*/ 565 h 5677"/>
                            <a:gd name="T88" fmla="*/ 96 w 1160"/>
                            <a:gd name="T89" fmla="*/ 566 h 5677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w 1160"/>
                            <a:gd name="T136" fmla="*/ 0 h 5677"/>
                            <a:gd name="T137" fmla="*/ 1160 w 1160"/>
                            <a:gd name="T138" fmla="*/ 5677 h 5677"/>
                          </a:gdLst>
                          <a:ahLst/>
                          <a:cxnLst>
                            <a:cxn ang="T90">
                              <a:pos x="T0" y="T1"/>
                            </a:cxn>
                            <a:cxn ang="T91">
                              <a:pos x="T2" y="T3"/>
                            </a:cxn>
                            <a:cxn ang="T92">
                              <a:pos x="T4" y="T5"/>
                            </a:cxn>
                            <a:cxn ang="T93">
                              <a:pos x="T6" y="T7"/>
                            </a:cxn>
                            <a:cxn ang="T94">
                              <a:pos x="T8" y="T9"/>
                            </a:cxn>
                            <a:cxn ang="T95">
                              <a:pos x="T10" y="T11"/>
                            </a:cxn>
                            <a:cxn ang="T96">
                              <a:pos x="T12" y="T13"/>
                            </a:cxn>
                            <a:cxn ang="T97">
                              <a:pos x="T14" y="T15"/>
                            </a:cxn>
                            <a:cxn ang="T98">
                              <a:pos x="T16" y="T17"/>
                            </a:cxn>
                            <a:cxn ang="T99">
                              <a:pos x="T18" y="T19"/>
                            </a:cxn>
                            <a:cxn ang="T100">
                              <a:pos x="T20" y="T21"/>
                            </a:cxn>
                            <a:cxn ang="T101">
                              <a:pos x="T22" y="T23"/>
                            </a:cxn>
                            <a:cxn ang="T102">
                              <a:pos x="T24" y="T25"/>
                            </a:cxn>
                            <a:cxn ang="T103">
                              <a:pos x="T26" y="T27"/>
                            </a:cxn>
                            <a:cxn ang="T104">
                              <a:pos x="T28" y="T29"/>
                            </a:cxn>
                            <a:cxn ang="T105">
                              <a:pos x="T30" y="T31"/>
                            </a:cxn>
                            <a:cxn ang="T106">
                              <a:pos x="T32" y="T33"/>
                            </a:cxn>
                            <a:cxn ang="T107">
                              <a:pos x="T34" y="T35"/>
                            </a:cxn>
                            <a:cxn ang="T108">
                              <a:pos x="T36" y="T37"/>
                            </a:cxn>
                            <a:cxn ang="T109">
                              <a:pos x="T38" y="T39"/>
                            </a:cxn>
                            <a:cxn ang="T110">
                              <a:pos x="T40" y="T41"/>
                            </a:cxn>
                            <a:cxn ang="T111">
                              <a:pos x="T42" y="T43"/>
                            </a:cxn>
                            <a:cxn ang="T112">
                              <a:pos x="T44" y="T45"/>
                            </a:cxn>
                            <a:cxn ang="T113">
                              <a:pos x="T46" y="T47"/>
                            </a:cxn>
                            <a:cxn ang="T114">
                              <a:pos x="T48" y="T49"/>
                            </a:cxn>
                            <a:cxn ang="T115">
                              <a:pos x="T50" y="T51"/>
                            </a:cxn>
                            <a:cxn ang="T116">
                              <a:pos x="T52" y="T53"/>
                            </a:cxn>
                            <a:cxn ang="T117">
                              <a:pos x="T54" y="T55"/>
                            </a:cxn>
                            <a:cxn ang="T118">
                              <a:pos x="T56" y="T57"/>
                            </a:cxn>
                            <a:cxn ang="T119">
                              <a:pos x="T58" y="T59"/>
                            </a:cxn>
                            <a:cxn ang="T120">
                              <a:pos x="T60" y="T61"/>
                            </a:cxn>
                            <a:cxn ang="T121">
                              <a:pos x="T62" y="T63"/>
                            </a:cxn>
                            <a:cxn ang="T122">
                              <a:pos x="T64" y="T65"/>
                            </a:cxn>
                            <a:cxn ang="T123">
                              <a:pos x="T66" y="T67"/>
                            </a:cxn>
                            <a:cxn ang="T124">
                              <a:pos x="T68" y="T69"/>
                            </a:cxn>
                            <a:cxn ang="T125">
                              <a:pos x="T70" y="T71"/>
                            </a:cxn>
                            <a:cxn ang="T126">
                              <a:pos x="T72" y="T73"/>
                            </a:cxn>
                            <a:cxn ang="T127">
                              <a:pos x="T74" y="T75"/>
                            </a:cxn>
                            <a:cxn ang="T128">
                              <a:pos x="T76" y="T77"/>
                            </a:cxn>
                            <a:cxn ang="T129">
                              <a:pos x="T78" y="T79"/>
                            </a:cxn>
                            <a:cxn ang="T130">
                              <a:pos x="T80" y="T81"/>
                            </a:cxn>
                            <a:cxn ang="T131">
                              <a:pos x="T82" y="T83"/>
                            </a:cxn>
                            <a:cxn ang="T132">
                              <a:pos x="T84" y="T85"/>
                            </a:cxn>
                            <a:cxn ang="T133">
                              <a:pos x="T86" y="T87"/>
                            </a:cxn>
                            <a:cxn ang="T134">
                              <a:pos x="T88" y="T89"/>
                            </a:cxn>
                          </a:cxnLst>
                          <a:rect l="T135" t="T136" r="T137" b="T138"/>
                          <a:pathLst>
                            <a:path w="1160" h="5677">
                              <a:moveTo>
                                <a:pt x="995" y="5671"/>
                              </a:moveTo>
                              <a:lnTo>
                                <a:pt x="1027" y="5654"/>
                              </a:lnTo>
                              <a:lnTo>
                                <a:pt x="1051" y="5638"/>
                              </a:lnTo>
                              <a:lnTo>
                                <a:pt x="1060" y="5632"/>
                              </a:lnTo>
                              <a:lnTo>
                                <a:pt x="1069" y="5626"/>
                              </a:lnTo>
                              <a:lnTo>
                                <a:pt x="1078" y="5619"/>
                              </a:lnTo>
                              <a:lnTo>
                                <a:pt x="1084" y="5612"/>
                              </a:lnTo>
                              <a:lnTo>
                                <a:pt x="1090" y="5604"/>
                              </a:lnTo>
                              <a:lnTo>
                                <a:pt x="1097" y="5596"/>
                              </a:lnTo>
                              <a:lnTo>
                                <a:pt x="1102" y="5586"/>
                              </a:lnTo>
                              <a:lnTo>
                                <a:pt x="1109" y="557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4" o:spid="_x0000_s1026" style="position:absolute;margin-left:-44.8pt;margin-top:-604.45pt;width:5.8pt;height:28.3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160,56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" path="m995,5671r32,-17l1051,5638r9,-6l1069,5626r9,-7l1084,5612r6,-8l1097,5596r5,-10l1109,5575r-114,96xe" stroked="f">
                <v:path arrowok="t" o:connecttype="custom" o:connectlocs="6668,35706;6858,35580;6985,35453;7112,35136;7239,30886;7239,22768;7239,14650;7239,8499;7366,2347;7303,2029;7366,1459;7366,1142;7303,761;7239,381;7176,254;7112,127;6985,0;6858,0;6731,0;6414,127;6096,317;5398,1205;4191,3615;3175,6215;2350,8879;1651,11670;1080,14524;699,17378;381,20232;191,23149;64,25939;0,28730;445,29935;1016,30379;1588,30886;2032,31394;2477,31901;2858,32472;3239,33043;3556,33677;4064,34882;4636,35960;5334,35897;5779,35833;6096,35897" o:connectangles="0,0,0,0,0,0,0,0,0,0,0,0,0,0,0,0,0,0,0,0,0,0,0,0,0,0,0,0,0,0,0,0,0,0,0,0,0,0,0,0,0,0,0,0,0" textboxrect="0,0,1160,5677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-939800</wp:posOffset>
                </wp:positionH>
                <wp:positionV relativeFrom="paragraph">
                  <wp:posOffset>-9113520</wp:posOffset>
                </wp:positionV>
                <wp:extent cx="73660" cy="360680"/>
                <wp:effectExtent l="3175" t="0" r="0" b="5715"/>
                <wp:wrapNone/>
                <wp:docPr id="8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3660" cy="360680"/>
                        </a:xfrm>
                        <a:custGeom>
                          <a:avLst/>
                          <a:gdLst>
                            <a:gd name="T0" fmla="*/ 11 w 1160"/>
                            <a:gd name="T1" fmla="*/ 564 h 5676"/>
                            <a:gd name="T2" fmla="*/ 8 w 1160"/>
                            <a:gd name="T3" fmla="*/ 562 h 5676"/>
                            <a:gd name="T4" fmla="*/ 6 w 1160"/>
                            <a:gd name="T5" fmla="*/ 560 h 5676"/>
                            <a:gd name="T6" fmla="*/ 4 w 1160"/>
                            <a:gd name="T7" fmla="*/ 555 h 5676"/>
                            <a:gd name="T8" fmla="*/ 2 w 1160"/>
                            <a:gd name="T9" fmla="*/ 488 h 5676"/>
                            <a:gd name="T10" fmla="*/ 2 w 1160"/>
                            <a:gd name="T11" fmla="*/ 360 h 5676"/>
                            <a:gd name="T12" fmla="*/ 2 w 1160"/>
                            <a:gd name="T13" fmla="*/ 231 h 5676"/>
                            <a:gd name="T14" fmla="*/ 2 w 1160"/>
                            <a:gd name="T15" fmla="*/ 134 h 5676"/>
                            <a:gd name="T16" fmla="*/ 0 w 1160"/>
                            <a:gd name="T17" fmla="*/ 37 h 5676"/>
                            <a:gd name="T18" fmla="*/ 1 w 1160"/>
                            <a:gd name="T19" fmla="*/ 32 h 5676"/>
                            <a:gd name="T20" fmla="*/ 0 w 1160"/>
                            <a:gd name="T21" fmla="*/ 23 h 5676"/>
                            <a:gd name="T22" fmla="*/ 0 w 1160"/>
                            <a:gd name="T23" fmla="*/ 17 h 5676"/>
                            <a:gd name="T24" fmla="*/ 1 w 1160"/>
                            <a:gd name="T25" fmla="*/ 12 h 5676"/>
                            <a:gd name="T26" fmla="*/ 2 w 1160"/>
                            <a:gd name="T27" fmla="*/ 6 h 5676"/>
                            <a:gd name="T28" fmla="*/ 3 w 1160"/>
                            <a:gd name="T29" fmla="*/ 4 h 5676"/>
                            <a:gd name="T30" fmla="*/ 4 w 1160"/>
                            <a:gd name="T31" fmla="*/ 2 h 5676"/>
                            <a:gd name="T32" fmla="*/ 6 w 1160"/>
                            <a:gd name="T33" fmla="*/ 0 h 5676"/>
                            <a:gd name="T34" fmla="*/ 8 w 1160"/>
                            <a:gd name="T35" fmla="*/ 0 h 5676"/>
                            <a:gd name="T36" fmla="*/ 10 w 1160"/>
                            <a:gd name="T37" fmla="*/ 0 h 5676"/>
                            <a:gd name="T38" fmla="*/ 15 w 1160"/>
                            <a:gd name="T39" fmla="*/ 2 h 5676"/>
                            <a:gd name="T40" fmla="*/ 20 w 1160"/>
                            <a:gd name="T41" fmla="*/ 5 h 5676"/>
                            <a:gd name="T42" fmla="*/ 31 w 1160"/>
                            <a:gd name="T43" fmla="*/ 19 h 5676"/>
                            <a:gd name="T44" fmla="*/ 50 w 1160"/>
                            <a:gd name="T45" fmla="*/ 57 h 5676"/>
                            <a:gd name="T46" fmla="*/ 66 w 1160"/>
                            <a:gd name="T47" fmla="*/ 98 h 5676"/>
                            <a:gd name="T48" fmla="*/ 79 w 1160"/>
                            <a:gd name="T49" fmla="*/ 140 h 5676"/>
                            <a:gd name="T50" fmla="*/ 90 w 1160"/>
                            <a:gd name="T51" fmla="*/ 184 h 5676"/>
                            <a:gd name="T52" fmla="*/ 99 w 1160"/>
                            <a:gd name="T53" fmla="*/ 229 h 5676"/>
                            <a:gd name="T54" fmla="*/ 105 w 1160"/>
                            <a:gd name="T55" fmla="*/ 274 h 5676"/>
                            <a:gd name="T56" fmla="*/ 110 w 1160"/>
                            <a:gd name="T57" fmla="*/ 320 h 5676"/>
                            <a:gd name="T58" fmla="*/ 113 w 1160"/>
                            <a:gd name="T59" fmla="*/ 365 h 5676"/>
                            <a:gd name="T60" fmla="*/ 115 w 1160"/>
                            <a:gd name="T61" fmla="*/ 410 h 5676"/>
                            <a:gd name="T62" fmla="*/ 116 w 1160"/>
                            <a:gd name="T63" fmla="*/ 454 h 5676"/>
                            <a:gd name="T64" fmla="*/ 109 w 1160"/>
                            <a:gd name="T65" fmla="*/ 473 h 5676"/>
                            <a:gd name="T66" fmla="*/ 100 w 1160"/>
                            <a:gd name="T67" fmla="*/ 480 h 5676"/>
                            <a:gd name="T68" fmla="*/ 91 w 1160"/>
                            <a:gd name="T69" fmla="*/ 488 h 5676"/>
                            <a:gd name="T70" fmla="*/ 84 w 1160"/>
                            <a:gd name="T71" fmla="*/ 496 h 5676"/>
                            <a:gd name="T72" fmla="*/ 77 w 1160"/>
                            <a:gd name="T73" fmla="*/ 504 h 5676"/>
                            <a:gd name="T74" fmla="*/ 71 w 1160"/>
                            <a:gd name="T75" fmla="*/ 513 h 5676"/>
                            <a:gd name="T76" fmla="*/ 65 w 1160"/>
                            <a:gd name="T77" fmla="*/ 522 h 5676"/>
                            <a:gd name="T78" fmla="*/ 60 w 1160"/>
                            <a:gd name="T79" fmla="*/ 532 h 5676"/>
                            <a:gd name="T80" fmla="*/ 55 w 1160"/>
                            <a:gd name="T81" fmla="*/ 543 h 5676"/>
                            <a:gd name="T82" fmla="*/ 49 w 1160"/>
                            <a:gd name="T83" fmla="*/ 559 h 5676"/>
                            <a:gd name="T84" fmla="*/ 40 w 1160"/>
                            <a:gd name="T85" fmla="*/ 568 h 5676"/>
                            <a:gd name="T86" fmla="*/ 30 w 1160"/>
                            <a:gd name="T87" fmla="*/ 566 h 5676"/>
                            <a:gd name="T88" fmla="*/ 23 w 1160"/>
                            <a:gd name="T89" fmla="*/ 566 h 5676"/>
                            <a:gd name="T90" fmla="*/ 18 w 1160"/>
                            <a:gd name="T91" fmla="*/ 567 h 567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w 1160"/>
                            <a:gd name="T139" fmla="*/ 0 h 5676"/>
                            <a:gd name="T140" fmla="*/ 1160 w 1160"/>
                            <a:gd name="T141" fmla="*/ 5676 h 5676"/>
                          </a:gdLst>
                          <a:ahLst/>
                          <a:cxnLst>
                            <a:cxn ang="T92">
                              <a:pos x="T0" y="T1"/>
                            </a:cxn>
                            <a:cxn ang="T93">
                              <a:pos x="T2" y="T3"/>
                            </a:cxn>
                            <a:cxn ang="T94">
                              <a:pos x="T4" y="T5"/>
                            </a:cxn>
                            <a:cxn ang="T95">
                              <a:pos x="T6" y="T7"/>
                            </a:cxn>
                            <a:cxn ang="T96">
                              <a:pos x="T8" y="T9"/>
                            </a:cxn>
                            <a:cxn ang="T97">
                              <a:pos x="T10" y="T11"/>
                            </a:cxn>
                            <a:cxn ang="T98">
                              <a:pos x="T12" y="T13"/>
                            </a:cxn>
                            <a:cxn ang="T99">
                              <a:pos x="T14" y="T15"/>
                            </a:cxn>
                            <a:cxn ang="T100">
                              <a:pos x="T16" y="T17"/>
                            </a:cxn>
                            <a:cxn ang="T101">
                              <a:pos x="T18" y="T19"/>
                            </a:cxn>
                            <a:cxn ang="T102">
                              <a:pos x="T20" y="T21"/>
                            </a:cxn>
                            <a:cxn ang="T103">
                              <a:pos x="T22" y="T23"/>
                            </a:cxn>
                            <a:cxn ang="T104">
                              <a:pos x="T24" y="T25"/>
                            </a:cxn>
                            <a:cxn ang="T105">
                              <a:pos x="T26" y="T27"/>
                            </a:cxn>
                            <a:cxn ang="T106">
                              <a:pos x="T28" y="T29"/>
                            </a:cxn>
                            <a:cxn ang="T107">
                              <a:pos x="T30" y="T31"/>
                            </a:cxn>
                            <a:cxn ang="T108">
                              <a:pos x="T32" y="T33"/>
                            </a:cxn>
                            <a:cxn ang="T109">
                              <a:pos x="T34" y="T35"/>
                            </a:cxn>
                            <a:cxn ang="T110">
                              <a:pos x="T36" y="T37"/>
                            </a:cxn>
                            <a:cxn ang="T111">
                              <a:pos x="T38" y="T39"/>
                            </a:cxn>
                            <a:cxn ang="T112">
                              <a:pos x="T40" y="T41"/>
                            </a:cxn>
                            <a:cxn ang="T113">
                              <a:pos x="T42" y="T43"/>
                            </a:cxn>
                            <a:cxn ang="T114">
                              <a:pos x="T44" y="T45"/>
                            </a:cxn>
                            <a:cxn ang="T115">
                              <a:pos x="T46" y="T47"/>
                            </a:cxn>
                            <a:cxn ang="T116">
                              <a:pos x="T48" y="T49"/>
                            </a:cxn>
                            <a:cxn ang="T117">
                              <a:pos x="T50" y="T51"/>
                            </a:cxn>
                            <a:cxn ang="T118">
                              <a:pos x="T52" y="T53"/>
                            </a:cxn>
                            <a:cxn ang="T119">
                              <a:pos x="T54" y="T55"/>
                            </a:cxn>
                            <a:cxn ang="T120">
                              <a:pos x="T56" y="T57"/>
                            </a:cxn>
                            <a:cxn ang="T121">
                              <a:pos x="T58" y="T59"/>
                            </a:cxn>
                            <a:cxn ang="T122">
                              <a:pos x="T60" y="T61"/>
                            </a:cxn>
                            <a:cxn ang="T123">
                              <a:pos x="T62" y="T63"/>
                            </a:cxn>
                            <a:cxn ang="T124">
                              <a:pos x="T64" y="T65"/>
                            </a:cxn>
                            <a:cxn ang="T125">
                              <a:pos x="T66" y="T67"/>
                            </a:cxn>
                            <a:cxn ang="T126">
                              <a:pos x="T68" y="T69"/>
                            </a:cxn>
                            <a:cxn ang="T127">
                              <a:pos x="T70" y="T71"/>
                            </a:cxn>
                            <a:cxn ang="T128">
                              <a:pos x="T72" y="T73"/>
                            </a:cxn>
                            <a:cxn ang="T129">
                              <a:pos x="T74" y="T75"/>
                            </a:cxn>
                            <a:cxn ang="T130">
                              <a:pos x="T76" y="T77"/>
                            </a:cxn>
                            <a:cxn ang="T131">
                              <a:pos x="T78" y="T79"/>
                            </a:cxn>
                            <a:cxn ang="T132">
                              <a:pos x="T80" y="T81"/>
                            </a:cxn>
                            <a:cxn ang="T133">
                              <a:pos x="T82" y="T83"/>
                            </a:cxn>
                            <a:cxn ang="T134">
                              <a:pos x="T84" y="T85"/>
                            </a:cxn>
                            <a:cxn ang="T135">
                              <a:pos x="T86" y="T87"/>
                            </a:cxn>
                            <a:cxn ang="T136">
                              <a:pos x="T88" y="T89"/>
                            </a:cxn>
                            <a:cxn ang="T137">
                              <a:pos x="T90" y="T91"/>
                            </a:cxn>
                          </a:cxnLst>
                          <a:rect l="T138" t="T139" r="T140" b="T141"/>
                          <a:pathLst>
                            <a:path w="1160" h="5676">
                              <a:moveTo>
                                <a:pt x="165" y="5670"/>
                              </a:moveTo>
                              <a:lnTo>
                                <a:pt x="133" y="5653"/>
                              </a:lnTo>
                              <a:lnTo>
                                <a:pt x="109" y="5638"/>
                              </a:lnTo>
                              <a:lnTo>
                                <a:pt x="100" y="5631"/>
                              </a:lnTo>
                              <a:lnTo>
                                <a:pt x="90" y="5625"/>
                              </a:lnTo>
                              <a:lnTo>
                                <a:pt x="82" y="5618"/>
                              </a:lnTo>
                              <a:lnTo>
                                <a:pt x="76" y="5611"/>
                              </a:lnTo>
                              <a:lnTo>
                                <a:pt x="70" y="5603"/>
                              </a:lnTo>
                              <a:lnTo>
                                <a:pt x="63" y="5595"/>
                              </a:lnTo>
                              <a:lnTo>
                                <a:pt x="57" y="5585"/>
                              </a:lnTo>
                              <a:lnTo>
                                <a:pt x="51" y="557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" o:spid="_x0000_s1026" style="position:absolute;margin-left:-74pt;margin-top:-717.6pt;width:5.8pt;height:28.4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160,56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" path="m165,5670r-32,-17l109,5638r-9,-7l90,5625r-8,-7l76,5611r-6,-8l63,5595r-6,-10l51,5574r114,96xe" stroked="f">
                <v:path arrowok="t" o:connecttype="custom" o:connectlocs="699,35839;508,35712;381,35585;254,35267;127,31010;127,22876;127,14679;127,8515;0,2351;64,2033;0,1462;0,1080;64,763;127,381;191,254;254,127;381,0;508,0;635,0;953,127;1270,318;1969,1207;3175,3622;4191,6227;5017,8896;5715,11692;6287,14552;6668,17411;6985,20334;7176,23194;7303,26053;7366,28849;6922,30057;6350,30501;5779,31010;5334,31518;4890,32027;4509,32598;4128,33170;3810,33806;3493,34505;3112,35522;2540,36093;1905,35966;1461,35966;1143,36030" o:connectangles="0,0,0,0,0,0,0,0,0,0,0,0,0,0,0,0,0,0,0,0,0,0,0,0,0,0,0,0,0,0,0,0,0,0,0,0,0,0,0,0,0,0,0,0,0,0" textboxrect="0,0,1160,5676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-568960</wp:posOffset>
                </wp:positionH>
                <wp:positionV relativeFrom="paragraph">
                  <wp:posOffset>-8395335</wp:posOffset>
                </wp:positionV>
                <wp:extent cx="73660" cy="360045"/>
                <wp:effectExtent l="0" t="0" r="28575" b="31115"/>
                <wp:wrapNone/>
                <wp:docPr id="7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3660" cy="360045"/>
                        </a:xfrm>
                        <a:custGeom>
                          <a:avLst/>
                          <a:gdLst>
                            <a:gd name="T0" fmla="*/ 105 w 1160"/>
                            <a:gd name="T1" fmla="*/ 563 h 5677"/>
                            <a:gd name="T2" fmla="*/ 108 w 1160"/>
                            <a:gd name="T3" fmla="*/ 561 h 5677"/>
                            <a:gd name="T4" fmla="*/ 110 w 1160"/>
                            <a:gd name="T5" fmla="*/ 559 h 5677"/>
                            <a:gd name="T6" fmla="*/ 112 w 1160"/>
                            <a:gd name="T7" fmla="*/ 554 h 5677"/>
                            <a:gd name="T8" fmla="*/ 114 w 1160"/>
                            <a:gd name="T9" fmla="*/ 487 h 5677"/>
                            <a:gd name="T10" fmla="*/ 114 w 1160"/>
                            <a:gd name="T11" fmla="*/ 359 h 5677"/>
                            <a:gd name="T12" fmla="*/ 114 w 1160"/>
                            <a:gd name="T13" fmla="*/ 231 h 5677"/>
                            <a:gd name="T14" fmla="*/ 114 w 1160"/>
                            <a:gd name="T15" fmla="*/ 134 h 5677"/>
                            <a:gd name="T16" fmla="*/ 116 w 1160"/>
                            <a:gd name="T17" fmla="*/ 37 h 5677"/>
                            <a:gd name="T18" fmla="*/ 115 w 1160"/>
                            <a:gd name="T19" fmla="*/ 32 h 5677"/>
                            <a:gd name="T20" fmla="*/ 116 w 1160"/>
                            <a:gd name="T21" fmla="*/ 23 h 5677"/>
                            <a:gd name="T22" fmla="*/ 116 w 1160"/>
                            <a:gd name="T23" fmla="*/ 18 h 5677"/>
                            <a:gd name="T24" fmla="*/ 115 w 1160"/>
                            <a:gd name="T25" fmla="*/ 12 h 5677"/>
                            <a:gd name="T26" fmla="*/ 114 w 1160"/>
                            <a:gd name="T27" fmla="*/ 6 h 5677"/>
                            <a:gd name="T28" fmla="*/ 113 w 1160"/>
                            <a:gd name="T29" fmla="*/ 4 h 5677"/>
                            <a:gd name="T30" fmla="*/ 112 w 1160"/>
                            <a:gd name="T31" fmla="*/ 2 h 5677"/>
                            <a:gd name="T32" fmla="*/ 110 w 1160"/>
                            <a:gd name="T33" fmla="*/ 0 h 5677"/>
                            <a:gd name="T34" fmla="*/ 108 w 1160"/>
                            <a:gd name="T35" fmla="*/ 0 h 5677"/>
                            <a:gd name="T36" fmla="*/ 106 w 1160"/>
                            <a:gd name="T37" fmla="*/ 0 h 5677"/>
                            <a:gd name="T38" fmla="*/ 101 w 1160"/>
                            <a:gd name="T39" fmla="*/ 2 h 5677"/>
                            <a:gd name="T40" fmla="*/ 96 w 1160"/>
                            <a:gd name="T41" fmla="*/ 5 h 5677"/>
                            <a:gd name="T42" fmla="*/ 85 w 1160"/>
                            <a:gd name="T43" fmla="*/ 19 h 5677"/>
                            <a:gd name="T44" fmla="*/ 66 w 1160"/>
                            <a:gd name="T45" fmla="*/ 57 h 5677"/>
                            <a:gd name="T46" fmla="*/ 50 w 1160"/>
                            <a:gd name="T47" fmla="*/ 98 h 5677"/>
                            <a:gd name="T48" fmla="*/ 37 w 1160"/>
                            <a:gd name="T49" fmla="*/ 140 h 5677"/>
                            <a:gd name="T50" fmla="*/ 26 w 1160"/>
                            <a:gd name="T51" fmla="*/ 184 h 5677"/>
                            <a:gd name="T52" fmla="*/ 17 w 1160"/>
                            <a:gd name="T53" fmla="*/ 229 h 5677"/>
                            <a:gd name="T54" fmla="*/ 11 w 1160"/>
                            <a:gd name="T55" fmla="*/ 274 h 5677"/>
                            <a:gd name="T56" fmla="*/ 6 w 1160"/>
                            <a:gd name="T57" fmla="*/ 319 h 5677"/>
                            <a:gd name="T58" fmla="*/ 3 w 1160"/>
                            <a:gd name="T59" fmla="*/ 365 h 5677"/>
                            <a:gd name="T60" fmla="*/ 1 w 1160"/>
                            <a:gd name="T61" fmla="*/ 409 h 5677"/>
                            <a:gd name="T62" fmla="*/ 0 w 1160"/>
                            <a:gd name="T63" fmla="*/ 453 h 5677"/>
                            <a:gd name="T64" fmla="*/ 7 w 1160"/>
                            <a:gd name="T65" fmla="*/ 472 h 5677"/>
                            <a:gd name="T66" fmla="*/ 16 w 1160"/>
                            <a:gd name="T67" fmla="*/ 479 h 5677"/>
                            <a:gd name="T68" fmla="*/ 25 w 1160"/>
                            <a:gd name="T69" fmla="*/ 487 h 5677"/>
                            <a:gd name="T70" fmla="*/ 32 w 1160"/>
                            <a:gd name="T71" fmla="*/ 495 h 5677"/>
                            <a:gd name="T72" fmla="*/ 39 w 1160"/>
                            <a:gd name="T73" fmla="*/ 503 h 5677"/>
                            <a:gd name="T74" fmla="*/ 45 w 1160"/>
                            <a:gd name="T75" fmla="*/ 512 h 5677"/>
                            <a:gd name="T76" fmla="*/ 51 w 1160"/>
                            <a:gd name="T77" fmla="*/ 521 h 5677"/>
                            <a:gd name="T78" fmla="*/ 56 w 1160"/>
                            <a:gd name="T79" fmla="*/ 531 h 5677"/>
                            <a:gd name="T80" fmla="*/ 64 w 1160"/>
                            <a:gd name="T81" fmla="*/ 550 h 5677"/>
                            <a:gd name="T82" fmla="*/ 73 w 1160"/>
                            <a:gd name="T83" fmla="*/ 567 h 5677"/>
                            <a:gd name="T84" fmla="*/ 84 w 1160"/>
                            <a:gd name="T85" fmla="*/ 566 h 5677"/>
                            <a:gd name="T86" fmla="*/ 91 w 1160"/>
                            <a:gd name="T87" fmla="*/ 565 h 5677"/>
                            <a:gd name="T88" fmla="*/ 96 w 1160"/>
                            <a:gd name="T89" fmla="*/ 566 h 5677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w 1160"/>
                            <a:gd name="T136" fmla="*/ 0 h 5677"/>
                            <a:gd name="T137" fmla="*/ 1160 w 1160"/>
                            <a:gd name="T138" fmla="*/ 5677 h 5677"/>
                          </a:gdLst>
                          <a:ahLst/>
                          <a:cxnLst>
                            <a:cxn ang="T90">
                              <a:pos x="T0" y="T1"/>
                            </a:cxn>
                            <a:cxn ang="T91">
                              <a:pos x="T2" y="T3"/>
                            </a:cxn>
                            <a:cxn ang="T92">
                              <a:pos x="T4" y="T5"/>
                            </a:cxn>
                            <a:cxn ang="T93">
                              <a:pos x="T6" y="T7"/>
                            </a:cxn>
                            <a:cxn ang="T94">
                              <a:pos x="T8" y="T9"/>
                            </a:cxn>
                            <a:cxn ang="T95">
                              <a:pos x="T10" y="T11"/>
                            </a:cxn>
                            <a:cxn ang="T96">
                              <a:pos x="T12" y="T13"/>
                            </a:cxn>
                            <a:cxn ang="T97">
                              <a:pos x="T14" y="T15"/>
                            </a:cxn>
                            <a:cxn ang="T98">
                              <a:pos x="T16" y="T17"/>
                            </a:cxn>
                            <a:cxn ang="T99">
                              <a:pos x="T18" y="T19"/>
                            </a:cxn>
                            <a:cxn ang="T100">
                              <a:pos x="T20" y="T21"/>
                            </a:cxn>
                            <a:cxn ang="T101">
                              <a:pos x="T22" y="T23"/>
                            </a:cxn>
                            <a:cxn ang="T102">
                              <a:pos x="T24" y="T25"/>
                            </a:cxn>
                            <a:cxn ang="T103">
                              <a:pos x="T26" y="T27"/>
                            </a:cxn>
                            <a:cxn ang="T104">
                              <a:pos x="T28" y="T29"/>
                            </a:cxn>
                            <a:cxn ang="T105">
                              <a:pos x="T30" y="T31"/>
                            </a:cxn>
                            <a:cxn ang="T106">
                              <a:pos x="T32" y="T33"/>
                            </a:cxn>
                            <a:cxn ang="T107">
                              <a:pos x="T34" y="T35"/>
                            </a:cxn>
                            <a:cxn ang="T108">
                              <a:pos x="T36" y="T37"/>
                            </a:cxn>
                            <a:cxn ang="T109">
                              <a:pos x="T38" y="T39"/>
                            </a:cxn>
                            <a:cxn ang="T110">
                              <a:pos x="T40" y="T41"/>
                            </a:cxn>
                            <a:cxn ang="T111">
                              <a:pos x="T42" y="T43"/>
                            </a:cxn>
                            <a:cxn ang="T112">
                              <a:pos x="T44" y="T45"/>
                            </a:cxn>
                            <a:cxn ang="T113">
                              <a:pos x="T46" y="T47"/>
                            </a:cxn>
                            <a:cxn ang="T114">
                              <a:pos x="T48" y="T49"/>
                            </a:cxn>
                            <a:cxn ang="T115">
                              <a:pos x="T50" y="T51"/>
                            </a:cxn>
                            <a:cxn ang="T116">
                              <a:pos x="T52" y="T53"/>
                            </a:cxn>
                            <a:cxn ang="T117">
                              <a:pos x="T54" y="T55"/>
                            </a:cxn>
                            <a:cxn ang="T118">
                              <a:pos x="T56" y="T57"/>
                            </a:cxn>
                            <a:cxn ang="T119">
                              <a:pos x="T58" y="T59"/>
                            </a:cxn>
                            <a:cxn ang="T120">
                              <a:pos x="T60" y="T61"/>
                            </a:cxn>
                            <a:cxn ang="T121">
                              <a:pos x="T62" y="T63"/>
                            </a:cxn>
                            <a:cxn ang="T122">
                              <a:pos x="T64" y="T65"/>
                            </a:cxn>
                            <a:cxn ang="T123">
                              <a:pos x="T66" y="T67"/>
                            </a:cxn>
                            <a:cxn ang="T124">
                              <a:pos x="T68" y="T69"/>
                            </a:cxn>
                            <a:cxn ang="T125">
                              <a:pos x="T70" y="T71"/>
                            </a:cxn>
                            <a:cxn ang="T126">
                              <a:pos x="T72" y="T73"/>
                            </a:cxn>
                            <a:cxn ang="T127">
                              <a:pos x="T74" y="T75"/>
                            </a:cxn>
                            <a:cxn ang="T128">
                              <a:pos x="T76" y="T77"/>
                            </a:cxn>
                            <a:cxn ang="T129">
                              <a:pos x="T78" y="T79"/>
                            </a:cxn>
                            <a:cxn ang="T130">
                              <a:pos x="T80" y="T81"/>
                            </a:cxn>
                            <a:cxn ang="T131">
                              <a:pos x="T82" y="T83"/>
                            </a:cxn>
                            <a:cxn ang="T132">
                              <a:pos x="T84" y="T85"/>
                            </a:cxn>
                            <a:cxn ang="T133">
                              <a:pos x="T86" y="T87"/>
                            </a:cxn>
                            <a:cxn ang="T134">
                              <a:pos x="T88" y="T89"/>
                            </a:cxn>
                          </a:cxnLst>
                          <a:rect l="T135" t="T136" r="T137" b="T138"/>
                          <a:pathLst>
                            <a:path w="1160" h="5677">
                              <a:moveTo>
                                <a:pt x="995" y="5671"/>
                              </a:moveTo>
                              <a:lnTo>
                                <a:pt x="1027" y="5654"/>
                              </a:lnTo>
                              <a:lnTo>
                                <a:pt x="1051" y="5638"/>
                              </a:lnTo>
                              <a:lnTo>
                                <a:pt x="1060" y="5632"/>
                              </a:lnTo>
                              <a:lnTo>
                                <a:pt x="1069" y="5626"/>
                              </a:lnTo>
                              <a:lnTo>
                                <a:pt x="1078" y="5619"/>
                              </a:lnTo>
                              <a:lnTo>
                                <a:pt x="1084" y="5612"/>
                              </a:lnTo>
                              <a:lnTo>
                                <a:pt x="1090" y="5604"/>
                              </a:lnTo>
                              <a:lnTo>
                                <a:pt x="1097" y="5596"/>
                              </a:lnTo>
                              <a:lnTo>
                                <a:pt x="1102" y="5586"/>
                              </a:lnTo>
                              <a:lnTo>
                                <a:pt x="1109" y="5575"/>
                              </a:lnTo>
                              <a:close/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5" o:spid="_x0000_s1026" style="position:absolute;margin-left:-44.8pt;margin-top:-661.05pt;width:5.8pt;height:28.3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160,56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" path="m995,5671r32,-17l1051,5638r9,-6l1069,5626r9,-7l1084,5612r6,-8l1097,5596r5,-10l1109,5575r-114,96xe" filled="f" strokeweight=".5pt">
                <v:path arrowok="t" o:connecttype="custom" o:connectlocs="6668,35706;6858,35580;6985,35453;7112,35136;7239,30886;7239,22768;7239,14650;7239,8499;7366,2347;7303,2029;7366,1459;7366,1142;7303,761;7239,381;7176,254;7112,127;6985,0;6858,0;6731,0;6414,127;6096,317;5398,1205;4191,3615;3175,6215;2350,8879;1651,11670;1080,14524;699,17378;381,20232;191,23149;64,25939;0,28730;445,29935;1016,30379;1588,30886;2032,31394;2477,31901;2858,32472;3239,33043;3556,33677;4064,34882;4636,35960;5334,35897;5779,35833;6096,35897" o:connectangles="0,0,0,0,0,0,0,0,0,0,0,0,0,0,0,0,0,0,0,0,0,0,0,0,0,0,0,0,0,0,0,0,0,0,0,0,0,0,0,0,0,0,0,0,0" textboxrect="0,0,1160,5677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-776605</wp:posOffset>
                </wp:positionH>
                <wp:positionV relativeFrom="paragraph">
                  <wp:posOffset>-6650990</wp:posOffset>
                </wp:positionV>
                <wp:extent cx="118110" cy="179705"/>
                <wp:effectExtent l="33020" t="0" r="0" b="86360"/>
                <wp:wrapNone/>
                <wp:docPr id="6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8110" cy="179705"/>
                        </a:xfrm>
                        <a:custGeom>
                          <a:avLst/>
                          <a:gdLst>
                            <a:gd name="T0" fmla="*/ 89 w 1854"/>
                            <a:gd name="T1" fmla="*/ 280 h 2824"/>
                            <a:gd name="T2" fmla="*/ 83 w 1854"/>
                            <a:gd name="T3" fmla="*/ 274 h 2824"/>
                            <a:gd name="T4" fmla="*/ 77 w 1854"/>
                            <a:gd name="T5" fmla="*/ 268 h 2824"/>
                            <a:gd name="T6" fmla="*/ 71 w 1854"/>
                            <a:gd name="T7" fmla="*/ 264 h 2824"/>
                            <a:gd name="T8" fmla="*/ 65 w 1854"/>
                            <a:gd name="T9" fmla="*/ 259 h 2824"/>
                            <a:gd name="T10" fmla="*/ 59 w 1854"/>
                            <a:gd name="T11" fmla="*/ 256 h 2824"/>
                            <a:gd name="T12" fmla="*/ 53 w 1854"/>
                            <a:gd name="T13" fmla="*/ 252 h 2824"/>
                            <a:gd name="T14" fmla="*/ 48 w 1854"/>
                            <a:gd name="T15" fmla="*/ 249 h 2824"/>
                            <a:gd name="T16" fmla="*/ 42 w 1854"/>
                            <a:gd name="T17" fmla="*/ 247 h 2824"/>
                            <a:gd name="T18" fmla="*/ 36 w 1854"/>
                            <a:gd name="T19" fmla="*/ 244 h 2824"/>
                            <a:gd name="T20" fmla="*/ 28 w 1854"/>
                            <a:gd name="T21" fmla="*/ 242 h 2824"/>
                            <a:gd name="T22" fmla="*/ 17 w 1854"/>
                            <a:gd name="T23" fmla="*/ 238 h 2824"/>
                            <a:gd name="T24" fmla="*/ 6 w 1854"/>
                            <a:gd name="T25" fmla="*/ 235 h 2824"/>
                            <a:gd name="T26" fmla="*/ 6 w 1854"/>
                            <a:gd name="T27" fmla="*/ 222 h 2824"/>
                            <a:gd name="T28" fmla="*/ 16 w 1854"/>
                            <a:gd name="T29" fmla="*/ 198 h 2824"/>
                            <a:gd name="T30" fmla="*/ 26 w 1854"/>
                            <a:gd name="T31" fmla="*/ 174 h 2824"/>
                            <a:gd name="T32" fmla="*/ 34 w 1854"/>
                            <a:gd name="T33" fmla="*/ 152 h 2824"/>
                            <a:gd name="T34" fmla="*/ 42 w 1854"/>
                            <a:gd name="T35" fmla="*/ 131 h 2824"/>
                            <a:gd name="T36" fmla="*/ 48 w 1854"/>
                            <a:gd name="T37" fmla="*/ 111 h 2824"/>
                            <a:gd name="T38" fmla="*/ 57 w 1854"/>
                            <a:gd name="T39" fmla="*/ 84 h 2824"/>
                            <a:gd name="T40" fmla="*/ 67 w 1854"/>
                            <a:gd name="T41" fmla="*/ 52 h 2824"/>
                            <a:gd name="T42" fmla="*/ 73 w 1854"/>
                            <a:gd name="T43" fmla="*/ 33 h 2824"/>
                            <a:gd name="T44" fmla="*/ 77 w 1854"/>
                            <a:gd name="T45" fmla="*/ 23 h 2824"/>
                            <a:gd name="T46" fmla="*/ 80 w 1854"/>
                            <a:gd name="T47" fmla="*/ 14 h 2824"/>
                            <a:gd name="T48" fmla="*/ 84 w 1854"/>
                            <a:gd name="T49" fmla="*/ 7 h 2824"/>
                            <a:gd name="T50" fmla="*/ 87 w 1854"/>
                            <a:gd name="T51" fmla="*/ 3 h 2824"/>
                            <a:gd name="T52" fmla="*/ 91 w 1854"/>
                            <a:gd name="T53" fmla="*/ 0 h 2824"/>
                            <a:gd name="T54" fmla="*/ 94 w 1854"/>
                            <a:gd name="T55" fmla="*/ 0 h 2824"/>
                            <a:gd name="T56" fmla="*/ 98 w 1854"/>
                            <a:gd name="T57" fmla="*/ 3 h 2824"/>
                            <a:gd name="T58" fmla="*/ 102 w 1854"/>
                            <a:gd name="T59" fmla="*/ 7 h 2824"/>
                            <a:gd name="T60" fmla="*/ 105 w 1854"/>
                            <a:gd name="T61" fmla="*/ 14 h 2824"/>
                            <a:gd name="T62" fmla="*/ 109 w 1854"/>
                            <a:gd name="T63" fmla="*/ 23 h 2824"/>
                            <a:gd name="T64" fmla="*/ 112 w 1854"/>
                            <a:gd name="T65" fmla="*/ 33 h 2824"/>
                            <a:gd name="T66" fmla="*/ 119 w 1854"/>
                            <a:gd name="T67" fmla="*/ 52 h 2824"/>
                            <a:gd name="T68" fmla="*/ 128 w 1854"/>
                            <a:gd name="T69" fmla="*/ 84 h 2824"/>
                            <a:gd name="T70" fmla="*/ 137 w 1854"/>
                            <a:gd name="T71" fmla="*/ 111 h 2824"/>
                            <a:gd name="T72" fmla="*/ 144 w 1854"/>
                            <a:gd name="T73" fmla="*/ 131 h 2824"/>
                            <a:gd name="T74" fmla="*/ 152 w 1854"/>
                            <a:gd name="T75" fmla="*/ 152 h 2824"/>
                            <a:gd name="T76" fmla="*/ 160 w 1854"/>
                            <a:gd name="T77" fmla="*/ 174 h 2824"/>
                            <a:gd name="T78" fmla="*/ 170 w 1854"/>
                            <a:gd name="T79" fmla="*/ 197 h 2824"/>
                            <a:gd name="T80" fmla="*/ 180 w 1854"/>
                            <a:gd name="T81" fmla="*/ 221 h 2824"/>
                            <a:gd name="T82" fmla="*/ 180 w 1854"/>
                            <a:gd name="T83" fmla="*/ 235 h 2824"/>
                            <a:gd name="T84" fmla="*/ 169 w 1854"/>
                            <a:gd name="T85" fmla="*/ 238 h 2824"/>
                            <a:gd name="T86" fmla="*/ 158 w 1854"/>
                            <a:gd name="T87" fmla="*/ 241 h 2824"/>
                            <a:gd name="T88" fmla="*/ 149 w 1854"/>
                            <a:gd name="T89" fmla="*/ 244 h 2824"/>
                            <a:gd name="T90" fmla="*/ 144 w 1854"/>
                            <a:gd name="T91" fmla="*/ 247 h 2824"/>
                            <a:gd name="T92" fmla="*/ 138 w 1854"/>
                            <a:gd name="T93" fmla="*/ 249 h 2824"/>
                            <a:gd name="T94" fmla="*/ 132 w 1854"/>
                            <a:gd name="T95" fmla="*/ 252 h 2824"/>
                            <a:gd name="T96" fmla="*/ 126 w 1854"/>
                            <a:gd name="T97" fmla="*/ 255 h 2824"/>
                            <a:gd name="T98" fmla="*/ 120 w 1854"/>
                            <a:gd name="T99" fmla="*/ 259 h 2824"/>
                            <a:gd name="T100" fmla="*/ 114 w 1854"/>
                            <a:gd name="T101" fmla="*/ 264 h 2824"/>
                            <a:gd name="T102" fmla="*/ 108 w 1854"/>
                            <a:gd name="T103" fmla="*/ 268 h 2824"/>
                            <a:gd name="T104" fmla="*/ 102 w 1854"/>
                            <a:gd name="T105" fmla="*/ 274 h 2824"/>
                            <a:gd name="T106" fmla="*/ 96 w 1854"/>
                            <a:gd name="T107" fmla="*/ 280 h 2824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w 1854"/>
                            <a:gd name="T163" fmla="*/ 0 h 2824"/>
                            <a:gd name="T164" fmla="*/ 1854 w 1854"/>
                            <a:gd name="T165" fmla="*/ 2824 h 2824"/>
                          </a:gdLst>
                          <a:ahLst/>
                          <a:cxnLst>
                            <a:cxn ang="T108">
                              <a:pos x="T0" y="T1"/>
                            </a:cxn>
                            <a:cxn ang="T109">
                              <a:pos x="T2" y="T3"/>
                            </a:cxn>
                            <a:cxn ang="T110">
                              <a:pos x="T4" y="T5"/>
                            </a:cxn>
                            <a:cxn ang="T111">
                              <a:pos x="T6" y="T7"/>
                            </a:cxn>
                            <a:cxn ang="T112">
                              <a:pos x="T8" y="T9"/>
                            </a:cxn>
                            <a:cxn ang="T113">
                              <a:pos x="T10" y="T11"/>
                            </a:cxn>
                            <a:cxn ang="T114">
                              <a:pos x="T12" y="T13"/>
                            </a:cxn>
                            <a:cxn ang="T115">
                              <a:pos x="T14" y="T15"/>
                            </a:cxn>
                            <a:cxn ang="T116">
                              <a:pos x="T16" y="T17"/>
                            </a:cxn>
                            <a:cxn ang="T117">
                              <a:pos x="T18" y="T19"/>
                            </a:cxn>
                            <a:cxn ang="T118">
                              <a:pos x="T20" y="T21"/>
                            </a:cxn>
                            <a:cxn ang="T119">
                              <a:pos x="T22" y="T23"/>
                            </a:cxn>
                            <a:cxn ang="T120">
                              <a:pos x="T24" y="T25"/>
                            </a:cxn>
                            <a:cxn ang="T121">
                              <a:pos x="T26" y="T27"/>
                            </a:cxn>
                            <a:cxn ang="T122">
                              <a:pos x="T28" y="T29"/>
                            </a:cxn>
                            <a:cxn ang="T123">
                              <a:pos x="T30" y="T31"/>
                            </a:cxn>
                            <a:cxn ang="T124">
                              <a:pos x="T32" y="T33"/>
                            </a:cxn>
                            <a:cxn ang="T125">
                              <a:pos x="T34" y="T35"/>
                            </a:cxn>
                            <a:cxn ang="T126">
                              <a:pos x="T36" y="T37"/>
                            </a:cxn>
                            <a:cxn ang="T127">
                              <a:pos x="T38" y="T39"/>
                            </a:cxn>
                            <a:cxn ang="T128">
                              <a:pos x="T40" y="T41"/>
                            </a:cxn>
                            <a:cxn ang="T129">
                              <a:pos x="T42" y="T43"/>
                            </a:cxn>
                            <a:cxn ang="T130">
                              <a:pos x="T44" y="T45"/>
                            </a:cxn>
                            <a:cxn ang="T131">
                              <a:pos x="T46" y="T47"/>
                            </a:cxn>
                            <a:cxn ang="T132">
                              <a:pos x="T48" y="T49"/>
                            </a:cxn>
                            <a:cxn ang="T133">
                              <a:pos x="T50" y="T51"/>
                            </a:cxn>
                            <a:cxn ang="T134">
                              <a:pos x="T52" y="T53"/>
                            </a:cxn>
                            <a:cxn ang="T135">
                              <a:pos x="T54" y="T55"/>
                            </a:cxn>
                            <a:cxn ang="T136">
                              <a:pos x="T56" y="T57"/>
                            </a:cxn>
                            <a:cxn ang="T137">
                              <a:pos x="T58" y="T59"/>
                            </a:cxn>
                            <a:cxn ang="T138">
                              <a:pos x="T60" y="T61"/>
                            </a:cxn>
                            <a:cxn ang="T139">
                              <a:pos x="T62" y="T63"/>
                            </a:cxn>
                            <a:cxn ang="T140">
                              <a:pos x="T64" y="T65"/>
                            </a:cxn>
                            <a:cxn ang="T141">
                              <a:pos x="T66" y="T67"/>
                            </a:cxn>
                            <a:cxn ang="T142">
                              <a:pos x="T68" y="T69"/>
                            </a:cxn>
                            <a:cxn ang="T143">
                              <a:pos x="T70" y="T71"/>
                            </a:cxn>
                            <a:cxn ang="T144">
                              <a:pos x="T72" y="T73"/>
                            </a:cxn>
                            <a:cxn ang="T145">
                              <a:pos x="T74" y="T75"/>
                            </a:cxn>
                            <a:cxn ang="T146">
                              <a:pos x="T76" y="T77"/>
                            </a:cxn>
                            <a:cxn ang="T147">
                              <a:pos x="T78" y="T79"/>
                            </a:cxn>
                            <a:cxn ang="T148">
                              <a:pos x="T80" y="T81"/>
                            </a:cxn>
                            <a:cxn ang="T149">
                              <a:pos x="T82" y="T83"/>
                            </a:cxn>
                            <a:cxn ang="T150">
                              <a:pos x="T84" y="T85"/>
                            </a:cxn>
                            <a:cxn ang="T151">
                              <a:pos x="T86" y="T87"/>
                            </a:cxn>
                            <a:cxn ang="T152">
                              <a:pos x="T88" y="T89"/>
                            </a:cxn>
                            <a:cxn ang="T153">
                              <a:pos x="T90" y="T91"/>
                            </a:cxn>
                            <a:cxn ang="T154">
                              <a:pos x="T92" y="T93"/>
                            </a:cxn>
                            <a:cxn ang="T155">
                              <a:pos x="T94" y="T95"/>
                            </a:cxn>
                            <a:cxn ang="T156">
                              <a:pos x="T96" y="T97"/>
                            </a:cxn>
                            <a:cxn ang="T157">
                              <a:pos x="T98" y="T99"/>
                            </a:cxn>
                            <a:cxn ang="T158">
                              <a:pos x="T100" y="T101"/>
                            </a:cxn>
                            <a:cxn ang="T159">
                              <a:pos x="T102" y="T103"/>
                            </a:cxn>
                            <a:cxn ang="T160">
                              <a:pos x="T104" y="T105"/>
                            </a:cxn>
                            <a:cxn ang="T161">
                              <a:pos x="T106" y="T107"/>
                            </a:cxn>
                          </a:cxnLst>
                          <a:rect l="T162" t="T163" r="T164" b="T165"/>
                          <a:pathLst>
                            <a:path w="1854" h="2824">
                              <a:moveTo>
                                <a:pt x="923" y="2824"/>
                              </a:moveTo>
                              <a:lnTo>
                                <a:pt x="891" y="2792"/>
                              </a:lnTo>
                              <a:lnTo>
                                <a:pt x="860" y="2761"/>
                              </a:lnTo>
                              <a:lnTo>
                                <a:pt x="829" y="2732"/>
                              </a:lnTo>
                              <a:lnTo>
                                <a:pt x="798" y="2704"/>
                              </a:lnTo>
                              <a:lnTo>
                                <a:pt x="768" y="2678"/>
                              </a:lnTo>
                              <a:lnTo>
                                <a:pt x="738" y="2654"/>
                              </a:lnTo>
                              <a:lnTo>
                                <a:pt x="708" y="2630"/>
                              </a:lnTo>
                              <a:lnTo>
                                <a:pt x="678" y="2608"/>
                              </a:lnTo>
                              <a:lnTo>
                                <a:pt x="648" y="2587"/>
                              </a:lnTo>
                              <a:lnTo>
                                <a:pt x="619" y="2568"/>
                              </a:lnTo>
                              <a:close/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3" o:spid="_x0000_s1026" style="position:absolute;margin-left:-61.15pt;margin-top:-523.7pt;width:9.3pt;height:14.1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854,28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" path="m923,2824r-32,-32l860,2761r-31,-29l798,2704r-30,-26l738,2654r-30,-24l678,2608r-30,-21l619,2568r304,256xe" filled="f" strokeweight=".5pt">
                <v:path arrowok="t" o:connecttype="custom" o:connectlocs="5670,17818;5288,17436;4905,17054;4523,16800;4141,16481;3759,16291;3376,16036;3058,15845;2676,15718;2293,15527;1784,15400;1083,15145;382,14954;382,14127;1019,12600;1656,11072;2166,9673;2676,8336;3058,7063;3631,5345;4268,3309;4651,2100;4905,1464;5096,891;5351,445;5542,191;5797,0;5988,0;6243,191;6498,445;6689,891;6944,1464;7135,2100;7581,3309;8154,5345;8728,7063;9174,8336;9683,9673;10193,11072;10830,12536;11467,14063;11467,14954;10766,15145;10065,15336;9492,15527;9174,15718;8791,15845;8409,16036;8027,16227;7645,16481;7262,16800;6880,17054;6498,17436;6116,17818" o:connectangles="0,0,0,0,0,0,0,0,0,0,0,0,0,0,0,0,0,0,0,0,0,0,0,0,0,0,0,0,0,0,0,0,0,0,0,0,0,0,0,0,0,0,0,0,0,0,0,0,0,0,0,0,0,0" textboxrect="0,0,1854,2824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-796925</wp:posOffset>
                </wp:positionH>
                <wp:positionV relativeFrom="paragraph">
                  <wp:posOffset>-5027295</wp:posOffset>
                </wp:positionV>
                <wp:extent cx="55245" cy="69215"/>
                <wp:effectExtent l="12700" t="0" r="0" b="1905"/>
                <wp:wrapNone/>
                <wp:docPr id="5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245" cy="69215"/>
                        </a:xfrm>
                        <a:custGeom>
                          <a:avLst/>
                          <a:gdLst>
                            <a:gd name="T0" fmla="*/ 2 w 872"/>
                            <a:gd name="T1" fmla="*/ 88 h 1093"/>
                            <a:gd name="T2" fmla="*/ 1 w 872"/>
                            <a:gd name="T3" fmla="*/ 76 h 1093"/>
                            <a:gd name="T4" fmla="*/ 0 w 872"/>
                            <a:gd name="T5" fmla="*/ 64 h 1093"/>
                            <a:gd name="T6" fmla="*/ 0 w 872"/>
                            <a:gd name="T7" fmla="*/ 51 h 1093"/>
                            <a:gd name="T8" fmla="*/ 0 w 872"/>
                            <a:gd name="T9" fmla="*/ 42 h 1093"/>
                            <a:gd name="T10" fmla="*/ 1 w 872"/>
                            <a:gd name="T11" fmla="*/ 36 h 1093"/>
                            <a:gd name="T12" fmla="*/ 1 w 872"/>
                            <a:gd name="T13" fmla="*/ 30 h 1093"/>
                            <a:gd name="T14" fmla="*/ 3 w 872"/>
                            <a:gd name="T15" fmla="*/ 24 h 1093"/>
                            <a:gd name="T16" fmla="*/ 4 w 872"/>
                            <a:gd name="T17" fmla="*/ 18 h 1093"/>
                            <a:gd name="T18" fmla="*/ 6 w 872"/>
                            <a:gd name="T19" fmla="*/ 13 h 1093"/>
                            <a:gd name="T20" fmla="*/ 9 w 872"/>
                            <a:gd name="T21" fmla="*/ 7 h 1093"/>
                            <a:gd name="T22" fmla="*/ 13 w 872"/>
                            <a:gd name="T23" fmla="*/ 2 h 1093"/>
                            <a:gd name="T24" fmla="*/ 17 w 872"/>
                            <a:gd name="T25" fmla="*/ 0 h 1093"/>
                            <a:gd name="T26" fmla="*/ 22 w 872"/>
                            <a:gd name="T27" fmla="*/ 0 h 1093"/>
                            <a:gd name="T28" fmla="*/ 28 w 872"/>
                            <a:gd name="T29" fmla="*/ 1 h 1093"/>
                            <a:gd name="T30" fmla="*/ 33 w 872"/>
                            <a:gd name="T31" fmla="*/ 2 h 1093"/>
                            <a:gd name="T32" fmla="*/ 38 w 872"/>
                            <a:gd name="T33" fmla="*/ 3 h 1093"/>
                            <a:gd name="T34" fmla="*/ 43 w 872"/>
                            <a:gd name="T35" fmla="*/ 4 h 1093"/>
                            <a:gd name="T36" fmla="*/ 49 w 872"/>
                            <a:gd name="T37" fmla="*/ 6 h 1093"/>
                            <a:gd name="T38" fmla="*/ 54 w 872"/>
                            <a:gd name="T39" fmla="*/ 8 h 1093"/>
                            <a:gd name="T40" fmla="*/ 59 w 872"/>
                            <a:gd name="T41" fmla="*/ 10 h 1093"/>
                            <a:gd name="T42" fmla="*/ 63 w 872"/>
                            <a:gd name="T43" fmla="*/ 13 h 1093"/>
                            <a:gd name="T44" fmla="*/ 68 w 872"/>
                            <a:gd name="T45" fmla="*/ 15 h 1093"/>
                            <a:gd name="T46" fmla="*/ 72 w 872"/>
                            <a:gd name="T47" fmla="*/ 18 h 1093"/>
                            <a:gd name="T48" fmla="*/ 76 w 872"/>
                            <a:gd name="T49" fmla="*/ 22 h 1093"/>
                            <a:gd name="T50" fmla="*/ 80 w 872"/>
                            <a:gd name="T51" fmla="*/ 25 h 1093"/>
                            <a:gd name="T52" fmla="*/ 83 w 872"/>
                            <a:gd name="T53" fmla="*/ 29 h 1093"/>
                            <a:gd name="T54" fmla="*/ 86 w 872"/>
                            <a:gd name="T55" fmla="*/ 33 h 1093"/>
                            <a:gd name="T56" fmla="*/ 87 w 872"/>
                            <a:gd name="T57" fmla="*/ 107 h 1093"/>
                            <a:gd name="T58" fmla="*/ 76 w 872"/>
                            <a:gd name="T59" fmla="*/ 107 h 1093"/>
                            <a:gd name="T60" fmla="*/ 65 w 872"/>
                            <a:gd name="T61" fmla="*/ 108 h 1093"/>
                            <a:gd name="T62" fmla="*/ 53 w 872"/>
                            <a:gd name="T63" fmla="*/ 109 h 1093"/>
                            <a:gd name="T64" fmla="*/ 42 w 872"/>
                            <a:gd name="T65" fmla="*/ 109 h 1093"/>
                            <a:gd name="T66" fmla="*/ 36 w 872"/>
                            <a:gd name="T67" fmla="*/ 109 h 1093"/>
                            <a:gd name="T68" fmla="*/ 31 w 872"/>
                            <a:gd name="T69" fmla="*/ 108 h 1093"/>
                            <a:gd name="T70" fmla="*/ 25 w 872"/>
                            <a:gd name="T71" fmla="*/ 107 h 1093"/>
                            <a:gd name="T72" fmla="*/ 20 w 872"/>
                            <a:gd name="T73" fmla="*/ 106 h 1093"/>
                            <a:gd name="T74" fmla="*/ 15 w 872"/>
                            <a:gd name="T75" fmla="*/ 104 h 1093"/>
                            <a:gd name="T76" fmla="*/ 10 w 872"/>
                            <a:gd name="T77" fmla="*/ 101 h 1093"/>
                            <a:gd name="T78" fmla="*/ 6 w 872"/>
                            <a:gd name="T79" fmla="*/ 98 h 1093"/>
                            <a:gd name="T80" fmla="*/ 2 w 872"/>
                            <a:gd name="T81" fmla="*/ 94 h 1093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w 872"/>
                            <a:gd name="T124" fmla="*/ 0 h 1093"/>
                            <a:gd name="T125" fmla="*/ 872 w 872"/>
                            <a:gd name="T126" fmla="*/ 1093 h 1093"/>
                          </a:gdLst>
                          <a:ahLst/>
                          <a:cxnLst>
                            <a:cxn ang="T82">
                              <a:pos x="T0" y="T1"/>
                            </a:cxn>
                            <a:cxn ang="T83">
                              <a:pos x="T2" y="T3"/>
                            </a:cxn>
                            <a:cxn ang="T84">
                              <a:pos x="T4" y="T5"/>
                            </a:cxn>
                            <a:cxn ang="T85">
                              <a:pos x="T6" y="T7"/>
                            </a:cxn>
                            <a:cxn ang="T86">
                              <a:pos x="T8" y="T9"/>
                            </a:cxn>
                            <a:cxn ang="T87">
                              <a:pos x="T10" y="T11"/>
                            </a:cxn>
                            <a:cxn ang="T88">
                              <a:pos x="T12" y="T13"/>
                            </a:cxn>
                            <a:cxn ang="T89">
                              <a:pos x="T14" y="T15"/>
                            </a:cxn>
                            <a:cxn ang="T90">
                              <a:pos x="T16" y="T17"/>
                            </a:cxn>
                            <a:cxn ang="T91">
                              <a:pos x="T18" y="T19"/>
                            </a:cxn>
                            <a:cxn ang="T92">
                              <a:pos x="T20" y="T21"/>
                            </a:cxn>
                            <a:cxn ang="T93">
                              <a:pos x="T22" y="T23"/>
                            </a:cxn>
                            <a:cxn ang="T94">
                              <a:pos x="T24" y="T25"/>
                            </a:cxn>
                            <a:cxn ang="T95">
                              <a:pos x="T26" y="T27"/>
                            </a:cxn>
                            <a:cxn ang="T96">
                              <a:pos x="T28" y="T29"/>
                            </a:cxn>
                            <a:cxn ang="T97">
                              <a:pos x="T30" y="T31"/>
                            </a:cxn>
                            <a:cxn ang="T98">
                              <a:pos x="T32" y="T33"/>
                            </a:cxn>
                            <a:cxn ang="T99">
                              <a:pos x="T34" y="T35"/>
                            </a:cxn>
                            <a:cxn ang="T100">
                              <a:pos x="T36" y="T37"/>
                            </a:cxn>
                            <a:cxn ang="T101">
                              <a:pos x="T38" y="T39"/>
                            </a:cxn>
                            <a:cxn ang="T102">
                              <a:pos x="T40" y="T41"/>
                            </a:cxn>
                            <a:cxn ang="T103">
                              <a:pos x="T42" y="T43"/>
                            </a:cxn>
                            <a:cxn ang="T104">
                              <a:pos x="T44" y="T45"/>
                            </a:cxn>
                            <a:cxn ang="T105">
                              <a:pos x="T46" y="T47"/>
                            </a:cxn>
                            <a:cxn ang="T106">
                              <a:pos x="T48" y="T49"/>
                            </a:cxn>
                            <a:cxn ang="T107">
                              <a:pos x="T50" y="T51"/>
                            </a:cxn>
                            <a:cxn ang="T108">
                              <a:pos x="T52" y="T53"/>
                            </a:cxn>
                            <a:cxn ang="T109">
                              <a:pos x="T54" y="T55"/>
                            </a:cxn>
                            <a:cxn ang="T110">
                              <a:pos x="T56" y="T57"/>
                            </a:cxn>
                            <a:cxn ang="T111">
                              <a:pos x="T58" y="T59"/>
                            </a:cxn>
                            <a:cxn ang="T112">
                              <a:pos x="T60" y="T61"/>
                            </a:cxn>
                            <a:cxn ang="T113">
                              <a:pos x="T62" y="T63"/>
                            </a:cxn>
                            <a:cxn ang="T114">
                              <a:pos x="T64" y="T65"/>
                            </a:cxn>
                            <a:cxn ang="T115">
                              <a:pos x="T66" y="T67"/>
                            </a:cxn>
                            <a:cxn ang="T116">
                              <a:pos x="T68" y="T69"/>
                            </a:cxn>
                            <a:cxn ang="T117">
                              <a:pos x="T70" y="T71"/>
                            </a:cxn>
                            <a:cxn ang="T118">
                              <a:pos x="T72" y="T73"/>
                            </a:cxn>
                            <a:cxn ang="T119">
                              <a:pos x="T74" y="T75"/>
                            </a:cxn>
                            <a:cxn ang="T120">
                              <a:pos x="T76" y="T77"/>
                            </a:cxn>
                            <a:cxn ang="T121">
                              <a:pos x="T78" y="T79"/>
                            </a:cxn>
                            <a:cxn ang="T122">
                              <a:pos x="T80" y="T81"/>
                            </a:cxn>
                          </a:cxnLst>
                          <a:rect l="T123" t="T124" r="T125" b="T126"/>
                          <a:pathLst>
                            <a:path w="872" h="1093">
                              <a:moveTo>
                                <a:pt x="18" y="940"/>
                              </a:moveTo>
                              <a:lnTo>
                                <a:pt x="18" y="885"/>
                              </a:lnTo>
                              <a:lnTo>
                                <a:pt x="15" y="827"/>
                              </a:lnTo>
                              <a:lnTo>
                                <a:pt x="12" y="767"/>
                              </a:lnTo>
                              <a:lnTo>
                                <a:pt x="7" y="705"/>
                              </a:lnTo>
                              <a:lnTo>
                                <a:pt x="4" y="643"/>
                              </a:lnTo>
                              <a:lnTo>
                                <a:pt x="1" y="579"/>
                              </a:lnTo>
                              <a:lnTo>
                                <a:pt x="0" y="516"/>
                              </a:lnTo>
                              <a:lnTo>
                                <a:pt x="0" y="453"/>
                              </a:lnTo>
                              <a:lnTo>
                                <a:pt x="1" y="422"/>
                              </a:lnTo>
                              <a:lnTo>
                                <a:pt x="3" y="391"/>
                              </a:lnTo>
                              <a:close/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1" o:spid="_x0000_s1026" style="position:absolute;margin-left:-62.75pt;margin-top:-395.85pt;width:4.35pt;height:5.4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72,10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" path="m18,940r,-55l15,827,12,767,7,705,4,643,1,579,,516,,453,1,422,3,391,18,940xe" filled="f" strokeweight=".5pt">
                <v:path arrowok="t" o:connecttype="custom" o:connectlocs="127,5573;63,4813;0,4053;0,3230;0,2660;63,2280;63,1900;190,1520;253,1140;380,823;570,443;824,127;1077,0;1394,0;1774,63;2091,127;2407,190;2724,253;3104,380;3421,507;3738,633;3991,823;4308,950;4562,1140;4815,1393;5068,1583;5258,1836;5448,2090;5512,6776;4815,6776;4118,6839;3358,6903;2661,6903;2281,6903;1964,6839;1584,6776;1267,6713;950,6586;634,6396;380,6206;127,5953" o:connectangles="0,0,0,0,0,0,0,0,0,0,0,0,0,0,0,0,0,0,0,0,0,0,0,0,0,0,0,0,0,0,0,0,0,0,0,0,0,0,0,0,0" textboxrect="0,0,872,1093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-693420</wp:posOffset>
                </wp:positionH>
                <wp:positionV relativeFrom="paragraph">
                  <wp:posOffset>-3590290</wp:posOffset>
                </wp:positionV>
                <wp:extent cx="55245" cy="69850"/>
                <wp:effectExtent l="0" t="0" r="9525" b="2540"/>
                <wp:wrapNone/>
                <wp:docPr id="4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245" cy="69850"/>
                        </a:xfrm>
                        <a:custGeom>
                          <a:avLst/>
                          <a:gdLst>
                            <a:gd name="T0" fmla="*/ 85 w 872"/>
                            <a:gd name="T1" fmla="*/ 89 h 1094"/>
                            <a:gd name="T2" fmla="*/ 86 w 872"/>
                            <a:gd name="T3" fmla="*/ 77 h 1094"/>
                            <a:gd name="T4" fmla="*/ 87 w 872"/>
                            <a:gd name="T5" fmla="*/ 65 h 1094"/>
                            <a:gd name="T6" fmla="*/ 87 w 872"/>
                            <a:gd name="T7" fmla="*/ 52 h 1094"/>
                            <a:gd name="T8" fmla="*/ 87 w 872"/>
                            <a:gd name="T9" fmla="*/ 42 h 1094"/>
                            <a:gd name="T10" fmla="*/ 86 w 872"/>
                            <a:gd name="T11" fmla="*/ 36 h 1094"/>
                            <a:gd name="T12" fmla="*/ 86 w 872"/>
                            <a:gd name="T13" fmla="*/ 30 h 1094"/>
                            <a:gd name="T14" fmla="*/ 84 w 872"/>
                            <a:gd name="T15" fmla="*/ 24 h 1094"/>
                            <a:gd name="T16" fmla="*/ 83 w 872"/>
                            <a:gd name="T17" fmla="*/ 18 h 1094"/>
                            <a:gd name="T18" fmla="*/ 81 w 872"/>
                            <a:gd name="T19" fmla="*/ 13 h 1094"/>
                            <a:gd name="T20" fmla="*/ 78 w 872"/>
                            <a:gd name="T21" fmla="*/ 7 h 1094"/>
                            <a:gd name="T22" fmla="*/ 74 w 872"/>
                            <a:gd name="T23" fmla="*/ 2 h 1094"/>
                            <a:gd name="T24" fmla="*/ 70 w 872"/>
                            <a:gd name="T25" fmla="*/ 0 h 1094"/>
                            <a:gd name="T26" fmla="*/ 65 w 872"/>
                            <a:gd name="T27" fmla="*/ 0 h 1094"/>
                            <a:gd name="T28" fmla="*/ 59 w 872"/>
                            <a:gd name="T29" fmla="*/ 1 h 1094"/>
                            <a:gd name="T30" fmla="*/ 54 w 872"/>
                            <a:gd name="T31" fmla="*/ 2 h 1094"/>
                            <a:gd name="T32" fmla="*/ 49 w 872"/>
                            <a:gd name="T33" fmla="*/ 3 h 1094"/>
                            <a:gd name="T34" fmla="*/ 44 w 872"/>
                            <a:gd name="T35" fmla="*/ 4 h 1094"/>
                            <a:gd name="T36" fmla="*/ 38 w 872"/>
                            <a:gd name="T37" fmla="*/ 6 h 1094"/>
                            <a:gd name="T38" fmla="*/ 33 w 872"/>
                            <a:gd name="T39" fmla="*/ 8 h 1094"/>
                            <a:gd name="T40" fmla="*/ 28 w 872"/>
                            <a:gd name="T41" fmla="*/ 10 h 1094"/>
                            <a:gd name="T42" fmla="*/ 24 w 872"/>
                            <a:gd name="T43" fmla="*/ 13 h 1094"/>
                            <a:gd name="T44" fmla="*/ 19 w 872"/>
                            <a:gd name="T45" fmla="*/ 15 h 1094"/>
                            <a:gd name="T46" fmla="*/ 15 w 872"/>
                            <a:gd name="T47" fmla="*/ 19 h 1094"/>
                            <a:gd name="T48" fmla="*/ 11 w 872"/>
                            <a:gd name="T49" fmla="*/ 22 h 1094"/>
                            <a:gd name="T50" fmla="*/ 7 w 872"/>
                            <a:gd name="T51" fmla="*/ 26 h 1094"/>
                            <a:gd name="T52" fmla="*/ 4 w 872"/>
                            <a:gd name="T53" fmla="*/ 29 h 1094"/>
                            <a:gd name="T54" fmla="*/ 1 w 872"/>
                            <a:gd name="T55" fmla="*/ 34 h 1094"/>
                            <a:gd name="T56" fmla="*/ 0 w 872"/>
                            <a:gd name="T57" fmla="*/ 108 h 1094"/>
                            <a:gd name="T58" fmla="*/ 11 w 872"/>
                            <a:gd name="T59" fmla="*/ 108 h 1094"/>
                            <a:gd name="T60" fmla="*/ 22 w 872"/>
                            <a:gd name="T61" fmla="*/ 109 h 1094"/>
                            <a:gd name="T62" fmla="*/ 34 w 872"/>
                            <a:gd name="T63" fmla="*/ 110 h 1094"/>
                            <a:gd name="T64" fmla="*/ 45 w 872"/>
                            <a:gd name="T65" fmla="*/ 110 h 1094"/>
                            <a:gd name="T66" fmla="*/ 51 w 872"/>
                            <a:gd name="T67" fmla="*/ 110 h 1094"/>
                            <a:gd name="T68" fmla="*/ 56 w 872"/>
                            <a:gd name="T69" fmla="*/ 109 h 1094"/>
                            <a:gd name="T70" fmla="*/ 62 w 872"/>
                            <a:gd name="T71" fmla="*/ 108 h 1094"/>
                            <a:gd name="T72" fmla="*/ 67 w 872"/>
                            <a:gd name="T73" fmla="*/ 106 h 1094"/>
                            <a:gd name="T74" fmla="*/ 72 w 872"/>
                            <a:gd name="T75" fmla="*/ 104 h 1094"/>
                            <a:gd name="T76" fmla="*/ 77 w 872"/>
                            <a:gd name="T77" fmla="*/ 102 h 1094"/>
                            <a:gd name="T78" fmla="*/ 81 w 872"/>
                            <a:gd name="T79" fmla="*/ 99 h 1094"/>
                            <a:gd name="T80" fmla="*/ 85 w 872"/>
                            <a:gd name="T81" fmla="*/ 95 h 1094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w 872"/>
                            <a:gd name="T124" fmla="*/ 0 h 1094"/>
                            <a:gd name="T125" fmla="*/ 872 w 872"/>
                            <a:gd name="T126" fmla="*/ 1094 h 1094"/>
                          </a:gdLst>
                          <a:ahLst/>
                          <a:cxnLst>
                            <a:cxn ang="T82">
                              <a:pos x="T0" y="T1"/>
                            </a:cxn>
                            <a:cxn ang="T83">
                              <a:pos x="T2" y="T3"/>
                            </a:cxn>
                            <a:cxn ang="T84">
                              <a:pos x="T4" y="T5"/>
                            </a:cxn>
                            <a:cxn ang="T85">
                              <a:pos x="T6" y="T7"/>
                            </a:cxn>
                            <a:cxn ang="T86">
                              <a:pos x="T8" y="T9"/>
                            </a:cxn>
                            <a:cxn ang="T87">
                              <a:pos x="T10" y="T11"/>
                            </a:cxn>
                            <a:cxn ang="T88">
                              <a:pos x="T12" y="T13"/>
                            </a:cxn>
                            <a:cxn ang="T89">
                              <a:pos x="T14" y="T15"/>
                            </a:cxn>
                            <a:cxn ang="T90">
                              <a:pos x="T16" y="T17"/>
                            </a:cxn>
                            <a:cxn ang="T91">
                              <a:pos x="T18" y="T19"/>
                            </a:cxn>
                            <a:cxn ang="T92">
                              <a:pos x="T20" y="T21"/>
                            </a:cxn>
                            <a:cxn ang="T93">
                              <a:pos x="T22" y="T23"/>
                            </a:cxn>
                            <a:cxn ang="T94">
                              <a:pos x="T24" y="T25"/>
                            </a:cxn>
                            <a:cxn ang="T95">
                              <a:pos x="T26" y="T27"/>
                            </a:cxn>
                            <a:cxn ang="T96">
                              <a:pos x="T28" y="T29"/>
                            </a:cxn>
                            <a:cxn ang="T97">
                              <a:pos x="T30" y="T31"/>
                            </a:cxn>
                            <a:cxn ang="T98">
                              <a:pos x="T32" y="T33"/>
                            </a:cxn>
                            <a:cxn ang="T99">
                              <a:pos x="T34" y="T35"/>
                            </a:cxn>
                            <a:cxn ang="T100">
                              <a:pos x="T36" y="T37"/>
                            </a:cxn>
                            <a:cxn ang="T101">
                              <a:pos x="T38" y="T39"/>
                            </a:cxn>
                            <a:cxn ang="T102">
                              <a:pos x="T40" y="T41"/>
                            </a:cxn>
                            <a:cxn ang="T103">
                              <a:pos x="T42" y="T43"/>
                            </a:cxn>
                            <a:cxn ang="T104">
                              <a:pos x="T44" y="T45"/>
                            </a:cxn>
                            <a:cxn ang="T105">
                              <a:pos x="T46" y="T47"/>
                            </a:cxn>
                            <a:cxn ang="T106">
                              <a:pos x="T48" y="T49"/>
                            </a:cxn>
                            <a:cxn ang="T107">
                              <a:pos x="T50" y="T51"/>
                            </a:cxn>
                            <a:cxn ang="T108">
                              <a:pos x="T52" y="T53"/>
                            </a:cxn>
                            <a:cxn ang="T109">
                              <a:pos x="T54" y="T55"/>
                            </a:cxn>
                            <a:cxn ang="T110">
                              <a:pos x="T56" y="T57"/>
                            </a:cxn>
                            <a:cxn ang="T111">
                              <a:pos x="T58" y="T59"/>
                            </a:cxn>
                            <a:cxn ang="T112">
                              <a:pos x="T60" y="T61"/>
                            </a:cxn>
                            <a:cxn ang="T113">
                              <a:pos x="T62" y="T63"/>
                            </a:cxn>
                            <a:cxn ang="T114">
                              <a:pos x="T64" y="T65"/>
                            </a:cxn>
                            <a:cxn ang="T115">
                              <a:pos x="T66" y="T67"/>
                            </a:cxn>
                            <a:cxn ang="T116">
                              <a:pos x="T68" y="T69"/>
                            </a:cxn>
                            <a:cxn ang="T117">
                              <a:pos x="T70" y="T71"/>
                            </a:cxn>
                            <a:cxn ang="T118">
                              <a:pos x="T72" y="T73"/>
                            </a:cxn>
                            <a:cxn ang="T119">
                              <a:pos x="T74" y="T75"/>
                            </a:cxn>
                            <a:cxn ang="T120">
                              <a:pos x="T76" y="T77"/>
                            </a:cxn>
                            <a:cxn ang="T121">
                              <a:pos x="T78" y="T79"/>
                            </a:cxn>
                            <a:cxn ang="T122">
                              <a:pos x="T80" y="T81"/>
                            </a:cxn>
                          </a:cxnLst>
                          <a:rect l="T123" t="T124" r="T125" b="T126"/>
                          <a:pathLst>
                            <a:path w="872" h="1094">
                              <a:moveTo>
                                <a:pt x="853" y="940"/>
                              </a:moveTo>
                              <a:lnTo>
                                <a:pt x="854" y="885"/>
                              </a:lnTo>
                              <a:lnTo>
                                <a:pt x="857" y="827"/>
                              </a:lnTo>
                              <a:lnTo>
                                <a:pt x="860" y="767"/>
                              </a:lnTo>
                              <a:lnTo>
                                <a:pt x="865" y="706"/>
                              </a:lnTo>
                              <a:lnTo>
                                <a:pt x="868" y="642"/>
                              </a:lnTo>
                              <a:lnTo>
                                <a:pt x="871" y="579"/>
                              </a:lnTo>
                              <a:lnTo>
                                <a:pt x="872" y="516"/>
                              </a:lnTo>
                              <a:lnTo>
                                <a:pt x="872" y="453"/>
                              </a:lnTo>
                              <a:lnTo>
                                <a:pt x="871" y="421"/>
                              </a:lnTo>
                              <a:lnTo>
                                <a:pt x="869" y="390"/>
                              </a:lnTo>
                              <a:close/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9" o:spid="_x0000_s1026" style="position:absolute;margin-left:-54.6pt;margin-top:-282.7pt;width:4.35pt;height:5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72,10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" path="m853,940r1,-55l857,827r3,-60l865,706r3,-64l871,579r1,-63l872,453r-1,-32l869,390,853,940xe" filled="f" strokeweight=".5pt">
                <v:path arrowok="t" o:connecttype="custom" o:connectlocs="5385,5682;5448,4916;5512,4150;5512,3320;5512,2682;5448,2299;5448,1915;5322,1532;5258,1149;5132,830;4942,447;4688,128;4435,0;4118,0;3738,64;3421,128;3104,192;2788,255;2407,383;2091,511;1774,638;1521,830;1204,958;950,1213;697,1405;443,1660;253,1852;63,2171;0,6896;697,6896;1394,6959;2154,7023;2851,7023;3231,7023;3548,6959;3928,6896;4245,6768;4562,6640;4878,6513;5132,6321;5385,6066" o:connectangles="0,0,0,0,0,0,0,0,0,0,0,0,0,0,0,0,0,0,0,0,0,0,0,0,0,0,0,0,0,0,0,0,0,0,0,0,0,0,0,0,0" textboxrect="0,0,872,1094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-938530</wp:posOffset>
                </wp:positionH>
                <wp:positionV relativeFrom="paragraph">
                  <wp:posOffset>-2234565</wp:posOffset>
                </wp:positionV>
                <wp:extent cx="110490" cy="149225"/>
                <wp:effectExtent l="23495" t="0" r="0" b="24765"/>
                <wp:wrapNone/>
                <wp:docPr id="3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0490" cy="149225"/>
                        </a:xfrm>
                        <a:custGeom>
                          <a:avLst/>
                          <a:gdLst>
                            <a:gd name="T0" fmla="*/ 21 w 1740"/>
                            <a:gd name="T1" fmla="*/ 232 h 2349"/>
                            <a:gd name="T2" fmla="*/ 14 w 1740"/>
                            <a:gd name="T3" fmla="*/ 231 h 2349"/>
                            <a:gd name="T4" fmla="*/ 10 w 1740"/>
                            <a:gd name="T5" fmla="*/ 229 h 2349"/>
                            <a:gd name="T6" fmla="*/ 8 w 1740"/>
                            <a:gd name="T7" fmla="*/ 228 h 2349"/>
                            <a:gd name="T8" fmla="*/ 7 w 1740"/>
                            <a:gd name="T9" fmla="*/ 227 h 2349"/>
                            <a:gd name="T10" fmla="*/ 5 w 1740"/>
                            <a:gd name="T11" fmla="*/ 225 h 2349"/>
                            <a:gd name="T12" fmla="*/ 4 w 1740"/>
                            <a:gd name="T13" fmla="*/ 224 h 2349"/>
                            <a:gd name="T14" fmla="*/ 3 w 1740"/>
                            <a:gd name="T15" fmla="*/ 221 h 2349"/>
                            <a:gd name="T16" fmla="*/ 1 w 1740"/>
                            <a:gd name="T17" fmla="*/ 216 h 2349"/>
                            <a:gd name="T18" fmla="*/ 0 w 1740"/>
                            <a:gd name="T19" fmla="*/ 16 h 2349"/>
                            <a:gd name="T20" fmla="*/ 3 w 1740"/>
                            <a:gd name="T21" fmla="*/ 12 h 2349"/>
                            <a:gd name="T22" fmla="*/ 6 w 1740"/>
                            <a:gd name="T23" fmla="*/ 8 h 2349"/>
                            <a:gd name="T24" fmla="*/ 10 w 1740"/>
                            <a:gd name="T25" fmla="*/ 4 h 2349"/>
                            <a:gd name="T26" fmla="*/ 12 w 1740"/>
                            <a:gd name="T27" fmla="*/ 2 h 2349"/>
                            <a:gd name="T28" fmla="*/ 14 w 1740"/>
                            <a:gd name="T29" fmla="*/ 0 h 2349"/>
                            <a:gd name="T30" fmla="*/ 23 w 1740"/>
                            <a:gd name="T31" fmla="*/ 0 h 2349"/>
                            <a:gd name="T32" fmla="*/ 32 w 1740"/>
                            <a:gd name="T33" fmla="*/ 0 h 2349"/>
                            <a:gd name="T34" fmla="*/ 41 w 1740"/>
                            <a:gd name="T35" fmla="*/ 0 h 2349"/>
                            <a:gd name="T36" fmla="*/ 50 w 1740"/>
                            <a:gd name="T37" fmla="*/ 0 h 2349"/>
                            <a:gd name="T38" fmla="*/ 54 w 1740"/>
                            <a:gd name="T39" fmla="*/ 8 h 2349"/>
                            <a:gd name="T40" fmla="*/ 57 w 1740"/>
                            <a:gd name="T41" fmla="*/ 16 h 2349"/>
                            <a:gd name="T42" fmla="*/ 61 w 1740"/>
                            <a:gd name="T43" fmla="*/ 24 h 2349"/>
                            <a:gd name="T44" fmla="*/ 64 w 1740"/>
                            <a:gd name="T45" fmla="*/ 31 h 2349"/>
                            <a:gd name="T46" fmla="*/ 69 w 1740"/>
                            <a:gd name="T47" fmla="*/ 40 h 2349"/>
                            <a:gd name="T48" fmla="*/ 74 w 1740"/>
                            <a:gd name="T49" fmla="*/ 48 h 2349"/>
                            <a:gd name="T50" fmla="*/ 80 w 1740"/>
                            <a:gd name="T51" fmla="*/ 55 h 2349"/>
                            <a:gd name="T52" fmla="*/ 85 w 1740"/>
                            <a:gd name="T53" fmla="*/ 62 h 2349"/>
                            <a:gd name="T54" fmla="*/ 90 w 1740"/>
                            <a:gd name="T55" fmla="*/ 68 h 2349"/>
                            <a:gd name="T56" fmla="*/ 96 w 1740"/>
                            <a:gd name="T57" fmla="*/ 74 h 2349"/>
                            <a:gd name="T58" fmla="*/ 102 w 1740"/>
                            <a:gd name="T59" fmla="*/ 79 h 2349"/>
                            <a:gd name="T60" fmla="*/ 108 w 1740"/>
                            <a:gd name="T61" fmla="*/ 84 h 2349"/>
                            <a:gd name="T62" fmla="*/ 114 w 1740"/>
                            <a:gd name="T63" fmla="*/ 89 h 2349"/>
                            <a:gd name="T64" fmla="*/ 121 w 1740"/>
                            <a:gd name="T65" fmla="*/ 93 h 2349"/>
                            <a:gd name="T66" fmla="*/ 129 w 1740"/>
                            <a:gd name="T67" fmla="*/ 97 h 2349"/>
                            <a:gd name="T68" fmla="*/ 137 w 1740"/>
                            <a:gd name="T69" fmla="*/ 100 h 2349"/>
                            <a:gd name="T70" fmla="*/ 145 w 1740"/>
                            <a:gd name="T71" fmla="*/ 104 h 2349"/>
                            <a:gd name="T72" fmla="*/ 154 w 1740"/>
                            <a:gd name="T73" fmla="*/ 106 h 2349"/>
                            <a:gd name="T74" fmla="*/ 164 w 1740"/>
                            <a:gd name="T75" fmla="*/ 109 h 2349"/>
                            <a:gd name="T76" fmla="*/ 174 w 1740"/>
                            <a:gd name="T77" fmla="*/ 111 h 2349"/>
                            <a:gd name="T78" fmla="*/ 171 w 1740"/>
                            <a:gd name="T79" fmla="*/ 122 h 2349"/>
                            <a:gd name="T80" fmla="*/ 168 w 1740"/>
                            <a:gd name="T81" fmla="*/ 133 h 2349"/>
                            <a:gd name="T82" fmla="*/ 166 w 1740"/>
                            <a:gd name="T83" fmla="*/ 145 h 2349"/>
                            <a:gd name="T84" fmla="*/ 164 w 1740"/>
                            <a:gd name="T85" fmla="*/ 159 h 2349"/>
                            <a:gd name="T86" fmla="*/ 163 w 1740"/>
                            <a:gd name="T87" fmla="*/ 166 h 2349"/>
                            <a:gd name="T88" fmla="*/ 162 w 1740"/>
                            <a:gd name="T89" fmla="*/ 174 h 2349"/>
                            <a:gd name="T90" fmla="*/ 162 w 1740"/>
                            <a:gd name="T91" fmla="*/ 183 h 2349"/>
                            <a:gd name="T92" fmla="*/ 162 w 1740"/>
                            <a:gd name="T93" fmla="*/ 192 h 2349"/>
                            <a:gd name="T94" fmla="*/ 162 w 1740"/>
                            <a:gd name="T95" fmla="*/ 201 h 2349"/>
                            <a:gd name="T96" fmla="*/ 162 w 1740"/>
                            <a:gd name="T97" fmla="*/ 212 h 2349"/>
                            <a:gd name="T98" fmla="*/ 163 w 1740"/>
                            <a:gd name="T99" fmla="*/ 223 h 2349"/>
                            <a:gd name="T100" fmla="*/ 163 w 1740"/>
                            <a:gd name="T101" fmla="*/ 234 h 2349"/>
                            <a:gd name="T102" fmla="*/ 130 w 1740"/>
                            <a:gd name="T103" fmla="*/ 235 h 2349"/>
                            <a:gd name="T104" fmla="*/ 95 w 1740"/>
                            <a:gd name="T105" fmla="*/ 235 h 2349"/>
                            <a:gd name="T106" fmla="*/ 77 w 1740"/>
                            <a:gd name="T107" fmla="*/ 235 h 2349"/>
                            <a:gd name="T108" fmla="*/ 59 w 1740"/>
                            <a:gd name="T109" fmla="*/ 235 h 2349"/>
                            <a:gd name="T110" fmla="*/ 42 w 1740"/>
                            <a:gd name="T111" fmla="*/ 234 h 2349"/>
                            <a:gd name="T112" fmla="*/ 26 w 1740"/>
                            <a:gd name="T113" fmla="*/ 233 h 2349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60000 65536"/>
                            <a:gd name="T163" fmla="*/ 0 60000 65536"/>
                            <a:gd name="T164" fmla="*/ 0 60000 65536"/>
                            <a:gd name="T165" fmla="*/ 0 60000 65536"/>
                            <a:gd name="T166" fmla="*/ 0 60000 65536"/>
                            <a:gd name="T167" fmla="*/ 0 60000 65536"/>
                            <a:gd name="T168" fmla="*/ 0 60000 65536"/>
                            <a:gd name="T169" fmla="*/ 0 60000 65536"/>
                            <a:gd name="T170" fmla="*/ 0 60000 65536"/>
                            <a:gd name="T171" fmla="*/ 0 w 1740"/>
                            <a:gd name="T172" fmla="*/ 0 h 2349"/>
                            <a:gd name="T173" fmla="*/ 1740 w 1740"/>
                            <a:gd name="T174" fmla="*/ 2349 h 2349"/>
                          </a:gdLst>
                          <a:ahLst/>
                          <a:cxnLst>
                            <a:cxn ang="T114">
                              <a:pos x="T0" y="T1"/>
                            </a:cxn>
                            <a:cxn ang="T115">
                              <a:pos x="T2" y="T3"/>
                            </a:cxn>
                            <a:cxn ang="T116">
                              <a:pos x="T4" y="T5"/>
                            </a:cxn>
                            <a:cxn ang="T117">
                              <a:pos x="T6" y="T7"/>
                            </a:cxn>
                            <a:cxn ang="T118">
                              <a:pos x="T8" y="T9"/>
                            </a:cxn>
                            <a:cxn ang="T119">
                              <a:pos x="T10" y="T11"/>
                            </a:cxn>
                            <a:cxn ang="T120">
                              <a:pos x="T12" y="T13"/>
                            </a:cxn>
                            <a:cxn ang="T121">
                              <a:pos x="T14" y="T15"/>
                            </a:cxn>
                            <a:cxn ang="T122">
                              <a:pos x="T16" y="T17"/>
                            </a:cxn>
                            <a:cxn ang="T123">
                              <a:pos x="T18" y="T19"/>
                            </a:cxn>
                            <a:cxn ang="T124">
                              <a:pos x="T20" y="T21"/>
                            </a:cxn>
                            <a:cxn ang="T125">
                              <a:pos x="T22" y="T23"/>
                            </a:cxn>
                            <a:cxn ang="T126">
                              <a:pos x="T24" y="T25"/>
                            </a:cxn>
                            <a:cxn ang="T127">
                              <a:pos x="T26" y="T27"/>
                            </a:cxn>
                            <a:cxn ang="T128">
                              <a:pos x="T28" y="T29"/>
                            </a:cxn>
                            <a:cxn ang="T129">
                              <a:pos x="T30" y="T31"/>
                            </a:cxn>
                            <a:cxn ang="T130">
                              <a:pos x="T32" y="T33"/>
                            </a:cxn>
                            <a:cxn ang="T131">
                              <a:pos x="T34" y="T35"/>
                            </a:cxn>
                            <a:cxn ang="T132">
                              <a:pos x="T36" y="T37"/>
                            </a:cxn>
                            <a:cxn ang="T133">
                              <a:pos x="T38" y="T39"/>
                            </a:cxn>
                            <a:cxn ang="T134">
                              <a:pos x="T40" y="T41"/>
                            </a:cxn>
                            <a:cxn ang="T135">
                              <a:pos x="T42" y="T43"/>
                            </a:cxn>
                            <a:cxn ang="T136">
                              <a:pos x="T44" y="T45"/>
                            </a:cxn>
                            <a:cxn ang="T137">
                              <a:pos x="T46" y="T47"/>
                            </a:cxn>
                            <a:cxn ang="T138">
                              <a:pos x="T48" y="T49"/>
                            </a:cxn>
                            <a:cxn ang="T139">
                              <a:pos x="T50" y="T51"/>
                            </a:cxn>
                            <a:cxn ang="T140">
                              <a:pos x="T52" y="T53"/>
                            </a:cxn>
                            <a:cxn ang="T141">
                              <a:pos x="T54" y="T55"/>
                            </a:cxn>
                            <a:cxn ang="T142">
                              <a:pos x="T56" y="T57"/>
                            </a:cxn>
                            <a:cxn ang="T143">
                              <a:pos x="T58" y="T59"/>
                            </a:cxn>
                            <a:cxn ang="T144">
                              <a:pos x="T60" y="T61"/>
                            </a:cxn>
                            <a:cxn ang="T145">
                              <a:pos x="T62" y="T63"/>
                            </a:cxn>
                            <a:cxn ang="T146">
                              <a:pos x="T64" y="T65"/>
                            </a:cxn>
                            <a:cxn ang="T147">
                              <a:pos x="T66" y="T67"/>
                            </a:cxn>
                            <a:cxn ang="T148">
                              <a:pos x="T68" y="T69"/>
                            </a:cxn>
                            <a:cxn ang="T149">
                              <a:pos x="T70" y="T71"/>
                            </a:cxn>
                            <a:cxn ang="T150">
                              <a:pos x="T72" y="T73"/>
                            </a:cxn>
                            <a:cxn ang="T151">
                              <a:pos x="T74" y="T75"/>
                            </a:cxn>
                            <a:cxn ang="T152">
                              <a:pos x="T76" y="T77"/>
                            </a:cxn>
                            <a:cxn ang="T153">
                              <a:pos x="T78" y="T79"/>
                            </a:cxn>
                            <a:cxn ang="T154">
                              <a:pos x="T80" y="T81"/>
                            </a:cxn>
                            <a:cxn ang="T155">
                              <a:pos x="T82" y="T83"/>
                            </a:cxn>
                            <a:cxn ang="T156">
                              <a:pos x="T84" y="T85"/>
                            </a:cxn>
                            <a:cxn ang="T157">
                              <a:pos x="T86" y="T87"/>
                            </a:cxn>
                            <a:cxn ang="T158">
                              <a:pos x="T88" y="T89"/>
                            </a:cxn>
                            <a:cxn ang="T159">
                              <a:pos x="T90" y="T91"/>
                            </a:cxn>
                            <a:cxn ang="T160">
                              <a:pos x="T92" y="T93"/>
                            </a:cxn>
                            <a:cxn ang="T161">
                              <a:pos x="T94" y="T95"/>
                            </a:cxn>
                            <a:cxn ang="T162">
                              <a:pos x="T96" y="T97"/>
                            </a:cxn>
                            <a:cxn ang="T163">
                              <a:pos x="T98" y="T99"/>
                            </a:cxn>
                            <a:cxn ang="T164">
                              <a:pos x="T100" y="T101"/>
                            </a:cxn>
                            <a:cxn ang="T165">
                              <a:pos x="T102" y="T103"/>
                            </a:cxn>
                            <a:cxn ang="T166">
                              <a:pos x="T104" y="T105"/>
                            </a:cxn>
                            <a:cxn ang="T167">
                              <a:pos x="T106" y="T107"/>
                            </a:cxn>
                            <a:cxn ang="T168">
                              <a:pos x="T108" y="T109"/>
                            </a:cxn>
                            <a:cxn ang="T169">
                              <a:pos x="T110" y="T111"/>
                            </a:cxn>
                            <a:cxn ang="T170">
                              <a:pos x="T112" y="T113"/>
                            </a:cxn>
                          </a:cxnLst>
                          <a:rect l="T171" t="T172" r="T173" b="T174"/>
                          <a:pathLst>
                            <a:path w="1740" h="2349">
                              <a:moveTo>
                                <a:pt x="262" y="2331"/>
                              </a:moveTo>
                              <a:lnTo>
                                <a:pt x="208" y="2321"/>
                              </a:lnTo>
                              <a:lnTo>
                                <a:pt x="162" y="2310"/>
                              </a:lnTo>
                              <a:lnTo>
                                <a:pt x="142" y="2305"/>
                              </a:lnTo>
                              <a:lnTo>
                                <a:pt x="123" y="2298"/>
                              </a:lnTo>
                              <a:lnTo>
                                <a:pt x="104" y="2290"/>
                              </a:lnTo>
                              <a:lnTo>
                                <a:pt x="88" y="2281"/>
                              </a:lnTo>
                              <a:lnTo>
                                <a:pt x="81" y="2276"/>
                              </a:lnTo>
                              <a:lnTo>
                                <a:pt x="73" y="2271"/>
                              </a:lnTo>
                              <a:lnTo>
                                <a:pt x="67" y="2265"/>
                              </a:lnTo>
                              <a:lnTo>
                                <a:pt x="60" y="2259"/>
                              </a:lnTo>
                              <a:close/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" o:spid="_x0000_s1026" style="position:absolute;margin-left:-73.9pt;margin-top:-175.95pt;width:8.7pt;height:11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740,23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" path="m262,2331r-54,-10l162,2310r-20,-5l123,2298r-19,-8l88,2281r-7,-5l73,2271r-6,-6l60,2259r202,72xe" filled="f" strokeweight=".5pt">
                <v:path arrowok="t" o:connecttype="custom" o:connectlocs="1334,14738;889,14675;635,14548;508,14484;445,14421;318,14294;254,14230;191,14039;64,13722;0,1016;191,762;381,508;635,254;762,127;889,0;1461,0;2032,0;2604,0;3175,0;3429,508;3620,1016;3874,1525;4064,1969;4382,2541;4699,3049;5080,3494;5398,3939;5715,4320;6096,4701;6477,5019;6858,5336;7239,5654;7684,5908;8192,6162;8700,6353;9208,6607;9779,6734;10414,6924;11049,7052;10859,7750;10668,8449;10541,9211;10414,10101;10351,10545;10287,11054;10287,11625;10287,12197;10287,12769;10287,13468;10351,14167;10351,14865;8255,14929;6033,14929;4890,14929;3747,14929;2667,14865;1651,14802" o:connectangles="0,0,0,0,0,0,0,0,0,0,0,0,0,0,0,0,0,0,0,0,0,0,0,0,0,0,0,0,0,0,0,0,0,0,0,0,0,0,0,0,0,0,0,0,0,0,0,0,0,0,0,0,0,0,0,0,0" textboxrect="0,0,1740,2349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-607060</wp:posOffset>
                </wp:positionH>
                <wp:positionV relativeFrom="paragraph">
                  <wp:posOffset>-797560</wp:posOffset>
                </wp:positionV>
                <wp:extent cx="110490" cy="149225"/>
                <wp:effectExtent l="0" t="0" r="29845" b="26035"/>
                <wp:wrapNone/>
                <wp:docPr id="2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0490" cy="149225"/>
                        </a:xfrm>
                        <a:custGeom>
                          <a:avLst/>
                          <a:gdLst>
                            <a:gd name="T0" fmla="*/ 153 w 1740"/>
                            <a:gd name="T1" fmla="*/ 232 h 2349"/>
                            <a:gd name="T2" fmla="*/ 160 w 1740"/>
                            <a:gd name="T3" fmla="*/ 231 h 2349"/>
                            <a:gd name="T4" fmla="*/ 164 w 1740"/>
                            <a:gd name="T5" fmla="*/ 229 h 2349"/>
                            <a:gd name="T6" fmla="*/ 166 w 1740"/>
                            <a:gd name="T7" fmla="*/ 228 h 2349"/>
                            <a:gd name="T8" fmla="*/ 167 w 1740"/>
                            <a:gd name="T9" fmla="*/ 227 h 2349"/>
                            <a:gd name="T10" fmla="*/ 169 w 1740"/>
                            <a:gd name="T11" fmla="*/ 225 h 2349"/>
                            <a:gd name="T12" fmla="*/ 170 w 1740"/>
                            <a:gd name="T13" fmla="*/ 224 h 2349"/>
                            <a:gd name="T14" fmla="*/ 171 w 1740"/>
                            <a:gd name="T15" fmla="*/ 221 h 2349"/>
                            <a:gd name="T16" fmla="*/ 173 w 1740"/>
                            <a:gd name="T17" fmla="*/ 216 h 2349"/>
                            <a:gd name="T18" fmla="*/ 174 w 1740"/>
                            <a:gd name="T19" fmla="*/ 16 h 2349"/>
                            <a:gd name="T20" fmla="*/ 171 w 1740"/>
                            <a:gd name="T21" fmla="*/ 12 h 2349"/>
                            <a:gd name="T22" fmla="*/ 168 w 1740"/>
                            <a:gd name="T23" fmla="*/ 8 h 2349"/>
                            <a:gd name="T24" fmla="*/ 164 w 1740"/>
                            <a:gd name="T25" fmla="*/ 4 h 2349"/>
                            <a:gd name="T26" fmla="*/ 160 w 1740"/>
                            <a:gd name="T27" fmla="*/ 0 h 2349"/>
                            <a:gd name="T28" fmla="*/ 151 w 1740"/>
                            <a:gd name="T29" fmla="*/ 0 h 2349"/>
                            <a:gd name="T30" fmla="*/ 142 w 1740"/>
                            <a:gd name="T31" fmla="*/ 0 h 2349"/>
                            <a:gd name="T32" fmla="*/ 133 w 1740"/>
                            <a:gd name="T33" fmla="*/ 0 h 2349"/>
                            <a:gd name="T34" fmla="*/ 124 w 1740"/>
                            <a:gd name="T35" fmla="*/ 0 h 2349"/>
                            <a:gd name="T36" fmla="*/ 121 w 1740"/>
                            <a:gd name="T37" fmla="*/ 8 h 2349"/>
                            <a:gd name="T38" fmla="*/ 117 w 1740"/>
                            <a:gd name="T39" fmla="*/ 16 h 2349"/>
                            <a:gd name="T40" fmla="*/ 114 w 1740"/>
                            <a:gd name="T41" fmla="*/ 24 h 2349"/>
                            <a:gd name="T42" fmla="*/ 110 w 1740"/>
                            <a:gd name="T43" fmla="*/ 31 h 2349"/>
                            <a:gd name="T44" fmla="*/ 105 w 1740"/>
                            <a:gd name="T45" fmla="*/ 40 h 2349"/>
                            <a:gd name="T46" fmla="*/ 100 w 1740"/>
                            <a:gd name="T47" fmla="*/ 48 h 2349"/>
                            <a:gd name="T48" fmla="*/ 94 w 1740"/>
                            <a:gd name="T49" fmla="*/ 55 h 2349"/>
                            <a:gd name="T50" fmla="*/ 89 w 1740"/>
                            <a:gd name="T51" fmla="*/ 62 h 2349"/>
                            <a:gd name="T52" fmla="*/ 84 w 1740"/>
                            <a:gd name="T53" fmla="*/ 68 h 2349"/>
                            <a:gd name="T54" fmla="*/ 78 w 1740"/>
                            <a:gd name="T55" fmla="*/ 74 h 2349"/>
                            <a:gd name="T56" fmla="*/ 72 w 1740"/>
                            <a:gd name="T57" fmla="*/ 79 h 2349"/>
                            <a:gd name="T58" fmla="*/ 66 w 1740"/>
                            <a:gd name="T59" fmla="*/ 84 h 2349"/>
                            <a:gd name="T60" fmla="*/ 60 w 1740"/>
                            <a:gd name="T61" fmla="*/ 89 h 2349"/>
                            <a:gd name="T62" fmla="*/ 53 w 1740"/>
                            <a:gd name="T63" fmla="*/ 93 h 2349"/>
                            <a:gd name="T64" fmla="*/ 45 w 1740"/>
                            <a:gd name="T65" fmla="*/ 97 h 2349"/>
                            <a:gd name="T66" fmla="*/ 37 w 1740"/>
                            <a:gd name="T67" fmla="*/ 100 h 2349"/>
                            <a:gd name="T68" fmla="*/ 29 w 1740"/>
                            <a:gd name="T69" fmla="*/ 103 h 2349"/>
                            <a:gd name="T70" fmla="*/ 20 w 1740"/>
                            <a:gd name="T71" fmla="*/ 106 h 2349"/>
                            <a:gd name="T72" fmla="*/ 10 w 1740"/>
                            <a:gd name="T73" fmla="*/ 109 h 2349"/>
                            <a:gd name="T74" fmla="*/ 0 w 1740"/>
                            <a:gd name="T75" fmla="*/ 111 h 2349"/>
                            <a:gd name="T76" fmla="*/ 3 w 1740"/>
                            <a:gd name="T77" fmla="*/ 122 h 2349"/>
                            <a:gd name="T78" fmla="*/ 6 w 1740"/>
                            <a:gd name="T79" fmla="*/ 133 h 2349"/>
                            <a:gd name="T80" fmla="*/ 8 w 1740"/>
                            <a:gd name="T81" fmla="*/ 145 h 2349"/>
                            <a:gd name="T82" fmla="*/ 10 w 1740"/>
                            <a:gd name="T83" fmla="*/ 159 h 2349"/>
                            <a:gd name="T84" fmla="*/ 11 w 1740"/>
                            <a:gd name="T85" fmla="*/ 166 h 2349"/>
                            <a:gd name="T86" fmla="*/ 12 w 1740"/>
                            <a:gd name="T87" fmla="*/ 174 h 2349"/>
                            <a:gd name="T88" fmla="*/ 12 w 1740"/>
                            <a:gd name="T89" fmla="*/ 183 h 2349"/>
                            <a:gd name="T90" fmla="*/ 12 w 1740"/>
                            <a:gd name="T91" fmla="*/ 192 h 2349"/>
                            <a:gd name="T92" fmla="*/ 12 w 1740"/>
                            <a:gd name="T93" fmla="*/ 201 h 2349"/>
                            <a:gd name="T94" fmla="*/ 12 w 1740"/>
                            <a:gd name="T95" fmla="*/ 212 h 2349"/>
                            <a:gd name="T96" fmla="*/ 12 w 1740"/>
                            <a:gd name="T97" fmla="*/ 223 h 2349"/>
                            <a:gd name="T98" fmla="*/ 11 w 1740"/>
                            <a:gd name="T99" fmla="*/ 234 h 2349"/>
                            <a:gd name="T100" fmla="*/ 44 w 1740"/>
                            <a:gd name="T101" fmla="*/ 235 h 2349"/>
                            <a:gd name="T102" fmla="*/ 79 w 1740"/>
                            <a:gd name="T103" fmla="*/ 235 h 2349"/>
                            <a:gd name="T104" fmla="*/ 97 w 1740"/>
                            <a:gd name="T105" fmla="*/ 235 h 2349"/>
                            <a:gd name="T106" fmla="*/ 115 w 1740"/>
                            <a:gd name="T107" fmla="*/ 235 h 2349"/>
                            <a:gd name="T108" fmla="*/ 132 w 1740"/>
                            <a:gd name="T109" fmla="*/ 234 h 2349"/>
                            <a:gd name="T110" fmla="*/ 148 w 1740"/>
                            <a:gd name="T111" fmla="*/ 233 h 2349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60000 65536"/>
                            <a:gd name="T163" fmla="*/ 0 60000 65536"/>
                            <a:gd name="T164" fmla="*/ 0 60000 65536"/>
                            <a:gd name="T165" fmla="*/ 0 60000 65536"/>
                            <a:gd name="T166" fmla="*/ 0 60000 65536"/>
                            <a:gd name="T167" fmla="*/ 0 60000 65536"/>
                            <a:gd name="T168" fmla="*/ 0 w 1740"/>
                            <a:gd name="T169" fmla="*/ 0 h 2349"/>
                            <a:gd name="T170" fmla="*/ 1740 w 1740"/>
                            <a:gd name="T171" fmla="*/ 2349 h 2349"/>
                          </a:gdLst>
                          <a:ahLst/>
                          <a:cxnLst>
                            <a:cxn ang="T112">
                              <a:pos x="T0" y="T1"/>
                            </a:cxn>
                            <a:cxn ang="T113">
                              <a:pos x="T2" y="T3"/>
                            </a:cxn>
                            <a:cxn ang="T114">
                              <a:pos x="T4" y="T5"/>
                            </a:cxn>
                            <a:cxn ang="T115">
                              <a:pos x="T6" y="T7"/>
                            </a:cxn>
                            <a:cxn ang="T116">
                              <a:pos x="T8" y="T9"/>
                            </a:cxn>
                            <a:cxn ang="T117">
                              <a:pos x="T10" y="T11"/>
                            </a:cxn>
                            <a:cxn ang="T118">
                              <a:pos x="T12" y="T13"/>
                            </a:cxn>
                            <a:cxn ang="T119">
                              <a:pos x="T14" y="T15"/>
                            </a:cxn>
                            <a:cxn ang="T120">
                              <a:pos x="T16" y="T17"/>
                            </a:cxn>
                            <a:cxn ang="T121">
                              <a:pos x="T18" y="T19"/>
                            </a:cxn>
                            <a:cxn ang="T122">
                              <a:pos x="T20" y="T21"/>
                            </a:cxn>
                            <a:cxn ang="T123">
                              <a:pos x="T22" y="T23"/>
                            </a:cxn>
                            <a:cxn ang="T124">
                              <a:pos x="T24" y="T25"/>
                            </a:cxn>
                            <a:cxn ang="T125">
                              <a:pos x="T26" y="T27"/>
                            </a:cxn>
                            <a:cxn ang="T126">
                              <a:pos x="T28" y="T29"/>
                            </a:cxn>
                            <a:cxn ang="T127">
                              <a:pos x="T30" y="T31"/>
                            </a:cxn>
                            <a:cxn ang="T128">
                              <a:pos x="T32" y="T33"/>
                            </a:cxn>
                            <a:cxn ang="T129">
                              <a:pos x="T34" y="T35"/>
                            </a:cxn>
                            <a:cxn ang="T130">
                              <a:pos x="T36" y="T37"/>
                            </a:cxn>
                            <a:cxn ang="T131">
                              <a:pos x="T38" y="T39"/>
                            </a:cxn>
                            <a:cxn ang="T132">
                              <a:pos x="T40" y="T41"/>
                            </a:cxn>
                            <a:cxn ang="T133">
                              <a:pos x="T42" y="T43"/>
                            </a:cxn>
                            <a:cxn ang="T134">
                              <a:pos x="T44" y="T45"/>
                            </a:cxn>
                            <a:cxn ang="T135">
                              <a:pos x="T46" y="T47"/>
                            </a:cxn>
                            <a:cxn ang="T136">
                              <a:pos x="T48" y="T49"/>
                            </a:cxn>
                            <a:cxn ang="T137">
                              <a:pos x="T50" y="T51"/>
                            </a:cxn>
                            <a:cxn ang="T138">
                              <a:pos x="T52" y="T53"/>
                            </a:cxn>
                            <a:cxn ang="T139">
                              <a:pos x="T54" y="T55"/>
                            </a:cxn>
                            <a:cxn ang="T140">
                              <a:pos x="T56" y="T57"/>
                            </a:cxn>
                            <a:cxn ang="T141">
                              <a:pos x="T58" y="T59"/>
                            </a:cxn>
                            <a:cxn ang="T142">
                              <a:pos x="T60" y="T61"/>
                            </a:cxn>
                            <a:cxn ang="T143">
                              <a:pos x="T62" y="T63"/>
                            </a:cxn>
                            <a:cxn ang="T144">
                              <a:pos x="T64" y="T65"/>
                            </a:cxn>
                            <a:cxn ang="T145">
                              <a:pos x="T66" y="T67"/>
                            </a:cxn>
                            <a:cxn ang="T146">
                              <a:pos x="T68" y="T69"/>
                            </a:cxn>
                            <a:cxn ang="T147">
                              <a:pos x="T70" y="T71"/>
                            </a:cxn>
                            <a:cxn ang="T148">
                              <a:pos x="T72" y="T73"/>
                            </a:cxn>
                            <a:cxn ang="T149">
                              <a:pos x="T74" y="T75"/>
                            </a:cxn>
                            <a:cxn ang="T150">
                              <a:pos x="T76" y="T77"/>
                            </a:cxn>
                            <a:cxn ang="T151">
                              <a:pos x="T78" y="T79"/>
                            </a:cxn>
                            <a:cxn ang="T152">
                              <a:pos x="T80" y="T81"/>
                            </a:cxn>
                            <a:cxn ang="T153">
                              <a:pos x="T82" y="T83"/>
                            </a:cxn>
                            <a:cxn ang="T154">
                              <a:pos x="T84" y="T85"/>
                            </a:cxn>
                            <a:cxn ang="T155">
                              <a:pos x="T86" y="T87"/>
                            </a:cxn>
                            <a:cxn ang="T156">
                              <a:pos x="T88" y="T89"/>
                            </a:cxn>
                            <a:cxn ang="T157">
                              <a:pos x="T90" y="T91"/>
                            </a:cxn>
                            <a:cxn ang="T158">
                              <a:pos x="T92" y="T93"/>
                            </a:cxn>
                            <a:cxn ang="T159">
                              <a:pos x="T94" y="T95"/>
                            </a:cxn>
                            <a:cxn ang="T160">
                              <a:pos x="T96" y="T97"/>
                            </a:cxn>
                            <a:cxn ang="T161">
                              <a:pos x="T98" y="T99"/>
                            </a:cxn>
                            <a:cxn ang="T162">
                              <a:pos x="T100" y="T101"/>
                            </a:cxn>
                            <a:cxn ang="T163">
                              <a:pos x="T102" y="T103"/>
                            </a:cxn>
                            <a:cxn ang="T164">
                              <a:pos x="T104" y="T105"/>
                            </a:cxn>
                            <a:cxn ang="T165">
                              <a:pos x="T106" y="T107"/>
                            </a:cxn>
                            <a:cxn ang="T166">
                              <a:pos x="T108" y="T109"/>
                            </a:cxn>
                            <a:cxn ang="T167">
                              <a:pos x="T110" y="T111"/>
                            </a:cxn>
                          </a:cxnLst>
                          <a:rect l="T168" t="T169" r="T170" b="T171"/>
                          <a:pathLst>
                            <a:path w="1740" h="2349">
                              <a:moveTo>
                                <a:pt x="1478" y="2330"/>
                              </a:moveTo>
                              <a:lnTo>
                                <a:pt x="1532" y="2321"/>
                              </a:lnTo>
                              <a:lnTo>
                                <a:pt x="1578" y="2310"/>
                              </a:lnTo>
                              <a:lnTo>
                                <a:pt x="1598" y="2305"/>
                              </a:lnTo>
                              <a:lnTo>
                                <a:pt x="1617" y="2298"/>
                              </a:lnTo>
                              <a:lnTo>
                                <a:pt x="1635" y="2290"/>
                              </a:lnTo>
                              <a:lnTo>
                                <a:pt x="1652" y="2281"/>
                              </a:lnTo>
                              <a:lnTo>
                                <a:pt x="1659" y="2276"/>
                              </a:lnTo>
                              <a:lnTo>
                                <a:pt x="1667" y="2270"/>
                              </a:lnTo>
                              <a:lnTo>
                                <a:pt x="1673" y="2265"/>
                              </a:lnTo>
                              <a:lnTo>
                                <a:pt x="1680" y="2259"/>
                              </a:lnTo>
                              <a:close/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" o:spid="_x0000_s1026" style="position:absolute;margin-left:-47.8pt;margin-top:-62.8pt;width:8.7pt;height:11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740,23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" path="m1478,2330r54,-9l1578,2310r20,-5l1617,2298r18,-8l1652,2281r7,-5l1667,2270r6,-5l1680,2259r-202,71xe" filled="f" strokeweight=".5pt">
                <v:path arrowok="t" o:connecttype="custom" o:connectlocs="9716,14738;10160,14675;10414,14548;10541,14484;10605,14421;10732,14294;10795,14230;10859,14039;10986,13722;11049,1016;10859,762;10668,508;10414,254;10160,0;9589,0;9017,0;8446,0;7874,0;7684,508;7430,1016;7239,1525;6985,1969;6668,2541;6350,3049;5969,3494;5652,3939;5334,4320;4953,4701;4572,5019;4191,5336;3810,5654;3366,5908;2858,6162;2350,6353;1842,6543;1270,6734;635,6924;0,7052;191,7750;381,8449;508,9211;635,10101;699,10545;762,11054;762,11625;762,12197;762,12769;762,13468;762,14167;699,14865;2794,14929;5017,14929;6160,14929;7303,14929;8382,14865;9398,14802" o:connectangles="0,0,0,0,0,0,0,0,0,0,0,0,0,0,0,0,0,0,0,0,0,0,0,0,0,0,0,0,0,0,0,0,0,0,0,0,0,0,0,0,0,0,0,0,0,0,0,0,0,0,0,0,0,0,0,0" textboxrect="0,0,1740,2349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-786765</wp:posOffset>
                </wp:positionH>
                <wp:positionV relativeFrom="paragraph">
                  <wp:posOffset>-8406765</wp:posOffset>
                </wp:positionV>
                <wp:extent cx="45085" cy="94615"/>
                <wp:effectExtent l="13335" t="16510" r="0" b="0"/>
                <wp:wrapNone/>
                <wp:docPr id="1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5085" cy="94615"/>
                        </a:xfrm>
                        <a:custGeom>
                          <a:avLst/>
                          <a:gdLst>
                            <a:gd name="T0" fmla="*/ 0 w 710"/>
                            <a:gd name="T1" fmla="*/ 31 h 1491"/>
                            <a:gd name="T2" fmla="*/ 0 w 710"/>
                            <a:gd name="T3" fmla="*/ 25 h 1491"/>
                            <a:gd name="T4" fmla="*/ 0 w 710"/>
                            <a:gd name="T5" fmla="*/ 19 h 1491"/>
                            <a:gd name="T6" fmla="*/ 0 w 710"/>
                            <a:gd name="T7" fmla="*/ 12 h 1491"/>
                            <a:gd name="T8" fmla="*/ 1 w 710"/>
                            <a:gd name="T9" fmla="*/ 7 h 1491"/>
                            <a:gd name="T10" fmla="*/ 4 w 710"/>
                            <a:gd name="T11" fmla="*/ 5 h 1491"/>
                            <a:gd name="T12" fmla="*/ 7 w 710"/>
                            <a:gd name="T13" fmla="*/ 3 h 1491"/>
                            <a:gd name="T14" fmla="*/ 10 w 710"/>
                            <a:gd name="T15" fmla="*/ 1 h 1491"/>
                            <a:gd name="T16" fmla="*/ 18 w 710"/>
                            <a:gd name="T17" fmla="*/ 0 h 1491"/>
                            <a:gd name="T18" fmla="*/ 30 w 710"/>
                            <a:gd name="T19" fmla="*/ 0 h 1491"/>
                            <a:gd name="T20" fmla="*/ 43 w 710"/>
                            <a:gd name="T21" fmla="*/ 0 h 1491"/>
                            <a:gd name="T22" fmla="*/ 55 w 710"/>
                            <a:gd name="T23" fmla="*/ 0 h 1491"/>
                            <a:gd name="T24" fmla="*/ 62 w 710"/>
                            <a:gd name="T25" fmla="*/ 1 h 1491"/>
                            <a:gd name="T26" fmla="*/ 64 w 710"/>
                            <a:gd name="T27" fmla="*/ 3 h 1491"/>
                            <a:gd name="T28" fmla="*/ 67 w 710"/>
                            <a:gd name="T29" fmla="*/ 5 h 1491"/>
                            <a:gd name="T30" fmla="*/ 69 w 710"/>
                            <a:gd name="T31" fmla="*/ 9 h 1491"/>
                            <a:gd name="T32" fmla="*/ 71 w 710"/>
                            <a:gd name="T33" fmla="*/ 149 h 1491"/>
                            <a:gd name="T34" fmla="*/ 64 w 710"/>
                            <a:gd name="T35" fmla="*/ 146 h 1491"/>
                            <a:gd name="T36" fmla="*/ 58 w 710"/>
                            <a:gd name="T37" fmla="*/ 142 h 1491"/>
                            <a:gd name="T38" fmla="*/ 52 w 710"/>
                            <a:gd name="T39" fmla="*/ 137 h 1491"/>
                            <a:gd name="T40" fmla="*/ 46 w 710"/>
                            <a:gd name="T41" fmla="*/ 132 h 1491"/>
                            <a:gd name="T42" fmla="*/ 41 w 710"/>
                            <a:gd name="T43" fmla="*/ 127 h 1491"/>
                            <a:gd name="T44" fmla="*/ 36 w 710"/>
                            <a:gd name="T45" fmla="*/ 121 h 1491"/>
                            <a:gd name="T46" fmla="*/ 32 w 710"/>
                            <a:gd name="T47" fmla="*/ 115 h 1491"/>
                            <a:gd name="T48" fmla="*/ 27 w 710"/>
                            <a:gd name="T49" fmla="*/ 108 h 1491"/>
                            <a:gd name="T50" fmla="*/ 23 w 710"/>
                            <a:gd name="T51" fmla="*/ 101 h 1491"/>
                            <a:gd name="T52" fmla="*/ 20 w 710"/>
                            <a:gd name="T53" fmla="*/ 93 h 1491"/>
                            <a:gd name="T54" fmla="*/ 16 w 710"/>
                            <a:gd name="T55" fmla="*/ 85 h 1491"/>
                            <a:gd name="T56" fmla="*/ 12 w 710"/>
                            <a:gd name="T57" fmla="*/ 76 h 1491"/>
                            <a:gd name="T58" fmla="*/ 9 w 710"/>
                            <a:gd name="T59" fmla="*/ 66 h 1491"/>
                            <a:gd name="T60" fmla="*/ 6 w 710"/>
                            <a:gd name="T61" fmla="*/ 56 h 1491"/>
                            <a:gd name="T62" fmla="*/ 3 w 710"/>
                            <a:gd name="T63" fmla="*/ 45 h 1491"/>
                            <a:gd name="T64" fmla="*/ 0 w 710"/>
                            <a:gd name="T65" fmla="*/ 34 h 1491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w 710"/>
                            <a:gd name="T100" fmla="*/ 0 h 1491"/>
                            <a:gd name="T101" fmla="*/ 710 w 710"/>
                            <a:gd name="T102" fmla="*/ 1491 h 1491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T99" t="T100" r="T101" b="T102"/>
                          <a:pathLst>
                            <a:path w="710" h="1491">
                              <a:moveTo>
                                <a:pt x="0" y="340"/>
                              </a:moveTo>
                              <a:lnTo>
                                <a:pt x="0" y="311"/>
                              </a:lnTo>
                              <a:lnTo>
                                <a:pt x="0" y="281"/>
                              </a:lnTo>
                              <a:lnTo>
                                <a:pt x="0" y="250"/>
                              </a:lnTo>
                              <a:lnTo>
                                <a:pt x="0" y="219"/>
                              </a:lnTo>
                              <a:lnTo>
                                <a:pt x="0" y="187"/>
                              </a:lnTo>
                              <a:lnTo>
                                <a:pt x="0" y="152"/>
                              </a:lnTo>
                              <a:lnTo>
                                <a:pt x="0" y="116"/>
                              </a:lnTo>
                              <a:lnTo>
                                <a:pt x="0" y="78"/>
                              </a:lnTo>
                              <a:lnTo>
                                <a:pt x="9" y="69"/>
                              </a:lnTo>
                              <a:lnTo>
                                <a:pt x="21" y="58"/>
                              </a:lnTo>
                              <a:close/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" o:spid="_x0000_s1026" style="position:absolute;margin-left:-61.95pt;margin-top:-661.95pt;width:3.55pt;height:7.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10,14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" path="m,340l,311,,281,,250,,219,,187,,152,,116,,78,9,69,21,58,,340xe" filled="f" strokeweight=".5pt">
                <v:path arrowok="t" o:connecttype="custom" o:connectlocs="0,1967;0,1586;0,1206;0,761;64,444;254,317;445,190;635,63;1143,0;1905,0;2731,0;3493,0;3937,63;4064,190;4255,317;4382,571;4509,9455;4064,9265;3683,9011;3302,8694;2921,8376;2604,8059;2286,7678;2032,7298;1715,6853;1461,6409;1270,5902;1016,5394;762,4823;572,4188;381,3554;191,2856;0,2158" o:connectangles="0,0,0,0,0,0,0,0,0,0,0,0,0,0,0,0,0,0,0,0,0,0,0,0,0,0,0,0,0,0,0,0,0" textboxrect="0,0,710,1491"/>
              </v:shape>
            </w:pict>
          </mc:Fallback>
        </mc:AlternateContent>
      </w:r>
    </w:p>
    <w:p w:rsidR="00455FD6" w:rsidRDefault="00455FD6" w:rsidP="00455FD6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Про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надання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дозволу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розробку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</w:p>
    <w:p w:rsidR="00455FD6" w:rsidRDefault="00455FD6" w:rsidP="00455FD6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проекту 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із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землеустрою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щодо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</w:p>
    <w:p w:rsidR="00455FD6" w:rsidRDefault="00455FD6" w:rsidP="00455FD6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відведення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земельної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ділянки</w:t>
      </w:r>
      <w:proofErr w:type="spellEnd"/>
    </w:p>
    <w:p w:rsidR="00455FD6" w:rsidRDefault="00455FD6" w:rsidP="00455FD6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Левунцю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В. М.</w:t>
      </w:r>
    </w:p>
    <w:p w:rsidR="00455FD6" w:rsidRDefault="00455FD6" w:rsidP="00455FD6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455FD6" w:rsidRDefault="00455FD6" w:rsidP="00455FD6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Відповідно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до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пункту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34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частини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1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статті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26,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статті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42 Закону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місцеве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самоврядування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», статей 12,  118 та 121 Земельного кодексу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Закону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землеустрій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»,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розглянувши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заяву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Левунця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В.М.,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рада </w:t>
      </w:r>
    </w:p>
    <w:p w:rsidR="00455FD6" w:rsidRDefault="00455FD6" w:rsidP="00455FD6">
      <w:pPr>
        <w:tabs>
          <w:tab w:val="left" w:pos="2160"/>
        </w:tabs>
        <w:spacing w:after="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ВИРІШИЛА:</w:t>
      </w:r>
    </w:p>
    <w:p w:rsidR="00455FD6" w:rsidRDefault="00455FD6" w:rsidP="00455FD6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1.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Надати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Левунцю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Василю Михайловичу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який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зареєстрований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за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адресою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: </w:t>
      </w:r>
      <w:r w:rsidR="00840724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___________________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дозвіл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розробку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проекту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із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землеустрою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щодо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відведення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передачі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її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власність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площею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0,5093 га, для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ведення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особистого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селянського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господарства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за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рахунок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земель запасу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сільськогосподарського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призначення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розташована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території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Крупецької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ради за межами села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Крупець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кадастровий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номер 6823984000:03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: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018:0323).</w:t>
      </w:r>
      <w:proofErr w:type="gramEnd"/>
    </w:p>
    <w:p w:rsidR="00455FD6" w:rsidRDefault="00455FD6" w:rsidP="00455FD6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2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Левунцю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В.М.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розробити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проект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землеустрою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щодо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відведення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передачі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її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власність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та подати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розгляд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сесії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ради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</w:p>
    <w:p w:rsidR="00455FD6" w:rsidRDefault="00455FD6" w:rsidP="00455FD6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3. Контроль за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455FD6" w:rsidRDefault="00455FD6" w:rsidP="00455FD6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455FD6" w:rsidRPr="00455FD6" w:rsidRDefault="00455FD6" w:rsidP="00455FD6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</w:p>
    <w:p w:rsidR="00455FD6" w:rsidRDefault="00455FD6" w:rsidP="00455FD6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7F5FB2" w:rsidRPr="00455FD6" w:rsidRDefault="00455FD6" w:rsidP="00455FD6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Секретар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ради       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В.М.Мазур</w:t>
      </w:r>
      <w:proofErr w:type="spellEnd"/>
    </w:p>
    <w:sectPr w:rsidR="007F5FB2" w:rsidRPr="00455FD6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5FD6"/>
    <w:rsid w:val="00171A2E"/>
    <w:rsid w:val="00304C90"/>
    <w:rsid w:val="00455FD6"/>
    <w:rsid w:val="00505B6D"/>
    <w:rsid w:val="006D3977"/>
    <w:rsid w:val="007D6C18"/>
    <w:rsid w:val="007F5FB2"/>
    <w:rsid w:val="00840724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2</TotalTime>
  <Pages>1</Pages>
  <Words>244</Words>
  <Characters>1395</Characters>
  <Application>Microsoft Office Word</Application>
  <DocSecurity>0</DocSecurity>
  <Lines>11</Lines>
  <Paragraphs>3</Paragraphs>
  <ScaleCrop>false</ScaleCrop>
  <Company>Microsoft</Company>
  <LinksUpToDate>false</LinksUpToDate>
  <CharactersWithSpaces>1636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2020-07-21T14:25:00Z</dcterms:created>
  <dcterms:modified xsi:type="dcterms:W3CDTF">2020-07-21T14:55:00Z</dcterms:modified>
</cp:coreProperties>
</file>