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7D" w:rsidRPr="00DF573A" w:rsidRDefault="0079107D" w:rsidP="0079107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07D" w:rsidRDefault="0079107D" w:rsidP="00791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9107D" w:rsidRDefault="0079107D" w:rsidP="00791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9107D" w:rsidRDefault="0079107D" w:rsidP="007910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107D" w:rsidRDefault="0079107D" w:rsidP="00791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9107D" w:rsidRDefault="0079107D" w:rsidP="007910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9107D" w:rsidRPr="00186FBA" w:rsidRDefault="0079107D" w:rsidP="007910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№9</w:t>
      </w:r>
    </w:p>
    <w:p w:rsidR="0079107D" w:rsidRPr="003C2AFF" w:rsidRDefault="0079107D" w:rsidP="0079107D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9107D" w:rsidRPr="003C2AFF" w:rsidRDefault="0079107D" w:rsidP="007910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AFF">
        <w:rPr>
          <w:rFonts w:ascii="Times New Roman" w:hAnsi="Times New Roman" w:cs="Times New Roman"/>
          <w:b/>
          <w:bCs/>
          <w:sz w:val="24"/>
          <w:szCs w:val="24"/>
        </w:rPr>
        <w:t>Про розірвання договору оренди землі від 23.08.2012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2AFF">
        <w:rPr>
          <w:rFonts w:ascii="Times New Roman" w:hAnsi="Times New Roman" w:cs="Times New Roman"/>
          <w:b/>
          <w:bCs/>
          <w:sz w:val="24"/>
          <w:szCs w:val="24"/>
        </w:rPr>
        <w:t>р.</w:t>
      </w:r>
    </w:p>
    <w:p w:rsidR="0079107D" w:rsidRPr="003C2AFF" w:rsidRDefault="0079107D" w:rsidP="007910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107D" w:rsidRPr="00DF573A" w:rsidRDefault="0079107D" w:rsidP="0079107D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F573A">
        <w:rPr>
          <w:rFonts w:ascii="Times New Roman" w:eastAsia="Times New Roman" w:hAnsi="Times New Roman"/>
          <w:bCs/>
          <w:lang w:eastAsia="ar-SA"/>
        </w:rPr>
        <w:t xml:space="preserve">Відповідно до пункту 34 частини 1 статті 26 Закону України «Про місцеве самоврядування в Україні», статті 31 Закону України «Про оренду землі», пунктів 38, 40 Договору оренди землі від 23.08.2012 р., зареєстрованого Державному реєстрі земель за №6823900040007177 від 14.11.2012 р., сільська рада </w:t>
      </w:r>
    </w:p>
    <w:p w:rsidR="0079107D" w:rsidRPr="003C2AFF" w:rsidRDefault="0079107D" w:rsidP="0079107D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3C2AFF">
        <w:rPr>
          <w:rFonts w:ascii="Times New Roman" w:eastAsia="Times New Roman" w:hAnsi="Times New Roman"/>
          <w:bCs/>
          <w:lang w:eastAsia="ar-SA"/>
        </w:rPr>
        <w:t>ВИРІШИЛА:</w:t>
      </w:r>
    </w:p>
    <w:p w:rsidR="0079107D" w:rsidRPr="003C2AFF" w:rsidRDefault="0079107D" w:rsidP="0079107D">
      <w:pPr>
        <w:pStyle w:val="af1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</w:rPr>
      </w:pPr>
      <w:r w:rsidRPr="003C2AFF">
        <w:rPr>
          <w:sz w:val="24"/>
          <w:szCs w:val="24"/>
        </w:rPr>
        <w:t>Розірвати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Договір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оренди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землі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від</w:t>
      </w:r>
      <w:r w:rsidRPr="00DF573A">
        <w:rPr>
          <w:sz w:val="24"/>
          <w:szCs w:val="24"/>
          <w:lang w:val="en-US"/>
        </w:rPr>
        <w:t xml:space="preserve"> 23 </w:t>
      </w:r>
      <w:r w:rsidRPr="003C2AFF">
        <w:rPr>
          <w:sz w:val="24"/>
          <w:szCs w:val="24"/>
        </w:rPr>
        <w:t>серпня</w:t>
      </w:r>
      <w:r w:rsidRPr="00DF573A">
        <w:rPr>
          <w:sz w:val="24"/>
          <w:szCs w:val="24"/>
          <w:lang w:val="en-US"/>
        </w:rPr>
        <w:t xml:space="preserve"> 2012 </w:t>
      </w:r>
      <w:r w:rsidRPr="003C2AFF">
        <w:rPr>
          <w:sz w:val="24"/>
          <w:szCs w:val="24"/>
        </w:rPr>
        <w:t>року</w:t>
      </w:r>
      <w:r w:rsidRPr="00DF573A">
        <w:rPr>
          <w:sz w:val="24"/>
          <w:szCs w:val="24"/>
          <w:lang w:val="en-US"/>
        </w:rPr>
        <w:t xml:space="preserve">, </w:t>
      </w:r>
      <w:r w:rsidRPr="003C2AFF">
        <w:rPr>
          <w:bCs/>
          <w:sz w:val="24"/>
          <w:szCs w:val="24"/>
          <w:lang w:eastAsia="ar-SA"/>
        </w:rPr>
        <w:t>зареєстрованого</w:t>
      </w:r>
      <w:r w:rsidRPr="00DF573A">
        <w:rPr>
          <w:bCs/>
          <w:sz w:val="24"/>
          <w:szCs w:val="24"/>
          <w:lang w:val="en-US" w:eastAsia="ar-SA"/>
        </w:rPr>
        <w:t xml:space="preserve"> </w:t>
      </w:r>
      <w:r w:rsidRPr="003C2AFF">
        <w:rPr>
          <w:bCs/>
          <w:sz w:val="24"/>
          <w:szCs w:val="24"/>
          <w:lang w:eastAsia="ar-SA"/>
        </w:rPr>
        <w:t>Державному</w:t>
      </w:r>
      <w:r w:rsidRPr="00DF573A">
        <w:rPr>
          <w:bCs/>
          <w:sz w:val="24"/>
          <w:szCs w:val="24"/>
          <w:lang w:val="en-US" w:eastAsia="ar-SA"/>
        </w:rPr>
        <w:t xml:space="preserve"> </w:t>
      </w:r>
      <w:r w:rsidRPr="003C2AFF">
        <w:rPr>
          <w:bCs/>
          <w:sz w:val="24"/>
          <w:szCs w:val="24"/>
          <w:lang w:eastAsia="ar-SA"/>
        </w:rPr>
        <w:t>реєстрі</w:t>
      </w:r>
      <w:r w:rsidRPr="00DF573A">
        <w:rPr>
          <w:bCs/>
          <w:sz w:val="24"/>
          <w:szCs w:val="24"/>
          <w:lang w:val="en-US" w:eastAsia="ar-SA"/>
        </w:rPr>
        <w:t xml:space="preserve"> </w:t>
      </w:r>
      <w:r w:rsidRPr="003C2AFF">
        <w:rPr>
          <w:bCs/>
          <w:sz w:val="24"/>
          <w:szCs w:val="24"/>
          <w:lang w:eastAsia="ar-SA"/>
        </w:rPr>
        <w:t>земель</w:t>
      </w:r>
      <w:r w:rsidRPr="00DF573A">
        <w:rPr>
          <w:bCs/>
          <w:sz w:val="24"/>
          <w:szCs w:val="24"/>
          <w:lang w:val="en-US" w:eastAsia="ar-SA"/>
        </w:rPr>
        <w:t xml:space="preserve"> </w:t>
      </w:r>
      <w:r w:rsidRPr="003C2AFF">
        <w:rPr>
          <w:bCs/>
          <w:sz w:val="24"/>
          <w:szCs w:val="24"/>
          <w:lang w:eastAsia="ar-SA"/>
        </w:rPr>
        <w:t>за</w:t>
      </w:r>
      <w:r w:rsidRPr="00DF573A">
        <w:rPr>
          <w:bCs/>
          <w:sz w:val="24"/>
          <w:szCs w:val="24"/>
          <w:lang w:val="en-US" w:eastAsia="ar-SA"/>
        </w:rPr>
        <w:t xml:space="preserve"> №6823900040007177 </w:t>
      </w:r>
      <w:r w:rsidRPr="003C2AFF">
        <w:rPr>
          <w:bCs/>
          <w:sz w:val="24"/>
          <w:szCs w:val="24"/>
          <w:lang w:eastAsia="ar-SA"/>
        </w:rPr>
        <w:t>від</w:t>
      </w:r>
      <w:r w:rsidRPr="00DF573A">
        <w:rPr>
          <w:bCs/>
          <w:sz w:val="24"/>
          <w:szCs w:val="24"/>
          <w:lang w:val="en-US" w:eastAsia="ar-SA"/>
        </w:rPr>
        <w:t xml:space="preserve"> 14.11.2012 </w:t>
      </w:r>
      <w:r w:rsidRPr="003C2AFF">
        <w:rPr>
          <w:bCs/>
          <w:sz w:val="24"/>
          <w:szCs w:val="24"/>
          <w:lang w:eastAsia="ar-SA"/>
        </w:rPr>
        <w:t>р</w:t>
      </w:r>
      <w:r w:rsidRPr="00DF573A">
        <w:rPr>
          <w:bCs/>
          <w:sz w:val="24"/>
          <w:szCs w:val="24"/>
          <w:lang w:val="en-US" w:eastAsia="ar-SA"/>
        </w:rPr>
        <w:t xml:space="preserve">. </w:t>
      </w:r>
      <w:r w:rsidRPr="003C2AFF">
        <w:rPr>
          <w:bCs/>
          <w:sz w:val="24"/>
          <w:szCs w:val="24"/>
          <w:lang w:eastAsia="ar-SA"/>
        </w:rPr>
        <w:t>та</w:t>
      </w:r>
      <w:r w:rsidRPr="00DF573A">
        <w:rPr>
          <w:bCs/>
          <w:sz w:val="24"/>
          <w:szCs w:val="24"/>
          <w:lang w:val="en-US" w:eastAsia="ar-SA"/>
        </w:rPr>
        <w:t xml:space="preserve"> </w:t>
      </w:r>
      <w:r w:rsidRPr="003C2AFF">
        <w:rPr>
          <w:sz w:val="24"/>
          <w:szCs w:val="24"/>
        </w:rPr>
        <w:t>укладеного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між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Славутською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районною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державною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адміністрацією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та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Шуст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Галиною</w:t>
      </w:r>
      <w:r w:rsidRPr="00DF573A">
        <w:rPr>
          <w:sz w:val="24"/>
          <w:szCs w:val="24"/>
          <w:lang w:val="en-US"/>
        </w:rPr>
        <w:t xml:space="preserve"> </w:t>
      </w:r>
      <w:r w:rsidRPr="003C2AFF">
        <w:rPr>
          <w:sz w:val="24"/>
          <w:szCs w:val="24"/>
        </w:rPr>
        <w:t>Василівною згідно із яким передано  в довгострокове користування земельну ділянку площею 31,6689 га, для сінокосіння і випасання худоби, кадастровий номер 6823984700:04:005:0026, шляхом укладення відповідної додаткової угоди.</w:t>
      </w:r>
    </w:p>
    <w:p w:rsidR="0079107D" w:rsidRPr="003C2AFF" w:rsidRDefault="0079107D" w:rsidP="0079107D">
      <w:pPr>
        <w:pStyle w:val="af1"/>
        <w:numPr>
          <w:ilvl w:val="0"/>
          <w:numId w:val="1"/>
        </w:numPr>
        <w:spacing w:after="0"/>
        <w:ind w:left="0" w:firstLine="426"/>
        <w:jc w:val="both"/>
        <w:rPr>
          <w:color w:val="000000"/>
          <w:sz w:val="24"/>
          <w:szCs w:val="24"/>
        </w:rPr>
      </w:pPr>
      <w:r w:rsidRPr="003C2AFF">
        <w:rPr>
          <w:sz w:val="24"/>
          <w:szCs w:val="24"/>
        </w:rPr>
        <w:t>Уповноважити сільського голову Валерія Михалюка</w:t>
      </w:r>
      <w:r>
        <w:rPr>
          <w:sz w:val="24"/>
          <w:szCs w:val="24"/>
        </w:rPr>
        <w:t xml:space="preserve"> </w:t>
      </w:r>
      <w:r w:rsidRPr="003C2AFF">
        <w:rPr>
          <w:color w:val="000000"/>
          <w:sz w:val="24"/>
          <w:szCs w:val="24"/>
        </w:rPr>
        <w:t xml:space="preserve">укласти з Шуст Галиною Василівною додаткову угоду про розірвання Договору, зазначеного в пункті 1 цього рішення. </w:t>
      </w:r>
    </w:p>
    <w:p w:rsidR="0079107D" w:rsidRPr="003C2AFF" w:rsidRDefault="0079107D" w:rsidP="0079107D">
      <w:pPr>
        <w:pStyle w:val="af1"/>
        <w:numPr>
          <w:ilvl w:val="0"/>
          <w:numId w:val="1"/>
        </w:numPr>
        <w:spacing w:after="0"/>
        <w:ind w:left="0" w:firstLine="426"/>
        <w:jc w:val="both"/>
        <w:rPr>
          <w:color w:val="000000"/>
          <w:sz w:val="24"/>
          <w:szCs w:val="24"/>
        </w:rPr>
      </w:pPr>
      <w:r w:rsidRPr="003C2AFF">
        <w:rPr>
          <w:sz w:val="24"/>
          <w:szCs w:val="24"/>
        </w:rPr>
        <w:t>Контроль за виконанням цього рішення покласти на постійну комісію з питань комунальної власності, житлово - комунального господарства, енергозбереження та транспорту та інфраструктури (Качаровський М.Г.).</w:t>
      </w:r>
    </w:p>
    <w:p w:rsidR="0079107D" w:rsidRPr="00DF573A" w:rsidRDefault="0079107D" w:rsidP="0079107D">
      <w:pPr>
        <w:pStyle w:val="HTML0"/>
        <w:spacing w:line="276" w:lineRule="auto"/>
        <w:rPr>
          <w:rFonts w:ascii="Times New Roman" w:hAnsi="Times New Roman"/>
        </w:rPr>
      </w:pPr>
    </w:p>
    <w:p w:rsidR="0079107D" w:rsidRPr="00DF573A" w:rsidRDefault="0079107D" w:rsidP="0079107D">
      <w:pPr>
        <w:pStyle w:val="HTML0"/>
        <w:spacing w:line="276" w:lineRule="auto"/>
        <w:rPr>
          <w:rFonts w:ascii="Times New Roman" w:hAnsi="Times New Roman"/>
        </w:rPr>
      </w:pPr>
    </w:p>
    <w:p w:rsidR="0079107D" w:rsidRPr="00DF573A" w:rsidRDefault="0079107D" w:rsidP="0079107D">
      <w:pPr>
        <w:pStyle w:val="HTML0"/>
        <w:rPr>
          <w:rFonts w:ascii="Times New Roman" w:hAnsi="Times New Roman"/>
        </w:rPr>
      </w:pPr>
    </w:p>
    <w:p w:rsidR="0079107D" w:rsidRPr="00DF573A" w:rsidRDefault="0079107D" w:rsidP="0079107D">
      <w:pPr>
        <w:pStyle w:val="HTML0"/>
        <w:rPr>
          <w:rFonts w:ascii="Times New Roman" w:hAnsi="Times New Roman"/>
        </w:rPr>
      </w:pPr>
    </w:p>
    <w:p w:rsidR="0079107D" w:rsidRPr="00DF573A" w:rsidRDefault="0079107D" w:rsidP="0079107D">
      <w:pPr>
        <w:pStyle w:val="HTML0"/>
        <w:rPr>
          <w:rFonts w:ascii="Times New Roman" w:hAnsi="Times New Roman"/>
        </w:rPr>
      </w:pPr>
    </w:p>
    <w:p w:rsidR="0079107D" w:rsidRPr="00DF573A" w:rsidRDefault="0079107D" w:rsidP="0079107D">
      <w:pPr>
        <w:pStyle w:val="HTML0"/>
        <w:rPr>
          <w:rFonts w:ascii="Times New Roman" w:hAnsi="Times New Roman"/>
          <w:kern w:val="1"/>
          <w:lang w:eastAsia="hi-IN" w:bidi="hi-IN"/>
        </w:rPr>
      </w:pPr>
      <w:r w:rsidRPr="00DF573A">
        <w:rPr>
          <w:rFonts w:ascii="Times New Roman" w:hAnsi="Times New Roman"/>
          <w:kern w:val="1"/>
          <w:lang w:eastAsia="hi-IN" w:bidi="hi-IN"/>
        </w:rPr>
        <w:t xml:space="preserve">Сільський голова </w:t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</w:r>
      <w:r w:rsidRPr="00DF573A">
        <w:rPr>
          <w:rFonts w:ascii="Times New Roman" w:hAnsi="Times New Roman"/>
          <w:kern w:val="1"/>
          <w:lang w:eastAsia="hi-IN" w:bidi="hi-IN"/>
        </w:rPr>
        <w:tab/>
        <w:t xml:space="preserve">        Валерій МИХАЛЮК </w:t>
      </w:r>
    </w:p>
    <w:p w:rsidR="0079107D" w:rsidRPr="003C2AFF" w:rsidRDefault="0079107D" w:rsidP="0079107D">
      <w:pPr>
        <w:pStyle w:val="af1"/>
        <w:ind w:left="426"/>
        <w:jc w:val="both"/>
        <w:rPr>
          <w:sz w:val="24"/>
          <w:szCs w:val="24"/>
        </w:rPr>
      </w:pPr>
    </w:p>
    <w:p w:rsidR="0079107D" w:rsidRPr="00DF573A" w:rsidRDefault="0079107D" w:rsidP="0079107D">
      <w:pPr>
        <w:pStyle w:val="HTML0"/>
        <w:tabs>
          <w:tab w:val="left" w:pos="6521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eastAsia="ru-RU"/>
        </w:rPr>
      </w:pPr>
      <w:bookmarkStart w:id="0" w:name="_GoBack"/>
      <w:bookmarkEnd w:id="0"/>
      <w:r w:rsidRPr="00DF573A">
        <w:rPr>
          <w:rFonts w:ascii="Times New Roman" w:eastAsia="Times New Roman" w:hAnsi="Times New Roman"/>
          <w:bCs/>
          <w:color w:val="000000"/>
          <w:lang w:eastAsia="ru-RU"/>
        </w:rPr>
        <w:lastRenderedPageBreak/>
        <w:t xml:space="preserve">Додаток </w:t>
      </w:r>
    </w:p>
    <w:p w:rsidR="0079107D" w:rsidRPr="00DF573A" w:rsidRDefault="0079107D" w:rsidP="0079107D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eastAsia="ru-RU"/>
        </w:rPr>
      </w:pPr>
      <w:r w:rsidRPr="00DF573A">
        <w:rPr>
          <w:rFonts w:ascii="Times New Roman" w:eastAsia="Times New Roman" w:hAnsi="Times New Roman"/>
          <w:bCs/>
          <w:color w:val="000000"/>
          <w:lang w:eastAsia="ru-RU"/>
        </w:rPr>
        <w:t xml:space="preserve">до рішенням </w:t>
      </w:r>
      <w:r>
        <w:rPr>
          <w:rFonts w:ascii="Times New Roman" w:eastAsia="Times New Roman" w:hAnsi="Times New Roman"/>
          <w:bCs/>
          <w:color w:val="000000"/>
          <w:lang w:eastAsia="ru-RU"/>
        </w:rPr>
        <w:t>V</w:t>
      </w:r>
      <w:r w:rsidRPr="009B5B11">
        <w:rPr>
          <w:rFonts w:ascii="Times New Roman" w:eastAsia="Times New Roman" w:hAnsi="Times New Roman"/>
          <w:bCs/>
          <w:color w:val="000000"/>
          <w:lang w:eastAsia="ru-RU"/>
        </w:rPr>
        <w:t>ІІ</w:t>
      </w:r>
      <w:r w:rsidRPr="00DF573A">
        <w:rPr>
          <w:rFonts w:ascii="Times New Roman" w:eastAsia="Times New Roman" w:hAnsi="Times New Roman"/>
          <w:bCs/>
          <w:color w:val="000000"/>
          <w:lang w:eastAsia="ru-RU"/>
        </w:rPr>
        <w:t xml:space="preserve"> сесії </w:t>
      </w:r>
    </w:p>
    <w:p w:rsidR="0079107D" w:rsidRPr="00DF573A" w:rsidRDefault="0079107D" w:rsidP="0079107D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eastAsia="ru-RU"/>
        </w:rPr>
      </w:pPr>
      <w:r w:rsidRPr="00DF573A">
        <w:rPr>
          <w:rFonts w:ascii="Times New Roman" w:eastAsia="Times New Roman" w:hAnsi="Times New Roman"/>
          <w:bCs/>
          <w:color w:val="000000"/>
          <w:lang w:eastAsia="ru-RU"/>
        </w:rPr>
        <w:t xml:space="preserve">Крупецької  сільської ради </w:t>
      </w:r>
    </w:p>
    <w:p w:rsidR="0079107D" w:rsidRPr="00DF573A" w:rsidRDefault="0079107D" w:rsidP="0079107D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eastAsia="ru-RU"/>
        </w:rPr>
      </w:pPr>
      <w:r w:rsidRPr="00DF573A">
        <w:rPr>
          <w:rFonts w:ascii="Times New Roman" w:eastAsia="Times New Roman" w:hAnsi="Times New Roman"/>
          <w:bCs/>
          <w:color w:val="000000"/>
          <w:lang w:eastAsia="ru-RU"/>
        </w:rPr>
        <w:t xml:space="preserve">від 25.02.2021 р. №9 </w:t>
      </w:r>
    </w:p>
    <w:p w:rsidR="0079107D" w:rsidRPr="003C2AFF" w:rsidRDefault="0079107D" w:rsidP="007910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07D" w:rsidRPr="003C2AFF" w:rsidRDefault="0079107D" w:rsidP="0079107D">
      <w:pPr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79107D" w:rsidRPr="003C2AFF" w:rsidRDefault="0079107D" w:rsidP="0079107D">
      <w:pPr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C2AFF">
        <w:rPr>
          <w:rFonts w:ascii="Times New Roman" w:hAnsi="Times New Roman" w:cs="Times New Roman"/>
          <w:bCs/>
          <w:color w:val="000000"/>
          <w:sz w:val="24"/>
          <w:szCs w:val="24"/>
        </w:rPr>
        <w:t>Про розірвання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2A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Договору оренди землі від 23 серпня 2012 року </w:t>
      </w:r>
    </w:p>
    <w:p w:rsidR="0079107D" w:rsidRPr="003C2AFF" w:rsidRDefault="0079107D" w:rsidP="0079107D">
      <w:pPr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9107D" w:rsidRPr="003C2AFF" w:rsidRDefault="0079107D" w:rsidP="0079107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ab/>
        <w:t>«__»___________2021 року</w:t>
      </w:r>
    </w:p>
    <w:p w:rsidR="0079107D" w:rsidRPr="003C2AFF" w:rsidRDefault="0079107D" w:rsidP="0079107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107D" w:rsidRPr="003C2AFF" w:rsidRDefault="0079107D" w:rsidP="0079107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hAnsi="Times New Roman" w:cs="Times New Roman"/>
          <w:b/>
          <w:color w:val="000000"/>
          <w:sz w:val="24"/>
          <w:szCs w:val="24"/>
        </w:rPr>
        <w:t>Шуст Галина Василівна</w:t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>, яка діє на підставі паспорта ___________________ виданий___________________________________(надалі - Сторона 1),  з однієї сторони, та</w:t>
      </w:r>
    </w:p>
    <w:p w:rsidR="0079107D" w:rsidRPr="003C2AFF" w:rsidRDefault="0079107D" w:rsidP="007910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AFF">
        <w:rPr>
          <w:rFonts w:ascii="Times New Roman" w:hAnsi="Times New Roman" w:cs="Times New Roman"/>
          <w:b/>
          <w:color w:val="000000"/>
          <w:sz w:val="24"/>
          <w:szCs w:val="24"/>
        </w:rPr>
        <w:t>Крупецька сільська рада</w:t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C2AFF">
        <w:rPr>
          <w:rFonts w:ascii="Times New Roman" w:hAnsi="Times New Roman" w:cs="Times New Roman"/>
          <w:i/>
          <w:color w:val="000000"/>
          <w:sz w:val="24"/>
          <w:szCs w:val="24"/>
        </w:rPr>
        <w:t>в особі сільського голови Михалюка Валерія Анатолійович</w:t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>а, який діє на підставі Закону України «Про місцеве самоврядування в Україні» та рішення Крупецької сільської ради від __ лютого 2021 року № ___ «Про розірвання договору оренди землі  від 23.08.2012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2AFF">
        <w:rPr>
          <w:rFonts w:ascii="Times New Roman" w:hAnsi="Times New Roman" w:cs="Times New Roman"/>
          <w:color w:val="000000"/>
          <w:sz w:val="24"/>
          <w:szCs w:val="24"/>
        </w:rPr>
        <w:t>р.»(надалі - Сторона 2), з другої сторони, (в подальшому разом іменуються «Сторони», а окремо - «Сторона»),</w:t>
      </w: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відповідно </w:t>
      </w:r>
      <w:r w:rsidRPr="003C2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 38, 40 Договору оренди землі від 23.08.2012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C2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р., зареєстрованого Державному реєстрі земель за №6823900040007177 від 14.11.2012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C2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р. (далі – Договір оренди землі) та статті 31 Закону України «Про оренду землі»</w:t>
      </w: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уклали цю Додаткову угоду до Договору оренди землі, (надалі іменується "Угода") про наступне:</w:t>
      </w:r>
    </w:p>
    <w:p w:rsidR="0079107D" w:rsidRPr="003C2AFF" w:rsidRDefault="0079107D" w:rsidP="007910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 за взаємною згодою вирішили достроково розірвати Договір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 землі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C2AFF">
        <w:rPr>
          <w:rFonts w:ascii="Times New Roman" w:hAnsi="Times New Roman" w:cs="Times New Roman"/>
          <w:sz w:val="24"/>
          <w:szCs w:val="24"/>
        </w:rPr>
        <w:t>згідно із яким передано в довгострокове користування земельну ділянку площею 31,6689 га, для сінокосіння і випасання худоби, кадастровий номер 6823984700:04:005:0026</w:t>
      </w: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9107D" w:rsidRPr="003C2AFF" w:rsidRDefault="0079107D" w:rsidP="007910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Дострокове розірвання Договору оренди землі не звільняє Сторони від виконання зобов’язань, що виникли у них під час його дії та відповідальності за його порушення, яке мало місце під час його дії.</w:t>
      </w:r>
    </w:p>
    <w:p w:rsidR="0079107D" w:rsidRPr="003C2AFF" w:rsidRDefault="0079107D" w:rsidP="007910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Сторони не мають права вимагати повернення того, що було виконане ними за Договором, до моменту його розірвання.</w:t>
      </w:r>
    </w:p>
    <w:p w:rsidR="0079107D" w:rsidRPr="003C2AFF" w:rsidRDefault="0079107D" w:rsidP="007910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>Ця Угода складена при повному розумінні Сторонами її умов та термінології українською мовою у двох автентичних примірниках, які мають однакову юридичну силу – по одному для кожної із Сторін.</w:t>
      </w:r>
    </w:p>
    <w:p w:rsidR="0079107D" w:rsidRPr="003C2AFF" w:rsidRDefault="0079107D" w:rsidP="007910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eastAsia="Times New Roman" w:hAnsi="Times New Roman" w:cs="Times New Roman"/>
          <w:color w:val="000000"/>
          <w:sz w:val="24"/>
          <w:szCs w:val="24"/>
        </w:rPr>
        <w:t>Ця Угода набирає чинності з моменту її підписання Сторонами та її скріплення печатками Сторін.</w:t>
      </w:r>
    </w:p>
    <w:p w:rsidR="0079107D" w:rsidRPr="003C2AFF" w:rsidRDefault="0079107D" w:rsidP="0079107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107D" w:rsidRPr="003C2AFF" w:rsidRDefault="0079107D" w:rsidP="0079107D">
      <w:pPr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C2AFF"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827"/>
        <w:gridCol w:w="4749"/>
      </w:tblGrid>
      <w:tr w:rsidR="0079107D" w:rsidRPr="003C2AFF" w:rsidTr="00BF3412">
        <w:tc>
          <w:tcPr>
            <w:tcW w:w="4927" w:type="dxa"/>
          </w:tcPr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Шуст Галина Василівна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 сільська рада</w:t>
            </w:r>
          </w:p>
        </w:tc>
      </w:tr>
      <w:tr w:rsidR="0079107D" w:rsidRPr="003C2AFF" w:rsidTr="00BF3412">
        <w:tc>
          <w:tcPr>
            <w:tcW w:w="4927" w:type="dxa"/>
          </w:tcPr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Потереба, </w:t>
            </w:r>
            <w:r w:rsidRPr="003C2AFF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sz w:val="24"/>
                <w:szCs w:val="24"/>
              </w:rPr>
              <w:t>(Шепетівський)</w:t>
            </w:r>
            <w:r w:rsidRPr="003C2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Хмельницька область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 __________________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виданий _________________________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ІПН __________________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:rsidR="0079107D" w:rsidRPr="003C2AFF" w:rsidRDefault="0079107D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3C2AFF">
              <w:rPr>
                <w:rFonts w:cs="Times New Roman"/>
                <w:lang w:val="uk-UA"/>
              </w:rPr>
              <w:t>вул. Б. Хмельницького, 106,</w:t>
            </w:r>
          </w:p>
          <w:p w:rsidR="0079107D" w:rsidRDefault="0079107D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3C2AFF">
              <w:rPr>
                <w:rFonts w:cs="Times New Roman"/>
                <w:lang w:val="uk-UA"/>
              </w:rPr>
              <w:t>с. Крупець, Славутський</w:t>
            </w:r>
            <w:r>
              <w:rPr>
                <w:rFonts w:cs="Times New Roman"/>
                <w:lang w:val="uk-UA"/>
              </w:rPr>
              <w:t xml:space="preserve"> </w:t>
            </w:r>
          </w:p>
          <w:p w:rsidR="0079107D" w:rsidRPr="003C2AFF" w:rsidRDefault="0079107D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3C2AFF">
              <w:rPr>
                <w:rFonts w:cs="Times New Roman"/>
                <w:lang w:val="uk-UA"/>
              </w:rPr>
              <w:t>(Шепетівський) р-н,</w:t>
            </w:r>
          </w:p>
          <w:p w:rsidR="0079107D" w:rsidRPr="003C2AFF" w:rsidRDefault="0079107D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3C2AFF">
              <w:rPr>
                <w:rFonts w:cs="Times New Roman"/>
                <w:lang w:val="uk-UA"/>
              </w:rPr>
              <w:t>Хмельницька область, 30068</w:t>
            </w:r>
          </w:p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AFF">
              <w:rPr>
                <w:rFonts w:ascii="Times New Roman" w:hAnsi="Times New Roman" w:cs="Times New Roman"/>
                <w:sz w:val="24"/>
                <w:szCs w:val="24"/>
              </w:rPr>
              <w:t>ЄДРПОУ 04405030</w:t>
            </w:r>
          </w:p>
        </w:tc>
      </w:tr>
      <w:tr w:rsidR="0079107D" w:rsidRPr="003C2AFF" w:rsidTr="00BF3412">
        <w:tc>
          <w:tcPr>
            <w:tcW w:w="4927" w:type="dxa"/>
          </w:tcPr>
          <w:p w:rsidR="0079107D" w:rsidRPr="003C2AFF" w:rsidRDefault="0079107D" w:rsidP="00BF34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AFF">
              <w:rPr>
                <w:rFonts w:ascii="Times New Roman" w:hAnsi="Times New Roman" w:cs="Times New Roman"/>
                <w:color w:val="000000"/>
              </w:rPr>
              <w:t>__________Г. Шуст</w:t>
            </w:r>
          </w:p>
        </w:tc>
        <w:tc>
          <w:tcPr>
            <w:tcW w:w="4928" w:type="dxa"/>
          </w:tcPr>
          <w:p w:rsidR="0079107D" w:rsidRPr="003C2AFF" w:rsidRDefault="0079107D" w:rsidP="00BF3412">
            <w:pPr>
              <w:pStyle w:val="af6"/>
              <w:jc w:val="center"/>
              <w:rPr>
                <w:rFonts w:cs="Times New Roman"/>
                <w:lang w:val="uk-UA"/>
              </w:rPr>
            </w:pPr>
            <w:r w:rsidRPr="003C2AFF">
              <w:rPr>
                <w:rFonts w:cs="Times New Roman"/>
                <w:lang w:val="uk-UA"/>
              </w:rPr>
              <w:t>Сільський голова _________В. Михалюк</w:t>
            </w:r>
          </w:p>
        </w:tc>
      </w:tr>
    </w:tbl>
    <w:p w:rsidR="00665322" w:rsidRDefault="00665322"/>
    <w:sectPr w:rsidR="00665322" w:rsidSect="0079107D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A5C6E"/>
    <w:multiLevelType w:val="multilevel"/>
    <w:tmpl w:val="81CE39A0"/>
    <w:lvl w:ilvl="0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7D"/>
    <w:rsid w:val="00171A2E"/>
    <w:rsid w:val="00304C90"/>
    <w:rsid w:val="00505B6D"/>
    <w:rsid w:val="00665322"/>
    <w:rsid w:val="006D3977"/>
    <w:rsid w:val="0079107D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79107D"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9107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9107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9107D"/>
    <w:rPr>
      <w:rFonts w:ascii="Consolas" w:hAnsi="Consolas"/>
      <w:sz w:val="20"/>
      <w:szCs w:val="20"/>
      <w:lang w:val="ru-RU" w:eastAsia="ru-RU" w:bidi="ar-SA"/>
    </w:rPr>
  </w:style>
  <w:style w:type="table" w:styleId="af5">
    <w:name w:val="Table Grid"/>
    <w:basedOn w:val="a1"/>
    <w:uiPriority w:val="59"/>
    <w:rsid w:val="007910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Содержимое таблицы"/>
    <w:basedOn w:val="a"/>
    <w:rsid w:val="0079107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79107D"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9107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9107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9107D"/>
    <w:rPr>
      <w:rFonts w:ascii="Consolas" w:hAnsi="Consolas"/>
      <w:sz w:val="20"/>
      <w:szCs w:val="20"/>
      <w:lang w:val="ru-RU" w:eastAsia="ru-RU" w:bidi="ar-SA"/>
    </w:rPr>
  </w:style>
  <w:style w:type="table" w:styleId="af5">
    <w:name w:val="Table Grid"/>
    <w:basedOn w:val="a1"/>
    <w:uiPriority w:val="59"/>
    <w:rsid w:val="007910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Содержимое таблицы"/>
    <w:basedOn w:val="a"/>
    <w:rsid w:val="0079107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568</Words>
  <Characters>3240</Characters>
  <Application>Microsoft Office Word</Application>
  <DocSecurity>0</DocSecurity>
  <Lines>27</Lines>
  <Paragraphs>7</Paragraphs>
  <ScaleCrop>false</ScaleCrop>
  <Company>Microsoft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2021-03-02T14:21:00Z</dcterms:created>
  <dcterms:modified xsi:type="dcterms:W3CDTF">2021-03-02T14:22:00Z</dcterms:modified>
</cp:coreProperties>
</file>