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75F" w:rsidRDefault="006E175F" w:rsidP="006E175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75F" w:rsidRDefault="006E175F" w:rsidP="006E17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175F" w:rsidRDefault="006E175F" w:rsidP="006E17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75F" w:rsidRDefault="006E175F" w:rsidP="006E17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175F" w:rsidRDefault="006E175F" w:rsidP="006E17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75F" w:rsidRDefault="006E175F" w:rsidP="006E17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175F" w:rsidRDefault="006E175F" w:rsidP="006E17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75F" w:rsidRDefault="006E175F" w:rsidP="006E17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175F" w:rsidRDefault="006E175F" w:rsidP="006E17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75F" w:rsidRDefault="006E175F" w:rsidP="006E17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175F" w:rsidRDefault="006E175F" w:rsidP="006E17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75F" w:rsidRDefault="006E175F" w:rsidP="006E17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175F" w:rsidRDefault="006E175F" w:rsidP="006E17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75F" w:rsidRDefault="006E175F" w:rsidP="006E17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175F" w:rsidRDefault="006E175F" w:rsidP="006E17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75F" w:rsidRDefault="006E175F" w:rsidP="006E17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175F" w:rsidRDefault="006E175F" w:rsidP="006E17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75F" w:rsidRDefault="006E175F" w:rsidP="006E17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175F" w:rsidRDefault="006E175F" w:rsidP="006E17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75F" w:rsidRDefault="006E175F" w:rsidP="006E17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175F" w:rsidRDefault="006E175F" w:rsidP="006E17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75F" w:rsidRDefault="006E175F" w:rsidP="006E17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75F" w:rsidRDefault="006E175F" w:rsidP="006E17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75F" w:rsidRDefault="006E175F" w:rsidP="006E17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75F" w:rsidRDefault="006E175F" w:rsidP="006E17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75F" w:rsidRDefault="006E175F" w:rsidP="006E17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75F" w:rsidRDefault="006E175F" w:rsidP="006E17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75F" w:rsidRDefault="006E175F" w:rsidP="006E17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75F" w:rsidRDefault="006E175F" w:rsidP="006E17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75F" w:rsidRDefault="006E175F" w:rsidP="006E17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75F" w:rsidRDefault="006E175F" w:rsidP="006E17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E175F" w:rsidRDefault="006E175F" w:rsidP="006E17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E175F" w:rsidRDefault="006E175F" w:rsidP="006E17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E175F" w:rsidRDefault="006E175F" w:rsidP="006E17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E175F" w:rsidRDefault="006E175F" w:rsidP="006E17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E175F" w:rsidRDefault="006E175F" w:rsidP="006E17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E175F" w:rsidRDefault="006E175F" w:rsidP="006E17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E175F" w:rsidRDefault="006E175F" w:rsidP="006E17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E175F" w:rsidRDefault="006E175F" w:rsidP="006E17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E175F" w:rsidRDefault="006E175F" w:rsidP="006E17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E175F" w:rsidRDefault="006E175F" w:rsidP="006E17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E175F" w:rsidRDefault="006E175F" w:rsidP="006E17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E175F" w:rsidRDefault="006E175F" w:rsidP="006E17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E175F" w:rsidRDefault="006E175F" w:rsidP="006E17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E175F" w:rsidRDefault="006E175F" w:rsidP="006E17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E175F" w:rsidRDefault="006E175F" w:rsidP="006E17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E175F" w:rsidRDefault="006E175F" w:rsidP="006E17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E175F" w:rsidRDefault="006E175F" w:rsidP="006E17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E175F" w:rsidRDefault="006E175F" w:rsidP="006E17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E175F" w:rsidRDefault="006E175F" w:rsidP="006E17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E175F" w:rsidRDefault="006E175F" w:rsidP="006E17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E175F" w:rsidRDefault="006E175F" w:rsidP="006E17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E175F" w:rsidRDefault="006E175F" w:rsidP="006E17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E175F" w:rsidRDefault="006E175F" w:rsidP="006E17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E175F" w:rsidRDefault="006E175F" w:rsidP="006E17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E175F" w:rsidRDefault="006E175F" w:rsidP="006E17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E175F" w:rsidRDefault="006E175F" w:rsidP="006E17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E175F" w:rsidRDefault="006E175F" w:rsidP="006E17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E175F" w:rsidRDefault="006E175F" w:rsidP="006E17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E175F" w:rsidRDefault="006E175F" w:rsidP="006E17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E175F" w:rsidRDefault="006E175F" w:rsidP="006E17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E175F" w:rsidRDefault="006E175F" w:rsidP="006E175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E175F" w:rsidRDefault="006E175F" w:rsidP="006E175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E175F" w:rsidRDefault="006E175F" w:rsidP="006E175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E175F" w:rsidRDefault="006E175F" w:rsidP="006E175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E175F" w:rsidRDefault="006E175F" w:rsidP="006E175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E175F" w:rsidRDefault="006E175F" w:rsidP="006E175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E175F" w:rsidRDefault="006E175F" w:rsidP="006E175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E175F" w:rsidRDefault="006E175F" w:rsidP="006E175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E175F" w:rsidRDefault="006E175F" w:rsidP="006E175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E175F" w:rsidRDefault="006E175F" w:rsidP="006E175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E175F" w:rsidRDefault="006E175F" w:rsidP="006E175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E175F" w:rsidRDefault="006E175F" w:rsidP="006E175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E175F" w:rsidRDefault="006E175F" w:rsidP="006E175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E175F" w:rsidRDefault="006E175F" w:rsidP="006E175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№48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6E175F" w:rsidRPr="00A34B9C" w:rsidRDefault="006E175F" w:rsidP="006E175F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E175F" w:rsidRPr="00A34B9C" w:rsidRDefault="006E175F" w:rsidP="006E175F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6E175F" w:rsidRPr="00A34B9C" w:rsidRDefault="006E175F" w:rsidP="006E175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6E175F" w:rsidRPr="00A34B9C" w:rsidRDefault="006E175F" w:rsidP="006E175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6E175F" w:rsidRDefault="006E175F" w:rsidP="006E175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Іваноку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О.В.</w:t>
      </w:r>
    </w:p>
    <w:p w:rsidR="006E175F" w:rsidRDefault="006E175F" w:rsidP="006E175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6E175F" w:rsidRPr="00AF2E62" w:rsidRDefault="006E175F" w:rsidP="006E175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до пункту 34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місцевесамоврядування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</w:t>
      </w:r>
      <w:r>
        <w:rPr>
          <w:rFonts w:ascii="Times New Roman" w:eastAsia="Calibri" w:hAnsi="Times New Roman" w:cs="Times New Roman"/>
          <w:sz w:val="24"/>
          <w:lang w:val="ru-RU" w:eastAsia="en-US"/>
        </w:rPr>
        <w:t>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ч.7 ст. 118, 121 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Земельного кодексу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регулювання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містобудівної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діяльності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р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>ішення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ради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15.01.2020 р. №7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затвердження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Генерального плану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населеного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пункту та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зонінгу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села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Колом’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є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>,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Славутського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району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Хмельницької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області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р</w:t>
      </w:r>
      <w:r>
        <w:rPr>
          <w:rFonts w:ascii="Times New Roman" w:eastAsia="Calibri" w:hAnsi="Times New Roman" w:cs="Times New Roman"/>
          <w:sz w:val="24"/>
          <w:lang w:val="ru-RU" w:eastAsia="en-US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Іванюка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О.В.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рада </w:t>
      </w:r>
    </w:p>
    <w:p w:rsidR="006E175F" w:rsidRPr="00AF2E62" w:rsidRDefault="006E175F" w:rsidP="006E175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6E175F" w:rsidRPr="000C603E" w:rsidRDefault="006E175F" w:rsidP="006E175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 1.</w:t>
      </w:r>
      <w:r w:rsidRPr="000C603E">
        <w:rPr>
          <w:rFonts w:ascii="Times New Roman" w:eastAsia="Calibri" w:hAnsi="Times New Roman" w:cs="Times New Roman"/>
          <w:sz w:val="24"/>
          <w:lang w:eastAsia="en-US"/>
        </w:rPr>
        <w:t>Відмовити Іванюку Олександру Володи</w:t>
      </w:r>
      <w:r>
        <w:rPr>
          <w:rFonts w:ascii="Times New Roman" w:eastAsia="Calibri" w:hAnsi="Times New Roman" w:cs="Times New Roman"/>
          <w:sz w:val="24"/>
          <w:lang w:eastAsia="en-US"/>
        </w:rPr>
        <w:t>мировичу</w:t>
      </w:r>
      <w:r w:rsidRPr="000C603E">
        <w:rPr>
          <w:rFonts w:ascii="Times New Roman" w:eastAsia="Calibri" w:hAnsi="Times New Roman" w:cs="Times New Roman"/>
          <w:sz w:val="24"/>
          <w:lang w:eastAsia="en-US"/>
        </w:rPr>
        <w:t xml:space="preserve">, який зареєстрований за </w:t>
      </w:r>
      <w:proofErr w:type="spellStart"/>
      <w:r w:rsidRPr="000C603E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0C603E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4B57B6">
        <w:rPr>
          <w:rFonts w:ascii="Times New Roman" w:eastAsia="Calibri" w:hAnsi="Times New Roman" w:cs="Times New Roman"/>
          <w:sz w:val="24"/>
          <w:lang w:val="ru-RU" w:eastAsia="en-US"/>
        </w:rPr>
        <w:t>_______________</w:t>
      </w:r>
      <w:bookmarkStart w:id="0" w:name="_GoBack"/>
      <w:bookmarkEnd w:id="0"/>
      <w:r w:rsidRPr="000C603E">
        <w:rPr>
          <w:rFonts w:ascii="Times New Roman" w:eastAsia="Calibri" w:hAnsi="Times New Roman" w:cs="Times New Roman"/>
          <w:sz w:val="24"/>
          <w:lang w:eastAsia="en-US"/>
        </w:rPr>
        <w:t xml:space="preserve">, у наданні дозволу на розробку </w:t>
      </w:r>
      <w:proofErr w:type="spellStart"/>
      <w:r w:rsidRPr="000C603E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0C603E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власність:</w:t>
      </w:r>
    </w:p>
    <w:p w:rsidR="006E175F" w:rsidRDefault="006E175F" w:rsidP="006E175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- </w:t>
      </w:r>
      <w:r w:rsidRPr="000C603E">
        <w:rPr>
          <w:rFonts w:ascii="Times New Roman" w:eastAsia="Calibri" w:hAnsi="Times New Roman" w:cs="Times New Roman"/>
          <w:sz w:val="24"/>
          <w:lang w:eastAsia="en-US"/>
        </w:rPr>
        <w:t xml:space="preserve">орієнтовною площею 0,2500 га,  для будівництва і обслуговування господарських будівель та споруд (присадибна ділянка),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 яка розташована в </w:t>
      </w:r>
      <w:r w:rsidRPr="000C603E">
        <w:rPr>
          <w:rFonts w:ascii="Times New Roman" w:eastAsia="Calibri" w:hAnsi="Times New Roman" w:cs="Times New Roman"/>
          <w:sz w:val="24"/>
          <w:lang w:eastAsia="en-US"/>
        </w:rPr>
        <w:t>с.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 w:rsidRPr="000C603E">
        <w:rPr>
          <w:rFonts w:ascii="Times New Roman" w:eastAsia="Calibri" w:hAnsi="Times New Roman" w:cs="Times New Roman"/>
          <w:sz w:val="24"/>
          <w:lang w:eastAsia="en-US"/>
        </w:rPr>
        <w:t>Колом’</w:t>
      </w:r>
      <w:r>
        <w:rPr>
          <w:rFonts w:ascii="Times New Roman" w:eastAsia="Calibri" w:hAnsi="Times New Roman" w:cs="Times New Roman"/>
          <w:sz w:val="24"/>
          <w:lang w:eastAsia="en-US"/>
        </w:rPr>
        <w:t>є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Хмельницької області, Шепетівського</w:t>
      </w:r>
      <w:r w:rsidRPr="000C603E">
        <w:rPr>
          <w:rFonts w:ascii="Times New Roman" w:eastAsia="Calibri" w:hAnsi="Times New Roman" w:cs="Times New Roman"/>
          <w:sz w:val="24"/>
          <w:lang w:eastAsia="en-US"/>
        </w:rPr>
        <w:t xml:space="preserve"> район</w:t>
      </w:r>
      <w:r>
        <w:rPr>
          <w:rFonts w:ascii="Times New Roman" w:eastAsia="Calibri" w:hAnsi="Times New Roman" w:cs="Times New Roman"/>
          <w:sz w:val="24"/>
          <w:lang w:eastAsia="en-US"/>
        </w:rPr>
        <w:t>у;</w:t>
      </w:r>
    </w:p>
    <w:p w:rsidR="006E175F" w:rsidRDefault="006E175F" w:rsidP="006E175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>- орієнтовною площею 0,12</w:t>
      </w:r>
      <w:r w:rsidRPr="000C603E">
        <w:rPr>
          <w:rFonts w:ascii="Times New Roman" w:eastAsia="Calibri" w:hAnsi="Times New Roman" w:cs="Times New Roman"/>
          <w:sz w:val="24"/>
          <w:lang w:eastAsia="en-US"/>
        </w:rPr>
        <w:t xml:space="preserve"> га,  для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індивідуального садівництва</w:t>
      </w:r>
      <w:r w:rsidRPr="000C603E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 яка розташована в </w:t>
      </w:r>
      <w:r w:rsidRPr="000C603E">
        <w:rPr>
          <w:rFonts w:ascii="Times New Roman" w:eastAsia="Calibri" w:hAnsi="Times New Roman" w:cs="Times New Roman"/>
          <w:sz w:val="24"/>
          <w:lang w:eastAsia="en-US"/>
        </w:rPr>
        <w:t>с.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 w:rsidRPr="000C603E">
        <w:rPr>
          <w:rFonts w:ascii="Times New Roman" w:eastAsia="Calibri" w:hAnsi="Times New Roman" w:cs="Times New Roman"/>
          <w:sz w:val="24"/>
          <w:lang w:eastAsia="en-US"/>
        </w:rPr>
        <w:t>Колом’</w:t>
      </w:r>
      <w:r>
        <w:rPr>
          <w:rFonts w:ascii="Times New Roman" w:eastAsia="Calibri" w:hAnsi="Times New Roman" w:cs="Times New Roman"/>
          <w:sz w:val="24"/>
          <w:lang w:eastAsia="en-US"/>
        </w:rPr>
        <w:t>є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Хмельницької області, Шепетівського</w:t>
      </w:r>
      <w:r w:rsidRPr="000C603E">
        <w:rPr>
          <w:rFonts w:ascii="Times New Roman" w:eastAsia="Calibri" w:hAnsi="Times New Roman" w:cs="Times New Roman"/>
          <w:sz w:val="24"/>
          <w:lang w:eastAsia="en-US"/>
        </w:rPr>
        <w:t xml:space="preserve"> район</w:t>
      </w:r>
      <w:r>
        <w:rPr>
          <w:rFonts w:ascii="Times New Roman" w:eastAsia="Calibri" w:hAnsi="Times New Roman" w:cs="Times New Roman"/>
          <w:sz w:val="24"/>
          <w:lang w:eastAsia="en-US"/>
        </w:rPr>
        <w:t>у;</w:t>
      </w:r>
    </w:p>
    <w:p w:rsidR="006E175F" w:rsidRPr="000C603E" w:rsidRDefault="006E175F" w:rsidP="006E175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>- орієнтовною площею 2,00</w:t>
      </w:r>
      <w:r w:rsidRPr="000C603E">
        <w:rPr>
          <w:rFonts w:ascii="Times New Roman" w:eastAsia="Calibri" w:hAnsi="Times New Roman" w:cs="Times New Roman"/>
          <w:sz w:val="24"/>
          <w:lang w:eastAsia="en-US"/>
        </w:rPr>
        <w:t xml:space="preserve">00 га,  для </w:t>
      </w:r>
      <w:r>
        <w:rPr>
          <w:rFonts w:ascii="Times New Roman" w:eastAsia="Calibri" w:hAnsi="Times New Roman" w:cs="Times New Roman"/>
          <w:sz w:val="24"/>
          <w:lang w:eastAsia="en-US"/>
        </w:rPr>
        <w:t>ведення особистого селянського господарства</w:t>
      </w:r>
      <w:r w:rsidRPr="000C603E">
        <w:rPr>
          <w:rFonts w:ascii="Times New Roman" w:eastAsia="Calibri" w:hAnsi="Times New Roman" w:cs="Times New Roman"/>
          <w:sz w:val="24"/>
          <w:lang w:eastAsia="en-US"/>
        </w:rPr>
        <w:t>,   яка розташована в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0C603E">
        <w:rPr>
          <w:rFonts w:ascii="Times New Roman" w:eastAsia="Calibri" w:hAnsi="Times New Roman" w:cs="Times New Roman"/>
          <w:sz w:val="24"/>
          <w:lang w:eastAsia="en-US"/>
        </w:rPr>
        <w:t>с.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 w:rsidRPr="000C603E">
        <w:rPr>
          <w:rFonts w:ascii="Times New Roman" w:eastAsia="Calibri" w:hAnsi="Times New Roman" w:cs="Times New Roman"/>
          <w:sz w:val="24"/>
          <w:lang w:eastAsia="en-US"/>
        </w:rPr>
        <w:t>Колом’</w:t>
      </w:r>
      <w:r>
        <w:rPr>
          <w:rFonts w:ascii="Times New Roman" w:eastAsia="Calibri" w:hAnsi="Times New Roman" w:cs="Times New Roman"/>
          <w:sz w:val="24"/>
          <w:lang w:eastAsia="en-US"/>
        </w:rPr>
        <w:t>є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Хмельницької області, Шепетівського</w:t>
      </w:r>
      <w:r w:rsidRPr="000C603E">
        <w:rPr>
          <w:rFonts w:ascii="Times New Roman" w:eastAsia="Calibri" w:hAnsi="Times New Roman" w:cs="Times New Roman"/>
          <w:sz w:val="24"/>
          <w:lang w:eastAsia="en-US"/>
        </w:rPr>
        <w:t xml:space="preserve"> район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у,  враховуючи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те,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заявлена </w:t>
      </w:r>
      <w:r w:rsidRPr="009337F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ініціатива не відповідає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</w:rPr>
        <w:t>генеральному плану населеного пункту та</w:t>
      </w:r>
      <w:r w:rsidRPr="009337F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містобудівній документації за функціональним призначенням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 </w:t>
      </w:r>
    </w:p>
    <w:p w:rsidR="006E175F" w:rsidRDefault="006E175F" w:rsidP="006E175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lastRenderedPageBreak/>
        <w:t xml:space="preserve">      2</w:t>
      </w:r>
      <w:r w:rsidRPr="00A34B9C">
        <w:rPr>
          <w:rFonts w:ascii="Times New Roman" w:eastAsia="Arial Unicode MS" w:hAnsi="Times New Roman" w:cs="Times New Roman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</w:t>
      </w:r>
      <w:r>
        <w:rPr>
          <w:rFonts w:ascii="Times New Roman" w:eastAsia="Arial Unicode MS" w:hAnsi="Times New Roman" w:cs="Times New Roman"/>
          <w:sz w:val="24"/>
          <w:szCs w:val="24"/>
        </w:rPr>
        <w:t>а та благоустрою (Денисюк Т.В.)</w:t>
      </w:r>
    </w:p>
    <w:p w:rsidR="006E175F" w:rsidRPr="00EE2D4A" w:rsidRDefault="006E175F" w:rsidP="006E175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6E175F" w:rsidRPr="008D0D38" w:rsidRDefault="006E175F" w:rsidP="006E175F">
      <w:pPr>
        <w:rPr>
          <w:rFonts w:ascii="Times New Roman" w:hAnsi="Times New Roman" w:cs="Times New Roman"/>
          <w:b/>
        </w:rPr>
      </w:pPr>
      <w:r w:rsidRPr="00A34B9C">
        <w:rPr>
          <w:rFonts w:ascii="Times New Roman" w:eastAsia="Arial Unicode MS" w:hAnsi="Times New Roman" w:cs="Times New Roman"/>
          <w:sz w:val="24"/>
          <w:szCs w:val="24"/>
        </w:rPr>
        <w:t xml:space="preserve">Сільський  </w:t>
      </w:r>
      <w:r>
        <w:rPr>
          <w:rFonts w:ascii="Times New Roman" w:eastAsia="Arial Unicode MS" w:hAnsi="Times New Roman" w:cs="Times New Roman"/>
          <w:sz w:val="24"/>
          <w:szCs w:val="24"/>
        </w:rPr>
        <w:t>голова</w:t>
      </w:r>
      <w:r w:rsidRPr="00A34B9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                                             Валерій   МИХАЛЮК                                                                                </w:t>
      </w:r>
    </w:p>
    <w:p w:rsidR="00ED5F18" w:rsidRDefault="00ED5F18"/>
    <w:sectPr w:rsidR="00ED5F1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75F"/>
    <w:rsid w:val="004B57B6"/>
    <w:rsid w:val="006E175F"/>
    <w:rsid w:val="00ED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75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6E175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E175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6E175F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75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6E175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E175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6E175F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2</Pages>
  <Words>329</Words>
  <Characters>1877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2021-07-26T12:34:00Z</dcterms:created>
  <dcterms:modified xsi:type="dcterms:W3CDTF">2021-07-27T07:21:00Z</dcterms:modified>
</cp:coreProperties>
</file>