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A26" w:rsidRDefault="009D1A26" w:rsidP="009D1A2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bookmarkStart w:id="0" w:name="_GoBack"/>
      <w:bookmarkEnd w:id="0"/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1A26" w:rsidRDefault="009D1A26" w:rsidP="009D1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1A26" w:rsidRDefault="009D1A26" w:rsidP="009D1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1A26" w:rsidRDefault="009D1A26" w:rsidP="009D1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1A26" w:rsidRDefault="009D1A26" w:rsidP="009D1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1A26" w:rsidRDefault="009D1A26" w:rsidP="009D1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1A26" w:rsidRDefault="009D1A26" w:rsidP="009D1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1A26" w:rsidRDefault="009D1A26" w:rsidP="009D1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1A26" w:rsidRDefault="009D1A26" w:rsidP="009D1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1A26" w:rsidRDefault="009D1A26" w:rsidP="009D1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1A26" w:rsidRDefault="009D1A26" w:rsidP="009D1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1A26" w:rsidRDefault="009D1A26" w:rsidP="009D1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1A26" w:rsidRDefault="009D1A26" w:rsidP="009D1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1A26" w:rsidRDefault="009D1A26" w:rsidP="009D1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1A26" w:rsidRDefault="009D1A26" w:rsidP="009D1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1A26" w:rsidRDefault="009D1A26" w:rsidP="009D1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1A26" w:rsidRDefault="009D1A26" w:rsidP="009D1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1A26" w:rsidRDefault="009D1A26" w:rsidP="009D1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1A26" w:rsidRDefault="009D1A26" w:rsidP="009D1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1A26" w:rsidRDefault="009D1A26" w:rsidP="009D1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1A26" w:rsidRDefault="009D1A26" w:rsidP="009D1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1A26" w:rsidRDefault="009D1A26" w:rsidP="009D1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1A26" w:rsidRDefault="009D1A26" w:rsidP="009D1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1A26" w:rsidRDefault="009D1A26" w:rsidP="009D1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1A26" w:rsidRDefault="009D1A26" w:rsidP="009D1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1A26" w:rsidRDefault="009D1A26" w:rsidP="009D1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1A26" w:rsidRDefault="009D1A26" w:rsidP="009D1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1A26" w:rsidRDefault="009D1A26" w:rsidP="009D1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1A26" w:rsidRDefault="009D1A26" w:rsidP="009D1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1A26" w:rsidRDefault="009D1A26" w:rsidP="009D1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1A26" w:rsidRDefault="009D1A26" w:rsidP="009D1A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D1A26" w:rsidRDefault="009D1A26" w:rsidP="009D1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D1A26" w:rsidRDefault="009D1A26" w:rsidP="009D1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D1A26" w:rsidRDefault="009D1A26" w:rsidP="009D1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D1A26" w:rsidRDefault="009D1A26" w:rsidP="009D1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D1A26" w:rsidRDefault="009D1A26" w:rsidP="009D1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D1A26" w:rsidRDefault="009D1A26" w:rsidP="009D1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D1A26" w:rsidRDefault="009D1A26" w:rsidP="009D1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D1A26" w:rsidRDefault="009D1A26" w:rsidP="009D1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D1A26" w:rsidRDefault="009D1A26" w:rsidP="009D1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D1A26" w:rsidRDefault="009D1A26" w:rsidP="009D1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D1A26" w:rsidRDefault="009D1A26" w:rsidP="009D1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D1A26" w:rsidRDefault="009D1A26" w:rsidP="009D1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D1A26" w:rsidRDefault="009D1A26" w:rsidP="009D1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D1A26" w:rsidRDefault="009D1A26" w:rsidP="009D1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D1A26" w:rsidRDefault="009D1A26" w:rsidP="009D1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D1A26" w:rsidRDefault="009D1A26" w:rsidP="009D1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D1A26" w:rsidRDefault="009D1A26" w:rsidP="009D1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D1A26" w:rsidRDefault="009D1A26" w:rsidP="009D1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D1A26" w:rsidRDefault="009D1A26" w:rsidP="009D1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D1A26" w:rsidRDefault="009D1A26" w:rsidP="009D1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D1A26" w:rsidRDefault="009D1A26" w:rsidP="009D1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D1A26" w:rsidRDefault="009D1A26" w:rsidP="009D1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D1A26" w:rsidRDefault="009D1A26" w:rsidP="009D1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D1A26" w:rsidRDefault="009D1A26" w:rsidP="009D1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D1A26" w:rsidRDefault="009D1A26" w:rsidP="009D1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D1A26" w:rsidRDefault="009D1A26" w:rsidP="009D1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D1A26" w:rsidRDefault="009D1A26" w:rsidP="009D1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D1A26" w:rsidRDefault="009D1A26" w:rsidP="009D1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D1A26" w:rsidRDefault="009D1A26" w:rsidP="009D1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D1A26" w:rsidRDefault="009D1A26" w:rsidP="009D1A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D1A26" w:rsidRDefault="009D1A26" w:rsidP="009D1A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D1A26" w:rsidRDefault="009D1A26" w:rsidP="009D1A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D1A26" w:rsidRDefault="009D1A26" w:rsidP="009D1A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D1A26" w:rsidRDefault="009D1A26" w:rsidP="009D1A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D1A26" w:rsidRDefault="009D1A26" w:rsidP="009D1A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D1A26" w:rsidRDefault="009D1A26" w:rsidP="009D1A2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D1A26" w:rsidRDefault="009D1A26" w:rsidP="009D1A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D1A26" w:rsidRDefault="009D1A26" w:rsidP="009D1A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D1A26" w:rsidRDefault="009D1A26" w:rsidP="009D1A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D1A26" w:rsidRDefault="009D1A26" w:rsidP="009D1A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D1A26" w:rsidRDefault="009D1A26" w:rsidP="009D1A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D1A26" w:rsidRDefault="009D1A26" w:rsidP="009D1A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D1A26" w:rsidRDefault="009D1A26" w:rsidP="009D1A2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D1A26" w:rsidRPr="00995F08" w:rsidRDefault="009D1A26" w:rsidP="009D1A2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№2</w:t>
      </w:r>
    </w:p>
    <w:p w:rsidR="009D1A26" w:rsidRPr="00995F08" w:rsidRDefault="009D1A26" w:rsidP="009D1A2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9D1A26" w:rsidRPr="00995F08" w:rsidRDefault="009D1A26" w:rsidP="009D1A26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95F08">
        <w:rPr>
          <w:rFonts w:ascii="Times New Roman" w:hAnsi="Times New Roman" w:cs="Times New Roman"/>
          <w:b/>
          <w:sz w:val="24"/>
          <w:szCs w:val="24"/>
        </w:rPr>
        <w:t>Про внесення змін до рішення сесії</w:t>
      </w:r>
    </w:p>
    <w:p w:rsidR="009D1A26" w:rsidRPr="00995F08" w:rsidRDefault="009D1A26" w:rsidP="009D1A2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95F08">
        <w:rPr>
          <w:rFonts w:ascii="Times New Roman" w:hAnsi="Times New Roman" w:cs="Times New Roman"/>
          <w:b/>
          <w:sz w:val="24"/>
          <w:szCs w:val="24"/>
        </w:rPr>
        <w:t xml:space="preserve">від 30.06.2021 року № 2 «Про </w:t>
      </w:r>
      <w:proofErr w:type="spellStart"/>
      <w:r w:rsidRPr="00995F08">
        <w:rPr>
          <w:rFonts w:ascii="Times New Roman" w:hAnsi="Times New Roman" w:cs="Times New Roman"/>
          <w:b/>
          <w:sz w:val="24"/>
          <w:szCs w:val="24"/>
        </w:rPr>
        <w:t>співфінансування</w:t>
      </w:r>
      <w:proofErr w:type="spellEnd"/>
      <w:r w:rsidRPr="00995F08">
        <w:rPr>
          <w:rFonts w:ascii="Times New Roman" w:hAnsi="Times New Roman" w:cs="Times New Roman"/>
          <w:b/>
          <w:sz w:val="24"/>
          <w:szCs w:val="24"/>
        </w:rPr>
        <w:t xml:space="preserve"> придбання </w:t>
      </w:r>
    </w:p>
    <w:p w:rsidR="009D1A26" w:rsidRPr="00995F08" w:rsidRDefault="009D1A26" w:rsidP="009D1A2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95F08">
        <w:rPr>
          <w:rFonts w:ascii="Times New Roman" w:hAnsi="Times New Roman" w:cs="Times New Roman"/>
          <w:b/>
          <w:sz w:val="24"/>
          <w:szCs w:val="24"/>
        </w:rPr>
        <w:t xml:space="preserve">ноутбуків для педагогічних працівників </w:t>
      </w:r>
    </w:p>
    <w:p w:rsidR="009D1A26" w:rsidRPr="00995F08" w:rsidRDefault="009D1A26" w:rsidP="009D1A2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95F08">
        <w:rPr>
          <w:rFonts w:ascii="Times New Roman" w:hAnsi="Times New Roman" w:cs="Times New Roman"/>
          <w:b/>
          <w:sz w:val="24"/>
          <w:szCs w:val="24"/>
        </w:rPr>
        <w:t xml:space="preserve">закладів освіти </w:t>
      </w:r>
      <w:proofErr w:type="spellStart"/>
      <w:r w:rsidRPr="00995F08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995F08">
        <w:rPr>
          <w:rFonts w:ascii="Times New Roman" w:hAnsi="Times New Roman" w:cs="Times New Roman"/>
          <w:b/>
          <w:sz w:val="24"/>
          <w:szCs w:val="24"/>
        </w:rPr>
        <w:t xml:space="preserve"> сільської ради»</w:t>
      </w:r>
    </w:p>
    <w:p w:rsidR="009D1A26" w:rsidRPr="00995F08" w:rsidRDefault="009D1A26" w:rsidP="009D1A2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D1A26" w:rsidRPr="00995F08" w:rsidRDefault="009D1A26" w:rsidP="009D1A26">
      <w:pPr>
        <w:tabs>
          <w:tab w:val="left" w:pos="709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5F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Розглянувши лист Хмельницької обласної державної адміністрації від 14.07.2021 року №98/31-14-4407/2021 щодо </w:t>
      </w:r>
      <w:proofErr w:type="spellStart"/>
      <w:r w:rsidRPr="00995F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співфінансування</w:t>
      </w:r>
      <w:proofErr w:type="spellEnd"/>
      <w:r w:rsidRPr="00995F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на придбання ноутбуків, керуючись ст. 26 Закону України «Про місцеве самоврядування в Україні», постановою </w:t>
      </w:r>
      <w:proofErr w:type="spellStart"/>
      <w:r w:rsidRPr="00995F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Кабiнету</w:t>
      </w:r>
      <w:proofErr w:type="spellEnd"/>
      <w:r w:rsidRPr="00995F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995F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Miністрів</w:t>
      </w:r>
      <w:proofErr w:type="spellEnd"/>
      <w:r w:rsidRPr="00995F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України </w:t>
      </w:r>
      <w:proofErr w:type="spellStart"/>
      <w:r w:rsidRPr="00995F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вiд</w:t>
      </w:r>
      <w:proofErr w:type="spellEnd"/>
      <w:r w:rsidRPr="00995F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21.04.2021 року № 403 «Деякі питання надання субвенції з державного бюджету місцевим бюджетам на заходи, спрямовані на боротьбу з гострою респіраторною хворобою COVID-19, спричиненою </w:t>
      </w:r>
      <w:proofErr w:type="spellStart"/>
      <w:r w:rsidRPr="00995F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коронавірусом</w:t>
      </w:r>
      <w:proofErr w:type="spellEnd"/>
      <w:r w:rsidRPr="00995F0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SARS-CoV-2, та її наслідками під час навчального процесу у закладах загальної середньої освіти», </w:t>
      </w:r>
      <w:r w:rsidRPr="00995F08">
        <w:rPr>
          <w:rFonts w:ascii="Times New Roman" w:hAnsi="Times New Roman" w:cs="Times New Roman"/>
          <w:sz w:val="24"/>
          <w:szCs w:val="24"/>
        </w:rPr>
        <w:t xml:space="preserve">сільська рада </w:t>
      </w:r>
    </w:p>
    <w:p w:rsidR="009D1A26" w:rsidRPr="00995F08" w:rsidRDefault="009D1A26" w:rsidP="009D1A26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95F08">
        <w:rPr>
          <w:rFonts w:ascii="Times New Roman" w:hAnsi="Times New Roman" w:cs="Times New Roman"/>
          <w:sz w:val="24"/>
          <w:szCs w:val="24"/>
        </w:rPr>
        <w:t>ВИРІШИЛА:</w:t>
      </w:r>
    </w:p>
    <w:p w:rsidR="009D1A26" w:rsidRPr="00995F08" w:rsidRDefault="009D1A26" w:rsidP="009D1A26">
      <w:pPr>
        <w:numPr>
          <w:ilvl w:val="0"/>
          <w:numId w:val="1"/>
        </w:numPr>
        <w:tabs>
          <w:tab w:val="left" w:pos="851"/>
          <w:tab w:val="left" w:pos="993"/>
          <w:tab w:val="left" w:pos="2160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95F08">
        <w:rPr>
          <w:rFonts w:ascii="Times New Roman" w:hAnsi="Times New Roman" w:cs="Times New Roman"/>
          <w:color w:val="000000"/>
          <w:sz w:val="24"/>
          <w:szCs w:val="24"/>
        </w:rPr>
        <w:t>Внести</w:t>
      </w:r>
      <w:proofErr w:type="spellEnd"/>
      <w:r w:rsidRPr="00995F08">
        <w:rPr>
          <w:rFonts w:ascii="Times New Roman" w:hAnsi="Times New Roman" w:cs="Times New Roman"/>
          <w:sz w:val="24"/>
          <w:szCs w:val="24"/>
        </w:rPr>
        <w:t xml:space="preserve"> зміни до рішення сесії від 30.06.2021 року № 2</w:t>
      </w:r>
      <w:r w:rsidRPr="00995F08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Pr="00995F08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995F08">
        <w:rPr>
          <w:rFonts w:ascii="Times New Roman" w:hAnsi="Times New Roman" w:cs="Times New Roman"/>
          <w:sz w:val="24"/>
          <w:szCs w:val="24"/>
        </w:rPr>
        <w:t>співфінансування</w:t>
      </w:r>
      <w:proofErr w:type="spellEnd"/>
      <w:r w:rsidRPr="00995F08">
        <w:rPr>
          <w:rFonts w:ascii="Times New Roman" w:hAnsi="Times New Roman" w:cs="Times New Roman"/>
          <w:sz w:val="24"/>
          <w:szCs w:val="24"/>
        </w:rPr>
        <w:t xml:space="preserve"> придбання ноутбуків для педагогічних працівників закладів освіти </w:t>
      </w:r>
      <w:proofErr w:type="spellStart"/>
      <w:r w:rsidRPr="00995F08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995F08">
        <w:rPr>
          <w:rFonts w:ascii="Times New Roman" w:hAnsi="Times New Roman" w:cs="Times New Roman"/>
          <w:sz w:val="24"/>
          <w:szCs w:val="24"/>
        </w:rPr>
        <w:t xml:space="preserve"> сільської ради», а саме пункт 1 даного рішення викласти у новій редакції: </w:t>
      </w:r>
    </w:p>
    <w:p w:rsidR="009D1A26" w:rsidRPr="00995F08" w:rsidRDefault="009D1A26" w:rsidP="009D1A26">
      <w:pPr>
        <w:tabs>
          <w:tab w:val="left" w:pos="993"/>
          <w:tab w:val="left" w:pos="216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5F08">
        <w:rPr>
          <w:rFonts w:ascii="Times New Roman" w:hAnsi="Times New Roman" w:cs="Times New Roman"/>
          <w:sz w:val="24"/>
          <w:szCs w:val="24"/>
        </w:rPr>
        <w:t>«В</w:t>
      </w:r>
      <w:r w:rsidRPr="00995F08">
        <w:rPr>
          <w:rFonts w:ascii="Times New Roman" w:hAnsi="Times New Roman" w:cs="Times New Roman"/>
          <w:color w:val="000000"/>
          <w:sz w:val="24"/>
          <w:szCs w:val="24"/>
        </w:rPr>
        <w:t xml:space="preserve">иділити кошти з сільського бюджету в сумі 14 028 грн. (чотирнадцять  тисяч двадцять вісім гривень 00 коп.) на </w:t>
      </w:r>
      <w:proofErr w:type="spellStart"/>
      <w:r w:rsidRPr="00995F08">
        <w:rPr>
          <w:rFonts w:ascii="Times New Roman" w:hAnsi="Times New Roman" w:cs="Times New Roman"/>
          <w:color w:val="000000"/>
          <w:sz w:val="24"/>
          <w:szCs w:val="24"/>
        </w:rPr>
        <w:t>співфінансування</w:t>
      </w:r>
      <w:proofErr w:type="spellEnd"/>
      <w:r w:rsidRPr="00995F0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95F08">
        <w:rPr>
          <w:rFonts w:ascii="Times New Roman" w:hAnsi="Times New Roman" w:cs="Times New Roman"/>
          <w:sz w:val="24"/>
          <w:szCs w:val="24"/>
        </w:rPr>
        <w:t xml:space="preserve">придбання ноутбуків для педагогічних працівників закладів освіти </w:t>
      </w:r>
      <w:proofErr w:type="spellStart"/>
      <w:r w:rsidRPr="00995F08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995F08">
        <w:rPr>
          <w:rFonts w:ascii="Times New Roman" w:hAnsi="Times New Roman" w:cs="Times New Roman"/>
          <w:sz w:val="24"/>
          <w:szCs w:val="24"/>
        </w:rPr>
        <w:t xml:space="preserve"> сільської ради».</w:t>
      </w:r>
    </w:p>
    <w:p w:rsidR="009D1A26" w:rsidRPr="00995F08" w:rsidRDefault="009D1A26" w:rsidP="009D1A26">
      <w:pPr>
        <w:tabs>
          <w:tab w:val="left" w:pos="709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95F08">
        <w:rPr>
          <w:rFonts w:ascii="Times New Roman" w:hAnsi="Times New Roman" w:cs="Times New Roman"/>
          <w:sz w:val="24"/>
          <w:szCs w:val="24"/>
        </w:rPr>
        <w:t>2. Контроль за виконанням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</w:t>
      </w:r>
      <w:proofErr w:type="spellStart"/>
      <w:r w:rsidRPr="00995F08">
        <w:rPr>
          <w:rFonts w:ascii="Times New Roman" w:hAnsi="Times New Roman" w:cs="Times New Roman"/>
          <w:sz w:val="24"/>
          <w:szCs w:val="24"/>
        </w:rPr>
        <w:t>Т.М.Бережна</w:t>
      </w:r>
      <w:proofErr w:type="spellEnd"/>
      <w:r w:rsidRPr="00995F08">
        <w:rPr>
          <w:rFonts w:ascii="Times New Roman" w:hAnsi="Times New Roman" w:cs="Times New Roman"/>
          <w:sz w:val="24"/>
          <w:szCs w:val="24"/>
        </w:rPr>
        <w:t>).</w:t>
      </w:r>
    </w:p>
    <w:p w:rsidR="009D1A26" w:rsidRPr="00995F08" w:rsidRDefault="009D1A26" w:rsidP="009D1A26">
      <w:pP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1A26" w:rsidRPr="00995F08" w:rsidRDefault="009D1A26" w:rsidP="009D1A26">
      <w:pPr>
        <w:tabs>
          <w:tab w:val="left" w:pos="720"/>
          <w:tab w:val="left" w:pos="851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1A26" w:rsidRPr="00995F08" w:rsidRDefault="009D1A26" w:rsidP="009D1A26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D1A26" w:rsidRPr="00995F08" w:rsidRDefault="009D1A26" w:rsidP="009D1A26">
      <w:pPr>
        <w:shd w:val="clear" w:color="auto" w:fill="FFFFFF"/>
        <w:tabs>
          <w:tab w:val="left" w:pos="0"/>
        </w:tabs>
        <w:spacing w:after="0"/>
        <w:ind w:firstLine="567"/>
        <w:outlineLvl w:val="0"/>
        <w:rPr>
          <w:rFonts w:ascii="Times New Roman" w:hAnsi="Times New Roman" w:cs="Times New Roman"/>
          <w:sz w:val="24"/>
          <w:szCs w:val="24"/>
        </w:rPr>
      </w:pPr>
      <w:r w:rsidRPr="00995F08">
        <w:rPr>
          <w:rFonts w:ascii="Times New Roman" w:hAnsi="Times New Roman" w:cs="Times New Roman"/>
          <w:sz w:val="24"/>
          <w:szCs w:val="24"/>
        </w:rPr>
        <w:t>Сільський голова</w:t>
      </w:r>
      <w:r w:rsidRPr="00995F08">
        <w:rPr>
          <w:rFonts w:ascii="Times New Roman" w:hAnsi="Times New Roman" w:cs="Times New Roman"/>
          <w:sz w:val="24"/>
          <w:szCs w:val="24"/>
        </w:rPr>
        <w:tab/>
      </w:r>
      <w:r w:rsidRPr="00995F08">
        <w:rPr>
          <w:rFonts w:ascii="Times New Roman" w:hAnsi="Times New Roman" w:cs="Times New Roman"/>
          <w:sz w:val="24"/>
          <w:szCs w:val="24"/>
        </w:rPr>
        <w:tab/>
      </w:r>
      <w:r w:rsidRPr="00995F08">
        <w:rPr>
          <w:rFonts w:ascii="Times New Roman" w:hAnsi="Times New Roman" w:cs="Times New Roman"/>
          <w:sz w:val="24"/>
          <w:szCs w:val="24"/>
        </w:rPr>
        <w:tab/>
      </w:r>
      <w:r w:rsidRPr="00995F08">
        <w:rPr>
          <w:rFonts w:ascii="Times New Roman" w:hAnsi="Times New Roman" w:cs="Times New Roman"/>
          <w:sz w:val="24"/>
          <w:szCs w:val="24"/>
        </w:rPr>
        <w:tab/>
      </w:r>
      <w:r w:rsidRPr="00995F08">
        <w:rPr>
          <w:rFonts w:ascii="Times New Roman" w:hAnsi="Times New Roman" w:cs="Times New Roman"/>
          <w:sz w:val="24"/>
          <w:szCs w:val="24"/>
        </w:rPr>
        <w:tab/>
        <w:t xml:space="preserve">               </w:t>
      </w:r>
      <w:r w:rsidRPr="00995F08">
        <w:rPr>
          <w:rFonts w:ascii="Times New Roman" w:hAnsi="Times New Roman" w:cs="Times New Roman"/>
          <w:sz w:val="24"/>
          <w:szCs w:val="24"/>
        </w:rPr>
        <w:tab/>
        <w:t>Валерій МИХАЛЮК</w:t>
      </w:r>
    </w:p>
    <w:p w:rsidR="00AD2360" w:rsidRDefault="00AD2360"/>
    <w:sectPr w:rsidR="00AD2360" w:rsidSect="009D1A26">
      <w:pgSz w:w="12240" w:h="15840"/>
      <w:pgMar w:top="851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600980"/>
    <w:multiLevelType w:val="hybridMultilevel"/>
    <w:tmpl w:val="64B2A15A"/>
    <w:lvl w:ilvl="0" w:tplc="7B26F1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A26"/>
    <w:rsid w:val="009D1A26"/>
    <w:rsid w:val="00AD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A2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9D1A2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D1A2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9D1A26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A2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9D1A2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D1A2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9D1A26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256</Words>
  <Characters>1463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2021-07-26T12:14:00Z</dcterms:created>
  <dcterms:modified xsi:type="dcterms:W3CDTF">2021-07-26T12:14:00Z</dcterms:modified>
</cp:coreProperties>
</file>