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3F9" w:rsidRPr="003B50D1" w:rsidRDefault="009633F9" w:rsidP="009633F9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 w:eastAsia="uk-UA"/>
        </w:rPr>
      </w:pPr>
      <w:r w:rsidRPr="003B50D1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ПРОЕКТ</w:t>
      </w:r>
    </w:p>
    <w:p w:rsidR="009633F9" w:rsidRPr="003B50D1" w:rsidRDefault="009633F9" w:rsidP="009633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3B50D1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A202ECB" wp14:editId="6FB009D2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23290" name="Группа 23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2329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33F9" w:rsidRDefault="009633F9" w:rsidP="009633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9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33F9" w:rsidRDefault="009633F9" w:rsidP="009633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9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33F9" w:rsidRDefault="009633F9" w:rsidP="009633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9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33F9" w:rsidRDefault="009633F9" w:rsidP="009633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9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33F9" w:rsidRDefault="009633F9" w:rsidP="009633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9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33F9" w:rsidRDefault="009633F9" w:rsidP="009633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9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33F9" w:rsidRDefault="009633F9" w:rsidP="009633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9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33F9" w:rsidRDefault="009633F9" w:rsidP="009633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9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33F9" w:rsidRDefault="009633F9" w:rsidP="009633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0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33F9" w:rsidRDefault="009633F9" w:rsidP="009633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0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33F9" w:rsidRDefault="009633F9" w:rsidP="009633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0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33F9" w:rsidRDefault="009633F9" w:rsidP="009633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0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33F9" w:rsidRDefault="009633F9" w:rsidP="009633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0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33F9" w:rsidRDefault="009633F9" w:rsidP="009633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0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33F9" w:rsidRDefault="009633F9" w:rsidP="009633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0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33F9" w:rsidRDefault="009633F9" w:rsidP="009633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0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33F9" w:rsidRDefault="009633F9" w:rsidP="009633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0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33F9" w:rsidRDefault="009633F9" w:rsidP="009633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0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33F9" w:rsidRDefault="009633F9" w:rsidP="009633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1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33F9" w:rsidRDefault="009633F9" w:rsidP="009633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1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33F9" w:rsidRDefault="009633F9" w:rsidP="009633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1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33F9" w:rsidRDefault="009633F9" w:rsidP="009633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1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33F9" w:rsidRDefault="009633F9" w:rsidP="009633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1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33F9" w:rsidRDefault="009633F9" w:rsidP="009633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1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33F9" w:rsidRDefault="009633F9" w:rsidP="009633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1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33F9" w:rsidRDefault="009633F9" w:rsidP="009633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1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33F9" w:rsidRDefault="009633F9" w:rsidP="009633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1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33F9" w:rsidRDefault="009633F9" w:rsidP="009633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1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33F9" w:rsidRDefault="009633F9" w:rsidP="009633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2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33F9" w:rsidRDefault="009633F9" w:rsidP="009633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3290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WH0cYA&#10;AADeAAAADwAAAGRycy9kb3ducmV2LnhtbESPS2vDMBCE74H8B7GB3hL5AW3qWjahtCWHQElS3xdr&#10;/aDWylhq4v77qhDIcZiZb5i8nM0gLjS53rKCeBOBIK6t7rlV8HV+X29BOI+scbBMCn7JQVksFzlm&#10;2l75SJeTb0WAsMtQQef9mEnp6o4Muo0diYPX2MmgD3JqpZ7wGuBmkEkUPUqDPYeFDkd67aj+Pv0Y&#10;BTb92B+qNjmmb/zkefe5bar5oNTDat69gPA0+3v41t5rBUmaPMfwfydcAVn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UWH0c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633F9" w:rsidRDefault="009633F9" w:rsidP="009633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OrBckA&#10;AADeAAAADwAAAGRycy9kb3ducmV2LnhtbESPQWsCMRSE74X+h/AKvUjNdgtat0YRYW31IGgLvT42&#10;r5utm5clibr11zcFocdhZr5hpvPetuJEPjSOFTwOMxDEldMN1wo+3suHZxAhImtsHZOCHwown93e&#10;TLHQ7sw7Ou1jLRKEQ4EKTIxdIWWoDFkMQ9cRJ+/LeYsxSV9L7fGc4LaVeZaNpMWG04LBjpaGqsP+&#10;aBV8l1vzuRxfVn4w2dFlUG5e2/VIqfu7fvECIlIf/8PX9ptWkD/lkxz+7qQrIGe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c1OrBc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633F9" w:rsidRDefault="009633F9" w:rsidP="009633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yqn8QA&#10;AADeAAAADwAAAGRycy9kb3ducmV2LnhtbESP3YrCMBCF74V9hzCCN7KmtrBo1yiyqCzeiD8PMDRj&#10;U2wmpYm2vv1GEPbycH4+zmLV21o8qPWVYwXTSQKCuHC64lLB5bz9nIHwAVlj7ZgUPMnDavkxWGCu&#10;XcdHepxCKeII+xwVmBCaXEpfGLLoJ64hjt7VtRZDlG0pdYtdHLe1TJPkS1qsOBIMNvRjqLid7jZC&#10;Dhke9tfuvN312OFmb3i8Pio1GvbrbxCB+vAffrd/tYI0S+cZvO7EKy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Mqp/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633F9" w:rsidRDefault="009633F9" w:rsidP="009633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En0ccA&#10;AADeAAAADwAAAGRycy9kb3ducmV2LnhtbESPQUsDMRSE74L/ITzBm8261mrXpqVUBSl4sArS22Pz&#10;urt08xKSZ3f990YQPA4z8w2zWI2uVyeKqfNs4HpSgCKuve24MfDx/nx1DyoJssXeMxn4pgSr5fnZ&#10;AivrB36j004alSGcKjTQioRK61S35DBNfCDO3sFHh5JlbLSNOGS463VZFDPtsOO80GKgTUv1cffl&#10;DLwOT2F7N7s9hH2cljo9WvnciDGXF+P6AZTQKP/hv/aLNVDelPMp/N7JV0Av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hhJ9H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633F9" w:rsidRDefault="009633F9" w:rsidP="009633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mXcMUA&#10;AADeAAAADwAAAGRycy9kb3ducmV2LnhtbESP32rCMBTG7wd7h3CE3YyZrsUxq1FkrDJ6I+oe4NAc&#10;m2JzUpqs7d5+EQZefnx/fnzr7WRbMVDvG8cKXucJCOLK6YZrBd/n4uUdhA/IGlvHpOCXPGw3jw9r&#10;zLUb+UjDKdQijrDPUYEJocul9JUhi37uOuLoXVxvMUTZ11L3OMZx28o0Sd6kxYYjwWBHH4aq6+nH&#10;Rsghw0N5Gc/FfsIRP0vDz7ujUk+zabcCEWgK9/B/+0srSLN0uYDbnXgF5OY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qZdw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633F9" w:rsidRDefault="009633F9" w:rsidP="009633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8cPccA&#10;AADeAAAADwAAAGRycy9kb3ducmV2LnhtbESPQUvDQBSE74L/YXkFb3bTqFFjt0WqgggerELp7ZF9&#10;TYLZt8vus4n/3hUEj8PMfMMs15Mb1JFi6j0bWMwLUMSNtz23Bj7en85vQCVBtjh4JgPflGC9Oj1Z&#10;Ym39yG903EqrMoRTjQY6kVBrnZqOHKa5D8TZO/joULKMrbYRxwx3gy6LotIOe84LHQbadNR8br+c&#10;gdfxMbxcV1eHsI+XpU4PVnYbMeZsNt3fgRKa5D/81362BsqL8raC3zv5CujV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f/HD3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633F9" w:rsidRDefault="009633F9" w:rsidP="009633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akT8gA&#10;AADeAAAADwAAAGRycy9kb3ducmV2LnhtbESPUUvDMBSF3wX/Q7jCXsaW2qHTumxsQthggjgFXy/N&#10;XVtsbkoS1+7fL8LAx8M55zucxWqwrTiRD41jBffTDARx6UzDlYKvTz15AhEissHWMSk4U4DV8vZm&#10;gYVxPX/Q6RArkSAcClRQx9gVUoayJoth6jri5B2dtxiT9JU0HvsEt63Ms+xRWmw4LdTY0WtN5c/h&#10;1yrYvPfVzI/LzeD2x+33g9ZGv2mlRnfD+gVEpCH+h6/tnVGQz/LnOfzdSVdALi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9tqRP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633F9" w:rsidRDefault="009633F9" w:rsidP="009633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l6wsIA&#10;AADeAAAADwAAAGRycy9kb3ducmV2LnhtbERP3WrCMBS+H/gO4Qi7m6ndJlqNIo6CjN348wCH5thU&#10;m5OSxNq9vbkY7PLj+19tBtuKnnxoHCuYTjIQxJXTDdcKzqfybQ4iRGSNrWNS8EsBNuvRywoL7R58&#10;oP4Ya5FCOBSowMTYFVKGypDFMHEdceIuzluMCfpaao+PFG5bmWfZTFpsODUY7GhnqLod71ZB+Z3/&#10;9Le79qXbDh+WPs11/mWUeh0P2yWISEP8F/+591pB/p4v0t50J10BuX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GXrC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633F9" w:rsidRDefault="009633F9" w:rsidP="009633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WVpscA&#10;AADeAAAADwAAAGRycy9kb3ducmV2LnhtbESPUWvCMBSF3wf+h3CFvQxNV9mY1ShzEBQmjOlgr5fm&#10;2habm5JE2/37RRjs8XDO+Q5nuR5sK67kQ+NYweM0A0FcOtNwpeDrqCcvIEJENtg6JgU/FGC9Gt0t&#10;sTCu50+6HmIlEoRDgQrqGLtCylDWZDFMXUecvJPzFmOSvpLGY5/gtpV5lj1Liw2nhRo7equpPB8u&#10;VsHmo69m/qHcDO79tP1+0trovVbqfjy8LkBEGuJ/+K+9MwryWT6fw+1OugJy9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Nllab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633F9" w:rsidRDefault="009633F9" w:rsidP="009633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Ts3sMA&#10;AADeAAAADwAAAGRycy9kb3ducmV2LnhtbESP32rCMBTG7we+QziCdzO1biLVKKIUZOxm6gMcmmNT&#10;bU5KEmt9++VisMuP7x+/9XawrejJh8axgtk0A0FcOd1wreByLt+XIEJE1tg6JgUvCrDdjN7WWGj3&#10;5B/qT7EWaYRDgQpMjF0hZagMWQxT1xEn7+q8xZikr6X2+EzjtpV5li2kxYbTg8GO9oaq++lhFZRf&#10;+Xd/f2hfut3wYenT3JYHo9RkPOxWICIN8T/81z5qBfl8niWAhJNQQ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ITs3s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633F9" w:rsidRDefault="009633F9" w:rsidP="009633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bXrcMA&#10;AADeAAAADwAAAGRycy9kb3ducmV2LnhtbESP0YrCMBRE34X9h3AF3zSp1WWpRhFB0cet+wGX5m5b&#10;bG66TbT1740g7OMwM2eY9XawjbhT52vHGpKZAkFcOFNzqeHncph+gfAB2WDjmDQ8yMN28zFaY2Zc&#10;z990z0MpIoR9hhqqENpMSl9UZNHPXEscvV/XWQxRdqU0HfYRbhs5V+pTWqw5LlTY0r6i4prfrIbF&#10;oz/+5curOhhLyTltzxyKpdaT8bBbgQg0hP/wu30yGuZpqhJ43YlXQG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QbXrc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633F9" w:rsidRDefault="009633F9" w:rsidP="009633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fdcQA&#10;AADeAAAADwAAAGRycy9kb3ducmV2LnhtbESPQYvCMBSE78L+h/AWvGlqBXGraZEVF9mTVtfzo3m2&#10;xealNFHrv98IgsdhZr5hlllvGnGjztWWFUzGEQjiwuqaSwXHw2Y0B+E8ssbGMil4kIMs/RgsMdH2&#10;znu65b4UAcIuQQWV920ipSsqMujGtiUO3tl2Bn2QXSl1h/cAN42Mo2gmDdYcFips6bui4pJfjYLr&#10;7BQf+fyrd/n68fO13qyc/CuVGn72qwUIT71/h1/trVYQT6dRDM874QrI9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WX3X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633F9" w:rsidRDefault="009633F9" w:rsidP="009633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VK88gA&#10;AADeAAAADwAAAGRycy9kb3ducmV2LnhtbESPQWvCQBSE70L/w/IKvZmNRoJGV1GhoD1Uau2ht2f2&#10;maTNvo3ZVdN/7xYKPQ4z8w0zW3SmFldqXWVZwSCKQRDnVldcKDi8P/fHIJxH1lhbJgU/5GAxf+jN&#10;MNP2xm903ftCBAi7DBWU3jeZlC4vyaCLbEMcvJNtDfog20LqFm8Bbmo5jONUGqw4LJTY0Lqk/Ht/&#10;MQo+duN0slttR18vr0dMjD5/6ipV6umxW05BeOr8f/ivvdEKhkkSJ/B7J1wBOb8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79UrzyAAAAN4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633F9" w:rsidRDefault="009633F9" w:rsidP="009633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VFE8UA&#10;AADeAAAADwAAAGRycy9kb3ducmV2LnhtbESPT4vCMBTE74LfITzBm6a2IlKNorusyp78B14fzbMt&#10;Ni+lyWrdT78RFjwOM/MbZr5sTSXu1LjSsoLRMAJBnFldcq7gfPoaTEE4j6yxskwKnuRgueh25phq&#10;++AD3Y8+FwHCLkUFhfd1KqXLCjLohrYmDt7VNgZ9kE0udYOPADeVjKNoIg2WHBYKrOmjoOx2/DEK&#10;ficX3LttvP5MtKfneLqx3/uNUv1eu5qB8NT6d/i/vdMK4iSJxvC6E66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5UUT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633F9" w:rsidRDefault="009633F9" w:rsidP="009633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CJJsUA&#10;AADeAAAADwAAAGRycy9kb3ducmV2LnhtbESP0WrCQBRE3wv+w3KFvjUboxaNriJioW/W6AdcstdN&#10;MHs3ZldN+/VdodDHYWbOMMt1bxtxp87XjhWMkhQEcel0zUbB6fjxNgPhA7LGxjEp+CYP69XgZYm5&#10;dg8+0L0IRkQI+xwVVCG0uZS+rMiiT1xLHL2z6yyGKDsjdYePCLeNzNL0XVqsOS5U2NK2ovJS3KyC&#10;q8umui92uL/s5l+1MZPrz2Gi1Ouw3yxABOrDf/iv/akVZONxOoXnnXgF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kIkm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633F9" w:rsidRDefault="009633F9" w:rsidP="009633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5xusYA&#10;AADeAAAADwAAAGRycy9kb3ducmV2LnhtbESPS2/CMBCE70j9D9ZW6q04EDWFEINKpUpceRx6XOzN&#10;A+J1GhtI++vrSpU4jmbmG02xGmwrrtT7xrGCyTgBQaydabhScNh/PM9A+IBssHVMCr7Jw2r5MCow&#10;N+7GW7ruQiUihH2OCuoQulxKr2uy6MeuI45e6XqLIcq+kqbHW4TbVk6TJJMWG44LNXb0XpM+7y5W&#10;waY50kumy7mdrfX28+crpK8no9TT4/C2ABFoCPfwf3tjFEzTNMng7068AnL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/5xus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633F9" w:rsidRDefault="009633F9" w:rsidP="009633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5Mt9sMA&#10;AADeAAAADwAAAGRycy9kb3ducmV2LnhtbERPXWvCMBR9H/gfwhV8m4kVNleNMgfCxqYwN/T10lyb&#10;YnNTmqzWf78MBj6eb85i1btadNSGyrOGyViBIC68qbjU8P21uZ+BCBHZYO2ZNFwpwGo5uFtgbvyF&#10;P6nbx1KkEg45arAxNrmUobDkMIx9Q5y0k28dxgTbUpoWL6nc1TJT6kE6rDgtWGzoxVJx3v84DR3u&#10;rupo19unt+qjyHbrw7tJvB4N++c5iEh9vJn/069GQzadqkf4u5OugF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5Mt9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633F9" w:rsidRDefault="009633F9" w:rsidP="009633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FmHsIA&#10;AADeAAAADwAAAGRycy9kb3ducmV2LnhtbERPTUvDQBC9C/6HZQRvdmMKRWK3RYRKj5r24HHMTrOp&#10;2Zmwu23S/nr3UPD4eN/L9eR7daYQO2EDz7MCFHEjtuPWwH63eXoBFROyxV6YDFwownp1f7fEysrI&#10;X3SuU6tyCMcKDbiUhkrr2DjyGGcyEGfuIMFjyjC02gYcc7jvdVkUC+2x49zgcKB3R81vffIGxo/m&#10;51gevq27hkE29accy16MeXyY3l5BJZrSv/jm3loD5Xxe5L35Tr4Ce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AWYe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633F9" w:rsidRDefault="009633F9" w:rsidP="009633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XTksgA&#10;AADeAAAADwAAAGRycy9kb3ducmV2LnhtbESPW2sCMRSE3wX/QziCb5p1hdZujeIVSmkpXvp+ujnd&#10;XU1Olk3U7b83hUIfh5n5hpnOW2vElRpfOVYwGiYgiHOnKy4UHA/bwQSED8gajWNS8EMe5rNuZ4qZ&#10;djfe0XUfChEh7DNUUIZQZ1L6vCSLfuhq4uh9u8ZiiLIppG7wFuHWyDRJHqTFiuNCiTWtSsrP+4tV&#10;sP1Ym1P6vlt8yrDaPH6Zyety/aZUv9cunkEEasN/+K/9ohWk43HyBL934hWQsz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otdOS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633F9" w:rsidRDefault="009633F9" w:rsidP="009633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AxRsUA&#10;AADeAAAADwAAAGRycy9kb3ducmV2LnhtbESPzYrCMBSF9wO+Q7iCG9FUiyLVKCKICg7MqOD22lzb&#10;YnNTmljr25vFwCwP549vsWpNKRqqXWFZwWgYgSBOrS44U3A5bwczEM4jaywtk4I3OVgtO18LTLR9&#10;8S81J5+JMMIuQQW591UipUtzMuiGtiIO3t3WBn2QdSZ1ja8wbko5jqKpNFhweMixok1O6eP0NAqa&#10;n+Mt2zeuOjxmfTeJb7vdt74q1eu26zkIT63/D/+191rBOI5HASDgBBSQy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oDFG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633F9" w:rsidRDefault="009633F9" w:rsidP="009633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DqwMgA&#10;AADeAAAADwAAAGRycy9kb3ducmV2LnhtbESPQWvCQBSE74L/YXmF3nSTaItGV9FCoZdCtR709sy+&#10;JsHs23R3q7G/visUPA4z8w0zX3amEWdyvrasIB0mIIgLq2suFew+XwcTED4ga2wsk4IreVgu+r05&#10;5tpeeEPnbShFhLDPUUEVQptL6YuKDPqhbYmj92WdwRClK6V2eIlw08gsSZ6lwZrjQoUtvVRUnLY/&#10;RsF6Oll/f4z5/XdzPNBhfzw9ZS5R6vGhW81ABOrCPfzfftMKstEoTeF2J14Bufg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1gOrAyAAAAN4AAAAPAAAAAAAAAAAAAAAAAJgCAABk&#10;cnMvZG93bnJldi54bWxQSwUGAAAAAAQABAD1AAAAjQMAAAAA&#10;" fillcolor="black" stroked="f">
                  <v:textbox>
                    <w:txbxContent>
                      <w:p w:rsidR="009633F9" w:rsidRDefault="009633F9" w:rsidP="009633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F6t8gA&#10;AADeAAAADwAAAGRycy9kb3ducmV2LnhtbESPQWvCQBSE74L/YXlCb7oxUpHoKrWtUFAPWg8en9nX&#10;ZEn2bciumvbXd4VCj8PMfMMsVp2txY1abxwrGI8SEMS504YLBafPzXAGwgdkjbVjUvBNHlbLfm+B&#10;mXZ3PtDtGAoRIewzVFCG0GRS+rwki37kGuLofbnWYoiyLaRu8R7htpZpkkylRcNxocSGXkvKq+PV&#10;Kjhvp2Z2MJRedj/rd717rtb7t0qpp0H3MgcRqAv/4b/2h1aQTibjFB534hWQy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skXq3yAAAAN4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633F9" w:rsidRDefault="009633F9" w:rsidP="009633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+yHsYA&#10;AADeAAAADwAAAGRycy9kb3ducmV2LnhtbESPQWsCMRSE70L/Q3gFbzWrC0W2RhGl1EsPtYrXx+Z1&#10;s+7mZU2irv76plDwOMzMN8xs0dtWXMiH2rGC8SgDQVw6XXOlYPf9/jIFESKyxtYxKbhRgMX8aTDD&#10;Qrsrf9FlGyuRIBwKVGBi7AopQ2nIYhi5jjh5P85bjEn6SmqP1wS3rZxk2au0WHNaMNjRylDZbM9W&#10;gV8e1s2dz/smu3/ewsexP03RKDV87pdvICL18RH+b2+0gkmej3P4u5OugJ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Y+yHsYAAADe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633F9" w:rsidRDefault="009633F9" w:rsidP="009633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ecIccA&#10;AADeAAAADwAAAGRycy9kb3ducmV2LnhtbESP3UrDQBSE7wXfYTlCb6TdNJX+xG6LCAXBUujPA5xm&#10;j0lw92zIHtvUp3cFwcthZr5hluveO3WhLjaBDYxHGSjiMtiGKwOn42Y4BxUF2aILTAZuFGG9ur9b&#10;YmHDlfd0OUilEoRjgQZqkbbQOpY1eYyj0BIn7yN0HiXJrtK2w2uCe6fzLJtqjw2nhRpbeq2p/Dx8&#10;eQMuP7vF+yxu5XbS2+zby/5xZ40ZPPQvz6CEevkP/7XfrIF8Mhk/we+ddAX06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kXnCH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633F9" w:rsidRDefault="009633F9" w:rsidP="009633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t44McA&#10;AADeAAAADwAAAGRycy9kb3ducmV2LnhtbESPQWsCMRSE70L/Q3iF3jTrilK2Rmkrwl48uFq8Pjev&#10;m6XJy7JJddtfbwoFj8PMfMMs14Oz4kJ9aD0rmE4yEMS11y03Co6H7fgZRIjIGq1nUvBDAdarh9ES&#10;C+2vvKdLFRuRIBwKVGBi7AopQ23IYZj4jjh5n753GJPsG6l7vCa4szLPsoV02HJaMNjRu6H6q/p2&#10;CjZVZ/Njad7C6WN3Ptvyd0unjVJPj8PrC4hIQ7yH/9ulVpDPZtM5/N1JV0C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GLeOD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633F9" w:rsidRDefault="009633F9" w:rsidP="009633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xUocQA&#10;AADeAAAADwAAAGRycy9kb3ducmV2LnhtbESPQWsCMRSE74L/ITzBmyYqbMtqFJEKQk+1eujtkTx3&#10;VzcvyyZ113/fFASPw8x8w6w2vavFndpQedYwmyoQxMbbigsNp+/95B1EiMgWa8+k4UEBNuvhYIW5&#10;9R1/0f0YC5EgHHLUUMbY5FIGU5LDMPUNcfIuvnUYk2wLaVvsEtzVcq5UJh1WnBZKbGhXkrkdf52G&#10;615+eqPQnE/n7mDffj4yqpXW41G/XYKI1MdX+Nk+WA3zxWKWwf+ddAX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cVKHEAAAA3g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633F9" w:rsidRDefault="009633F9" w:rsidP="009633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gCXcYA&#10;AADeAAAADwAAAGRycy9kb3ducmV2LnhtbESPQWvCQBSE74X+h+UJ3urGBKpEV7GFglh6UEvx+Mw+&#10;k5Ds27C7avz3XUHwOMzMN8x82ZtWXMj52rKC8SgBQVxYXXOp4Hf/9TYF4QOyxtYyKbiRh+Xi9WWO&#10;ubZX3tJlF0oRIexzVFCF0OVS+qIig35kO+LonawzGKJ0pdQOrxFuWpkmybs0WHNcqLCjz4qKZnc2&#10;Cg7nbz79ZJuV+wh/tt/7Jj1OG6WGg341AxGoD8/wo73WCtIsG0/gfideAbn4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vgCXcYAAADe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633F9" w:rsidRDefault="009633F9" w:rsidP="009633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pDXcUA&#10;AADeAAAADwAAAGRycy9kb3ducmV2LnhtbERPyW7CMBC9V+o/WFOJW3EIiyBgUEGqxKUS2wFuQzwk&#10;EfE4tV1I+/X1AYnj09tni9bU4kbOV5YV9LoJCOLc6ooLBYf95/sYhA/IGmvLpOCXPCzmry8zzLS9&#10;85Zuu1CIGMI+QwVlCE0mpc9LMui7tiGO3MU6gyFCV0jt8B7DTS3TJBlJgxXHhhIbWpWUX3c/RsFy&#10;Ml5+bwb89bc9n+h0PF+HqUuU6ry1H1MQgdrwFD/ca60g7fd7cW+8E6+AnP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ukNdxQAAAN4AAAAPAAAAAAAAAAAAAAAAAJgCAABkcnMv&#10;ZG93bnJldi54bWxQSwUGAAAAAAQABAD1AAAAigMAAAAA&#10;" fillcolor="black" stroked="f">
                  <v:textbox>
                    <w:txbxContent>
                      <w:p w:rsidR="009633F9" w:rsidRDefault="009633F9" w:rsidP="009633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DtbMYA&#10;AADeAAAADwAAAGRycy9kb3ducmV2LnhtbESPT0sDMRTE74LfITyhN5ttF8SuTctSEIun7R/x+rp5&#10;bhY3L0sS0/XbG0HwOMzMb5j1drKDSORD71jBYl6AIG6d7rlTcD493z+CCBFZ4+CYFHxTgO3m9maN&#10;lXZXPlA6xk5kCIcKFZgYx0rK0BqyGOZuJM7eh/MWY5a+k9rjNcPtIJdF8SAt9pwXDI60M9R+Hr+s&#10;gnTZNXWZ3pM5vPq68655ebs0Ss3upvoJRKQp/of/2nutYFmWixX83slXQG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EDtbM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633F9" w:rsidRDefault="009633F9" w:rsidP="009633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7rKRcYA&#10;AADeAAAADwAAAGRycy9kb3ducmV2LnhtbESPzWrCQBSF94LvMNyCu2ZiBLHRUYrY0najpoIuL5nb&#10;TGjmTsiMMe3TdxYFl4fzx7faDLYRPXW+dqxgmqQgiEuna64UnD5fHhcgfEDW2DgmBT/kYbMej1aY&#10;a3fjI/VFqEQcYZ+jAhNCm0vpS0MWfeJa4uh9uc5iiLKrpO7wFsdtI7M0nUuLNccHgy1tDZXfxdUq&#10;8NPt7vxhf5/6y6vhffFu5ofKKDV5GJ6XIAIN4R7+b79pBdlslkWAiBNRQK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7rKRcYAAADe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633F9" w:rsidRDefault="009633F9" w:rsidP="009633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633F9" w:rsidRPr="003B50D1" w:rsidRDefault="009633F9" w:rsidP="009633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633F9" w:rsidRPr="003B50D1" w:rsidRDefault="009633F9" w:rsidP="009633F9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633F9" w:rsidRPr="003B50D1" w:rsidRDefault="009633F9" w:rsidP="009633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633F9" w:rsidRPr="003B50D1" w:rsidRDefault="009633F9" w:rsidP="009633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633F9" w:rsidRPr="003B50D1" w:rsidRDefault="009633F9" w:rsidP="009633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9633F9" w:rsidRPr="003B50D1" w:rsidRDefault="009633F9" w:rsidP="009633F9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9633F9" w:rsidRPr="003B50D1" w:rsidRDefault="009633F9" w:rsidP="009633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ШЕПЕТІВСЬКОГО РАЙОНУ</w:t>
      </w:r>
    </w:p>
    <w:p w:rsidR="009633F9" w:rsidRPr="003B50D1" w:rsidRDefault="009633F9" w:rsidP="009633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9633F9" w:rsidRPr="003B50D1" w:rsidRDefault="009633F9" w:rsidP="009633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633F9" w:rsidRPr="003B50D1" w:rsidRDefault="009633F9" w:rsidP="009633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9633F9" w:rsidRPr="003B50D1" w:rsidRDefault="009633F9" w:rsidP="009633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633F9" w:rsidRPr="003B50D1" w:rsidRDefault="009633F9" w:rsidP="009633F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 сесії сільської ради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9633F9" w:rsidRPr="003B50D1" w:rsidRDefault="009633F9" w:rsidP="009633F9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9633F9" w:rsidRPr="003B50D1" w:rsidRDefault="009633F9" w:rsidP="009633F9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9633F9" w:rsidRPr="003B50D1" w:rsidRDefault="009633F9" w:rsidP="009633F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__.02</w:t>
      </w:r>
      <w:r w:rsidRPr="003B50D1">
        <w:rPr>
          <w:rFonts w:ascii="Times New Roman" w:eastAsia="Calibri" w:hAnsi="Times New Roman" w:cs="Times New Roman"/>
          <w:sz w:val="24"/>
        </w:rPr>
        <w:t>.2022р.                         Крупець                                        №_____</w:t>
      </w:r>
    </w:p>
    <w:p w:rsidR="009633F9" w:rsidRPr="003B50D1" w:rsidRDefault="009633F9" w:rsidP="009633F9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9633F9" w:rsidRPr="003B50D1" w:rsidRDefault="009633F9" w:rsidP="009633F9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/>
        </w:rPr>
      </w:pPr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9633F9" w:rsidRPr="003B50D1" w:rsidRDefault="009633F9" w:rsidP="009633F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9633F9" w:rsidRPr="003B50D1" w:rsidRDefault="009633F9" w:rsidP="009633F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9633F9" w:rsidRPr="003B50D1" w:rsidRDefault="009633F9" w:rsidP="009633F9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Добровольській Н. В.</w:t>
      </w:r>
    </w:p>
    <w:p w:rsidR="009633F9" w:rsidRPr="003B50D1" w:rsidRDefault="009633F9" w:rsidP="009633F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</w:p>
    <w:p w:rsidR="009633F9" w:rsidRPr="003B50D1" w:rsidRDefault="009633F9" w:rsidP="009633F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9633F9" w:rsidRPr="003B50D1" w:rsidRDefault="009633F9" w:rsidP="009633F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      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3B50D1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3B50D1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», статей 12,  118, 121 та 123 Земельного кодексу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uk-UA"/>
        </w:rPr>
        <w:t>Добровольської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uk-UA"/>
        </w:rPr>
        <w:t xml:space="preserve"> Н.В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9633F9" w:rsidRPr="003B50D1" w:rsidRDefault="009633F9" w:rsidP="009633F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3B50D1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9633F9" w:rsidRPr="003B50D1" w:rsidRDefault="009633F9" w:rsidP="009633F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9633F9" w:rsidRPr="003B50D1" w:rsidRDefault="009633F9" w:rsidP="009633F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B50D1">
        <w:rPr>
          <w:rFonts w:ascii="Times New Roman" w:eastAsia="Calibri" w:hAnsi="Times New Roman" w:cs="Times New Roman"/>
          <w:sz w:val="24"/>
        </w:rPr>
        <w:t xml:space="preserve">       1. Надати</w:t>
      </w:r>
      <w:r>
        <w:rPr>
          <w:rFonts w:ascii="Times New Roman" w:eastAsia="Calibri" w:hAnsi="Times New Roman" w:cs="Times New Roman"/>
          <w:sz w:val="24"/>
        </w:rPr>
        <w:t xml:space="preserve"> Добровольській Наталії </w:t>
      </w:r>
      <w:proofErr w:type="spellStart"/>
      <w:r>
        <w:rPr>
          <w:rFonts w:ascii="Times New Roman" w:eastAsia="Calibri" w:hAnsi="Times New Roman" w:cs="Times New Roman"/>
          <w:sz w:val="24"/>
        </w:rPr>
        <w:t>Василівній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22001A" w:rsidRPr="0022001A">
        <w:rPr>
          <w:rFonts w:ascii="Times New Roman" w:eastAsia="Calibri" w:hAnsi="Times New Roman" w:cs="Times New Roman"/>
          <w:sz w:val="24"/>
        </w:rPr>
        <w:t>_</w:t>
      </w:r>
      <w:r w:rsidR="0022001A">
        <w:rPr>
          <w:rFonts w:ascii="Times New Roman" w:eastAsia="Calibri" w:hAnsi="Times New Roman" w:cs="Times New Roman"/>
          <w:sz w:val="24"/>
          <w:lang w:val="ru-RU"/>
        </w:rPr>
        <w:t>_____________________________________________</w:t>
      </w:r>
      <w:bookmarkStart w:id="0" w:name="_GoBack"/>
      <w:bookmarkEnd w:id="0"/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 w:rsidRPr="003B50D1">
        <w:rPr>
          <w:rFonts w:ascii="Times New Roman" w:eastAsia="Calibri" w:hAnsi="Times New Roman" w:cs="Times New Roman"/>
          <w:sz w:val="24"/>
        </w:rPr>
        <w:t xml:space="preserve"> дозвіл на розробку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</w:t>
      </w:r>
      <w:r>
        <w:rPr>
          <w:rFonts w:ascii="Times New Roman" w:eastAsia="Calibri" w:hAnsi="Times New Roman" w:cs="Times New Roman"/>
          <w:sz w:val="24"/>
        </w:rPr>
        <w:t>асність, орієнтовною площею 1,8000</w:t>
      </w:r>
      <w:r w:rsidRPr="003B50D1">
        <w:rPr>
          <w:rFonts w:ascii="Times New Roman" w:eastAsia="Calibri" w:hAnsi="Times New Roman" w:cs="Times New Roman"/>
          <w:sz w:val="24"/>
        </w:rPr>
        <w:t xml:space="preserve"> га, для </w:t>
      </w:r>
      <w:r w:rsidRPr="00B01A79"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</w:rPr>
        <w:t xml:space="preserve">,  яка розташована Хмельницька область Шепетівський район, за межами с. </w:t>
      </w:r>
      <w:proofErr w:type="spellStart"/>
      <w:r>
        <w:rPr>
          <w:rFonts w:ascii="Times New Roman" w:eastAsia="Calibri" w:hAnsi="Times New Roman" w:cs="Times New Roman"/>
          <w:sz w:val="24"/>
        </w:rPr>
        <w:t>Комарівка</w:t>
      </w:r>
      <w:proofErr w:type="spellEnd"/>
      <w:r>
        <w:rPr>
          <w:rFonts w:ascii="Times New Roman" w:eastAsia="Calibri" w:hAnsi="Times New Roman" w:cs="Times New Roman"/>
          <w:sz w:val="24"/>
        </w:rPr>
        <w:t>.</w:t>
      </w:r>
    </w:p>
    <w:p w:rsidR="009633F9" w:rsidRPr="003B50D1" w:rsidRDefault="009633F9" w:rsidP="009633F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B50D1">
        <w:rPr>
          <w:rFonts w:ascii="Times New Roman" w:eastAsia="Calibri" w:hAnsi="Times New Roman" w:cs="Times New Roman"/>
          <w:sz w:val="24"/>
        </w:rPr>
        <w:t xml:space="preserve">       2.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Добровольській Н.В.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3B50D1">
        <w:rPr>
          <w:rFonts w:ascii="Times New Roman" w:eastAsia="Calibri" w:hAnsi="Times New Roman" w:cs="Times New Roman"/>
          <w:sz w:val="24"/>
        </w:rPr>
        <w:t xml:space="preserve">розробити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9633F9" w:rsidRPr="003B50D1" w:rsidRDefault="009633F9" w:rsidP="009633F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9633F9" w:rsidRPr="003B50D1" w:rsidRDefault="009633F9" w:rsidP="009633F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633F9" w:rsidRPr="003B50D1" w:rsidRDefault="009633F9" w:rsidP="009633F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9633F9" w:rsidRPr="003B50D1" w:rsidRDefault="009633F9" w:rsidP="009633F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976670" w:rsidRDefault="009633F9" w:rsidP="009633F9">
      <w:r>
        <w:rPr>
          <w:rFonts w:ascii="Times New Roman" w:eastAsia="Arial Unicode MS" w:hAnsi="Times New Roman" w:cs="Times New Roman"/>
          <w:sz w:val="24"/>
          <w:szCs w:val="24"/>
          <w:lang w:eastAsia="uk-UA"/>
        </w:rPr>
        <w:t>С</w:t>
      </w: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>ільський   голова                                                                        Валерій   МИХАЛЮК</w:t>
      </w:r>
    </w:p>
    <w:sectPr w:rsidR="0097667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9"/>
  <w:proofState w:spelling="clean" w:grammar="clean"/>
  <w:attachedTemplate r:id="rId1"/>
  <w:defaultTabStop w:val="708"/>
  <w:hyphenationZone w:val="425"/>
  <w:characterSpacingControl w:val="doNotCompress"/>
  <w:savePreviewPicture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3F9"/>
    <w:rsid w:val="0022001A"/>
    <w:rsid w:val="009633F9"/>
    <w:rsid w:val="0097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3F9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3F9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61;&#1030;&#1061;%20&#1089;&#1077;&#1089;&#1080;&#1103;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Default.dotx</Template>
  <TotalTime>1</TotalTime>
  <Pages>1</Pages>
  <Words>245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2022-02-11T13:58:00Z</dcterms:created>
  <dcterms:modified xsi:type="dcterms:W3CDTF">2022-02-14T08:05:00Z</dcterms:modified>
</cp:coreProperties>
</file>