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A83" w:rsidRPr="00C623C0" w:rsidRDefault="00086A83" w:rsidP="00086A83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086A83" w:rsidRPr="00C623C0" w:rsidRDefault="00086A83" w:rsidP="00086A83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086A83" w:rsidRPr="00C623C0" w:rsidRDefault="00AB1CF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AB1CF3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1d8MYA&#10;AADdAAAADwAAAGRycy9kb3ducmV2LnhtbESPQWsCMRSE7wX/Q3hCbzXbKKtsjSJKi9BTtYrHx+Z1&#10;d+nmZUnSdf33plDocZiZb5jlerCt6MmHxrGG50kGgrh0puFKw+fx9WkBIkRkg61j0nCjAOvV6GGJ&#10;hXFX/qD+ECuRIBwK1FDH2BVShrImi2HiOuLkfTlvMSbpK2k8XhPctlJlWS4tNpwWauxoW1P5ffix&#10;Gt57lZ8vbzt7nFZq7svpaaeaVuvH8bB5ARFpiP/hv/beaJirWQ6/b9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1d8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WvWMUA&#10;AADdAAAADwAAAGRycy9kb3ducmV2LnhtbESPQYvCMBSE7wv+h/AEL4umFdlKNYoIgrqwYBW8Pppn&#10;W21eShO1/vvNwoLHYWa+YebLztTiQa2rLCuIRxEI4tzqigsFp+NmOAXhPLLG2jIpeJGD5aL3McdU&#10;2ycf6JH5QgQIuxQVlN43qZQuL8mgG9mGOHgX2xr0QbaF1C0+A9zUchxFX9JgxWGhxIbWJeW37G4U&#10;yGO287ukMp/x/vzTxfa6/s6vSg363WoGwlPn3+H/9lYrSMaTBP7eh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ta9Y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cRYsUA&#10;AADdAAAADwAAAGRycy9kb3ducmV2LnhtbERPy2oCMRTdC/2HcAtuimYUW3VqFBUs4qLga387uZ2Z&#10;OrkZk6hTv75ZFFweznsya0wlruR8aVlBr5uAIM6sLjlXcNivOiMQPiBrrCyTgl/yMJs+tSaYanvj&#10;LV13IRcxhH2KCooQ6lRKnxVk0HdtTRy5b+sMhghdLrXDWww3lewnyZs0WHJsKLCmZUHZaXcxClZr&#10;Oo2P9fljcHev+ejn63Oz2L8o1X5u5u8gAjXhIf53r7WCYX8Q58Y38Qn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JxFi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T1sQA&#10;AADdAAAADwAAAGRycy9kb3ducmV2LnhtbESPQYvCMBSE74L/ITzBm6aKu2o1iiiKsKdV0euzebbV&#10;5qU00Xb/vVlY2OMwM98w82VjCvGiyuWWFQz6EQjixOqcUwWn47Y3AeE8ssbCMin4IQfLRbs1x1jb&#10;mr/pdfCpCBB2MSrIvC9jKV2SkUHXtyVx8G62MuiDrFKpK6wD3BRyGEWf0mDOYSHDktYZJY/D0yiI&#10;vj6K6+3MzeSy2SWPe73lOh8o1e00qxkIT43/D/+191rBeDiawu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609b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iLucUA&#10;AADdAAAADwAAAGRycy9kb3ducmV2LnhtbERPTWsCMRC9C/0PYQQvpWaVWu1qFCso4qGgtvdxM+5u&#10;3Uy2SdTVX98cCh4f73sya0wlLuR8aVlBr5uAIM6sLjlX8LVfvoxA+ICssbJMCm7kYTZ9ak0w1fbK&#10;W7rsQi5iCPsUFRQh1KmUPivIoO/amjhyR+sMhghdLrXDaww3lewnyZs0WHJsKLCmRUHZaXc2CpZr&#10;Or1/17+r17sb5KOfw+fmY/+sVKfdzMcgAjXhIf53r7WCYX8Q98c38QnI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iIu5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VJDcYA&#10;AADdAAAADwAAAGRycy9kb3ducmV2LnhtbESPQWvCQBSE7wX/w/IKvekmQjSkrqEoloKnqtjra/aZ&#10;pMm+Ddk1Sf99t1DocZiZb5hNPplWDNS72rKCeBGBIC6srrlUcDkf5ikI55E1tpZJwTc5yLezhw1m&#10;2o78TsPJlyJA2GWooPK+y6R0RUUG3cJ2xMG72d6gD7Ivpe5xDHDTymUUraTBmsNChR3tKiqa090o&#10;iI5J+3m78pR+7F+L5ms88FjHSj09Ti/PIDxN/j/8137TCtbLJI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VJDc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J28sYA&#10;AADdAAAADwAAAGRycy9kb3ducmV2LnhtbESPQWvCQBSE74X+h+UVvNVNI1obXaWkCl616aG3Z/aZ&#10;hGTfhuw2Rn+9Kwg9DjPzDbNcD6YRPXWusqzgbRyBIM6trrhQkH1vX+cgnEfW2FgmBRdysF49Py0x&#10;0fbMe+oPvhABwi5BBaX3bSKly0sy6Ma2JQ7eyXYGfZBdIXWH5wA3jYyjaCYNVhwWSmwpLSmvD39G&#10;wc9XXU8+OJpcf/t07tJjlsWnjVKjl+FzAcLT4P/Dj/ZOK3iPpzHc34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J28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LUxMkA&#10;AADdAAAADwAAAGRycy9kb3ducmV2LnhtbESPQWvCQBSE7wX/w/IEL0U32lZL6ioiFhTaQ1WqvT2y&#10;zySYfRuza4z99V2h4HGYmW+Y8bQxhaipcrllBf1eBII4sTrnVMF28959BeE8ssbCMim4koPppPUw&#10;xljbC39RvfapCBB2MSrIvC9jKV2SkUHXsyVx8A62MuiDrFKpK7wEuCnkIIqG0mDOYSHDkuYZJcf1&#10;2Sh4pno/+/j9+fzenxbeHh53K9ffKdVpN7M3EJ4afw//t5dawWjw8gS3N+EJyM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MLUxM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dLHcYA&#10;AADdAAAADwAAAGRycy9kb3ducmV2LnhtbESPQWvCQBSE70L/w/IK3nTT2FpNXUXSCr1q48HbM/tM&#10;QrJvQ3Yb0/56t1DwOMzMN8xqM5hG9NS5yrKCp2kEgji3uuJCQfa1myxAOI+ssbFMCn7IwWb9MFph&#10;ou2V99QffCEChF2CCkrv20RKl5dk0E1tSxy8i+0M+iC7QuoOrwFuGhlH0VwarDgslNhSWlJeH76N&#10;guN7Xc+WHM1+T326cOk5y+LLh1Ljx2H7BsLT4O/h//anVvAavzzD35vw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dLH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fpK8gA&#10;AADdAAAADwAAAGRycy9kb3ducmV2LnhtbESPQWvCQBSE70L/w/IKvYjZKNWW6CpSWrCgB61UvT2y&#10;zyQ0+zbNrjH117sFweMwM98wk1lrStFQ7QrLCvpRDII4tbrgTMH266P3CsJ5ZI2lZVLwRw5m04fO&#10;BBNtz7ymZuMzESDsElSQe18lUro0J4MushVx8I62NuiDrDOpazwHuCnlII5H0mDBYSHHit5ySn82&#10;J6PgmZr9fHk5rL73v+/eHru7T9ffKfX02M7HIDy1/h6+tRdawctgOIT/N+EJ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Z+kr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8I6skA&#10;AADdAAAADwAAAGRycy9kb3ducmV2LnhtbESP3WrCQBSE7wt9h+UIvasbtf6QukpR2gqFglH09pA9&#10;zaZmz6bZ1aR9+m6h4OUwM98w82VnK3GhxpeOFQz6CQji3OmSCwX73fP9DIQPyBorx6TgmzwsF7c3&#10;c0y1a3lLlywUIkLYp6jAhFCnUvrckEXfdzVx9D5cYzFE2RRSN9hGuK3kMEkm0mLJccFgTStD+Sk7&#10;WwXHh9G7M6+ZO7frl5/T9mv6eVi9KXXX654eQQTqwjX8395oBdPheAJ/b+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38I6s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O7MUA&#10;AADdAAAADwAAAGRycy9kb3ducmV2LnhtbESPQWvCQBSE70L/w/IKvTWbWjQSs0pbqoieavX+yD6T&#10;YPZtmt3G7b93hYLHYWa+YYplMK0YqHeNZQUvSQqCuLS64UrB4Xv1PAPhPLLG1jIp+CMHy8XDqMBc&#10;2wt/0bD3lYgQdjkqqL3vcildWZNBl9iOOHon2xv0UfaV1D1eIty0cpymU2mw4bhQY0cfNZXn/a9R&#10;8Lqd/Kz1e/U5tLO1221Oq9CEo1JPj+FtDsJT8Pfwf3ujFWTjSQa3N/E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cY7s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igwsIA&#10;AADdAAAADwAAAGRycy9kb3ducmV2LnhtbERPz2vCMBS+C/4P4Q1207TCqnZGKY5BYXiwetjx0bw1&#10;xealNFnt/vvlIHj8+H7vDpPtxEiDbx0rSJcJCOLa6ZYbBdfL52IDwgdkjZ1jUvBHHg77+WyHuXZ3&#10;PtNYhUbEEPY5KjAh9LmUvjZk0S9dTxy5HzdYDBEOjdQD3mO47eQqSTJpseXYYLCno6H6Vv1aBd/b&#10;0zadzEfyNa6LMtSMeBszpV5fpuIdRKApPMUPd6kVrFdvcW58E5+A3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6KDC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vP+MgA&#10;AADdAAAADwAAAGRycy9kb3ducmV2LnhtbESPQWvCQBSE70L/w/IKvdWNKVpNXYMIihcP2tb2+Mi+&#10;Jmmzb5PsqtFf7woFj8PMfMNM085U4kitKy0rGPQjEMSZ1SXnCj7el89jEM4ja6wsk4IzOUhnD70p&#10;JtqeeEvHnc9FgLBLUEHhfZ1I6bKCDLq+rYmD92Nbgz7INpe6xVOAm0rGUTSSBksOCwXWtCgo+9sd&#10;jIKvweYyqV+6z/jbN+vfeNVky/1IqafHbv4GwlPn7+H/9loreI2HE7i9CU9Azq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W8/4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n6rcAA&#10;AADdAAAADwAAAGRycy9kb3ducmV2LnhtbERP3WrCMBS+H/gO4QjezXQiVTqjFEVw7MrqAxyas7au&#10;OQlJtPXtzcVglx/f/2Y3ml48yIfOsoKPeQaCuLa640bB9XJ8X4MIEVljb5kUPCnAbjt522Ch7cBn&#10;elSxESmEQ4EK2hhdIWWoWzIY5tYRJ+7HeoMxQd9I7XFI4aaXiyzLpcGOU0OLjvYt1b/V3ShA71YH&#10;V8nhnN++8XT7KmlpS6Vm07H8BBFpjP/iP/dJK1gt8rQ/vUlPQG5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sn6rc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NOMMcA&#10;AADdAAAADwAAAGRycy9kb3ducmV2LnhtbESPT2vCQBTE74V+h+UVeqsbLajErNJ/AdFcavWQ2yP7&#10;TEKzb0N21eindwXB4zAzv2GSRW8acaTO1ZYVDAcRCOLC6ppLBdu/9G0KwnlkjY1lUnAmB4v581OC&#10;sbYn/qXjxpciQNjFqKDyvo2ldEVFBt3AtsTB29vOoA+yK6Xu8BTgppGjKBpLgzWHhQpb+qqo+N8c&#10;jIIszdpszT/T/Pvw+Z4vL7sJr1KlXl/6jxkIT71/hO/tpVYwGY2HcHsTn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jTjD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k1BMcA&#10;AADdAAAADwAAAGRycy9kb3ducmV2LnhtbESPQWvCQBSE70L/w/IKvemmOaQaXaUI0hZqQS3U4zP7&#10;TEKzb+PuGtN/7xYEj8PMfMPMFr1pREfO15YVPI8SEMSF1TWXCr53q+EYhA/IGhvLpOCPPCzmD4MZ&#10;5tpeeEPdNpQiQtjnqKAKoc2l9EVFBv3ItsTRO1pnMETpSqkdXiLcNDJNkkwarDkuVNjSsqLid3s2&#10;Cr5O2fmz+9m/HVy/ak/Nx3KtJ7VST4/96xREoD7cw7f2u1bwkmYp/L+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5NQT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f+K8YA&#10;AADdAAAADwAAAGRycy9kb3ducmV2LnhtbESP0WrCQBRE3wv+w3ILvtVNI2pJXUUKaYsUxOgHXLLX&#10;bDB7N2Q3Me3Xu4VCH4eZOcOst6NtxECdrx0reJ4lIIhLp2uuFJxP+dMLCB+QNTaOScE3edhuJg9r&#10;zLS78ZGGIlQiQthnqMCE0GZS+tKQRT9zLXH0Lq6zGKLsKqk7vEW4bWSaJEtpsea4YLClN0Plteit&#10;Ak5kfvgqGy3ff86r/Ycp9ou+UGr6OO5eQQQaw3/4r/2pFazS5Rx+38QnID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f+K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dJ8cA&#10;AADdAAAADwAAAGRycy9kb3ducmV2LnhtbESPW2vCQBSE3wv+h+UIfasbrVqNruIVrG9NCyVvh+zJ&#10;BbNnQ3arqb++Wyj0cZiZb5jlujO1uFLrKssKhoMIBHFmdcWFgo/349MMhPPIGmvLpOCbHKxXvYcl&#10;xtre+I2uiS9EgLCLUUHpfRNL6bKSDLqBbYiDl9vWoA+yLaRu8RbgppajKJpKgxWHhRIb2pWUXZIv&#10;oyDJ01Rv+TB+nU3c7nx+vs8/j3ulHvvdZgHCU+f/w3/tk1bwMpqO4fdNeA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13Sf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HxYcYA&#10;AADdAAAADwAAAGRycy9kb3ducmV2LnhtbESPQWvCQBSE7wX/w/IEb82mkVqJriKi4KGHavMDHtln&#10;Njb7NmY3Mf333UKhx2FmvmHW29E2YqDO144VvCQpCOLS6ZorBcXn8XkJwgdkjY1jUvBNHrabydMa&#10;c+0efKbhEioRIexzVGBCaHMpfWnIok9cSxy9q+sshii7SuoOHxFuG5ml6UJarDkuGGxpb6j8uvRW&#10;QVbsbvvrx/z9dp+nfLBmPPRno9RsOu5WIAKN4T/81z5pBW/Z4hV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HxYc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AxZcgA&#10;AADdAAAADwAAAGRycy9kb3ducmV2LnhtbESPT2vCQBTE74V+h+UJvdWNoaaaukoVCl4K9c9Bb8/s&#10;axLMvo27W0399K5Q6HGYmd8wk1lnGnEm52vLCgb9BARxYXXNpYLt5uN5BMIHZI2NZVLwSx5m08eH&#10;CebaXnhF53UoRYSwz1FBFUKbS+mLigz6vm2Jo/dtncEQpSuldniJcNPINEkyabDmuFBhS4uKiuP6&#10;xyiYj0fz09cLf15Xhz3td4fjMHWJUk+97v0NRKAu/If/2kut4DXNMri/i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8DFlyAAAAN0AAAAPAAAAAAAAAAAAAAAAAJgCAABk&#10;cnMvZG93bnJldi54bWxQSwUGAAAAAAQABAD1AAAAjQ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4PfMUA&#10;AADdAAAADwAAAGRycy9kb3ducmV2LnhtbESPQYvCMBSE74L/ITzBi2haWapUo4gouHsRXQWPj+bZ&#10;FpuX0sRa//1mYWGPw8x8wyzXnalES40rLSuIJxEI4szqknMFl+/9eA7CeWSNlWVS8CYH61W/t8RU&#10;2xefqD37XAQIuxQVFN7XqZQuK8igm9iaOHh32xj0QTa51A2+AtxUchpFiTRYclgosKZtQdnj/DQK&#10;vmTWjj4/KD7m7e2xO86vJjnFSg0H3WYBwlPn/8N/7YNWMJsmM/h9E5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/g98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jiZ8MA&#10;AADdAAAADwAAAGRycy9kb3ducmV2LnhtbERP22rCQBB9F/oPyxT6phsDWk1dRUoLFgrFywcMu9Mk&#10;mJ0N2dFEv959KPTxcO6rzeAbdaUu1oENTCcZKGIbXM2lgdPxc7wAFQXZYROYDNwowmb9NFph4ULP&#10;e7oepFQphGOBBiqRttA62oo8xkloiRP3GzqPkmBXatdhn8J9o/Msm2uPNaeGClt6r8ieDxdvIL9Y&#10;sX75df/+OMns59j22WyxNebledi+gRIa5F/85945A6/5PM1Nb9IT0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4jiZ8MAAADd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q4W8cA&#10;AADdAAAADwAAAGRycy9kb3ducmV2LnhtbESPQWsCMRSE7wX/Q3iCt5rtFqzdGqWUViysitaLt0fy&#10;3CzdvCybqOu/bwqFHoeZ+YaZLXrXiAt1ofas4GGcgSDW3tRcKTh8fdxPQYSIbLDxTApuFGAxH9zN&#10;sDD+yju67GMlEoRDgQpsjG0hZdCWHIaxb4mTd/Kdw5hkV0nT4TXBXSPzLJtIhzWnBYstvVnS3/uz&#10;U6CXj+X7Z3m0+pxv11W92ZZud1JqNOxfX0BE6uN/+K+9Mgqe8skz/L5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auFv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lRS8IA&#10;AADdAAAADwAAAGRycy9kb3ducmV2LnhtbERPTWuDQBC9F/oflinkVlc9JMFmI0UotJdAjKU9Du5U&#10;RXdW3K2a/PrsodDj430f8tUMYqbJdZYVJFEMgri2uuNGQXV5e96DcB5Z42CZFFzJQX58fDhgpu3C&#10;Z5pL34gQwi5DBa33Yyalq1sy6CI7Egfux04GfYBTI/WESwg3g0zjeCsNdhwaWhypaKnuy1+jYDS3&#10;z+r74zTHyRemeil46bes1OZpfX0B4Wn1/+I/97tWsEt3YX94E56AP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6VFLwgAAAN0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0+3sYA&#10;AADdAAAADwAAAGRycy9kb3ducmV2LnhtbESPQWvCQBSE7wX/w/IKvdWNUhpNXUWEFE+BGiH29si+&#10;JsHs25DdaNpf3xUEj8PMfMOsNqNpxYV611hWMJtGIIhLqxuuFBzz9HUBwnlkja1lUvBLDjbrydMK&#10;E22v/EWXg69EgLBLUEHtfZdI6cqaDLqp7YiD92N7gz7IvpK6x2uAm1bOo+hdGmw4LNTY0a6m8nwY&#10;jIK303KbF/T9dy4+bSH3eWazdFDq5XncfoDwNPpH+N7eawXxPJ7B7U14AnL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0+3s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jkfsYA&#10;AADdAAAADwAAAGRycy9kb3ducmV2LnhtbESPQWvCQBSE74L/YXlCb7oxQpTUVYqloBSEWsHrM/ua&#10;pMm+jbtbjf++KxR6HGbmG2a57k0rruR8bVnBdJKAIC6srrlUcPx8Gy9A+ICssbVMCu7kYb0aDpaY&#10;a3vjD7oeQikihH2OCqoQulxKX1Rk0E9sRxy9L+sMhihdKbXDW4SbVqZJkkmDNceFCjvaVFQ0hx+j&#10;4DJ7bfbufPo+v+8W96wpLqncZUo9jfqXZxCB+vAf/mtvtYJ5Ok/h8SY+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jjkf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4EI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n7af4X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XgQg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h6Z8YA&#10;AADdAAAADwAAAGRycy9kb3ducmV2LnhtbESPUWvCMBSF3wf7D+EKexmaroyp1ShjbLCxQpn6A67N&#10;tS0mNyXJtP57MxD2eDjnfIezXA/WiBP50DlW8DTJQBDXTnfcKNhtP8YzECEiazSOScGFAqxX93dL&#10;LLQ78w+dNrERCcKhQAVtjH0hZahbshgmridO3sF5izFJ30jt8Zzg1sg8y16kxY7TQos9vbVUHze/&#10;VsF7vvfVHr9NnW0bU35V5eO8KpV6GA2vCxCRhvgfvrU/tYJpPn2G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h6Z8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kI1scA&#10;AADdAAAADwAAAGRycy9kb3ducmV2LnhtbESPW2sCMRSE34X+h3AKfdOslnrZGkWFBUGo9fLg4+nm&#10;uFncnKybqNt/3xQKfRxm5htmOm9tJe7U+NKxgn4vAUGcO11yoeB4yLpjED4ga6wck4Jv8jCfPXWm&#10;mGr34B3d96EQEcI+RQUmhDqV0ueGLPqeq4mjd3aNxRBlU0jd4CPCbSUHSTKUFkuOCwZrWhnKL/ub&#10;VWAlnr6KYZZ/LF43282kXH5eM6PUy3O7eAcRqA3/4b/2WisYDUZv8PsmP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5CNb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86A83" w:rsidRPr="00C623C0" w:rsidRDefault="00086A83" w:rsidP="00086A83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086A83" w:rsidRPr="00C623C0" w:rsidRDefault="00086A83" w:rsidP="00086A83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086A83" w:rsidRPr="00C623C0" w:rsidRDefault="00086A83" w:rsidP="00086A8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AB1CF3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0y1sUA&#10;AADdAAAADwAAAGRycy9kb3ducmV2LnhtbESPzWrDMBCE74G8g9hCb4lcBeLgRAkloaXQU/NHjou1&#10;sU2tlZFUx337qhDIcZiZb5jVZrCt6MmHxrGGl2kGgrh0puFKw/HwNlmACBHZYOuYNPxSgM16PFph&#10;YdyNv6jfx0okCIcCNdQxdoWUoazJYpi6jjh5V+ctxiR9JY3HW4LbVqosm0uLDaeFGjva1lR+73+s&#10;hs9ezc+X9509zCqV+3J22qmm1fr5aXhdgog0xEf43v4wGnKV5/D/Jj0B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TLW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bxl8MA&#10;AADdAAAADwAAAGRycy9kb3ducmV2LnhtbERPTWvCQBC9F/wPyxR6KWaTHIxEVymCUCsIJoVeh+yY&#10;RLOzIbuN6b/vHgSPj/e93k6mEyMNrrWsIIliEMSV1S3XCr7L/XwJwnlkjZ1lUvBHDrab2csac23v&#10;fKax8LUIIexyVNB43+dSuqohgy6yPXHgLnYw6AMcaqkHvIdw08k0jhfSYMuhocGedg1Vt+LXKJBl&#10;cfCHrDXvydfPaUrsdXesrkq9vU4fKxCeJv8UP9yfWkGWZmFueBOegN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0bxl8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d+RMgA&#10;AADdAAAADwAAAGRycy9kb3ducmV2LnhtbESPT2sCMRTE7wW/Q3hCL0WzSlt1axRbsIiHgv/uz83r&#10;7urmZU1SXfvpG6HgcZiZ3zDjaWMqcSbnS8sKet0EBHFmdcm5gu1m3hmC8AFZY2WZFFzJw3TSehhj&#10;qu2FV3Reh1xECPsUFRQh1KmUPivIoO/amjh639YZDFG6XGqHlwg3lewnyas0WHJcKLCmj4Ky4/rH&#10;KJgv6Dja1afP51/3kg8P+6/l++ZJqcd2M3sDEagJ9/B/e6EVDPqDEdzexCcgJ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QB35E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A0cEA&#10;AADdAAAADwAAAGRycy9kb3ducmV2LnhtbERPy4rCMBTdC/5DuAOz01RhtFRTGRSHAVc+cLZ3mtuH&#10;Njelibb+vVkILg/nvVz1phZ3al1lWcFkHIEgzqyuuFBwOm5HMQjnkTXWlknBgxys0uFgiYm2He/p&#10;fvCFCCHsElRQet8kUrqsJINubBviwOW2NegDbAupW+xCuKnlNIpm0mDFoaHEhtYlZdfDzSiIdl/1&#10;f37mPv7b/GTXS7flrpoo9fnRfy9AeOr9W/xy/2oF82kc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5wNH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QCZckA&#10;AADdAAAADwAAAGRycy9kb3ducmV2LnhtbESPW2sCMRSE3wv9D+EUfCmaVbysW6O0gkX6UPD2ftyc&#10;7m7dnGyTVLf99UYo9HGYmW+Y2aI1tTiT85VlBf1eAoI4t7riQsF+t+qmIHxA1lhbJgU/5GExv7+b&#10;YabthTd03oZCRAj7DBWUITSZlD4vyaDv2YY4eh/WGQxRukJqh5cIN7UcJMlYGqw4LpTY0LKk/LT9&#10;NgpWazpND83X6/DXjYr08/j+9rJ7VKrz0D4/gQjUhv/wX3utFUwGaR9ub+ITk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6QCZc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f7PcQA&#10;AADdAAAADwAAAGRycy9kb3ducmV2LnhtbESPT4vCMBTE7wt+h/AEb5paUEs1iiguC578g16fzbOt&#10;Ni+lydrutzcLC3scZuY3zGLVmUq8qHGlZQXjUQSCOLO65FzB+bQbJiCcR9ZYWSYFP+Rgtex9LDDV&#10;tuUDvY4+FwHCLkUFhfd1KqXLCjLoRrYmDt7dNgZ9kE0udYNtgJtKxlE0lQZLDgsF1rQpKHsev42C&#10;aD+pbvcLd8l1+5k9H+2O23Ks1KDfrecgPHX+P/zX/tIKZnESw++b8ATk8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n+z3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7/LsYA&#10;AADdAAAADwAAAGRycy9kb3ducmV2LnhtbESPQWvCQBSE74X+h+UVvNVNE7BpdJWSKvSqTQ+9PbPP&#10;JCT7NmS3MfbXu0LB4zAz3zCrzWQ6MdLgGssKXuYRCOLS6oYrBcXX7jkF4Tyyxs4yKbiQg8368WGF&#10;mbZn3tN48JUIEHYZKqi97zMpXVmTQTe3PXHwTnYw6IMcKqkHPAe46WQcRQtpsOGwUGNPeU1le/g1&#10;Cr4/2jZ54yj5+xnz1OXHoohPW6VmT9P7EoSnyd/D/+1PreA1ThO4vQlPQK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7/L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tg98gA&#10;AADdAAAADwAAAGRycy9kb3ducmV2LnhtbESPQWvCQBSE74X+h+UJvYjZKGIluoqUFlqwB61ovD2y&#10;zyQ0+zbNbmP017sFocdhZr5h5svOVKKlxpWWFQyjGARxZnXJuYLd19tgCsJ5ZI2VZVJwIQfLxePD&#10;HBNtz7yhdutzESDsElRQeF8nUrqsIIMusjVx8E62MeiDbHKpGzwHuKnkKI4n0mDJYaHAml4Kyr63&#10;v0bBmNp0tb4eP/fpz6u3p/7hww0PSj31utUMhKfO/4fv7Xet4Hk0HcPfm/AE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S2D3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vCwcYA&#10;AADdAAAADwAAAGRycy9kb3ducmV2LnhtbESPQWvCQBSE7wX/w/IK3uqmEds0dRWJCl5r00Nvr9ln&#10;EpJ9G7JrjP56t1DocZiZb5jlejStGKh3tWUFz7MIBHFhdc2lgvxz/5SAcB5ZY2uZFFzJwXo1eVhi&#10;qu2FP2g4+lIECLsUFVTed6mUrqjIoJvZjjh4J9sb9EH2pdQ9XgLctDKOohdpsOawUGFHWUVFczwb&#10;BV/bppm/cTS/fQ9Z4rKfPI9PO6Wmj+PmHYSn0f+H/9oHreA1Thbw+yY8Abm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vCw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bG8gA&#10;AADdAAAADwAAAGRycy9kb3ducmV2LnhtbESPQWvCQBSE7wX/w/IKvZRmo4hK6ioiChXaQ7VovD2y&#10;zySYfRuza0z7691CocdhZr5hpvPOVKKlxpWWFfSjGARxZnXJuYKv3fplAsJ5ZI2VZVLwTQ7ms97D&#10;FBNtb/xJ7dbnIkDYJaig8L5OpHRZQQZdZGvi4J1sY9AH2eRSN3gLcFPJQRyPpMGSw0KBNS0Lys7b&#10;q1EwpDZdvP8cP/bpZeXt6fmwcf2DUk+P3eIVhKfO/4f/2m9awXgwGcHvm/AE5O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1Vsb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OBNsgA&#10;AADdAAAADwAAAGRycy9kb3ducmV2LnhtbESPQUvDQBSE7wX/w/IEb+3GWkyJ2RSpqAWh0Fjq9ZF9&#10;ZmOzb2N220R/vSsIHoeZ+YbJV6NtxZl63zhWcD1LQBBXTjdcK9i/Pk6XIHxA1tg6JgVf5GFVXExy&#10;zLQbeEfnMtQiQthnqMCE0GVS+sqQRT9zHXH03l1vMUTZ11L3OES4beU8SW6lxYbjgsGO1oaqY3my&#10;Ct4WN1tnnkt3Gh6evo+7z/TjsH5R6upyvL8DEWgM/+G/9kYrSOfLFH7fxCcg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U4E2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422cIA&#10;AADdAAAADwAAAGRycy9kb3ducmV2LnhtbERPz2vCMBS+C/sfwht403SKrlSjzDFF5sluuz+aZ1ts&#10;XmoTa/zvzWHg8eP7vVwH04ieOldbVvA2TkAQF1bXXCr4/dmOUhDOI2tsLJOCOzlYr14GS8y0vfGR&#10;+tyXIoawy1BB5X2bSemKigy6sW2JI3eynUEfYVdK3eEthptGTpJkLg3WHBsqbOmzouKcX42C6ffs&#10;stOb8qtv0p077E/bUIc/pYav4WMBwlPwT/G/e68VvE/SODe+iU9Ar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jjbZwgAAAN0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QpHsQA&#10;AADdAAAADwAAAGRycy9kb3ducmV2LnhtbESPQYvCMBSE78L+h/CEvWmqB7VdU5GVBUE8rHrY46N5&#10;NqXNS2lirf/eCMIeh5n5hllvBtuInjpfOVYwmyYgiAunKy4VXM4/kxUIH5A1No5JwYM8bPKP0Roz&#10;7e78S/0plCJC2GeowITQZlL6wpBFP3UtcfSurrMYouxKqTu8R7ht5DxJFtJixXHBYEvfhor6dLMK&#10;/tJjOhvMLjn0y+0+FIxY9wulPsfD9gtEoCH8h9/tvVawnK9SeL2JT0Dm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EKR7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jc/8MA&#10;AADdAAAADwAAAGRycy9kb3ducmV2LnhtbERPy4rCMBTdC/5DuII7Te2Aj2oUERzczMLHPJaX5tpW&#10;m5vaRO349WYhuDyc92zRmFLcqHaFZQWDfgSCOLW64EzBYb/ujUE4j6yxtEwK/snBYt5uzTDR9s5b&#10;uu18JkIIuwQV5N5XiZQuzcmg69uKOHBHWxv0AdaZ1DXeQ7gpZRxFQ2mw4NCQY0WrnNLz7moU/A6+&#10;HpPqo/mO//xlc4o/L+n6Z6hUt9MspyA8Nf4tfrk3WsEonoT94U14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jc/8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vEcMA&#10;AADdAAAADwAAAGRycy9kb3ducmV2LnhtbESPUWvCMBSF3wf+h3AHvs1UEd06oxRFUPZktx9wae7a&#10;uuYmJNHWf28EYY+Hc853OKvNYDpxJR9aywqmkwwEcWV1y7WCn+/92zuIEJE1dpZJwY0CbNajlxXm&#10;2vZ8omsZa5EgHHJU0MTocilD1ZDBMLGOOHm/1huMSfpaao99gptOzrJsIQ22nBYadLRtqPorL0YB&#10;erfcuVL2p8X5Cw/nY0FzWyg1fh2KTxCRhvgffrYPWsFy9jG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FAvE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gYMcA&#10;AADdAAAADwAAAGRycy9kb3ducmV2LnhtbESPT2vCQBTE70K/w/IKvenGCFWjq7S1Aam5+O/g7ZF9&#10;JqHZtyG7auqn7wqFHoeZ+Q0zX3amFldqXWVZwXAQgSDOra64UHDYp/0JCOeRNdaWScEPOVgunnpz&#10;TLS98ZauO1+IAGGXoILS+yaR0uUlGXQD2xAH72xbgz7ItpC6xVuAm1rGUfQqDVYcFkps6KOk/Ht3&#10;MQqyNGuyDX9OTqvL++i0vh/H/JUq9fLcvc1AeOr8f/ivvdYKxvE0hseb8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koGD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DguMcA&#10;AADdAAAADwAAAGRycy9kb3ducmV2LnhtbESPW2sCMRSE34X+h3AKfdNsLXhZjSKC2EIreAF9PN2c&#10;7i7dnKxJXLf/vhEEH4eZ+YaZzltTiYacLy0reO0lIIgzq0vOFRz2q+4IhA/IGivLpOCPPMxnT50p&#10;ptpeeUvNLuQiQtinqKAIoU6l9FlBBn3P1sTR+7HOYIjS5VI7vEa4qWQ/SQbSYMlxocCalgVlv7uL&#10;UbA5Dy6fzfG0/nbtqj5XH8svPS6VenluFxMQgdrwCN/b71rBsD9+g9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+g4Lj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sWeMUA&#10;AADdAAAADwAAAGRycy9kb3ducmV2LnhtbESP3WrCQBSE7wt9h+UUvNNNxTYaXaUI/iBCafQBDtlj&#10;Npg9G7Krxj69WxB6OczMN8xs0dlaXKn1lWMF74MEBHHhdMWlguNh1R+D8AFZY+2YFNzJw2L++jLD&#10;TLsb/9A1D6WIEPYZKjAhNJmUvjBk0Q9cQxy9k2sthijbUuoWbxFuazlMkk9pseK4YLChpaHinF+s&#10;Ak7k6ntf1Fquf4/pbmPy3cclV6r31n1NQQTqwn/42d5qBelwMoK/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GxZ4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Im8gA&#10;AADdAAAADwAAAGRycy9kb3ducmV2LnhtbESPT2vCQBTE7wW/w/KE3urGtP6LbsTaCuqtsVC8PbLP&#10;JJh9G7JbTf303YLQ4zAzv2EWy87U4kKtqywrGA4iEMS51RUXCj4Pm6cpCOeRNdaWScEPOVimvYcF&#10;Jtpe+YMumS9EgLBLUEHpfZNI6fKSDLqBbYiDd7KtQR9kW0jd4jXATS3jKBpLgxWHhRIbWpeUn7Nv&#10;oyA7HY/6ld9fdtORW+/3z7fZ1+ZNqcd+t5qD8NT5//C9vdUKJvFsBH9vwhOQ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bAib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YfMcYA&#10;AADdAAAADwAAAGRycy9kb3ducmV2LnhtbESPQWvCQBSE7wX/w/IEb82mEWyNriKi4KGHavMDHtln&#10;Njb7NmY3Mf333UKhx2FmvmHW29E2YqDO144VvCQpCOLS6ZorBcXn8fkNhA/IGhvHpOCbPGw3k6c1&#10;5to9+EzDJVQiQtjnqMCE0OZS+tKQRZ+4ljh6V9dZDFF2ldQdPiLcNjJL04W0WHNcMNjS3lD5demt&#10;gqzY3fbXj/n77T5P+WDNeOjPRqnZdNytQAQaw3/4r33SCl6z5QJ+38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hYfMc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nk2ccA&#10;AADdAAAADwAAAGRycy9kb3ducmV2LnhtbESPT2sCMRTE74LfIbxCb5rtUv+tRlGh4KWgtod6e26e&#10;u4ublzVJdeunN4VCj8PM/IaZLVpTiys5X1lW8NJPQBDnVldcKPj8eOuNQfiArLG2TAp+yMNi3u3M&#10;MNP2xju67kMhIoR9hgrKEJpMSp+XZND3bUMcvZN1BkOUrpDa4S3CTS3TJBlKgxXHhRIbWpeUn/ff&#10;RsFqMl5dtq/8ft8dD3T4Op4HqUuUen5ql1MQgdrwH/5rb7SCUToZwe+b+ATk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p5Nn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TrKcIA&#10;AADdAAAADwAAAGRycy9kb3ducmV2LnhtbERPy4rCMBTdD/gP4QpuBk0r4qMaRYYRdDbiC1xemmtb&#10;bG5KE2v9e7MYcHk478WqNaVoqHaFZQXxIAJBnFpdcKbgfNr0pyCcR9ZYWiYFL3KwWna+Fpho++QD&#10;NUefiRDCLkEFufdVIqVLczLoBrYiDtzN1gZ9gHUmdY3PEG5KOYyisTRYcGjIsaKfnNL78WEU/Mm0&#10;+d6NKN5nzfX+u59ezPgQK9Xrtus5CE+t/4j/3VutYDKchbnhTXgCcvk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tOspwgAAAN0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E328YA&#10;AADdAAAADwAAAGRycy9kb3ducmV2LnhtbESP3UrDQBSE74W+w3IK3tlNA9UmdltKqaAgSH8e4LB7&#10;TEKzZ0P2tIk+vSsIXg4z8w2z2oy+VTfqYxPYwHyWgSK2wTVcGTifXh6WoKIgO2wDk4EvirBZT+5W&#10;WLow8IFuR6lUgnAs0UAt0pVaR1uTxzgLHXHyPkPvUZLsK+16HBLctzrPskftseG0UGNHu5rs5Xj1&#10;BvKrFeuLt+/3/VkWH6duyBbLrTH303H7DEpolP/wX/vVGXjKiwJ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E32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77+8QA&#10;AADdAAAADwAAAGRycy9kb3ducmV2LnhtbERPz2vCMBS+C/sfwhvspukUNqmmMoYOhU7R7eLtkbw2&#10;Zc1LaaJ2//1yGHj8+H4vV4NrxZX60HhW8DzJQBBrbxquFXx/bcZzECEiG2w9k4JfCrAqHkZLzI2/&#10;8ZGup1iLFMIhRwU2xi6XMmhLDsPEd8SJq3zvMCbY19L0eEvhrpXTLHuRDhtODRY7erekf04Xp0B/&#10;zMr1rjxbfZkePutmfyjdsVLq6XF4W4CINMS7+N+9NQpeZ1nan96kJ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ae+/v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IMMQA&#10;AADdAAAADwAAAGRycy9kb3ducmV2LnhtbESPQWvCQBSE7wX/w/KE3upuLFiJriKCoJdCbUSPj+wz&#10;CWbfhuyapP56t1DocZiZb5jlerC16Kj1lWMNyUSBIM6dqbjQkH3v3uYgfEA2WDsmDT/kYb0avSwx&#10;Na7nL+qOoRARwj5FDWUITSqlz0uy6CeuIY7e1bUWQ5RtIU2LfYTbWk6VmkmLFceFEhvalpTfjner&#10;obGPU3Y5fHYqOePU9FvubzPW+nU8bBYgAg3hP/zX3hsNH+8qgd838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CiDD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jcScUA&#10;AADdAAAADwAAAGRycy9kb3ducmV2LnhtbESPQYvCMBSE78L+h/AWvGm6ruhajSILiidBu1C9PZq3&#10;bbF5KU3U6q83guBxmJlvmNmiNZW4UONKywq++hEI4szqknMFf8mq9wPCeWSNlWVScCMHi/lHZ4ax&#10;tlfe0WXvcxEg7GJUUHhfx1K6rCCDrm9r4uD928agD7LJpW7wGuCmkoMoGkmDJYeFAmv6LSg77c9G&#10;wfAwWSYpHe+ndG1TuUm2drs6K9X9bJdTEJ5a/w6/2hutYPwdDeD5Jjw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6NxJ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M9BcYA&#10;AADdAAAADwAAAGRycy9kb3ducmV2LnhtbESPQWvCQBSE7wX/w/IEb3WjgSipqxRLQSkUtILXZ/Y1&#10;SZN9G3e3Gv99VxB6HGbmG2ax6k0rLuR8bVnBZJyAIC6srrlUcPh6f56D8AFZY2uZFNzIw2o5eFpg&#10;ru2Vd3TZh1JECPscFVQhdLmUvqjIoB/bjjh639YZDFG6UmqH1wg3rZwmSSYN1hwXKuxoXVHR7H+N&#10;gnP61ny60/Hn9LGd37KmOE/lNlNqNOxfX0AE6sN/+NHeaAWzNEnh/iY+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5M9Bc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DgtMgA&#10;AADdAAAADwAAAGRycy9kb3ducmV2LnhtbESPT2sCMRTE74V+h/AKvdWk1qrdGqUKBS+F+uegt+fm&#10;dXdx87JNoq5++kYoeBxm5jfMaNLaWhzJh8qxhueOAkGcO1NxoWG9+nwagggR2WDtmDScKcBkfH83&#10;wsy4Ey/ouIyFSBAOGWooY2wyKUNeksXQcQ1x8n6ctxiT9IU0Hk8JbmvZVaovLVacFkpsaFZSvl8e&#10;rIbp23D6+93jr8tit6XtZrd/7Xql9eND+/EOIlIbb+H/9txoGLyoHlzfpCcgx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UOC0yAAAAN0AAAAPAAAAAAAAAAAAAAAAAJgCAABk&#10;cnMvZG93bnJldi54bWxQSwUGAAAAAAQABAD1AAAAjQ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OjHMYA&#10;AADdAAAADwAAAGRycy9kb3ducmV2LnhtbESP3WoCMRSE7wXfIRzBG6lJLf3bGqWUFiwuLNU+wHFz&#10;urs0OVmSqNu3N4VCL4eZ+YZZrgdnxYlC7DxruJ4rEMS1Nx03Gj73b1cPIGJCNmg9k4YfirBejUdL&#10;LIw/8weddqkRGcKxQA1tSn0hZaxbchjnvifO3pcPDlOWoZEm4DnDnZULpe6kw47zQos9vbRUf++O&#10;TsPr4hCqA25trfaNLd+rcvZYlVpPJ8PzE4hEQ/oP/7U3RsP9jbqF3zf5Cc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OjH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zqQcYA&#10;AADdAAAADwAAAGRycy9kb3ducmV2LnhtbESPQWvCQBSE70L/w/KE3upGhdhGV7GFQEGwNu2hx2f2&#10;mQ1m38bsVuO/7woFj8PMfMMsVr1txJk6XztWMB4lIIhLp2uuFHx/5U/PIHxA1tg4JgVX8rBaPgwW&#10;mGl34U86F6ESEcI+QwUmhDaT0peGLPqRa4mjd3CdxRBlV0nd4SXCbSMnSZJKizXHBYMtvRkqj8Wv&#10;VWAl/uyrNC+36+nmY/NSv+5OuVHqcdiv5yAC9eEe/m+/awWzaZLC7U1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zqQc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086A83" w:rsidRPr="00C623C0" w:rsidRDefault="00086A83" w:rsidP="00086A83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086A83" w:rsidRPr="00C623C0" w:rsidRDefault="00086A83" w:rsidP="00086A8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21.02. 2020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>Таращуку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eastAsia="en-US"/>
        </w:rPr>
        <w:t xml:space="preserve"> І.І.</w:t>
      </w: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Таращука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І.І.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Таращуку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Іллі Ігоровичу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EF21DD" w:rsidRPr="00EF21DD">
        <w:rPr>
          <w:rFonts w:ascii="Times New Roman" w:hAnsi="Times New Roman" w:cs="Times New Roman"/>
          <w:lang w:val="ru-RU"/>
        </w:rPr>
        <w:t>______________________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2,0000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території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Крупецької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Таращуку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І.І.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086A83" w:rsidRPr="00062C82" w:rsidRDefault="00086A83" w:rsidP="00086A83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6A83" w:rsidRPr="00062C82" w:rsidRDefault="00086A83" w:rsidP="00086A83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86A83" w:rsidRPr="00C623C0" w:rsidRDefault="00086A83" w:rsidP="00086A8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D7296F" w:rsidRPr="00086A83" w:rsidRDefault="00086A83" w:rsidP="00086A8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en-US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sectPr w:rsidR="00D7296F" w:rsidRPr="00086A83" w:rsidSect="00D729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86A83"/>
    <w:rsid w:val="00086A83"/>
    <w:rsid w:val="00171A2E"/>
    <w:rsid w:val="00304C90"/>
    <w:rsid w:val="00505B6D"/>
    <w:rsid w:val="006D3977"/>
    <w:rsid w:val="007D6C18"/>
    <w:rsid w:val="00AB1CF3"/>
    <w:rsid w:val="00D1641A"/>
    <w:rsid w:val="00D7296F"/>
    <w:rsid w:val="00EF2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8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231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2020-02-13T11:46:00Z</dcterms:created>
  <dcterms:modified xsi:type="dcterms:W3CDTF">2020-02-13T12:54:00Z</dcterms:modified>
</cp:coreProperties>
</file>