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F4A" w:rsidRPr="00EA743B" w:rsidRDefault="00442F4A" w:rsidP="00442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 w:rsidRPr="00EA743B">
        <w:rPr>
          <w:rFonts w:ascii="Times New Roman" w:eastAsia="SimSun" w:hAnsi="Times New Roman"/>
          <w:sz w:val="24"/>
          <w:szCs w:val="24"/>
          <w:lang w:val="ru-RU" w:eastAsia="zh-CN"/>
        </w:rPr>
        <w:tab/>
      </w:r>
      <w:r w:rsidRPr="00EA743B">
        <w:rPr>
          <w:rFonts w:ascii="Times New Roman" w:eastAsia="SimSun" w:hAnsi="Times New Roman"/>
          <w:sz w:val="24"/>
          <w:szCs w:val="24"/>
          <w:lang w:val="ru-RU" w:eastAsia="zh-CN"/>
        </w:rPr>
        <w:tab/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F4A" w:rsidRDefault="00442F4A" w:rsidP="00442F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112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CwhSjeCXkAAP9YBAAOAAAAAAAAAAAAAAAAAC4CAABkcnMvZTJvRG9j&#10;LnhtbFBLAQItABQABgAIAAAAIQCyHUyb4AAAAAoBAAAPAAAAAAAAAAAAAAAAAGN7AABkcnMvZG93&#10;bnJldi54bWxQSwUGAAAAAAQABADzAAAAc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2F4A" w:rsidRDefault="00442F4A" w:rsidP="00442F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EA743B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442F4A" w:rsidRPr="00EA743B" w:rsidRDefault="00442F4A" w:rsidP="00442F4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____  сесії сільської ради  </w:t>
      </w:r>
      <w:r w:rsidRPr="00EA743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42F4A" w:rsidRPr="00EA743B" w:rsidRDefault="00442F4A" w:rsidP="00442F4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42F4A" w:rsidRPr="00EA743B" w:rsidRDefault="00442F4A" w:rsidP="00442F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 __.11.2020 року                                            Крупець                                                 №__</w:t>
      </w:r>
    </w:p>
    <w:p w:rsidR="00442F4A" w:rsidRPr="00EA743B" w:rsidRDefault="00442F4A" w:rsidP="00442F4A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442F4A" w:rsidRPr="00EA743B" w:rsidRDefault="00442F4A" w:rsidP="00442F4A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743B">
        <w:rPr>
          <w:rFonts w:ascii="Times New Roman" w:hAnsi="Times New Roman"/>
          <w:b/>
          <w:sz w:val="24"/>
          <w:szCs w:val="24"/>
        </w:rPr>
        <w:t>Про затвердження технічної документації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743B">
        <w:rPr>
          <w:rFonts w:ascii="Times New Roman" w:hAnsi="Times New Roman"/>
          <w:b/>
          <w:sz w:val="24"/>
          <w:szCs w:val="24"/>
        </w:rPr>
        <w:t xml:space="preserve">із землеустрою щодо встановлення 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743B">
        <w:rPr>
          <w:rFonts w:ascii="Times New Roman" w:hAnsi="Times New Roman"/>
          <w:b/>
          <w:sz w:val="24"/>
          <w:szCs w:val="24"/>
        </w:rPr>
        <w:t>(відновлення)  меж земельної ділянки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743B">
        <w:rPr>
          <w:rFonts w:ascii="Times New Roman" w:hAnsi="Times New Roman"/>
          <w:b/>
          <w:sz w:val="24"/>
          <w:szCs w:val="24"/>
        </w:rPr>
        <w:t xml:space="preserve">в натурі (на місцевості)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Войдило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В.Л.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eastAsia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EA743B"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 w:rsidRPr="00EA743B">
        <w:rPr>
          <w:rFonts w:ascii="Times New Roman" w:hAnsi="Times New Roman"/>
          <w:sz w:val="24"/>
          <w:szCs w:val="24"/>
        </w:rPr>
        <w:t>Войдила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В.Л., сільська  рада 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>ВИРІШИЛА: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 xml:space="preserve">      1. Затвердити </w:t>
      </w:r>
      <w:proofErr w:type="spellStart"/>
      <w:r w:rsidRPr="00EA743B">
        <w:rPr>
          <w:rFonts w:ascii="Times New Roman" w:hAnsi="Times New Roman"/>
          <w:sz w:val="24"/>
          <w:szCs w:val="24"/>
        </w:rPr>
        <w:t>Войдилу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Василю Лук’яновичу,  який зареєстрований за адресою: </w:t>
      </w:r>
      <w:r w:rsidR="00713265">
        <w:rPr>
          <w:rFonts w:ascii="Times New Roman" w:hAnsi="Times New Roman"/>
          <w:sz w:val="24"/>
          <w:szCs w:val="24"/>
          <w:lang w:val="en-US"/>
        </w:rPr>
        <w:t>_______________</w:t>
      </w:r>
      <w:r w:rsidRPr="00EA743B">
        <w:rPr>
          <w:rFonts w:ascii="Times New Roman" w:hAnsi="Times New Roman"/>
          <w:sz w:val="24"/>
          <w:szCs w:val="24"/>
        </w:rPr>
        <w:t xml:space="preserve">,  ідентифікаційний номер </w:t>
      </w:r>
      <w:r w:rsidR="00713265">
        <w:rPr>
          <w:rFonts w:ascii="Times New Roman" w:hAnsi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EA743B">
        <w:rPr>
          <w:rFonts w:ascii="Times New Roman" w:hAnsi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0,1316 га, (кадастровий номер: 6823986800:03:005:0114),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EA743B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 район, с. </w:t>
      </w:r>
      <w:proofErr w:type="spellStart"/>
      <w:r w:rsidRPr="00EA743B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EA743B">
        <w:rPr>
          <w:rFonts w:ascii="Times New Roman" w:hAnsi="Times New Roman"/>
          <w:sz w:val="24"/>
          <w:szCs w:val="24"/>
        </w:rPr>
        <w:t>, вул. Л.Українки, 48.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 xml:space="preserve">      2. </w:t>
      </w:r>
      <w:proofErr w:type="spellStart"/>
      <w:r w:rsidRPr="00EA743B">
        <w:rPr>
          <w:rFonts w:ascii="Times New Roman" w:hAnsi="Times New Roman"/>
          <w:sz w:val="24"/>
          <w:szCs w:val="24"/>
        </w:rPr>
        <w:t>Войдилу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В.Л., посвідчити своє право  в  установленому  законом  порядку.</w:t>
      </w:r>
    </w:p>
    <w:p w:rsidR="00442F4A" w:rsidRPr="00EA743B" w:rsidRDefault="00442F4A" w:rsidP="00442F4A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42F4A" w:rsidRDefault="00442F4A" w:rsidP="00442F4A">
      <w:pPr>
        <w:tabs>
          <w:tab w:val="left" w:pos="4424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42F4A" w:rsidRDefault="00442F4A" w:rsidP="00442F4A">
      <w:pPr>
        <w:tabs>
          <w:tab w:val="left" w:pos="4424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42F4A" w:rsidRDefault="00442F4A" w:rsidP="00442F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9F2CEC" w:rsidRDefault="009F2CEC"/>
    <w:sectPr w:rsidR="009F2CE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4A"/>
    <w:rsid w:val="00171A2E"/>
    <w:rsid w:val="00304C90"/>
    <w:rsid w:val="00442F4A"/>
    <w:rsid w:val="00505B6D"/>
    <w:rsid w:val="006D3977"/>
    <w:rsid w:val="00713265"/>
    <w:rsid w:val="007D6C18"/>
    <w:rsid w:val="009F2CE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4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4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2020-11-17T16:03:00Z</dcterms:created>
  <dcterms:modified xsi:type="dcterms:W3CDTF">2020-11-18T06:55:00Z</dcterms:modified>
</cp:coreProperties>
</file>