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332" w:rsidRPr="001F78AF" w:rsidRDefault="00725332" w:rsidP="007253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2867025</wp:posOffset>
                </wp:positionH>
                <wp:positionV relativeFrom="paragraph">
                  <wp:posOffset>75565</wp:posOffset>
                </wp:positionV>
                <wp:extent cx="418465" cy="612140"/>
                <wp:effectExtent l="0" t="0" r="635" b="0"/>
                <wp:wrapNone/>
                <wp:docPr id="4059" name="Группа 40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8465" cy="612140"/>
                          <a:chOff x="0" y="0"/>
                          <a:chExt cx="1142" cy="1718"/>
                        </a:xfrm>
                      </wpg:grpSpPr>
                      <wps:wsp>
                        <wps:cNvPr id="9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5332" w:rsidRDefault="00725332" w:rsidP="0072533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25332" w:rsidRDefault="00725332" w:rsidP="0072533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5332" w:rsidRDefault="00725332" w:rsidP="0072533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25332" w:rsidRDefault="00725332" w:rsidP="0072533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5332" w:rsidRDefault="00725332" w:rsidP="0072533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25332" w:rsidRDefault="00725332" w:rsidP="0072533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5332" w:rsidRDefault="00725332" w:rsidP="0072533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25332" w:rsidRDefault="00725332" w:rsidP="0072533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5332" w:rsidRDefault="00725332" w:rsidP="0072533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25332" w:rsidRDefault="00725332" w:rsidP="0072533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5332" w:rsidRDefault="00725332" w:rsidP="0072533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25332" w:rsidRDefault="00725332" w:rsidP="0072533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5332" w:rsidRDefault="00725332" w:rsidP="0072533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25332" w:rsidRDefault="00725332" w:rsidP="0072533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5332" w:rsidRDefault="00725332" w:rsidP="0072533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25332" w:rsidRDefault="00725332" w:rsidP="0072533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5332" w:rsidRDefault="00725332" w:rsidP="0072533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25332" w:rsidRDefault="00725332" w:rsidP="0072533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5332" w:rsidRDefault="00725332" w:rsidP="0072533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25332" w:rsidRDefault="00725332" w:rsidP="0072533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5332" w:rsidRDefault="00725332" w:rsidP="0072533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5332" w:rsidRDefault="00725332" w:rsidP="0072533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5332" w:rsidRDefault="00725332" w:rsidP="0072533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5332" w:rsidRDefault="00725332" w:rsidP="0072533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5332" w:rsidRDefault="00725332" w:rsidP="0072533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5332" w:rsidRDefault="00725332" w:rsidP="0072533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5332" w:rsidRDefault="00725332" w:rsidP="0072533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5332" w:rsidRDefault="00725332" w:rsidP="0072533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5332" w:rsidRDefault="00725332" w:rsidP="0072533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5332" w:rsidRDefault="00725332" w:rsidP="0072533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4059" o:spid="_x0000_s1026" style="position:absolute;margin-left:225.75pt;margin-top:5.95pt;width:32.95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CweMMA&#10;AADbAAAADwAAAGRycy9kb3ducmV2LnhtbESPQWvCQBSE74X+h+UJ3upGpW0aXUWKSg6CJK33R/aZ&#10;BLNvQ3Y18d93BaHHYWa+YZbrwTTiRp2rLSuYTiIQxIXVNZcKfn92bzEI55E1NpZJwZ0crFevL0tM&#10;tO05o1vuSxEg7BJUUHnfJlK6oiKDbmJb4uCdbWfQB9mVUnfYB7hp5CyKPqTBmsNChS19V1Rc8qtR&#10;YOf79HAqZ9l8y5+eN8f4fBoOSo1Hw2YBwtPg/8PPdqoVfL3D40v4AXL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kCweMMAAADb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25332" w:rsidRDefault="00725332" w:rsidP="00725332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T9S8YA&#10;AADbAAAADwAAAGRycy9kb3ducmV2LnhtbESPzWsCMRTE74X+D+EVvIhm28NWV6MUYft1EPwAr4/N&#10;c7Pt5mVJom7965tCweMwM79h5svetuJMPjSOFTyOMxDEldMN1wr2u3I0AREissbWMSn4oQDLxf3d&#10;HAvtLryh8zbWIkE4FKjAxNgVUobKkMUwdh1x8o7OW4xJ+lpqj5cEt618yrJcWmw4LRjsaGWo+t6e&#10;rIKvcm0Oq+frqx9ON3Qdlp9v7Ueu1OChf5mBiNTHW/i//a4VTHP4+5J+gF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fT9S8YAAADb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25332" w:rsidRDefault="00725332" w:rsidP="00725332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9mfaMIA&#10;AADbAAAADwAAAGRycy9kb3ducmV2LnhtbESP3YrCMBCF7wXfIcyCN6KpCup2jSKLyuJN8ecBhmZs&#10;yjaT0mRtfXsjLHh5OD8fZ7XpbCXu1PjSsYLJOAFBnDtdcqHgetmPliB8QNZYOSYFD/KwWfd7K0y1&#10;a/lE93MoRBxhn6ICE0KdSulzQxb92NXE0bu5xmKIsimkbrCN47aS0ySZS4slR4LBmr4N5b/nPxsh&#10;2Qyz46297A8dtrg7Gh5uT0oNPrrtF4hAXXiH/9s/WsHnAl5f4g+Q6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2Z9owgAAANs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25332" w:rsidRDefault="00725332" w:rsidP="00725332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X9I8IA&#10;AADbAAAADwAAAGRycy9kb3ducmV2LnhtbERPS0sDMRC+F/wPYQRvNmvRPtamRWoFETzYFoq3YTPd&#10;XdxMQjLtrv/eHIQeP773cj24Tl0optazgYdxAYq48rbl2sBh/3Y/B5UE2WLnmQz8UoL16ma0xNL6&#10;nr/ospNa5RBOJRpoREKpdaoacpjGPhBn7uSjQ8kw1tpG7HO46/SkKKbaYcu5ocFAm4aqn93ZGfjs&#10;t+FjNn06he/4ONHp1cpxI8bc3Q4vz6CEBrmK/93v1sAij81f8g/Qq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Zf0jwgAAANs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25332" w:rsidRDefault="00725332" w:rsidP="00725332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qugcIA&#10;AADbAAAADwAAAGRycy9kb3ducmV2LnhtbESP3WrCQBCF7wu+wzIFb0rdaKFo6hqCqJTcBH8eYMiO&#10;2dDsbMiuJr69Wyj08nB+Ps46G20r7tT7xrGC+SwBQVw53XCt4HLevy9B+ICssXVMCh7kIdtMXtaY&#10;ajfwke6nUIs4wj5FBSaELpXSV4Ys+pnriKN3db3FEGVfS93jEMdtKxdJ8iktNhwJBjvaGqp+Tjcb&#10;IeUHlsV1OO8PIw64Kwy/5Uelpq9j/gUi0Bj+w3/tb61gtYLfL/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Cq6BwgAAANs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25332" w:rsidRDefault="00725332" w:rsidP="00725332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X6DMUA&#10;AADcAAAADwAAAGRycy9kb3ducmV2LnhtbESPQUsDQQyF74L/YYjgzc5atMraaZGqIIKHVqH0FnbS&#10;3cWdzDATu+u/NwfBW8J7ee/Lcj2FwZwolz6yg+tZBYa4ib7n1sHnx8vVPZgiyB6HyOTghwqsV+dn&#10;S6x9HHlLp520RkO41OigE0m1taXpKGCZxUSs2jHmgKJrbq3POGp4GOy8qhY2YM/a0GGiTUfN1+47&#10;OHgfn9Pb3eL2mA75Zm7Lk5f9Rpy7vJgeH8AITfJv/rt+9YpfKb4+oxPY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hfoMxQAAANw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25332" w:rsidRDefault="00725332" w:rsidP="00725332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KjhsMA&#10;AADcAAAADwAAAGRycy9kb3ducmV2LnhtbERP32vCMBB+H+x/CDfwZcxUx2R0RlEhKEwQ62CvR3O2&#10;Zc2lJNHW/34ZCHu7j+/nzZeDbcWVfGgcK5iMMxDEpTMNVwq+TvrlHUSIyAZbx6TgRgGWi8eHOebG&#10;9XykaxErkUI45KigjrHLpQxlTRbD2HXEiTs7bzEm6CtpPPYp3LZymmUzabHh1FBjR5uayp/iYhWs&#10;D3316p/L9eA+z9vvN62N3mulRk/D6gNEpCH+i+/unUnzswn8PZMu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HKjhsMAAADc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25332" w:rsidRDefault="00725332" w:rsidP="00725332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zZdMEA&#10;AADcAAAADwAAAGRycy9kb3ducmV2LnhtbERP3WrCMBS+F/YO4Qy803TFDammIhuFIbuZ+gCH5tjU&#10;NiclibV7+0UY7O58fL9nu5tsL0byoXWs4GWZgSCunW65UXA+VYs1iBCRNfaOScEPBdiVT7MtFtrd&#10;+ZvGY2xECuFQoAIT41BIGWpDFsPSDcSJuzhvMSboG6k93lO47WWeZW/SYsupweBA74bq7nizCqpD&#10;/jV2N+0rt59Wll7Ndf1hlJo/T/sNiEhT/Bf/uT91mp/l8HgmXSDL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UM2XTBAAAA3A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25332" w:rsidRDefault="00725332" w:rsidP="00725332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yYasMA&#10;AADcAAAADwAAAGRycy9kb3ducmV2LnhtbERP32vCMBB+F/Y/hBvsZWi6yYZ0RpmDoDBB7ARfj+Zs&#10;y5pLSTJb/3szEHy7j+/nzZeDbcWZfGgcK3iZZCCIS2carhQcfvR4BiJEZIOtY1JwoQDLxcNojrlx&#10;Pe/pXMRKpBAOOSqoY+xyKUNZk8UwcR1x4k7OW4wJ+koaj30Kt618zbJ3abHh1FBjR181lb/Fn1Ww&#10;2vXV1D+Xq8F9n9bHN62N3mqlnh6Hzw8QkYZ4F9/cG5PmZ1P4fyZdIB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+yYasMAAADc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25332" w:rsidRDefault="00725332" w:rsidP="00725332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nkm78A&#10;AADcAAAADwAAAGRycy9kb3ducmV2LnhtbERPzYrCMBC+C/sOYRa8aaqoSDWK7FIQ8aK7DzA0Y1Nt&#10;JiWJtfv2G0HwNh/f76y3vW1ERz7UjhVMxhkI4tLpmisFvz/FaAkiRGSNjWNS8EcBtpuPwRpz7R58&#10;ou4cK5FCOOSowMTY5lKG0pDFMHYtceIuzluMCfpKao+PFG4bOc2yhbRYc2ow2NKXofJ2vlsFxWF6&#10;7G537Qu362eW5ua6/DZKDT/73QpEpD6+xS/3Xqf52Qyez6QL5OY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VqeSbvwAAANwAAAAPAAAAAAAAAAAAAAAAAJgCAABkcnMvZG93bnJl&#10;di54bWxQSwUGAAAAAAQABAD1AAAAhA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25332" w:rsidRDefault="00725332" w:rsidP="00725332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40w78A&#10;AADcAAAADwAAAGRycy9kb3ducmV2LnhtbERPzYrCMBC+C/sOYQRvNtG1y1KNIoKLHq37AEMz2xab&#10;SbeJtr69EQRv8/H9zmoz2EbcqPO1Yw2zRIEgLpypudTwe95Pv0H4gGywcUwa7uRhs/4YrTAzrucT&#10;3fJQihjCPkMNVQhtJqUvKrLoE9cSR+7PdRZDhF0pTYd9DLeNnCv1JS3WHBsqbGlXUXHJr1bD4t7/&#10;/OfpRe2Npdnxsz1yKFKtJ+NhuwQRaAhv8ct9MHG+SuH5TLxArh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KDjTDvwAAANw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25332" w:rsidRDefault="00725332" w:rsidP="00725332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ZwcEA&#10;AADcAAAADwAAAGRycy9kb3ducmV2LnhtbERPS2vCQBC+F/wPywje6qY5BBtdRSqKeGrj4zxkxySY&#10;nQ3ZzcN/3xUKvc3H95zVZjS16Kl1lWUFH/MIBHFudcWFgst5/74A4TyyxtoyKXiSg8168rbCVNuB&#10;f6jPfCFCCLsUFZTeN6mULi/JoJvbhjhwd9sa9AG2hdQtDiHc1DKOokQarDg0lNjQV0n5I+uMgi65&#10;xRe+n/R3tnsePnf7rZPXQqnZdNwuQXga/b/4z33UYX6UwOuZcIFc/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XWcHBAAAA3A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25332" w:rsidRDefault="00725332" w:rsidP="00725332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KbSMQA&#10;AADcAAAADwAAAGRycy9kb3ducmV2LnhtbERPTWvCQBC9C/6HZYTedGNboo2uYguF6kFptAdvY3ZM&#10;otnZNLvV9N93BaG3ebzPmc5bU4kLNa60rGA4iEAQZ1aXnCvYbd/7YxDOI2usLJOCX3Iwn3U7U0y0&#10;vfInXVKfixDCLkEFhfd1IqXLCjLoBrYmDtzRNgZ9gE0udYPXEG4q+RhFsTRYcmgosKa3grJz+mMU&#10;fG3G8cvmdfl8Wq0P+GT0916XsVIPvXYxAeGp9f/iu/tDh/nRCG7PhAvk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BSm0jEAAAA3A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25332" w:rsidRDefault="00725332" w:rsidP="00725332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wGQcUA&#10;AADcAAAADwAAAGRycy9kb3ducmV2LnhtbESPT2vCQBDF74V+h2UKvdWNtkiI2YhaaktP/gOvQ3ZM&#10;gtnZkN1q7KfvHAreZnhv3vtNPh9cqy7Uh8azgfEoAUVcettwZeCw/3hJQYWIbLH1TAZuFGBePD7k&#10;mFl/5S1ddrFSEsIhQwN1jF2mdShrchhGviMW7eR7h1HWvtK2x6uEu1ZPkmSqHTYsDTV2tKqpPO9+&#10;nIHf6RE34XOyfH+1kW5v6dp/b9bGPD8NixmoSEO8m/+vv6zgJ0Irz8gEuv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DAZBxQAAANw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25332" w:rsidRDefault="00725332" w:rsidP="00725332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feNMAA&#10;AADcAAAADwAAAGRycy9kb3ducmV2LnhtbERPzYrCMBC+C/sOYRb2pqmisq1GEVHwpnb3AYZmNi02&#10;k9pE7fr0RhC8zcf3O/NlZ2txpdZXjhUMBwkI4sLpio2C359t/xuED8gaa8ek4J88LBcfvTlm2t34&#10;SNc8GBFD2GeooAyhyaT0RUkW/cA1xJH7c63FEGFrpG7xFsNtLUdJMpUWK44NJTa0Lqk45Rer4OxG&#10;E93lG9yfNumhMmZ8vh/HSn19dqsZiEBdeItf7p2O85MUns/EC+Ti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6feNMAAAADcAAAADwAAAAAAAAAAAAAAAACYAgAAZHJzL2Rvd25y&#10;ZXYueG1sUEsFBgAAAAAEAAQA9QAAAIU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25332" w:rsidRDefault="00725332" w:rsidP="00725332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lzI8QA&#10;AADcAAAADwAAAGRycy9kb3ducmV2LnhtbESPT2/CMAzF75P4DpGRdhspQ+NPIaCBNIkrbAeOJjFt&#10;oXFKE6Dbp58Pk3az9Z7f+3mx6nyt7tTGKrCB4SADRWyDq7gw8PX58TIFFROywzowGfimCKtl72mB&#10;uQsP3tF9nwolIRxzNFCm1ORaR1uSxzgIDbFop9B6TLK2hXYtPiTc1/o1y8baY8XSUGJDm5LsZX/z&#10;BrbVkd7G9jTz07XdHX6uaTQ5O2Oe+937HFSiLv2b/663TvCHgi/PyAR6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15cyP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25332" w:rsidRDefault="00725332" w:rsidP="00725332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Vqn8MA&#10;AADcAAAADwAAAGRycy9kb3ducmV2LnhtbERP0WrCQBB8F/yHY4W+6SU+FE09pQqFSlvBWPR1yW1z&#10;wdxeyJ0x/r1XEHyb3dmZ2VmseluLjlpfOVaQThIQxIXTFZcKfg8f4xkIH5A11o5JwY08rJbDwQIz&#10;7a68py4PpYgm7DNUYEJoMil9Yciin7iGOHJ/rrUY4tiWUrd4jea2ltMkeZUWK44JBhvaGCrO+cUq&#10;6HB3S05m/TPfVt/FdLc+fum4Vy+j/v0NRKA+PI8f6k8d309T+C8TEcjl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Vqn8MAAADc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25332" w:rsidRDefault="00725332" w:rsidP="00725332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NB5sEA&#10;AADcAAAADwAAAGRycy9kb3ducmV2LnhtbERPTUvDQBC9F/oflhG8tZvmICV2W4rQ4lFTDx7H7DSb&#10;NjsTdtcm+utdQfA2j/c5m93ke3WjEDthA6tlAYq4Edtxa+DtdFisQcWEbLEXJgNfFGG3nc82WFkZ&#10;+ZVudWpVDuFYoQGX0lBpHRtHHuNSBuLMnSV4TBmGVtuAYw73vS6L4kF77Dg3OBzoyVFzrT+9gfHY&#10;fFzK87t132GQQ/0il7IXY+7vpv0jqERT+hf/uZ9tnr8q4feZfIHe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sDQeb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25332" w:rsidRDefault="00725332" w:rsidP="00725332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CpXMIA&#10;AADcAAAADwAAAGRycy9kb3ducmV2LnhtbERP22oCMRB9F/oPYQp906wKKqtRvIKIIl76Pt1Md7cm&#10;k2WT6vr3TaHQtzmc60xmjTXiTrUvHSvodhIQxJnTJecKrpdNewTCB2SNxjEpeJKH2fSlNcFUuwef&#10;6H4OuYgh7FNUUIRQpVL6rCCLvuMq4sh9utpiiLDOpa7xEcOtkb0kGUiLJceGAitaFpTdzt9Wwea4&#10;Ml+9w2n+LsNyPfwwo91itVfq7bWZj0EEasK/+M+91XF+tw+/z8QL5PQ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sKlcwgAAANwAAAAPAAAAAAAAAAAAAAAAAJgCAABkcnMvZG93&#10;bnJldi54bWxQSwUGAAAAAAQABAD1AAAAhw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25332" w:rsidRDefault="00725332" w:rsidP="00725332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lCg8QA&#10;AADcAAAADwAAAGRycy9kb3ducmV2LnhtbERPTWvCQBC9C/6HZQq9lLpJa4ukrkEKJQoKVoVex+w0&#10;CcnOhuw2xn/vCgVv83ifM08H04ieOldZVhBPIhDEudUVFwqOh6/nGQjnkTU2lknBhRyki/Fojom2&#10;Z/6mfu8LEULYJaig9L5NpHR5SQbdxLbEgfu1nUEfYFdI3eE5hJtGvkTRuzRYcWgosaXPkvJ6/2cU&#10;9LvNqVj1rl3Xsyf39nrKsq3+UerxYVh+gPA0+Lv4373SYX48hdsz4QK5u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nZQoPEAAAA3A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25332" w:rsidRDefault="00725332" w:rsidP="00725332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NmaMQA&#10;AADcAAAADwAAAGRycy9kb3ducmV2LnhtbERPTWvCQBC9F/wPywje6kapxabZiBYKXoRqPehtzI5J&#10;MDub7q4a/fXdgtDbPN7nZLPONOJCzteWFYyGCQjiwuqaSwXb78/nKQgfkDU2lknBjTzM8t5Thqm2&#10;V17TZRNKEUPYp6igCqFNpfRFRQb90LbEkTtaZzBE6EqpHV5juGnkOElepcGaY0OFLX1UVJw2Z6Ng&#10;8TZd/Hy98Oq+PuxpvzucJmOXKDXod/N3EIG68C9+uJc6zh9N4O+ZeIHM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DZmjEAAAA3AAAAA8AAAAAAAAAAAAAAAAAmAIAAGRycy9k&#10;b3ducmV2LnhtbFBLBQYAAAAABAAEAPUAAACJAwAAAAA=&#10;" fillcolor="black" stroked="f">
                  <v:textbox>
                    <w:txbxContent>
                      <w:p w:rsidR="00725332" w:rsidRDefault="00725332" w:rsidP="00725332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NZB8MA&#10;AADcAAAADwAAAGRycy9kb3ducmV2LnhtbERPTWvCQBC9C/6HZYTedKNgkNRVaqtQqB60PXgcs9Nk&#10;SXY2ZFdN/fWuIPQ2j/c582Vna3Gh1hvHCsajBARx7rThQsHP92Y4A+EDssbaMSn4Iw/LRb83x0y7&#10;K+/pcgiFiCHsM1RQhtBkUvq8JIt+5BriyP261mKIsC2kbvEaw20tJ0mSSouGY0OJDb2XlFeHs1Vw&#10;/ErNbG9octreVmu9nVar3Uel1Muge3sFEagL/+Kn+1PH+eMUHs/EC+T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eNZB8MAAADcAAAADwAAAAAAAAAAAAAAAACYAgAAZHJzL2Rv&#10;d25yZXYueG1sUEsFBgAAAAAEAAQA9QAAAIg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25332" w:rsidRDefault="00725332" w:rsidP="00725332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7LWcsIA&#10;AADcAAAADwAAAGRycy9kb3ducmV2LnhtbERPTWsCMRC9C/6HMEJvNWsPraxGEaXopYdaxeuwGTfr&#10;biZrEnX11zeFgrd5vM+ZzjvbiCv5UDlWMBpmIIgLpysuFex+Pl/HIEJE1tg4JgV3CjCf9XtTzLW7&#10;8Tddt7EUKYRDjgpMjG0uZSgMWQxD1xIn7ui8xZigL6X2eEvhtpFvWfYuLVacGgy2tDRU1NuLVeAX&#10;h1X94Mu+zh5f97A+decxGqVeBt1iAiJSF5/if/dGp/mjD/h7Jl0gZ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stZywgAAANwAAAAPAAAAAAAAAAAAAAAAAJgCAABkcnMvZG93&#10;bnJldi54bWxQSwUGAAAAAAQABAD1AAAAhw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25332" w:rsidRDefault="00725332" w:rsidP="00725332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AdGMUA&#10;AADcAAAADwAAAGRycy9kb3ducmV2LnhtbESPQWsCQQyF74X+hyGFXkqd1UNtV0cphUKhImj9AXEn&#10;7i7OZJadVNf++uYgeEt4L+99mS+HGMyJ+twmdjAeFWCIq+Rbrh3sfj6fX8FkQfYYEpODC2VYLu7v&#10;5lj6dOYNnbZSGw3hXKKDRqQrrc1VQxHzKHXEqh1SH1F07WvrezxreAx2UhQvNmLL2tBgRx8NVcft&#10;b3QQJvvw9j3NK7ns7Kr4i7J5WnvnHh+G9xkYoUFu5uv1l1f8sdLqMzqBX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IB0YxQAAANw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25332" w:rsidRDefault="00725332" w:rsidP="00725332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EZiMIA&#10;AADcAAAADwAAAGRycy9kb3ducmV2LnhtbERPTWsCMRC9F/wPYQRvNauH0m6NUhVhLx7cKl7HzXSz&#10;NJksm1RXf70pCN7m8T5ntuidFWfqQuNZwWScgSCuvG64VrD/3ry+gwgRWaP1TAquFGAxH7zMMNf+&#10;wjs6l7EWKYRDjgpMjG0uZagMOQxj3xIn7sd3DmOCXS11h5cU7qycZtmbdNhwajDY0spQ9Vv+OQXr&#10;srXTfWGW4XjYnk62uG3ouFZqNOy/PkFE6uNT/HAXOs2ffMD/M+kCOb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4RmIwgAAANwAAAAPAAAAAAAAAAAAAAAAAJgCAABkcnMvZG93&#10;bnJldi54bWxQSwUGAAAAAAQABAD1AAAAhw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25332" w:rsidRDefault="00725332" w:rsidP="00725332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kE7MMA&#10;AADcAAAADwAAAGRycy9kb3ducmV2LnhtbESPQW/CMAyF75P4D5GRuI0EDjB1BDQhkJA4jcFhNyvx&#10;2m6NUzWBln+PD5O42XrP731ebYbQqBt1qY5sYTY1oIhd9DWXFs5f+9c3UCkje2wik4U7JdisRy8r&#10;LHzs+ZNup1wqCeFUoIUq57bQOrmKAqZpbIlF+4ldwCxrV2rfYS/hodFzYxY6YM3SUGFL24rc3+ka&#10;LPzu9TE6g+5yvvQHv/zeLagx1k7Gw8c7qExDfpr/rw9e8OeCL8/IBHr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kE7MMAAADc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25332" w:rsidRDefault="00725332" w:rsidP="00725332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+1YcEA&#10;AADcAAAADwAAAGRycy9kb3ducmV2LnhtbERPS4vCMBC+C/sfwgjeNLULIl2j6IIgKx58sOxxthnb&#10;0mZSkqj13xtB8DYf33Nmi8404krOV5YVjEcJCOLc6ooLBafjejgF4QOyxsYyKbiTh8X8ozfDTNsb&#10;7+l6CIWIIewzVFCG0GZS+rwkg35kW+LIna0zGCJ0hdQObzHcNDJNkok0WHFsKLGl75Ly+nAxCv4u&#10;Wz7vPn+WbhV+bXf0dfo/rZUa9LvlF4hAXXiLX+6NjvPTMTyfiRfI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JvtWHBAAAA3AAAAA8AAAAAAAAAAAAAAAAAmAIAAGRycy9kb3du&#10;cmV2LnhtbFBLBQYAAAAABAAEAPUAAACG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25332" w:rsidRDefault="00725332" w:rsidP="00725332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Y0ocQA&#10;AADcAAAADwAAAGRycy9kb3ducmV2LnhtbERPTWvCQBC9C/6HZQRvumnQYtOsUgWhF0FtD/U2yU6T&#10;YHY23d1q2l/fFYTe5vE+J1/1phUXcr6xrOBhmoAgLq1uuFLw/radLED4gKyxtUwKfsjDajkc5Jhp&#10;e+UDXY6hEjGEfYYK6hC6TEpf1mTQT21HHLlP6wyGCF0ltcNrDDetTJPkURpsODbU2NGmpvJ8/DYK&#10;1k+L9dd+xrvfQ3Gi00dxnqcuUWo86l+eQQTqw7/47n7VcX6awu2ZeIF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SGNKHEAAAA3AAAAA8AAAAAAAAAAAAAAAAAmAIAAGRycy9k&#10;b3ducmV2LnhtbFBLBQYAAAAABAAEAPUAAACJAwAAAAA=&#10;" fillcolor="black" stroked="f">
                  <v:textbox>
                    <w:txbxContent>
                      <w:p w:rsidR="00725332" w:rsidRDefault="00725332" w:rsidP="00725332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KcG8EA&#10;AADcAAAADwAAAGRycy9kb3ducmV2LnhtbERPTWsCMRC9C/0PYQq9aVaFUlajLEJp6Wm1ll7HzbhZ&#10;3EyWJI3bf98UBG/zeJ+z3o62F4l86BwrmM8KEMSN0x23Co6fr9MXECEia+wdk4JfCrDdPEzWWGp3&#10;5T2lQ2xFDuFQogIT41BKGRpDFsPMDcSZOztvMWboW6k9XnO47eWiKJ6lxY5zg8GBdoaay+HHKkin&#10;XV0t03cy+w9ftd7Vb1+nWqmnx7FagYg0xrv45n7Xef5iCf/P5Avk5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qinBvBAAAA3AAAAA8AAAAAAAAAAAAAAAAAmAIAAGRycy9kb3du&#10;cmV2LnhtbFBLBQYAAAAABAAEAPUAAACG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25332" w:rsidRDefault="00725332" w:rsidP="00725332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mD7cMA&#10;AADcAAAADwAAAGRycy9kb3ducmV2LnhtbERPTWvCQBC9C/0PyxR6qxuliI2uUqQt6sU2FfQ4ZMds&#10;MDsbsmuM/npXKHibx/uc6byzlWip8aVjBYN+AoI4d7rkQsH27+t1DMIHZI2VY1JwIQ/z2VNviql2&#10;Z/6lNguFiCHsU1RgQqhTKX1uyKLvu5o4cgfXWAwRNoXUDZ5juK3kMElG0mLJscFgTQtD+TE7WQV+&#10;sPjcre31vd1/G95kKzP6KYxSL8/dxwREoC48xP/upY7zh29wfyZeIG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gmD7cMAAADcAAAADwAAAAAAAAAAAAAAAACYAgAAZHJzL2Rv&#10;d25yZXYueG1sUEsFBgAAAAAEAAQA9QAAAIg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25332" w:rsidRDefault="00725332" w:rsidP="00725332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25332" w:rsidRPr="001F78AF" w:rsidRDefault="00725332" w:rsidP="007253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25332" w:rsidRPr="001F78AF" w:rsidRDefault="00725332" w:rsidP="007253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25332" w:rsidRPr="001F78AF" w:rsidRDefault="00725332" w:rsidP="007253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25332" w:rsidRPr="001F78AF" w:rsidRDefault="00725332" w:rsidP="007253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725332" w:rsidRPr="001F78AF" w:rsidRDefault="00725332" w:rsidP="007253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1F78AF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725332" w:rsidRPr="001F78AF" w:rsidRDefault="00725332" w:rsidP="0072533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F78A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725332" w:rsidRPr="001F78AF" w:rsidRDefault="00725332" w:rsidP="007253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F78A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725332" w:rsidRPr="001F78AF" w:rsidRDefault="00725332" w:rsidP="007253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F78A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725332" w:rsidRPr="001F78AF" w:rsidRDefault="00725332" w:rsidP="007253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25332" w:rsidRPr="001F78AF" w:rsidRDefault="00725332" w:rsidP="007253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F78A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725332" w:rsidRPr="001F78AF" w:rsidRDefault="00725332" w:rsidP="007253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25332" w:rsidRPr="001F78AF" w:rsidRDefault="00725332" w:rsidP="007253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ХІІ сесії сільської ради  </w:t>
      </w: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725332" w:rsidRPr="001F78AF" w:rsidRDefault="00725332" w:rsidP="007253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25332" w:rsidRPr="001F78AF" w:rsidRDefault="00725332" w:rsidP="007253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30</w:t>
      </w: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.06.2021 року                                            Крупець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№134</w:t>
      </w:r>
    </w:p>
    <w:p w:rsidR="00725332" w:rsidRPr="001F78AF" w:rsidRDefault="00725332" w:rsidP="00725332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725332" w:rsidRPr="001F78AF" w:rsidRDefault="00725332" w:rsidP="007253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F78AF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1F78AF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1F78AF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725332" w:rsidRPr="001F78AF" w:rsidRDefault="00725332" w:rsidP="007253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F78AF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725332" w:rsidRPr="001F78AF" w:rsidRDefault="00725332" w:rsidP="00725332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F78AF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725332" w:rsidRPr="001F78AF" w:rsidRDefault="00725332" w:rsidP="0072533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F78AF">
        <w:rPr>
          <w:rFonts w:ascii="Times New Roman" w:eastAsia="Calibri" w:hAnsi="Times New Roman" w:cs="Times New Roman"/>
          <w:b/>
          <w:sz w:val="24"/>
          <w:szCs w:val="24"/>
        </w:rPr>
        <w:t>Зубову О.В.</w:t>
      </w:r>
    </w:p>
    <w:p w:rsidR="00725332" w:rsidRPr="001F78AF" w:rsidRDefault="00725332" w:rsidP="0072533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25332" w:rsidRPr="001F78AF" w:rsidRDefault="00725332" w:rsidP="0072533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</w:t>
      </w:r>
      <w:r w:rsidRPr="001F78AF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1F78AF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Зубова О.В,  </w:t>
      </w:r>
      <w:r w:rsidRPr="001F78AF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725332" w:rsidRPr="001F78AF" w:rsidRDefault="00725332" w:rsidP="0072533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78AF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725332" w:rsidRPr="001F78AF" w:rsidRDefault="00725332" w:rsidP="0072533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78AF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>Зубову Олександру Васильовичу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78AF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1F78AF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 , для ведення особистого селянського господарства площею  0.2360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F78AF">
        <w:rPr>
          <w:rFonts w:ascii="Times New Roman" w:eastAsia="Calibri" w:hAnsi="Times New Roman" w:cs="Times New Roman"/>
          <w:sz w:val="24"/>
          <w:szCs w:val="24"/>
        </w:rPr>
        <w:t xml:space="preserve">га, яка розташована Хмельницька область, </w:t>
      </w:r>
      <w:proofErr w:type="spellStart"/>
      <w:r w:rsidRPr="001F78AF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1F78AF">
        <w:rPr>
          <w:rFonts w:ascii="Times New Roman" w:eastAsia="Calibri" w:hAnsi="Times New Roman" w:cs="Times New Roman"/>
          <w:sz w:val="24"/>
          <w:szCs w:val="24"/>
        </w:rPr>
        <w:t xml:space="preserve"> (Шепетівський) район,  с. </w:t>
      </w:r>
      <w:proofErr w:type="spellStart"/>
      <w:r w:rsidRPr="001F78AF">
        <w:rPr>
          <w:rFonts w:ascii="Times New Roman" w:eastAsia="Calibri" w:hAnsi="Times New Roman" w:cs="Times New Roman"/>
          <w:sz w:val="24"/>
          <w:szCs w:val="24"/>
        </w:rPr>
        <w:t>Стригани</w:t>
      </w:r>
      <w:proofErr w:type="spellEnd"/>
      <w:r w:rsidRPr="001F78AF">
        <w:rPr>
          <w:rFonts w:ascii="Times New Roman" w:eastAsia="Calibri" w:hAnsi="Times New Roman" w:cs="Times New Roman"/>
          <w:sz w:val="24"/>
          <w:szCs w:val="24"/>
        </w:rPr>
        <w:t xml:space="preserve">, </w:t>
      </w:r>
    </w:p>
    <w:p w:rsidR="00725332" w:rsidRPr="001F78AF" w:rsidRDefault="00725332" w:rsidP="0072533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1F78AF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Зубову О. В, </w:t>
      </w:r>
      <w:r w:rsidRPr="001F78AF">
        <w:rPr>
          <w:rFonts w:ascii="Times New Roman" w:eastAsia="Calibri" w:hAnsi="Times New Roman" w:cs="Times New Roman"/>
          <w:sz w:val="24"/>
        </w:rPr>
        <w:t xml:space="preserve"> який  зареєстрований за </w:t>
      </w:r>
      <w:proofErr w:type="spellStart"/>
      <w:r w:rsidRPr="001F78AF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1F78AF">
        <w:rPr>
          <w:rFonts w:ascii="Times New Roman" w:eastAsia="Calibri" w:hAnsi="Times New Roman" w:cs="Times New Roman"/>
          <w:sz w:val="24"/>
        </w:rPr>
        <w:t xml:space="preserve">: </w:t>
      </w:r>
      <w:r w:rsidR="0019611F">
        <w:rPr>
          <w:rFonts w:ascii="Times New Roman" w:eastAsia="Calibri" w:hAnsi="Times New Roman" w:cs="Times New Roman"/>
          <w:sz w:val="24"/>
          <w:lang w:val="ru-RU"/>
        </w:rPr>
        <w:t>______________</w:t>
      </w:r>
      <w:r w:rsidRPr="001F78AF">
        <w:rPr>
          <w:rFonts w:ascii="Times New Roman" w:eastAsia="Calibri" w:hAnsi="Times New Roman" w:cs="Times New Roman"/>
          <w:sz w:val="24"/>
        </w:rPr>
        <w:t xml:space="preserve">, </w:t>
      </w: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19611F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_____________</w:t>
      </w:r>
      <w:bookmarkStart w:id="0" w:name="_GoBack"/>
      <w:bookmarkEnd w:id="0"/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1F78AF">
        <w:rPr>
          <w:rFonts w:ascii="Times New Roman" w:eastAsia="Calibri" w:hAnsi="Times New Roman" w:cs="Times New Roman"/>
          <w:sz w:val="24"/>
          <w:szCs w:val="24"/>
        </w:rPr>
        <w:t xml:space="preserve"> у власність земельну ділянку, площею 0.2360 га, кадастровий номер: 6823984000:02:007:0016, </w:t>
      </w: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>д</w:t>
      </w:r>
      <w:r w:rsidRPr="001F78AF">
        <w:rPr>
          <w:rFonts w:ascii="Times New Roman" w:eastAsia="Times New Roman" w:hAnsi="Times New Roman" w:cs="Times New Roman"/>
          <w:sz w:val="24"/>
          <w:szCs w:val="24"/>
        </w:rPr>
        <w:t>ля ведення особистого селянського господарства</w:t>
      </w: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розташована Хмельницька область, </w:t>
      </w:r>
      <w:proofErr w:type="spellStart"/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(Шепетівський)  район, с. </w:t>
      </w:r>
      <w:proofErr w:type="spellStart"/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>Стригани</w:t>
      </w:r>
      <w:proofErr w:type="spellEnd"/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725332" w:rsidRPr="001F78AF" w:rsidRDefault="00725332" w:rsidP="007253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78AF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>Зубову О.В,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1F78AF">
        <w:rPr>
          <w:rFonts w:ascii="Times New Roman" w:eastAsia="Calibri" w:hAnsi="Times New Roman" w:cs="Times New Roman"/>
          <w:sz w:val="24"/>
          <w:szCs w:val="24"/>
        </w:rPr>
        <w:t>якому передана земельна ділянка у власність, посвідчити право власності  в установленому  законом порядку.</w:t>
      </w:r>
    </w:p>
    <w:p w:rsidR="00725332" w:rsidRPr="001F78AF" w:rsidRDefault="00725332" w:rsidP="007253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78AF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725332" w:rsidRPr="001F78AF" w:rsidRDefault="00725332" w:rsidP="0072533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25332" w:rsidRPr="00725332" w:rsidRDefault="00725332" w:rsidP="0072533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CE5680" w:rsidRPr="00725332" w:rsidRDefault="00725332" w:rsidP="00725332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 w:rsidRPr="001F78AF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CE5680" w:rsidRPr="0072533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332"/>
    <w:rsid w:val="0019611F"/>
    <w:rsid w:val="00725332"/>
    <w:rsid w:val="00CE5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332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332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4</TotalTime>
  <Pages>1</Pages>
  <Words>262</Words>
  <Characters>1496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2021-07-07T06:08:00Z</dcterms:created>
  <dcterms:modified xsi:type="dcterms:W3CDTF">2021-07-07T10:06:00Z</dcterms:modified>
</cp:coreProperties>
</file>