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ED2" w:rsidRPr="008F5204" w:rsidRDefault="00355ED2" w:rsidP="00355ED2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355ED2" w:rsidRPr="008F5204" w:rsidRDefault="00CD70B4" w:rsidP="00355ED2">
      <w:pPr>
        <w:rPr>
          <w:rFonts w:ascii="Times New Roman" w:hAnsi="Times New Roman" w:cs="Times New Roman"/>
        </w:rPr>
      </w:pPr>
      <w:r w:rsidRPr="00CD70B4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C1g06BN3gAAI1ZBAAOAAAAAAAAAAAA&#10;AAAAAC4CAABkcnMvZTJvRG9jLnhtbFBLAQItABQABgAIAAAAIQCyHUyb4AAAAAoBAAAPAAAAAAAA&#10;AAAAAAAAAJF6AABkcnMvZG93bnJldi54bWxQSwUGAAAAAAQABADzAAAAnn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dDYcEA&#10;AADdAAAADwAAAGRycy9kb3ducmV2LnhtbESPzQrCMBCE74LvEFbwpqkKWqpRRFQ8COLffWnWtths&#10;ShO1vr0RBI/DzHzDzBaNKcWTaldYVjDoRyCIU6sLzhRczpteDMJ5ZI2lZVLwJgeLebs1w0TbFx/p&#10;efKZCBB2CSrIva8SKV2ak0HXtxVx8G62NuiDrDOpa3wFuCnlMIrG0mDBYSHHilY5pffTwyiwo+1u&#10;f82Gx9GaJ56Xh/h2bfZKdTvNcgrCU+P/4V97pxWMJ/EAvm/CE5D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HQ2H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MZGMgA&#10;AADdAAAADwAAAGRycy9kb3ducmV2LnhtbESPQUsDMRSE7wX/Q3hCL8Vm7WG7rk2LFLbWHgqtgtfH&#10;5rlZ3bwsSWy3/fVGEDwOM/MNs1gNthMn8qF1rOB+moEgrp1uuVHw9lrdFSBCRNbYOSYFFwqwWt6M&#10;Flhqd+YDnY6xEQnCoUQFJsa+lDLUhiyGqeuJk/fhvMWYpG+k9nhOcNvJWZbl0mLLacFgT2tD9dfx&#10;2yr4rPbmfT2/bvzk4UDXSbV77l5ypca3w9MjiEhD/A//tbdaQT4vZvD7Jj0Bu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gxk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e/MIA&#10;AADdAAAADwAAAGRycy9kb3ducmV2LnhtbESP3YrCMBCF7xd8hzCCN4umq6BSjSKiIt6IPw8wNGNT&#10;bCalydr69kYQvDycn48zX7a2FA+qfeFYwd8gAUGcOV1wruB62fanIHxA1lg6JgVP8rBcdH7mmGrX&#10;8Ike55CLOMI+RQUmhCqV0meGLPqBq4ijd3O1xRBlnUtdYxPHbSmHSTKWFguOBIMVrQ1l9/O/jZDj&#10;CI+HW3PZ7lpscHMw/Ls6KdXrtqsZiEBt+IY/7b1WMJ5MR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F978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WTKMYA&#10;AADdAAAADwAAAGRycy9kb3ducmV2LnhtbESPQUsDMRSE70L/Q3gFbzZrqduyNi2lVRDBg1UQb4/N&#10;6+7i5iUkz+76740g9DjMzDfMeju6Xp0pps6zgdtZAYq49rbjxsD72+PNClQSZIu9ZzLwQwm2m8nV&#10;GivrB36l81EalSGcKjTQioRK61S35DDNfCDO3slHh5JlbLSNOGS46/W8KErtsOO80GKgfUv11/Hb&#10;GXgZHsLzsrw7hc+4mOt0sPKxF2Oup+PuHpTQKJfwf/vJGiiXqwX8vclP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WTK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LjE8MA&#10;AADdAAAADwAAAGRycy9kb3ducmV2LnhtbESP3YrCMBCF74V9hzDC3oimu+IPXaOIrCLeFHUfYGjG&#10;pthMShNt9+2NIHh5OD8fZ7HqbCXu1PjSsYKvUQKCOHe65ELB33k7nIPwAVlj5ZgU/JOH1fKjt8BU&#10;u5aPdD+FQsQR9ikqMCHUqZQ+N2TRj1xNHL2LayyGKJtC6gbbOG4r+Z0kU2mx5EgwWNPGUH493WyE&#10;ZGPMDpf2vN112OLvwfBgfVTqs9+tf0AE6sI7/GrvtYLpbD6B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LjE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uoxMYA&#10;AADdAAAADwAAAGRycy9kb3ducmV2LnhtbESPQUsDMRSE70L/Q3gFbzbbotuyNi2lKojgwSqU3h6b&#10;193FzUtInt313xtB8DjMzDfMeju6Xl0ops6zgfmsAEVce9txY+Dj/elmBSoJssXeMxn4pgTbzeRq&#10;jZX1A7/R5SCNyhBOFRpoRUKldapbcphmPhBn7+yjQ8kyNtpGHDLc9XpRFKV22HFeaDHQvqX68/Dl&#10;DLwOj+FlWd6dwyneLnR6sHLcizHX03F3D0polP/wX/vZGiiXq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uox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etIccA&#10;AADdAAAADwAAAGRycy9kb3ducmV2LnhtbESP3WoCMRSE7wu+QzhCb4pmbfGHrVG0ECoolKrg7WFz&#10;3F26OVmS1N2+fSMUejnMzDfMct3bRtzIh9qxgsk4A0FcOFNzqeB80qMFiBCRDTaOScEPBVivBg9L&#10;zI3r+JNux1iKBOGQo4IqxjaXMhQVWQxj1xIn7+q8xZikL6Xx2CW4beRzls2kxZrTQoUtvVVUfB2/&#10;rYLtR1e++Kdi27v99f0y1drog1bqcdhvXkFE6uN/+K+9Mwpm88Uc7m/SE5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XrS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jFsEA&#10;AADdAAAADwAAAGRycy9kb3ducmV2LnhtbERP3WrCMBS+H/gO4Qy8m+nEaalGEaUgYzere4BDc9ZU&#10;m5OSxFrf3lwMdvnx/W92o+3EQD60jhW8zzIQxLXTLTcKfs7lWw4iRGSNnWNS8KAAu+3kZYOFdnf+&#10;pqGKjUghHApUYGLsCylDbchimLmeOHG/zluMCfpGao/3FG47Oc+ypbTYcmow2NPBUH2tblZB+Tn/&#10;Gq437Uu3HxeWPswlPxqlpq/jfg0i0hj/xX/uk1awXOVpbnqTno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wYxb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cyMcA&#10;AADdAAAADwAAAGRycy9kb3ducmV2LnhtbESP3WoCMRSE7wu+QzhCb4pmbak/q1G0ECxYKLUFbw+b&#10;4+7i5mRJUnf79qZQ6OUwM98wq01vG3ElH2rHCibjDARx4UzNpYKvTz2agwgR2WDjmBT8UIDNenC3&#10;wty4jj/oeoylSBAOOSqoYmxzKUNRkcUwdi1x8s7OW4xJ+lIaj12C20Y+ZtlUWqw5LVTY0ktFxeX4&#10;bRXs3rvyyT8Uu94dzvvTs9ZGv2ml7of9dgkiUh//w3/tV6NgOpsv4PdNeg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EnM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/5zcEA&#10;AADdAAAADwAAAGRycy9kb3ducmV2LnhtbERPy4rCMBTdD/gP4QqzG1Nlxkc1iiiFYZiNjw+4NNem&#10;2tyUJNb692YxMMvDea82vW1ERz7UjhWMRxkI4tLpmisF51PxMQcRIrLGxjEpeFKAzXrwtsJcuwcf&#10;qDvGSqQQDjkqMDG2uZShNGQxjFxLnLiL8xZjgr6S2uMjhdtGTrJsKi3WnBoMtrQzVN6Od6ug+Jn8&#10;dre79oXb9p+Wvsx1vjdKvQ/77RJEpD7+i//c31rBdLZI+9Ob9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f+c3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ZGcMQA&#10;AADdAAAADwAAAGRycy9kb3ducmV2LnhtbESPwW7CMBBE75X4B2uRuBUnQGgbMKhCAjXHpv2Alb0k&#10;EfE6xC4Jf48rVepxNDNvNNv9aFtxo943jhWk8wQEsXam4UrB99fx+RWED8gGW8ek4E4e9rvJ0xZz&#10;4wb+pFsZKhEh7HNUUIfQ5VJ6XZNFP3cdcfTOrrcYouwraXocIty2cpEka2mx4bhQY0eHmvSl/LEK&#10;VvfhdC2zS3I0ltJi2RUcdKbUbDq+b0AEGsN/+K/9YRSsX95S+H0Tn4D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WRn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BG8QA&#10;AADdAAAADwAAAGRycy9kb3ducmV2LnhtbESPT4vCMBTE74LfITxhb5raQ3dbjSKKi+zJrX/Oj+bZ&#10;FpuX0kSt394IC3scZuY3zHzZm0bcqXO1ZQXTSQSCuLC65lLB8bAdf4FwHlljY5kUPMnBcjEczDHT&#10;9sG/dM99KQKEXYYKKu/bTEpXVGTQTWxLHLyL7Qz6ILtS6g4fAW4aGUdRIg3WHBYqbGldUXHNb0bB&#10;LTnHR7786H2+eX6nm+3KyVOp1MeoX81AeOr9f/ivvdMKks80hve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WwR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kbh8gA&#10;AADdAAAADwAAAGRycy9kb3ducmV2LnhtbESPQWvCQBSE7wX/w/IEb3XTWqJGV2kLgnpQmtaDt2f2&#10;NYlm36bZrcZ/3xWEHoeZ+YaZzltTiTM1rrSs4KkfgSDOrC45V/D1uXgcgXAeWWNlmRRcycF81nmY&#10;YqLthT/onPpcBAi7BBUU3teJlC4ryKDr25o4eN+2MeiDbHKpG7wEuKnkcxTF0mDJYaHAmt4Lyk7p&#10;r1Gw247i8fZt9XJcbw44MPpnr8tYqV63fZ2A8NT6//C9vdQK4uF4ALc34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ORu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hBAMYA&#10;AADdAAAADwAAAGRycy9kb3ducmV2LnhtbESPQWvCQBSE74L/YXmF3nRTK6mmWUVbaktPaRS8PrKv&#10;STD7NmS3Gv31bkHwOMzMN0y67E0jjtS52rKCp3EEgriwuuZSwW77MZqBcB5ZY2OZFJzJwXIxHKSY&#10;aHviHzrmvhQBwi5BBZX3bSKlKyoy6Ma2JQ7er+0M+iC7UuoOTwFuGjmJolgarDksVNjSW0XFIf8z&#10;Ci7xHjP3OVm/P2tP5+lsY7+zjVKPD/3qFYSn3t/Dt/aXVhC/zKfw/yY8Ab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hBA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3I8YA&#10;AADdAAAADwAAAGRycy9kb3ducmV2LnhtbESP0WrCQBRE3wv9h+UW+lY3FbU1ZhOKWOibmvYDLtnr&#10;JiR7N2ZXTfv1XUHwcZiZM0xWjLYTZxp841jB6yQBQVw53bBR8PP9+fIOwgdkjZ1jUvBLHor88SHD&#10;VLsL7+lcBiMihH2KCuoQ+lRKX9Vk0U9cTxy9gxsshigHI/WAlwi3nZwmyUJabDgu1NjTuqaqLU9W&#10;wdFN53osN7htN8tdY8zs+LefKfX8NH6sQAQawz18a39pBYu35Ryub+ITk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y3I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+jPMUA&#10;AADdAAAADwAAAGRycy9kb3ducmV2LnhtbESPS2/CMBCE75X4D9YicStOQQ0kYFBBQuLK49Dj1t48&#10;aLxOYwOhv76uVKnH0cx8o1mue9uIG3W+dqzgZZyAINbO1FwqOJ92z3MQPiAbbByTggd5WK8GT0vM&#10;jbvzgW7HUIoIYZ+jgiqENpfS64os+rFriaNXuM5iiLIrpenwHuG2kZMkSaXFmuNChS1tK9Kfx6tV&#10;sK8/6DXVRWbnG314//4K09nFKDUa9m8LEIH68B/+a++NgnSWpfD7Jj4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z6M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r1U8MA&#10;AADdAAAADwAAAGRycy9kb3ducmV2LnhtbERPXWvCMBR9H/gfwhX2NlN90LU2lSkIjjlhKu710tw1&#10;Zc1NabJa/70ZDPZ4vjn5arCN6KnztWMF00kCgrh0uuZKwfm0fXoG4QOyxsYxKbiRh1Uxesgx0+7K&#10;H9QfQyViCfsMFZgQ2kxKXxqy6CeuJY7al+sshgi7SuoOr7HcNnKWJHNpsea4YLCljaHy+/hjFfR4&#10;uCWfZv2evtb7cnZYX9505NXjeHhZggg0hH/zX3qnFcwX6QJ+38QnI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r1U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7fQcEA&#10;AADdAAAADwAAAGRycy9kb3ducmV2LnhtbERPPU/DMBDdkfofrENiow4ZSgl1q6pSESOkHRiP+Bqn&#10;je8i2zSBX48HJMan973aTL5XVwqxEzbwMC9AETdiO24NHA/7+yWomJAt9sJk4JsibNazmxVWVkZ+&#10;p2udWpVDOFZowKU0VFrHxpHHOJeBOHMnCR5ThqHVNuCYw32vy6JYaI8d5waHA+0cNZf6yxsYX5rP&#10;c3n6sO4nDLKv3+Rc9mLM3e20fQaVaEr/4j/3qzWweHzKc/Ob/AT0+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Eu30H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k8fcYA&#10;AADdAAAADwAAAGRycy9kb3ducmV2LnhtbESPT2sCMRTE70K/Q3gFb5qtB/+sRrFaoRSlaPX+3Lzu&#10;bpu8LJuo67c3guBxmJnfMJNZY404U+1LxwreugkI4szpknMF+59VZwjCB2SNxjEpuJKH2fSlNcFU&#10;uwtv6bwLuYgQ9ikqKEKoUil9VpBF33UVcfR+XW0xRFnnUtd4iXBrZC9J+tJiyXGhwIoWBWX/u5NV&#10;sPpemr/eZjs/yLD4GBzN8Ot9uVaq/drMxyACNeEZfrQ/tYL+YDSC+5v4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k8f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pZiMQA&#10;AADdAAAADwAAAGRycy9kb3ducmV2LnhtbERPXWvCMBR9H/gfwhV8GZrOMSnVKCIMK2ywqeDrtbm2&#10;xeYmNLHt/v3yMNjj4XyvNoNpREetry0reJklIIgLq2suFZxP79MUhA/IGhvLpOCHPGzWo6cVZtr2&#10;/E3dMZQihrDPUEEVgsuk9EVFBv3MOuLI3WxrMETYllK32Mdw08h5kiykwZpjQ4WOdhUV9+PDKOi+&#10;Pq5l3nl3uKfP/u31ut9/6otSk/GwXYIINIR/8Z871woWaRL3xzfx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qWYj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A2scA&#10;AADdAAAADwAAAGRycy9kb3ducmV2LnhtbESPQWsCMRSE74X+h/AEbzVRrKyrUWpB6KVQbQ/19tw8&#10;dxc3L9sk6tZf3whCj8PMfMPMl51txJl8qB1rGA4UCOLCmZpLDV+f66cMRIjIBhvHpOGXAiwXjw9z&#10;zI278IbO21iKBOGQo4YqxjaXMhQVWQwD1xIn7+C8xZikL6XxeElw28iRUhNpsea0UGFLrxUVx+3J&#10;alhNs9XPx5jfr5v9jnbf++PzyCut+73uZQYiUhf/w/f2m9EwydQQ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HgNrHAAAA3QAAAA8AAAAAAAAAAAAAAAAAmAIAAGRy&#10;cy9kb3ducmV2LnhtbFBLBQYAAAAABAAEAPUAAACMAwAAAAA=&#10;" fillcolor="black" stroked="f"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zdo8cA&#10;AADdAAAADwAAAGRycy9kb3ducmV2LnhtbESPT2vCQBTE74LfYXlCb7ppoCGkrlL/FArVg7aHHl+z&#10;r8mS7NuQXTXtp+8KgsdhZn7DzJeDbcWZem8cK3icJSCIS6cNVwo+P16nOQgfkDW2jknBL3lYLsaj&#10;ORbaXfhA52OoRISwL1BBHUJXSOnLmiz6meuIo/fjeoshyr6SusdLhNtWpkmSSYuG40KNHa1rKpvj&#10;ySr4es9MfjCUfu/+Vlu9e2pW+02j1MNkeHkGEWgI9/Ct/aYVZHmSwvVNfAJy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83a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GjcUA&#10;AADdAAAADwAAAGRycy9kb3ducmV2LnhtbESPQWsCMRSE70L/Q3iF3jSpgixbo0hL0UsPVUuvj83r&#10;Zrubl20SdfXXN4WCx2FmvmEWq8F14kQhNp41PE4UCOLKm4ZrDYf967gAEROywc4zabhQhNXybrTA&#10;0vgzv9Npl2qRIRxL1GBT6kspY2XJYZz4njh7Xz44TFmGWpqA5wx3nZwqNZcOG84LFnt6tlS1u6PT&#10;ENafL+2Vjx+tur5d4uZ7+CnQav1wP6yfQCQa0i38394aDfNCzeD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lUaN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7S8UA&#10;AADdAAAADwAAAGRycy9kb3ducmV2LnhtbESPUWsCMRCE34X+h7AFX6QmSrH2ahQpCEKloPUHbC/b&#10;u6PJ5rhs9fTXN4WCj8PMfMMsVn3w6kRdaiJbmIwNKOIyuoYrC8ePzcMcVBJkhz4yWbhQgtXybrDA&#10;wsUz7+l0kEplCKcCLdQibaF1KmsKmMaxJc7eV+wCSpZdpV2H5wwPXk+NmemADeeFGlt6ran8PvwE&#10;C3766Z/fntJOLke9M9cg+9G7s3Z4369fQAn1cgv/t7fOwmxuHuHvTX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KHtL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jRlMUA&#10;AADdAAAADwAAAGRycy9kb3ducmV2LnhtbESPT2sCMRTE7wW/Q3iCt5pVUGRrFP8g7KUHtxavz83r&#10;Zmnysmyirv30plDocZiZ3zDLde+suFEXGs8KJuMMBHHldcO1gtPH4XUBIkRkjdYzKXhQgPVq8LLE&#10;XPs7H+lWxlokCIccFZgY21zKUBlyGMa+JU7el+8cxiS7WuoO7wnurJxm2Vw6bDgtGGxpZ6j6Lq9O&#10;wb5s7fRUmG04f75fLrb4OdB5r9Ro2G/eQETq43/4r11oBfNFNoPfN+kJy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6NGU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0AUsMA&#10;AADdAAAADwAAAGRycy9kb3ducmV2LnhtbESPT4vCMBTE78J+h/AWvGmyHqp0jSKyguDJfwdvj+Rt&#10;W21eShNt99tvBMHjMDO/YebL3tXiQW2oPGv4GisQxMbbigsNp+NmNAMRIrLF2jNp+KMAy8XHYI65&#10;9R3v6XGIhUgQDjlqKGNscimDKclhGPuGOHm/vnUYk2wLaVvsEtzVcqJUJh1WnBZKbGhdkrkd7k7D&#10;dSN33ig059O529rp5SejWmk9/OxX3yAi9fEdfrW3VkM2Uxk836Qn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60AU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gH58YA&#10;AADdAAAADwAAAGRycy9kb3ducmV2LnhtbESPT2vCQBTE7wW/w/IKvdVNFTSkboIWCtLSg38Qj6/Z&#10;ZxKSfRt2V02/fVcQPA4z8xtmUQymExdyvrGs4G2cgCAurW64UrDffb6mIHxA1thZJgV/5KHIR08L&#10;zLS98oYu21CJCGGfoYI6hD6T0pc1GfRj2xNH72SdwRClq6R2eI1w08lJksykwYbjQo09fdRUttuz&#10;UXA8f/PpZ/q1dKtwsMPOt5PftFXq5XlYvoMINIRH+N5eawWzNJnD7U18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gH5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0pR8QA&#10;AADdAAAADwAAAGRycy9kb3ducmV2LnhtbERPy2oCMRTdC/2HcAvunKTSynRqlFoouBHqY1F318nt&#10;zODkZppEnfbrzUJweTjv6by3rTiTD41jDU+ZAkFcOtNwpWG3/RzlIEJENtg6Jg1/FGA+exhMsTDu&#10;wms6b2IlUgiHAjXUMXaFlKGsyWLIXEecuB/nLcYEfSWNx0sKt60cKzWRFhtODTV29FFTedycrIbF&#10;a774/Xrm1f/6sKf99+H4MvZK6+Fj//4GIlIf7+Kbe2k0THKV5qY36Qn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9KUfEAAAA3QAAAA8AAAAAAAAAAAAAAAAAmAIAAGRycy9k&#10;b3ducmV2LnhtbFBLBQYAAAAABAAEAPUAAACJAwAAAAA=&#10;" fillcolor="black" stroked="f"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123cUA&#10;AADdAAAADwAAAGRycy9kb3ducmV2LnhtbESPQWsCMRSE74X+h/AKvdVsWxC7GmURSsXTalu8PjfP&#10;zeLmZUliXP99Uyj0OMzMN8xiNdpeJPKhc6zgeVKAIG6c7rhV8PX5/jQDESKyxt4xKbhRgNXy/m6B&#10;pXZX3lHax1ZkCIcSFZgYh1LK0BiyGCZuIM7eyXmLMUvfSu3xmuG2ly9FMZUWO84LBgdaG2rO+4tV&#10;kI7runpNh2R2W1+13tUf38daqceHsZqDiDTG//Bfe6MVTGfFG/y+y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zXb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mpb8MA&#10;AADdAAAADwAAAGRycy9kb3ducmV2LnhtbERPz2vCMBS+C/4P4Qm7aVoPRTujiKhsu8xVYTs+mrem&#10;2LyUJqudf705DHb8+H6vNoNtRE+drx0rSGcJCOLS6ZorBZfzYboA4QOyxsYxKfglD5v1eLTCXLsb&#10;f1BfhErEEPY5KjAhtLmUvjRk0c9cSxy5b9dZDBF2ldQd3mK4beQ8STJpsebYYLClnaHyWvxYBT7d&#10;7T/f7H3Zfx0NvxevJjtVRqmnybB9BhFoCP/iP/eLVpAt0rg/volP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ampb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55ED2" w:rsidRDefault="00355ED2" w:rsidP="00355E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55ED2" w:rsidRPr="008F5204" w:rsidRDefault="00355ED2" w:rsidP="00355ED2">
      <w:pPr>
        <w:jc w:val="center"/>
        <w:rPr>
          <w:rFonts w:ascii="Times New Roman" w:hAnsi="Times New Roman" w:cs="Times New Roman"/>
          <w:b/>
        </w:rPr>
      </w:pPr>
    </w:p>
    <w:p w:rsidR="00355ED2" w:rsidRPr="008F5204" w:rsidRDefault="00355ED2" w:rsidP="00355ED2">
      <w:pPr>
        <w:jc w:val="center"/>
        <w:rPr>
          <w:rFonts w:ascii="Times New Roman" w:hAnsi="Times New Roman" w:cs="Times New Roman"/>
          <w:b/>
        </w:rPr>
      </w:pPr>
    </w:p>
    <w:p w:rsidR="00355ED2" w:rsidRPr="008F5204" w:rsidRDefault="00355ED2" w:rsidP="00355ED2">
      <w:pPr>
        <w:jc w:val="center"/>
        <w:rPr>
          <w:rFonts w:ascii="Times New Roman" w:hAnsi="Times New Roman" w:cs="Times New Roman"/>
          <w:b/>
        </w:rPr>
      </w:pPr>
    </w:p>
    <w:p w:rsidR="00355ED2" w:rsidRPr="008F5204" w:rsidRDefault="00355ED2" w:rsidP="00355ED2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355ED2" w:rsidRPr="008F5204" w:rsidRDefault="00355ED2" w:rsidP="00355ED2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355ED2" w:rsidRPr="008F5204" w:rsidRDefault="00355ED2" w:rsidP="00355ED2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355ED2" w:rsidRPr="008F5204" w:rsidRDefault="00355ED2" w:rsidP="00355ED2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355ED2" w:rsidRPr="008F5204" w:rsidRDefault="00355ED2" w:rsidP="00355ED2">
      <w:pPr>
        <w:jc w:val="center"/>
        <w:rPr>
          <w:rFonts w:ascii="Times New Roman" w:hAnsi="Times New Roman" w:cs="Times New Roman"/>
          <w:b/>
        </w:rPr>
      </w:pPr>
    </w:p>
    <w:p w:rsidR="00355ED2" w:rsidRPr="008F5204" w:rsidRDefault="00355ED2" w:rsidP="00355ED2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355ED2" w:rsidRPr="008F5204" w:rsidRDefault="00355ED2" w:rsidP="00355ED2">
      <w:pPr>
        <w:jc w:val="center"/>
        <w:rPr>
          <w:rFonts w:ascii="Times New Roman" w:hAnsi="Times New Roman" w:cs="Times New Roman"/>
          <w:b/>
        </w:rPr>
      </w:pPr>
    </w:p>
    <w:p w:rsidR="00355ED2" w:rsidRPr="008F5204" w:rsidRDefault="00355ED2" w:rsidP="00355ED2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355ED2" w:rsidRPr="008F5204" w:rsidRDefault="00355ED2" w:rsidP="00355ED2">
      <w:pPr>
        <w:rPr>
          <w:rFonts w:ascii="Times New Roman" w:hAnsi="Times New Roman" w:cs="Times New Roman"/>
        </w:rPr>
      </w:pPr>
    </w:p>
    <w:p w:rsidR="00355ED2" w:rsidRPr="008F5204" w:rsidRDefault="00355ED2" w:rsidP="00355ED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355ED2" w:rsidRPr="008F5204" w:rsidRDefault="00355ED2" w:rsidP="00355ED2">
      <w:pPr>
        <w:tabs>
          <w:tab w:val="left" w:pos="2160"/>
        </w:tabs>
        <w:rPr>
          <w:rFonts w:ascii="Times New Roman" w:hAnsi="Times New Roman" w:cs="Times New Roman"/>
        </w:rPr>
      </w:pPr>
    </w:p>
    <w:p w:rsidR="00355ED2" w:rsidRPr="00EF1F94" w:rsidRDefault="00355ED2" w:rsidP="00355ED2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355ED2" w:rsidRPr="00EF1F94" w:rsidRDefault="00355ED2" w:rsidP="00355ED2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355ED2" w:rsidRPr="00EF1F94" w:rsidRDefault="00355ED2" w:rsidP="00355ED2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355ED2" w:rsidRPr="0068577C" w:rsidRDefault="00355ED2" w:rsidP="00355ED2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r>
        <w:rPr>
          <w:rFonts w:ascii="Times New Roman" w:hAnsi="Times New Roman" w:cs="Times New Roman"/>
          <w:b/>
          <w:color w:val="auto"/>
        </w:rPr>
        <w:t>Радчуку М.М.</w:t>
      </w:r>
    </w:p>
    <w:p w:rsidR="00355ED2" w:rsidRPr="00EF1F94" w:rsidRDefault="00355ED2" w:rsidP="00355ED2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355ED2" w:rsidRPr="00EF1F94" w:rsidRDefault="00355ED2" w:rsidP="00355ED2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355ED2" w:rsidRPr="00EF1F94" w:rsidRDefault="00355ED2" w:rsidP="00355ED2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355ED2" w:rsidRPr="00EF1F94" w:rsidRDefault="00355ED2" w:rsidP="00355ED2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>ву Радчука М.М.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355ED2" w:rsidRDefault="00355ED2" w:rsidP="00355ED2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355ED2" w:rsidRPr="008F5204" w:rsidRDefault="00355ED2" w:rsidP="00355ED2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55ED2" w:rsidRPr="008F5204" w:rsidRDefault="00355ED2" w:rsidP="00355ED2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r>
        <w:rPr>
          <w:rFonts w:ascii="Times New Roman" w:hAnsi="Times New Roman" w:cs="Times New Roman"/>
        </w:rPr>
        <w:t xml:space="preserve"> Радчуку Миколі Миколайовичу 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індивідуального садівництва,</w:t>
      </w:r>
      <w:r w:rsidRPr="008F5204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</w:rPr>
        <w:t>площею 0,1200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Славутський  район, </w:t>
      </w:r>
      <w:r>
        <w:rPr>
          <w:rFonts w:ascii="Times New Roman" w:hAnsi="Times New Roman" w:cs="Times New Roman"/>
          <w:color w:val="auto"/>
        </w:rPr>
        <w:t>Полянська сільська рада.</w:t>
      </w:r>
    </w:p>
    <w:p w:rsidR="00355ED2" w:rsidRDefault="00355ED2" w:rsidP="00355ED2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ередати Радчуку Миколі Миколайовичу, </w:t>
      </w:r>
      <w:r w:rsidRPr="00062C82">
        <w:rPr>
          <w:rFonts w:ascii="Times New Roman" w:hAnsi="Times New Roman" w:cs="Times New Roman"/>
        </w:rPr>
        <w:t>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 за адресою: </w:t>
      </w:r>
      <w:r w:rsidR="004804D0" w:rsidRPr="004804D0">
        <w:rPr>
          <w:rFonts w:ascii="Times New Roman" w:hAnsi="Times New Roman" w:cs="Times New Roman"/>
          <w:lang w:val="ru-RU"/>
        </w:rPr>
        <w:t>______________________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4804D0">
        <w:rPr>
          <w:rFonts w:ascii="Times New Roman" w:hAnsi="Times New Roman" w:cs="Times New Roman"/>
          <w:lang w:val="en-US"/>
        </w:rPr>
        <w:t>_____________</w:t>
      </w:r>
      <w:r w:rsidRPr="008F5204">
        <w:rPr>
          <w:rFonts w:ascii="Times New Roman" w:hAnsi="Times New Roman" w:cs="Times New Roman"/>
        </w:rPr>
        <w:t>, у власн</w:t>
      </w:r>
      <w:r>
        <w:rPr>
          <w:rFonts w:ascii="Times New Roman" w:hAnsi="Times New Roman" w:cs="Times New Roman"/>
        </w:rPr>
        <w:t>ість земельну ділянку, площею 0,1200 га, кадастровий номер: 68239868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5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04:0161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індивідуального садівництва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Славутський  район, </w:t>
      </w:r>
      <w:r>
        <w:rPr>
          <w:rFonts w:ascii="Times New Roman" w:hAnsi="Times New Roman" w:cs="Times New Roman"/>
          <w:color w:val="auto"/>
        </w:rPr>
        <w:t>Полянська сільська рада.</w:t>
      </w:r>
    </w:p>
    <w:p w:rsidR="00355ED2" w:rsidRPr="008F5204" w:rsidRDefault="00355ED2" w:rsidP="00355ED2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r>
        <w:rPr>
          <w:rFonts w:ascii="Times New Roman" w:hAnsi="Times New Roman" w:cs="Times New Roman"/>
        </w:rPr>
        <w:t>Радчуку М.М.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ому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55ED2" w:rsidRPr="008F5204" w:rsidRDefault="00355ED2" w:rsidP="00355ED2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55ED2" w:rsidRPr="00355ED2" w:rsidRDefault="00355ED2" w:rsidP="00355ED2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355ED2" w:rsidRPr="008F5204" w:rsidRDefault="00355ED2" w:rsidP="00355ED2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D75CFA" w:rsidRPr="00355ED2" w:rsidRDefault="00355ED2" w:rsidP="00355ED2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В.А.Михалюк</w:t>
      </w:r>
    </w:p>
    <w:sectPr w:rsidR="00D75CFA" w:rsidRPr="00355ED2" w:rsidSect="00355ED2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355ED2"/>
    <w:rsid w:val="00171A2E"/>
    <w:rsid w:val="00304C90"/>
    <w:rsid w:val="00355ED2"/>
    <w:rsid w:val="004804D0"/>
    <w:rsid w:val="00505B6D"/>
    <w:rsid w:val="006D3977"/>
    <w:rsid w:val="007D6C18"/>
    <w:rsid w:val="00CD70B4"/>
    <w:rsid w:val="00CE137D"/>
    <w:rsid w:val="00D1641A"/>
    <w:rsid w:val="00D75CFA"/>
    <w:rsid w:val="00E259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ED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281</Words>
  <Characters>1604</Characters>
  <Application>Microsoft Office Word</Application>
  <DocSecurity>0</DocSecurity>
  <Lines>13</Lines>
  <Paragraphs>3</Paragraphs>
  <ScaleCrop>false</ScaleCrop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2020-02-13T11:38:00Z</dcterms:created>
  <dcterms:modified xsi:type="dcterms:W3CDTF">2020-02-13T12:33:00Z</dcterms:modified>
</cp:coreProperties>
</file>