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458B" w:rsidRPr="003B50D1" w:rsidRDefault="009C458B" w:rsidP="009C4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Times New Roman" w:eastAsia="SimSun" w:hAnsi="Times New Roman" w:cs="Times New Roman"/>
          <w:color w:val="FF0000"/>
          <w:sz w:val="24"/>
          <w:szCs w:val="24"/>
          <w:lang w:val="ru-RU" w:eastAsia="zh-CN"/>
        </w:rPr>
      </w:pPr>
      <w:r w:rsidRPr="003B50D1">
        <w:rPr>
          <w:rFonts w:ascii="Times New Roman" w:eastAsia="SimSun" w:hAnsi="Times New Roman" w:cs="Times New Roman"/>
          <w:color w:val="FF0000"/>
          <w:sz w:val="24"/>
          <w:szCs w:val="24"/>
          <w:lang w:eastAsia="zh-CN"/>
        </w:rPr>
        <w:t>ПРОЕКТ</w:t>
      </w:r>
    </w:p>
    <w:p w:rsidR="009C458B" w:rsidRPr="003B50D1" w:rsidRDefault="009C458B" w:rsidP="009C4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Times New Roman" w:eastAsia="SimSun" w:hAnsi="Times New Roman" w:cs="Times New Roman"/>
          <w:color w:val="FF0000"/>
          <w:sz w:val="24"/>
          <w:szCs w:val="24"/>
          <w:lang w:val="ru-RU" w:eastAsia="zh-CN"/>
        </w:rPr>
      </w:pPr>
    </w:p>
    <w:p w:rsidR="009C458B" w:rsidRPr="003B50D1" w:rsidRDefault="009C458B" w:rsidP="009C4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alibri" w:eastAsia="Times New Roman" w:hAnsi="Calibri" w:cs="Times New Roman"/>
          <w:lang w:eastAsia="uk-UA"/>
        </w:rPr>
      </w:pPr>
      <w:r w:rsidRPr="003B50D1">
        <w:rPr>
          <w:rFonts w:ascii="Calibri" w:eastAsia="Times New Roman" w:hAnsi="Calibri" w:cs="Times New Roman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85B8F57" wp14:editId="3B96AAE9">
                <wp:simplePos x="0" y="0"/>
                <wp:positionH relativeFrom="margin">
                  <wp:posOffset>2893695</wp:posOffset>
                </wp:positionH>
                <wp:positionV relativeFrom="paragraph">
                  <wp:posOffset>0</wp:posOffset>
                </wp:positionV>
                <wp:extent cx="431800" cy="612140"/>
                <wp:effectExtent l="0" t="0" r="6350" b="0"/>
                <wp:wrapNone/>
                <wp:docPr id="12445" name="Группа 124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12446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C458B" w:rsidRDefault="009C458B" w:rsidP="009C458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47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C458B" w:rsidRDefault="009C458B" w:rsidP="009C458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48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C458B" w:rsidRDefault="009C458B" w:rsidP="009C458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49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C458B" w:rsidRDefault="009C458B" w:rsidP="009C458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50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C458B" w:rsidRDefault="009C458B" w:rsidP="009C458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51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C458B" w:rsidRDefault="009C458B" w:rsidP="009C458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52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C458B" w:rsidRDefault="009C458B" w:rsidP="009C458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53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C458B" w:rsidRDefault="009C458B" w:rsidP="009C458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54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C458B" w:rsidRDefault="009C458B" w:rsidP="009C458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55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C458B" w:rsidRDefault="009C458B" w:rsidP="009C458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56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C458B" w:rsidRDefault="009C458B" w:rsidP="009C458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57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C458B" w:rsidRDefault="009C458B" w:rsidP="009C458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58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C458B" w:rsidRDefault="009C458B" w:rsidP="009C458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59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C458B" w:rsidRDefault="009C458B" w:rsidP="009C458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60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C458B" w:rsidRDefault="009C458B" w:rsidP="009C458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61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C458B" w:rsidRDefault="009C458B" w:rsidP="009C458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62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C458B" w:rsidRDefault="009C458B" w:rsidP="009C458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63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C458B" w:rsidRDefault="009C458B" w:rsidP="009C458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64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C458B" w:rsidRDefault="009C458B" w:rsidP="009C458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65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C458B" w:rsidRDefault="009C458B" w:rsidP="009C458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66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C458B" w:rsidRDefault="009C458B" w:rsidP="009C458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67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C458B" w:rsidRDefault="009C458B" w:rsidP="009C458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68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C458B" w:rsidRDefault="009C458B" w:rsidP="009C458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69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C458B" w:rsidRDefault="009C458B" w:rsidP="009C458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70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C458B" w:rsidRDefault="009C458B" w:rsidP="009C458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71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C458B" w:rsidRDefault="009C458B" w:rsidP="009C458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72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C458B" w:rsidRDefault="009C458B" w:rsidP="009C458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73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C458B" w:rsidRDefault="009C458B" w:rsidP="009C458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74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C458B" w:rsidRDefault="009C458B" w:rsidP="009C458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75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C458B" w:rsidRDefault="009C458B" w:rsidP="009C458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2445" o:spid="_x0000_s1026" style="position:absolute;margin-left:227.85pt;margin-top:0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OjCisMA&#10;AADeAAAADwAAAGRycy9kb3ducmV2LnhtbERPS4vCMBC+C/6HMMLeNN0qKrVRRNzFg7DUx31opg+2&#10;mZQmq/XfG0HY23x8z0k3vWnEjTpXW1bwOYlAEOdW11wquJy/xksQziNrbCyTggc52KyHgxQTbe+c&#10;0e3kSxFC2CWooPK+TaR0eUUG3cS2xIErbGfQB9iVUnd4D+GmkXEUzaXBmkNDhS3tKsp/T39GgZ1+&#10;H47XMs6me1543v4si2t/VOpj1G9XIDz1/l/8dh90mB/PZnN4vRNukOsn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OjCisMAAADe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9C458B" w:rsidRDefault="009C458B" w:rsidP="009C458B"/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WDVsscA&#10;AADeAAAADwAAAGRycy9kb3ducmV2LnhtbERP30vDMBB+F/wfwgl7GTbdGJurzYYMqtMHYXPg69Gc&#10;TbW5lCRudX+9GQi+3cf388r1YDtxJB9axwomWQ6CuHa65UbB4a26vQMRIrLGzjEp+KEA69X1VYmF&#10;dife0XEfG5FCOBSowMTYF1KG2pDFkLmeOHEfzluMCfpGao+nFG47Oc3zubTYcmow2NPGUP21/7YK&#10;PqtX875ZnB/9eLmj87h6eeqe50qNboaHexCRhvgv/nNvdZo/nc0WcHkn3SB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Fg1bLHAAAA3gAAAA8AAAAAAAAAAAAAAAAAmAIAAGRy&#10;cy9kb3ducmV2LnhtbFBLBQYAAAAABAAEAPUAAACM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9C458B" w:rsidRDefault="009C458B" w:rsidP="009C458B"/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uzlwcQA&#10;AADeAAAADwAAAGRycy9kb3ducmV2LnhtbESP22rCQBCG7wu+wzKCN0U3HhBJXUWkFvFGPDzAkB2z&#10;odnZkN2a+Padi0LvZpj/8M162/taPamNVWAD00kGirgItuLSwP12GK9AxYRssQ5MBl4UYbsZvK0x&#10;t6HjCz2vqVQSwjFHAy6lJtc6Fo48xkloiOX2CK3HJGtbattiJ+G+1rMsW2qPFUuDw4b2jorv64+X&#10;kvMcz6dHdzt89djh58nx++5izGjY7z5AJerTv/jPfbSCP1sshFfekRn05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7s5cHEAAAA3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9C458B" w:rsidRDefault="009C458B" w:rsidP="009C458B"/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CRVYMQA&#10;AADeAAAADwAAAGRycy9kb3ducmV2LnhtbERPTUvDQBC9C/0PyxS82Y0hVk27LVIVRPBgFaS3ITtN&#10;gtnZZXds4r93BcHbPN7nrLeTG9SJYuo9G7hcFKCIG297bg28vz1e3IBKgmxx8EwGvinBdjM7W2Nt&#10;/civdNpLq3IIpxoNdCKh1jo1HTlMCx+IM3f00aFkGFttI4453A26LIqldthzbugw0K6j5nP/5Qy8&#10;jA/h+Xp5dQyHWJU63Vv52Ikx5/PpbgVKaJJ/8Z/7yeb5ZVXdwu87+Qa9+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QkVWDEAAAA3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9C458B" w:rsidRDefault="009C458B" w:rsidP="009C458B"/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UN/GsYA&#10;AADeAAAADwAAAGRycy9kb3ducmV2LnhtbESP3WrCQBCF7wu+wzIFb4putLaU1FWkaBFvxJ8HGLJj&#10;NjQ7G7JbE9/euRC8m2HOOd+c+bL3tbpSG6vABibjDBRxEWzFpYHzaTP6AhUTssU6MBm4UYTlYvAy&#10;x9yGjg90PaZSSQjHHA24lJpc61g48hjHoSGW2yW0HpOsbalti52E+1pPs+xTe6xYCA4b+nFU/B3/&#10;vUD277jfXbrT5rfHDtc7x2+rgzHD1371DSpRn57ih3tr5f3p7EMKSB2ZQS/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UN/GsYAAADe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9C458B" w:rsidRDefault="009C458B" w:rsidP="009C458B"/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4vPu8QA&#10;AADeAAAADwAAAGRycy9kb3ducmV2LnhtbERPS0sDMRC+C/6HMII3m+3Sh6xNi1SFInhoK4i3YTPd&#10;XdxMQjJ2t//eCIK3+fies9qMrldniqnzbGA6KUAR19523Bh4P77c3YNKgmyx90wGLpRgs76+WmFl&#10;/cB7Oh+kUTmEU4UGWpFQaZ3qlhymiQ/EmTv56FAyjI22EYcc7npdFsVCO+w4N7QYaNtS/XX4dgbe&#10;hufwulzMT+Ezzkqdnqx8bMWY25vx8QGU0Cj/4j/3zub55Ww+hd938g16/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+Lz7vEAAAA3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9C458B" w:rsidRDefault="009C458B" w:rsidP="009C458B"/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lxMJcUA&#10;AADeAAAADwAAAGRycy9kb3ducmV2LnhtbERP32vCMBB+H/g/hBN8kZmumzKqUXQQNthg6Aa+Hs3Z&#10;FptLSaLt/vtlIOztPr6ft9oMthVX8qFxrOBhloEgLp1puFLw/aXvn0GEiGywdUwKfijAZj26W2Fh&#10;XM97uh5iJVIIhwIV1DF2hZShrMlimLmOOHEn5y3GBH0ljcc+hdtW5lm2kBYbTg01dvRSU3k+XKyC&#10;3WdfPfppuRvc++n1ONfa6A+t1GQ8bJcgIg3xX3xzv5k0P3+a5/D3TrpBr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6XEwlxQAAAN4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9C458B" w:rsidRDefault="009C458B" w:rsidP="009C458B"/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SCjQcIA&#10;AADeAAAADwAAAGRycy9kb3ducmV2LnhtbERP3WrCMBS+H/gO4QjezdROh1SjiKMgYzdzPsChOTbV&#10;5qQksda3N4PB7s7H93vW28G2oicfGscKZtMMBHHldMO1gtNP+boEESKyxtYxKXhQgO1m9LLGQrs7&#10;f1N/jLVIIRwKVGBi7AopQ2XIYpi6jjhxZ+ctxgR9LbXHewq3rcyz7F1abDg1GOxob6i6Hm9WQfmZ&#10;f/XXm/al2w1zSwtzWX4YpSbjYbcCEWmI/+I/90Gn+fl88Qa/76Qb5OYJ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dIKNBwgAAAN4AAAAPAAAAAAAAAAAAAAAAAJgCAABkcnMvZG93&#10;bnJldi54bWxQSwUGAAAAAAQABAD1AAAAhw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9C458B" w:rsidRDefault="009C458B" w:rsidP="009C458B"/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vlxysUA&#10;AADeAAAADwAAAGRycy9kb3ducmV2LnhtbERP22oCMRB9F/oPYQp9KTWr1SJbo2ghVKggXsDXYTPu&#10;Lt1MliR1t39vCgXf5nCuM1/2thFX8qF2rGA0zEAQF87UXCo4HfXLDESIyAYbx6TglwIsFw+DOebG&#10;dbyn6yGWIoVwyFFBFWObSxmKiiyGoWuJE3dx3mJM0JfSeOxSuG3kOMvepMWaU0OFLX1UVHwffqyC&#10;9a4rX/1zse7d1+XzPNXa6K1W6umxX72DiNTHu/jfvTFp/ngyncDfO+kGubg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a+XHKxQAAAN4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9C458B" w:rsidRDefault="009C458B" w:rsidP="009C458B"/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YWersIA&#10;AADeAAAADwAAAGRycy9kb3ducmV2LnhtbERP3WrCMBS+F/YO4Qx2p+mKFemMIpOCDG/UPcChOTbV&#10;5qQksXZvvwiD3Z2P7/esNqPtxEA+tI4VvM8yEMS10y03Cr7P1XQJIkRkjZ1jUvBDATbrl8kKS+0e&#10;fKThFBuRQjiUqMDE2JdShtqQxTBzPXHiLs5bjAn6RmqPjxRuO5ln2UJabDk1GOzp01B9O92tguor&#10;Pwy3u/aV245zS4W5LndGqbfXcfsBItIY/8V/7r1O8/N5UcDznXSDXP8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9hZ6uwgAAAN4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9C458B" w:rsidRDefault="009C458B" w:rsidP="009C458B"/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5meMcIA&#10;AADeAAAADwAAAGRycy9kb3ducmV2LnhtbERPzWqDQBC+F/IOyxR6q2tSDcW6hlJIiMfYPsDgTlV0&#10;Z427iebts4VCbvPx/U6+W8wgrjS5zrKCdRSDIK6t7rhR8PO9f30H4TyyxsEyKbiRg12xesox03bm&#10;E10r34gQwi5DBa33Yyalq1sy6CI7Egfu104GfYBTI/WEcwg3g9zE8VYa7Dg0tDjSV0t1X12MguQ2&#10;H85V2sd7bWhdvo0l+zpV6uV5+fwA4WnxD/G/+6jD/E2SbuHvnXCDLO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7mZ4xwgAAAN4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9C458B" w:rsidRDefault="009C458B" w:rsidP="009C458B"/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tctBcQA&#10;AADeAAAADwAAAGRycy9kb3ducmV2LnhtbERPTWvCQBC9C/6HZYTe6sbQak1dJRgspac2Ws9DdkxC&#10;s7Nhd9X477uFgrd5vM9ZbQbTiQs531pWMJsmIIgrq1uuFRz2u8cXED4ga+wsk4Ibedisx6MVZtpe&#10;+YsuZahFDGGfoYImhD6T0lcNGfRT2xNH7mSdwRChq6V2eI3hppNpksylwZZjQ4M9bRuqfsqzUXCe&#10;H9MDnz70Z1nc3pbFLvfyu1bqYTLkryACDeEu/ne/6zg/fXpewN878Qa5/g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rXLQXEAAAA3g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9C458B" w:rsidRDefault="009C458B" w:rsidP="009C458B"/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CcJaskA&#10;AADeAAAADwAAAGRycy9kb3ducmV2LnhtbESPQU/CQBCF7yb8h82QcJMtCA1WFqImJsoBIurB29gd&#10;2kJ3tnRXqP/eOZBwm8l7894382XnanWiNlSeDYyGCSji3NuKCwOfHy+3M1AhIlusPZOBPwqwXPRu&#10;5phZf+Z3Om1joSSEQ4YGyhibTOuQl+QwDH1DLNrOtw6jrG2hbYtnCXe1HidJqh1WLA0lNvRcUn7Y&#10;/joDX5tZer95epvsV+sfvHP2+G2r1JhBv3t8ABWpi1fz5frVCv54MhVeeUdm0It/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/CcJaskAAADeAAAADwAAAAAAAAAAAAAAAACYAgAA&#10;ZHJzL2Rvd25yZXYueG1sUEsFBgAAAAAEAAQA9QAAAI4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9C458B" w:rsidRDefault="009C458B" w:rsidP="009C458B"/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5I7ZcUA&#10;AADeAAAADwAAAGRycy9kb3ducmV2LnhtbERPTWvCQBC9F/wPywi91Y3Rio1ZpbXUiqeYFnodsmMS&#10;zM6G7Fajv94tFLzN431OuupNI07UudqygvEoAkFcWF1zqeD76+NpDsJ5ZI2NZVJwIQer5eAhxUTb&#10;M+/plPtShBB2CSqovG8TKV1RkUE3si1x4A62M+gD7EqpOzyHcNPIOIpm0mDNoaHCltYVFcf81yi4&#10;zn4wc5/x2/tEe7pM5xu7yzZKPQ771wUIT72/i//dWx3mx9PnF/h7J9wgl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vkjtlxQAAAN4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9C458B" w:rsidRDefault="009C458B" w:rsidP="009C458B"/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v0x68YA&#10;AADeAAAADwAAAGRycy9kb3ducmV2LnhtbESPQW/CMAyF75P2HyJP4jbSVQVtHQFNE0i7Dcp+gNV4&#10;aUXjlCZA2a+fD0jcbPn5vfctVqPv1JmG2AY28DLNQBHXwbbsDPzsN8+voGJCttgFJgNXirBaPj4s&#10;sLThwjs6V8kpMeFYooEmpb7UOtYNeYzT0BPL7TcMHpOsg9N2wIuY+07nWTbXHluWhAZ7+myoPlQn&#10;b+AY8pkdqzV+H9Zv29a54vi3K4yZPI0f76ASjekuvn1/WamfF3MBEByZQS/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v0x68YAAADe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9C458B" w:rsidRDefault="009C458B" w:rsidP="009C458B"/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w3ym8QA&#10;AADeAAAADwAAAGRycy9kb3ducmV2LnhtbERPPW/CMBDdK/EfrEPqVpzQEmiKg2ilSqzQDh0P+0gC&#10;8TnELqT8eoyE1O2e3ufNF71txIk6XztWkI4SEMTamZpLBd9fn08zED4gG2wck4I/8rAoBg9zzI07&#10;85pOm1CKGMI+RwVVCG0updcVWfQj1xJHbuc6iyHCrpSmw3MMt40cJ0kmLdYcGyps6aMifdj8WgWr&#10;ekuTTO9e7exdr38ux/A83RulHof98g1EoD78i+/ulYnzxy9ZCrd34g2yu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MN8pvEAAAA3g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9C458B" w:rsidRDefault="009C458B" w:rsidP="009C458B"/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P6VO8UA&#10;AADeAAAADwAAAGRycy9kb3ducmV2LnhtbERP0WrCQBB8L/Qfji34Vi8NIjZ6Si0UFKugFX1dcmsu&#10;mNsLuTPGv+8Jgm+zOzszO5NZZyvRUuNLxwo++gkI4tzpkgsF+7+f9xEIH5A1Vo5JwY08zKavLxPM&#10;tLvyltpdKEQ0YZ+hAhNCnUnpc0MWfd/VxJE7ucZiiGNTSN3gNZrbSqZJMpQWS44JBmv6NpSfdxer&#10;oMXNLTma+fpzWf7m6WZ+WOm4V7237msMIlAXnscP9ULH99PBMIV7nYhBTv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/pU7xQAAAN4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9C458B" w:rsidRDefault="009C458B" w:rsidP="009C458B"/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r/vOsMA&#10;AADeAAAADwAAAGRycy9kb3ducmV2LnhtbERPTUvDQBC9C/0PyxS82U2jFIndllKoeNToweOYnWZT&#10;szNhd9tEf70rCN7m8T5nvZ18ry4UYidsYLkoQBE3YjtuDby9Hm7uQcWEbLEXJgNfFGG7mV2tsbIy&#10;8gtd6tSqHMKxQgMupaHSOjaOPMaFDMSZO0rwmDIMrbYBxxzue10WxUp77Dg3OBxo76j5rM/ewPjY&#10;fJzK47t132GQQ/0sp7IXY67n0+4BVKIp/Yv/3E82zy/vVrfw+06+QW9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r/vOsMAAADe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9C458B" w:rsidRDefault="009C458B" w:rsidP="009C458B"/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a5nWcUA&#10;AADeAAAADwAAAGRycy9kb3ducmV2LnhtbERP22oCMRB9L/QfwhT6VrNdRGU1ipcKpVjE2/u4GXe3&#10;JpNlk+r2741Q8G0O5zqjSWuNuFDjK8cK3jsJCOLc6YoLBfvd8m0AwgdkjcYxKfgjD5Px89MIM+2u&#10;vKHLNhQihrDPUEEZQp1J6fOSLPqOq4kjd3KNxRBhU0jd4DWGWyPTJOlJixXHhhJrmpeUn7e/VsFy&#10;vTA/6fdmepBh/tE/msHXbLFS6vWlnQ5BBGrDQ/zv/tRxftrtdeH+TrxBjm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rmdZxQAAAN4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9C458B" w:rsidRDefault="009C458B" w:rsidP="009C458B"/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QfVsYA&#10;AADeAAAADwAAAGRycy9kb3ducmV2LnhtbERP32vCMBB+H/g/hBP2MjS1U5HOWGQwdOBgU8HXs7m1&#10;xeZSkqx2//0iCHu7j+/nLfPeNKIj52vLCibjBARxYXXNpYLj4W20AOEDssbGMin4JQ/5avCwxEzb&#10;K39Rtw+liCHsM1RQhdBmUvqiIoN+bFviyH1bZzBE6EqpHV5juGlkmiRzabDm2FBhS68VFZf9j1HQ&#10;fe7O5bbz7ftl8eRnz+fN5kOflHoc9usXEIH68C++u7c6zk+n8xnc3ok3yN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RQfVsYAAADe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9C458B" w:rsidRDefault="009C458B" w:rsidP="009C458B"/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Kr/PMYA&#10;AADeAAAADwAAAGRycy9kb3ducmV2LnhtbERPS2vCQBC+C/0PyxS86abBBpu6ShUEL4KPHuptzE6T&#10;YHY23V017a93C4K3+fieM5l1phEXcr62rOBlmIAgLqyuuVTwuV8OxiB8QNbYWCYFv+RhNn3qTTDX&#10;9spbuuxCKWII+xwVVCG0uZS+qMigH9qWOHLf1hkMEbpSaofXGG4amSZJJg3WHBsqbGlRUXHanY2C&#10;+dt4/rMZ8fpvezzQ4et4ek1dolT/uft4BxGoCw/x3b3ScX46yjL4fyfeIKc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+Kr/PMYAAADeAAAADwAAAAAAAAAAAAAAAACYAgAAZHJz&#10;L2Rvd25yZXYueG1sUEsFBgAAAAAEAAQA9QAAAIsDAAAAAA==&#10;" fillcolor="black" stroked="f">
                  <v:textbox>
                    <w:txbxContent>
                      <w:p w:rsidR="009C458B" w:rsidRDefault="009C458B" w:rsidP="009C458B"/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iVUp8YA&#10;AADeAAAADwAAAGRycy9kb3ducmV2LnhtbERPTWvCQBC9C/0Pywi96cbQppK6Sm0tCLUHbQ89TrPT&#10;ZEl2NmRXjf56Vyh4m8f7nNmit404UOeNYwWTcQKCuHDacKng++t9NAXhA7LGxjEpOJGHxfxuMMNc&#10;uyNv6bALpYgh7HNUUIXQ5lL6oiKLfuxa4sj9uc5iiLArpe7wGMNtI9MkyaRFw7GhwpZeKyrq3d4q&#10;+PnIzHRrKP3dnJcrvXmsl59vtVL3w/7lGUSgPtzE/+61jvPTh+wJru/EG+T8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iVUp8YAAADe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9C458B" w:rsidRDefault="009C458B" w:rsidP="009C458B"/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eit58cA&#10;AADeAAAADwAAAGRycy9kb3ducmV2LnhtbESPQW/CMAyF75P4D5En7TbSoQmhjoAQaNouOwyYdrUa&#10;ryltnC4JUPj182ESN1vv+b3P8+XgO3WimJrABp7GBSjiKtiGawP73evjDFTKyBa7wGTgQgmWi9Hd&#10;HEsbzvxJp22ulYRwKtGAy7kvtU6VI49pHHpi0X5C9JhljbW2Ec8S7js9KYqp9tiwNDjsae2oardH&#10;byCuvjftlY9fbXH9uKS3w/A7Q2fMw/2wegGVacg38//1uxX8yfNUeOUdmUEv/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norefHAAAA3gAAAA8AAAAAAAAAAAAAAAAAmAIAAGRy&#10;cy9kb3ducmV2LnhtbFBLBQYAAAAABAAEAPUAAACM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9C458B" w:rsidRDefault="009C458B" w:rsidP="009C458B"/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dW+N8QA&#10;AADeAAAADwAAAGRycy9kb3ducmV2LnhtbERP22rCQBB9L/Qflin0pejGULxEV5FCoVApePmAMTsm&#10;wd3ZkJ1q7Nd3CwXf5nCus1j13qkLdbEJbGA0zEARl8E2XBk47N8HU1BRkC26wGTgRhFWy8eHBRY2&#10;XHlLl51UKoVwLNBALdIWWseyJo9xGFrixJ1C51ES7CptO7ymcO90nmVj7bHh1FBjS281lefdtzfg&#10;8qObfU7iRm4Hvcl+vGxfvqwxz0/9eg5KqJe7+N/9YdP8/HU8g7930g16+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XVvjfEAAAA3g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9C458B" w:rsidRDefault="009C458B" w:rsidP="009C458B"/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ubALccA&#10;AADeAAAADwAAAGRycy9kb3ducmV2LnhtbESPQU/DMAyF70j7D5EncWMpFQJUlk3ANKmXHShDu3qN&#10;aSoSp2rCVvbr8QGJmy0/v/e+5XoKXp1oTH1kA7eLAhRxG23PnYH9+/bmEVTKyBZ9ZDLwQwnWq9nV&#10;Eisbz/xGpyZ3Skw4VWjA5TxUWqfWUcC0iAOx3D7jGDDLOnbajngW8+B1WRT3OmDPkuBwoFdH7Vfz&#10;HQxsmsGX+9q9pMPH7nj09WVLh40x1/Pp+QlUpin/i/++ayv1y7sHARAcmUGvf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bmwC3HAAAA3gAAAA8AAAAAAAAAAAAAAAAAmAIAAGRy&#10;cy9kb3ducmV2LnhtbFBLBQYAAAAABAAEAPUAAACMAwAAAAA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9C458B" w:rsidRDefault="009C458B" w:rsidP="009C458B"/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K/XgMIA&#10;AADeAAAADwAAAGRycy9kb3ducmV2LnhtbERPS4vCMBC+C/sfwizsTRNlUalGWRYFYU++Dt6GZGyr&#10;zaQ00Xb/vREEb/PxPWe+7Fwl7tSE0rOG4UCBIDbelpxrOOzX/SmIEJEtVp5Jwz8FWC4+enPMrG95&#10;S/ddzEUK4ZChhiLGOpMymIIchoGviRN39o3DmGCTS9tgm8JdJUdKjaXDklNDgTX9FmSuu5vTcFnL&#10;P28UmuPh2G7s5LQaU6W0/vrsfmYgInXxLX65NzbNH31PhvB8J90gF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4r9eAwgAAAN4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9C458B" w:rsidRDefault="009C458B" w:rsidP="009C458B"/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ZW6kMQA&#10;AADeAAAADwAAAGRycy9kb3ducmV2LnhtbERPTWvCQBC9C/0PyxR6q5tGUUldRQWhKB7UUnqcZsck&#10;JDsbdleN/94VCt7m8T5nOu9MIy7kfGVZwUc/AUGcW11xoeD7uH6fgPABWWNjmRTcyMN89tKbYqbt&#10;lfd0OYRCxBD2GSooQ2gzKX1ekkHfty1x5E7WGQwRukJqh9cYbhqZJslIGqw4NpTY0qqkvD6cjYLf&#10;85ZPu8Fm4Zbhx3ZHX6d/k1qpt9du8QkiUBee4n/3l47z0+E4hcc78QY5u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2VupDEAAAA3gAAAA8AAAAAAAAAAAAAAAAAmAIAAGRycy9k&#10;b3ducmV2LnhtbFBLBQYAAAAABAAEAPUAAACJAw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9C458B" w:rsidRDefault="009C458B" w:rsidP="009C458B"/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QTKecYA&#10;AADeAAAADwAAAGRycy9kb3ducmV2LnhtbERPTWsCMRC9C/6HMEJvmnVrrd0apQoFL4VqPeht3Iy7&#10;i5vJNom69tc3hYK3ebzPmc5bU4sLOV9ZVjAcJCCIc6srLhRsv977ExA+IGusLZOCG3mYz7qdKWba&#10;XnlNl00oRAxhn6GCMoQmk9LnJRn0A9sQR+5oncEQoSukdniN4aaWaZKMpcGKY0OJDS1Lyk+bs1Gw&#10;eJksvj9H/PGzPuxpvzucnlKXKPXQa99eQQRqw138717pOD8dPT/C3zvxBjn7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QTKecYAAADeAAAADwAAAAAAAAAAAAAAAACYAgAAZHJz&#10;L2Rvd25yZXYueG1sUEsFBgAAAAAEAAQA9QAAAIsDAAAAAA==&#10;" fillcolor="black" stroked="f">
                  <v:textbox>
                    <w:txbxContent>
                      <w:p w:rsidR="009C458B" w:rsidRDefault="009C458B" w:rsidP="009C458B"/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VtZp8QA&#10;AADeAAAADwAAAGRycy9kb3ducmV2LnhtbERPTUsDMRC9C/6HMII3m7UWW9amZSkUxdO2VXqdbsbN&#10;4mayJGm6/nsjCL3N433Ocj3aXiTyoXOs4HFSgCBunO64VfBx2D4sQISIrLF3TAp+KMB6dXuzxFK7&#10;C+8o7WMrcgiHEhWYGIdSytAYshgmbiDO3JfzFmOGvpXa4yWH215Oi+JZWuw4NxgcaGOo+d6frYJ0&#10;2tTVUzoms3v3Vetd/fp5qpW6vxurFxCRxngV/7vfdJ4/nc1n8PdOvkGu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FbWafEAAAA3gAAAA8AAAAAAAAAAAAAAAAAmAIAAGRycy9k&#10;b3ducmV2LnhtbFBLBQYAAAAABAAEAPUAAACJAwAAAAA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9C458B" w:rsidRDefault="009C458B" w:rsidP="009C458B"/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ru4NcYA&#10;AADeAAAADwAAAGRycy9kb3ducmV2LnhtbERPTUvDQBC9F/wPywje2k2KbTVmW6TYol6ssVCPQ3bM&#10;BrOzIbtNo7/eFQq9zeN9Tr4abCN66nztWEE6SUAQl07XXCnYf2zGdyB8QNbYOCYFP+Rhtbwa5Zhp&#10;d+J36otQiRjCPkMFJoQ2k9KXhiz6iWuJI/flOoshwq6SusNTDLeNnCbJXFqsOTYYbGltqPwujlaB&#10;T9dPh1f7e99/bg2/FS9mvquMUjfXw+MDiEBDuIjP7mcd509vFzP4fyfeIJ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ru4NcYAAADe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9C458B" w:rsidRDefault="009C458B" w:rsidP="009C458B"/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9C458B" w:rsidRPr="003B50D1" w:rsidRDefault="009C458B" w:rsidP="009C4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alibri" w:eastAsia="Times New Roman" w:hAnsi="Calibri" w:cs="Times New Roman"/>
          <w:lang w:eastAsia="uk-UA"/>
        </w:rPr>
      </w:pPr>
    </w:p>
    <w:p w:rsidR="009C458B" w:rsidRPr="003B50D1" w:rsidRDefault="009C458B" w:rsidP="009C458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 xml:space="preserve">    УКРАЇНА</w:t>
      </w:r>
    </w:p>
    <w:p w:rsidR="009C458B" w:rsidRPr="003B50D1" w:rsidRDefault="009C458B" w:rsidP="009C458B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КРУПЕЦЬКА СІЛЬСЬКА РАДА</w:t>
      </w:r>
    </w:p>
    <w:p w:rsidR="009C458B" w:rsidRPr="003B50D1" w:rsidRDefault="009C458B" w:rsidP="009C458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ШЕПЕТІВСЬКОГО РАЙОНУ</w:t>
      </w:r>
    </w:p>
    <w:p w:rsidR="009C458B" w:rsidRPr="003B50D1" w:rsidRDefault="009C458B" w:rsidP="009C458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ХМЕЛЬНИЦЬКОЇ ОБЛАСТІ</w:t>
      </w:r>
    </w:p>
    <w:p w:rsidR="009C458B" w:rsidRPr="003B50D1" w:rsidRDefault="009C458B" w:rsidP="009C458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9C458B" w:rsidRPr="003B50D1" w:rsidRDefault="009C458B" w:rsidP="009C458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РІШЕННЯ</w:t>
      </w:r>
    </w:p>
    <w:p w:rsidR="009C458B" w:rsidRPr="003B50D1" w:rsidRDefault="009C458B" w:rsidP="009C458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9C458B" w:rsidRPr="003B50D1" w:rsidRDefault="009C458B" w:rsidP="009C458B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Х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Х сесії сільської ради  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</w:rPr>
        <w:t>ІІІ скликання</w:t>
      </w:r>
    </w:p>
    <w:p w:rsidR="009C458B" w:rsidRPr="003B50D1" w:rsidRDefault="009C458B" w:rsidP="009C458B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p w:rsidR="009C458B" w:rsidRPr="003B50D1" w:rsidRDefault="009C458B" w:rsidP="009C458B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p w:rsidR="009C458B" w:rsidRPr="003B50D1" w:rsidRDefault="009C458B" w:rsidP="009C458B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>__.0</w:t>
      </w:r>
      <w:r w:rsidRPr="00065B72">
        <w:rPr>
          <w:rFonts w:ascii="Times New Roman" w:eastAsia="Calibri" w:hAnsi="Times New Roman" w:cs="Times New Roman"/>
          <w:sz w:val="24"/>
          <w:lang w:val="ru-RU"/>
        </w:rPr>
        <w:t>2</w:t>
      </w:r>
      <w:r w:rsidRPr="003B50D1">
        <w:rPr>
          <w:rFonts w:ascii="Times New Roman" w:eastAsia="Calibri" w:hAnsi="Times New Roman" w:cs="Times New Roman"/>
          <w:sz w:val="24"/>
        </w:rPr>
        <w:t>.2022р.                         Крупець                                        №_____</w:t>
      </w:r>
    </w:p>
    <w:p w:rsidR="009C458B" w:rsidRPr="003B50D1" w:rsidRDefault="009C458B" w:rsidP="009C458B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9C458B" w:rsidRPr="003B50D1" w:rsidRDefault="009C458B" w:rsidP="009C458B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9C458B" w:rsidRPr="003B50D1" w:rsidRDefault="009C458B" w:rsidP="009C458B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Про затвердження технічної документації</w:t>
      </w:r>
    </w:p>
    <w:p w:rsidR="009C458B" w:rsidRPr="003B50D1" w:rsidRDefault="009C458B" w:rsidP="009C458B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 xml:space="preserve">із землеустрою щодо встановлення </w:t>
      </w:r>
    </w:p>
    <w:p w:rsidR="009C458B" w:rsidRPr="003B50D1" w:rsidRDefault="009C458B" w:rsidP="009C458B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(відновлення) меж земельної ділянки</w:t>
      </w:r>
    </w:p>
    <w:p w:rsidR="009C458B" w:rsidRPr="003B50D1" w:rsidRDefault="009C458B" w:rsidP="009C458B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 xml:space="preserve">в натурі (на місцевості) </w:t>
      </w:r>
    </w:p>
    <w:p w:rsidR="009C458B" w:rsidRPr="0061236C" w:rsidRDefault="009C458B" w:rsidP="009C458B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Калачу В. М.</w:t>
      </w:r>
    </w:p>
    <w:p w:rsidR="009C458B" w:rsidRPr="003B50D1" w:rsidRDefault="009C458B" w:rsidP="009C458B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</w:p>
    <w:p w:rsidR="009C458B" w:rsidRPr="003B50D1" w:rsidRDefault="009C458B" w:rsidP="009C458B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</w:p>
    <w:p w:rsidR="009C458B" w:rsidRPr="003B50D1" w:rsidRDefault="009C458B" w:rsidP="009C458B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         Відповідно до пункту 34 частини 1 статті 26,  статті 42 Закону України «Про місцеве самоврядування в Україні», статей 12, 118, 121 Земельного кодексу України,  Закону України «Про  землеустрій», Закону  України  «Про державну реєстрацію речових  прав  на нерухоме майно та їх обтяжень», розглянувши заяву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Калача В. М.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,  сільська  рада </w:t>
      </w:r>
    </w:p>
    <w:p w:rsidR="009C458B" w:rsidRPr="003B50D1" w:rsidRDefault="009C458B" w:rsidP="009C458B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ВИРІШИЛА:</w:t>
      </w:r>
    </w:p>
    <w:p w:rsidR="009C458B" w:rsidRPr="003B50D1" w:rsidRDefault="009C458B" w:rsidP="009C458B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</w:p>
    <w:p w:rsidR="009C458B" w:rsidRPr="003B50D1" w:rsidRDefault="009C458B" w:rsidP="009C458B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     1.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Затвердити  Калачу Василю Михайловичу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, </w:t>
      </w:r>
      <w:r>
        <w:rPr>
          <w:rFonts w:ascii="Times New Roman" w:eastAsia="Calibri" w:hAnsi="Times New Roman" w:cs="Times New Roman"/>
          <w:sz w:val="24"/>
        </w:rPr>
        <w:t xml:space="preserve"> який</w:t>
      </w:r>
      <w:r w:rsidRPr="003B50D1">
        <w:rPr>
          <w:rFonts w:ascii="Times New Roman" w:eastAsia="Calibri" w:hAnsi="Times New Roman" w:cs="Times New Roman"/>
          <w:sz w:val="24"/>
        </w:rPr>
        <w:t xml:space="preserve">  зар</w:t>
      </w:r>
      <w:r>
        <w:rPr>
          <w:rFonts w:ascii="Times New Roman" w:eastAsia="Calibri" w:hAnsi="Times New Roman" w:cs="Times New Roman"/>
          <w:sz w:val="24"/>
        </w:rPr>
        <w:t xml:space="preserve">еєстрований за </w:t>
      </w:r>
      <w:proofErr w:type="spellStart"/>
      <w:r>
        <w:rPr>
          <w:rFonts w:ascii="Times New Roman" w:eastAsia="Calibri" w:hAnsi="Times New Roman" w:cs="Times New Roman"/>
          <w:sz w:val="24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: </w:t>
      </w:r>
      <w:r w:rsidR="00020A45">
        <w:rPr>
          <w:rFonts w:ascii="Times New Roman" w:eastAsia="Calibri" w:hAnsi="Times New Roman" w:cs="Times New Roman"/>
          <w:sz w:val="24"/>
          <w:lang w:val="ru-RU"/>
        </w:rPr>
        <w:t>________________________________________</w:t>
      </w:r>
      <w:r w:rsidRPr="003B50D1">
        <w:rPr>
          <w:rFonts w:ascii="Times New Roman" w:eastAsia="Calibri" w:hAnsi="Times New Roman" w:cs="Times New Roman"/>
          <w:sz w:val="24"/>
          <w:szCs w:val="24"/>
        </w:rPr>
        <w:t>,</w:t>
      </w:r>
      <w:r w:rsidRPr="003B50D1">
        <w:rPr>
          <w:rFonts w:ascii="Times New Roman" w:eastAsia="Calibri" w:hAnsi="Times New Roman" w:cs="Times New Roman"/>
          <w:sz w:val="24"/>
        </w:rPr>
        <w:t xml:space="preserve"> 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і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дентифікаційний номер </w:t>
      </w:r>
      <w:r w:rsidR="00020A45">
        <w:rPr>
          <w:rFonts w:ascii="Times New Roman" w:eastAsia="Arial Unicode MS" w:hAnsi="Times New Roman" w:cs="Times New Roman"/>
          <w:color w:val="000000"/>
          <w:sz w:val="24"/>
          <w:szCs w:val="24"/>
          <w:lang w:val="ru-RU" w:eastAsia="uk-UA"/>
        </w:rPr>
        <w:t>_________________</w:t>
      </w:r>
      <w:bookmarkStart w:id="0" w:name="_GoBack"/>
      <w:bookmarkEnd w:id="0"/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,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технічну документацію із землеустрою щодо встановлення (відновлення) меж земельної ділянки в натурі (на місцев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ості), на земельну ділянку для ведення особистого селянського господарства, площею 0,1990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га,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кадастровий номер: 6823984000:01:015:0036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, яка розташована Хмельницька область Шепетівський район, </w:t>
      </w:r>
      <w:r>
        <w:rPr>
          <w:rFonts w:ascii="Times New Roman" w:eastAsia="Calibri" w:hAnsi="Times New Roman" w:cs="Times New Roman"/>
          <w:sz w:val="24"/>
        </w:rPr>
        <w:t>с. Крупець.</w:t>
      </w:r>
    </w:p>
    <w:p w:rsidR="009C458B" w:rsidRPr="003B50D1" w:rsidRDefault="009C458B" w:rsidP="009C458B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  <w:r w:rsidRPr="003B50D1"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  <w:t xml:space="preserve">      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2.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Калачу В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.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М.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, </w:t>
      </w:r>
      <w:r w:rsidRPr="003B50D1">
        <w:rPr>
          <w:rFonts w:ascii="Times New Roman" w:eastAsia="Arial Unicode MS" w:hAnsi="Times New Roman" w:cs="Times New Roman"/>
          <w:sz w:val="24"/>
          <w:szCs w:val="24"/>
          <w:lang w:eastAsia="uk-UA"/>
        </w:rPr>
        <w:t xml:space="preserve"> 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посвідчити своє право  в  установленому  законом  порядку.</w:t>
      </w:r>
    </w:p>
    <w:p w:rsidR="009C458B" w:rsidRPr="009C458B" w:rsidRDefault="009C458B" w:rsidP="009C458B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9C458B" w:rsidRPr="003B50D1" w:rsidRDefault="009C458B" w:rsidP="009C458B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eastAsia="uk-UA"/>
        </w:rPr>
      </w:pPr>
    </w:p>
    <w:p w:rsidR="009C458B" w:rsidRPr="003B50D1" w:rsidRDefault="009C458B" w:rsidP="009C458B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eastAsia="uk-UA"/>
        </w:rPr>
      </w:pPr>
    </w:p>
    <w:p w:rsidR="009C458B" w:rsidRDefault="009C458B" w:rsidP="009C4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Times New Roman" w:eastAsia="SimSun" w:hAnsi="Times New Roman" w:cs="Times New Roman"/>
          <w:color w:val="FF0000"/>
          <w:sz w:val="24"/>
          <w:szCs w:val="24"/>
          <w:lang w:eastAsia="zh-CN"/>
        </w:rPr>
      </w:pPr>
      <w:r w:rsidRPr="003B50D1">
        <w:rPr>
          <w:rFonts w:ascii="Times New Roman" w:eastAsia="Arial Unicode MS" w:hAnsi="Times New Roman" w:cs="Times New Roman"/>
          <w:sz w:val="24"/>
          <w:szCs w:val="24"/>
          <w:lang w:eastAsia="uk-UA"/>
        </w:rPr>
        <w:t>Сільський   голова                                                                                 Валерій   МИХАЛЮК</w:t>
      </w:r>
    </w:p>
    <w:sectPr w:rsidR="009C458B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9"/>
  <w:proofState w:spelling="clean" w:grammar="clean"/>
  <w:attachedTemplate r:id="rId1"/>
  <w:defaultTabStop w:val="708"/>
  <w:hyphenationZone w:val="425"/>
  <w:characterSpacingControl w:val="doNotCompress"/>
  <w:savePreviewPicture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458B"/>
    <w:rsid w:val="00020A45"/>
    <w:rsid w:val="00615568"/>
    <w:rsid w:val="009C45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458B"/>
    <w:rPr>
      <w:rFonts w:eastAsiaTheme="minorHAnsi"/>
      <w:lang w:val="uk-UA"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rFonts w:eastAsiaTheme="minorEastAsia"/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rFonts w:eastAsiaTheme="minorEastAsia"/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rFonts w:eastAsiaTheme="minorEastAsia"/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458B"/>
    <w:rPr>
      <w:rFonts w:eastAsiaTheme="minorHAnsi"/>
      <w:lang w:val="uk-UA"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rFonts w:eastAsiaTheme="minorEastAsia"/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rFonts w:eastAsiaTheme="minorEastAsia"/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rFonts w:eastAsiaTheme="minorEastAsia"/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s\Desktop\&#1061;&#1030;&#1061;%20&#1089;&#1077;&#1089;&#1080;&#1103;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Default.dotx</Template>
  <TotalTime>2</TotalTime>
  <Pages>1</Pages>
  <Words>251</Words>
  <Characters>1437</Characters>
  <Application>Microsoft Office Word</Application>
  <DocSecurity>0</DocSecurity>
  <Lines>11</Lines>
  <Paragraphs>3</Paragraphs>
  <ScaleCrop>false</ScaleCrop>
  <Company/>
  <LinksUpToDate>false</LinksUpToDate>
  <CharactersWithSpaces>1685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2022-02-11T12:55:00Z</dcterms:created>
  <dcterms:modified xsi:type="dcterms:W3CDTF">2022-02-14T07:28:00Z</dcterms:modified>
</cp:coreProperties>
</file>