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93" w:rsidRDefault="00D07493" w:rsidP="00D0749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493" w:rsidRDefault="00D07493" w:rsidP="00D074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7493" w:rsidRDefault="00D07493" w:rsidP="00D074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07493" w:rsidRDefault="00D07493" w:rsidP="00D074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07493" w:rsidRDefault="00D07493" w:rsidP="00D074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07493" w:rsidRDefault="00D07493" w:rsidP="00D074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07493" w:rsidRDefault="00D07493" w:rsidP="00D07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07493" w:rsidRDefault="00D07493" w:rsidP="00D074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07493" w:rsidRDefault="00D07493" w:rsidP="00D074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D07493" w:rsidRDefault="00D07493" w:rsidP="00D0749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D07493" w:rsidRDefault="00D07493" w:rsidP="00D0749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Поліщук С.А.</w:t>
      </w:r>
    </w:p>
    <w:p w:rsidR="00D07493" w:rsidRDefault="00D07493" w:rsidP="00D0749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Поліщук С.А,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 Світлані Анатоліївні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Поліщук Світлані Анатоліївні 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16435" w:rsidRPr="00016435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1643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6823986800:03:010:0036,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07493" w:rsidRDefault="00D07493" w:rsidP="00D074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 С.А.,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07493" w:rsidRDefault="00D07493" w:rsidP="00D074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07493" w:rsidRPr="00D07493" w:rsidRDefault="00D07493" w:rsidP="00D0749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23119" w:rsidRPr="00D07493" w:rsidRDefault="00D07493" w:rsidP="00D0749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23119" w:rsidRPr="00D074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93"/>
    <w:rsid w:val="00016435"/>
    <w:rsid w:val="00C23119"/>
    <w:rsid w:val="00D0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0749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0749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0749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0749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0749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0749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266</Words>
  <Characters>1518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2021-07-26T12:36:00Z</dcterms:created>
  <dcterms:modified xsi:type="dcterms:W3CDTF">2021-07-27T07:30:00Z</dcterms:modified>
</cp:coreProperties>
</file>