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3333" w:rsidRPr="00DE6ED3" w:rsidRDefault="00DD3333" w:rsidP="00DD3333">
      <w:pPr>
        <w:tabs>
          <w:tab w:val="left" w:pos="2160"/>
        </w:tabs>
        <w:spacing w:after="0" w:line="240" w:lineRule="auto"/>
        <w:jc w:val="right"/>
        <w:rPr>
          <w:rFonts w:ascii="Times New Roman" w:eastAsia="Calibri" w:hAnsi="Times New Roman" w:cs="Times New Roman"/>
          <w:color w:val="FF0000"/>
        </w:rPr>
      </w:pPr>
      <w:r w:rsidRPr="00DE6ED3">
        <w:rPr>
          <w:rFonts w:ascii="Times New Roman" w:eastAsia="Calibri" w:hAnsi="Times New Roman" w:cs="Times New Roman"/>
          <w:color w:val="FF0000"/>
        </w:rPr>
        <w:t>ПРОЕКТ</w:t>
      </w:r>
    </w:p>
    <w:p w:rsidR="00DD3333" w:rsidRPr="00DE6ED3" w:rsidRDefault="00DD3333" w:rsidP="00DD3333">
      <w:pPr>
        <w:spacing w:after="0" w:line="240" w:lineRule="auto"/>
        <w:rPr>
          <w:rFonts w:ascii="Times New Roman" w:eastAsia="Calibri" w:hAnsi="Times New Roman" w:cs="Times New Roman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2767965</wp:posOffset>
                </wp:positionH>
                <wp:positionV relativeFrom="paragraph">
                  <wp:posOffset>91440</wp:posOffset>
                </wp:positionV>
                <wp:extent cx="420370" cy="624205"/>
                <wp:effectExtent l="0" t="0" r="0" b="0"/>
                <wp:wrapNone/>
                <wp:docPr id="9728" name="Группа 25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20370" cy="624205"/>
                          <a:chOff x="0" y="0"/>
                          <a:chExt cx="1142" cy="1718"/>
                        </a:xfrm>
                      </wpg:grpSpPr>
                      <wps:wsp>
                        <wps:cNvPr id="9729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D3333" w:rsidRDefault="00DD3333" w:rsidP="00DD333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30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D3333" w:rsidRDefault="00DD3333" w:rsidP="00DD333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31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D3333" w:rsidRDefault="00DD3333" w:rsidP="00DD333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32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D3333" w:rsidRDefault="00DD3333" w:rsidP="00DD333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33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D3333" w:rsidRDefault="00DD3333" w:rsidP="00DD333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34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D3333" w:rsidRDefault="00DD3333" w:rsidP="00DD333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35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D3333" w:rsidRDefault="00DD3333" w:rsidP="00DD333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36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D3333" w:rsidRDefault="00DD3333" w:rsidP="00DD333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37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D3333" w:rsidRDefault="00DD3333" w:rsidP="00DD333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38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D3333" w:rsidRDefault="00DD3333" w:rsidP="00DD333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39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D3333" w:rsidRDefault="00DD3333" w:rsidP="00DD333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40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D3333" w:rsidRDefault="00DD3333" w:rsidP="00DD333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41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D3333" w:rsidRDefault="00DD3333" w:rsidP="00DD333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42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D3333" w:rsidRDefault="00DD3333" w:rsidP="00DD333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43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D3333" w:rsidRDefault="00DD3333" w:rsidP="00DD333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44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D3333" w:rsidRDefault="00DD3333" w:rsidP="00DD333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45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D3333" w:rsidRDefault="00DD3333" w:rsidP="00DD333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46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D3333" w:rsidRDefault="00DD3333" w:rsidP="00DD333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47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D3333" w:rsidRDefault="00DD3333" w:rsidP="00DD333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48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D3333" w:rsidRDefault="00DD3333" w:rsidP="00DD333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49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D3333" w:rsidRDefault="00DD3333" w:rsidP="00DD333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50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D3333" w:rsidRDefault="00DD3333" w:rsidP="00DD333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51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D3333" w:rsidRDefault="00DD3333" w:rsidP="00DD333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52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D3333" w:rsidRDefault="00DD3333" w:rsidP="00DD333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53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D3333" w:rsidRDefault="00DD3333" w:rsidP="00DD333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54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D3333" w:rsidRDefault="00DD3333" w:rsidP="00DD333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55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D3333" w:rsidRDefault="00DD3333" w:rsidP="00DD333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56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D3333" w:rsidRDefault="00DD3333" w:rsidP="00DD333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819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D3333" w:rsidRDefault="00DD3333" w:rsidP="00DD333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820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D3333" w:rsidRDefault="00DD3333" w:rsidP="00DD333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2508" o:spid="_x0000_s1026" style="position:absolute;margin-left:217.95pt;margin-top:7.2pt;width:33.1pt;height:49.15pt;z-index:25165926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">
                <v:shape id="Freeform 3" o:spid="_x0000_s1027" style="position:absolute;left:166;top:131;width:810;height:1455;visibility:visible;mso-wrap-style:square;v-text-anchor:top" coordsize="8096,145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DD3333" w:rsidRDefault="00DD3333" w:rsidP="00DD333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DD3333" w:rsidRDefault="00DD3333" w:rsidP="00DD333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DD3333" w:rsidRDefault="00DD3333" w:rsidP="00DD333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DD3333" w:rsidRDefault="00DD3333" w:rsidP="00DD333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DD3333" w:rsidRDefault="00DD3333" w:rsidP="00DD333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DD3333" w:rsidRDefault="00DD3333" w:rsidP="00DD333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DD3333" w:rsidRDefault="00DD3333" w:rsidP="00DD333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DD3333" w:rsidRDefault="00DD3333" w:rsidP="00DD333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DD3333" w:rsidRDefault="00DD3333" w:rsidP="00DD333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DD3333" w:rsidRDefault="00DD3333" w:rsidP="00DD333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DD3333" w:rsidRDefault="00DD3333" w:rsidP="00DD333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DD3333" w:rsidRDefault="00DD3333" w:rsidP="00DD333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DD3333" w:rsidRDefault="00DD3333" w:rsidP="00DD333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DD3333" w:rsidRDefault="00DD3333" w:rsidP="00DD333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DD3333" w:rsidRDefault="00DD3333" w:rsidP="00DD333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DD3333" w:rsidRDefault="00DD3333" w:rsidP="00DD333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DD3333" w:rsidRDefault="00DD3333" w:rsidP="00DD333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DD3333" w:rsidRDefault="00DD3333" w:rsidP="00DD333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DD3333" w:rsidRDefault="00DD3333" w:rsidP="00DD333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DD3333" w:rsidRDefault="00DD3333" w:rsidP="00DD333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" fillcolor="black" stroked="f">
                  <v:textbox>
                    <w:txbxContent>
                      <w:p w:rsidR="00DD3333" w:rsidRDefault="00DD3333" w:rsidP="00DD333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DD3333" w:rsidRDefault="00DD3333" w:rsidP="00DD333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DD3333" w:rsidRDefault="00DD3333" w:rsidP="00DD333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DD3333" w:rsidRDefault="00DD3333" w:rsidP="00DD333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DD3333" w:rsidRDefault="00DD3333" w:rsidP="00DD333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DD3333" w:rsidRDefault="00DD3333" w:rsidP="00DD333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DD3333" w:rsidRDefault="00DD3333" w:rsidP="00DD333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" fillcolor="black" stroked="f">
                  <v:textbox>
                    <w:txbxContent>
                      <w:p w:rsidR="00DD3333" w:rsidRDefault="00DD3333" w:rsidP="00DD333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DD3333" w:rsidRDefault="00DD3333" w:rsidP="00DD333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DD3333" w:rsidRDefault="00DD3333" w:rsidP="00DD333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:rsidR="00DD3333" w:rsidRPr="00DE6ED3" w:rsidRDefault="00DD3333" w:rsidP="00DD3333">
      <w:pPr>
        <w:spacing w:after="0" w:line="240" w:lineRule="auto"/>
        <w:rPr>
          <w:rFonts w:ascii="Times New Roman" w:eastAsia="Calibri" w:hAnsi="Times New Roman" w:cs="Times New Roman"/>
        </w:rPr>
      </w:pPr>
    </w:p>
    <w:p w:rsidR="00DD3333" w:rsidRPr="00DE6ED3" w:rsidRDefault="00DD3333" w:rsidP="00DD3333">
      <w:pPr>
        <w:spacing w:after="0" w:line="240" w:lineRule="auto"/>
        <w:rPr>
          <w:rFonts w:ascii="Times New Roman" w:eastAsia="Calibri" w:hAnsi="Times New Roman" w:cs="Times New Roman"/>
        </w:rPr>
      </w:pPr>
    </w:p>
    <w:p w:rsidR="00DD3333" w:rsidRPr="00DE6ED3" w:rsidRDefault="00DD3333" w:rsidP="00DD3333">
      <w:pPr>
        <w:spacing w:after="0" w:line="240" w:lineRule="auto"/>
        <w:rPr>
          <w:rFonts w:ascii="Times New Roman" w:eastAsia="Calibri" w:hAnsi="Times New Roman" w:cs="Times New Roman"/>
        </w:rPr>
      </w:pPr>
    </w:p>
    <w:p w:rsidR="00DD3333" w:rsidRPr="00DE6ED3" w:rsidRDefault="00DD3333" w:rsidP="00DD3333">
      <w:pPr>
        <w:spacing w:after="0" w:line="240" w:lineRule="auto"/>
        <w:rPr>
          <w:rFonts w:ascii="Times New Roman" w:eastAsia="Calibri" w:hAnsi="Times New Roman" w:cs="Times New Roman"/>
        </w:rPr>
      </w:pPr>
    </w:p>
    <w:p w:rsidR="00DD3333" w:rsidRPr="00DE6ED3" w:rsidRDefault="00DD3333" w:rsidP="00DD3333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:rsidR="00DD3333" w:rsidRPr="00DE6ED3" w:rsidRDefault="00DD3333" w:rsidP="00DD3333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DE6ED3">
        <w:rPr>
          <w:rFonts w:ascii="Times New Roman" w:eastAsia="Calibri" w:hAnsi="Times New Roman" w:cs="Times New Roman"/>
          <w:b/>
        </w:rPr>
        <w:t>УКРАЇНА</w:t>
      </w:r>
    </w:p>
    <w:p w:rsidR="00DD3333" w:rsidRPr="00DE6ED3" w:rsidRDefault="00DD3333" w:rsidP="00DD3333">
      <w:pPr>
        <w:keepNext/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DE6ED3">
        <w:rPr>
          <w:rFonts w:ascii="Times New Roman" w:eastAsia="Calibri" w:hAnsi="Times New Roman" w:cs="Times New Roman"/>
          <w:b/>
        </w:rPr>
        <w:t>КРУПЕЦЬКА СІЛЬСЬКА РАДА</w:t>
      </w:r>
    </w:p>
    <w:p w:rsidR="00DD3333" w:rsidRPr="00DE6ED3" w:rsidRDefault="00DD3333" w:rsidP="00DD3333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DE6ED3">
        <w:rPr>
          <w:rFonts w:ascii="Times New Roman" w:eastAsia="Calibri" w:hAnsi="Times New Roman" w:cs="Times New Roman"/>
          <w:b/>
        </w:rPr>
        <w:t>СЛАВУТСЬКОГО РАЙОНУ</w:t>
      </w:r>
    </w:p>
    <w:p w:rsidR="00DD3333" w:rsidRPr="00DE6ED3" w:rsidRDefault="00DD3333" w:rsidP="00DD3333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DE6ED3">
        <w:rPr>
          <w:rFonts w:ascii="Times New Roman" w:eastAsia="Calibri" w:hAnsi="Times New Roman" w:cs="Times New Roman"/>
          <w:b/>
        </w:rPr>
        <w:t>ХМЕЛЬНИЦЬКОЇ ОБЛАСТІ</w:t>
      </w:r>
    </w:p>
    <w:p w:rsidR="00DD3333" w:rsidRPr="00DE6ED3" w:rsidRDefault="00DD3333" w:rsidP="00DD3333">
      <w:pPr>
        <w:spacing w:after="0" w:line="240" w:lineRule="auto"/>
        <w:rPr>
          <w:rFonts w:ascii="Times New Roman" w:eastAsia="Calibri" w:hAnsi="Times New Roman" w:cs="Times New Roman"/>
        </w:rPr>
      </w:pPr>
      <w:r w:rsidRPr="00DE6ED3">
        <w:rPr>
          <w:rFonts w:ascii="Times New Roman" w:eastAsia="Calibri" w:hAnsi="Times New Roman" w:cs="Times New Roman"/>
        </w:rPr>
        <w:t xml:space="preserve"> </w:t>
      </w: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2788920</wp:posOffset>
                </wp:positionH>
                <wp:positionV relativeFrom="paragraph">
                  <wp:posOffset>9116695</wp:posOffset>
                </wp:positionV>
                <wp:extent cx="543560" cy="734695"/>
                <wp:effectExtent l="0" t="0" r="0" b="0"/>
                <wp:wrapNone/>
                <wp:docPr id="1" name="Группа 29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3560" cy="734695"/>
                          <a:chOff x="0" y="0"/>
                          <a:chExt cx="1142" cy="1718"/>
                        </a:xfrm>
                      </wpg:grpSpPr>
                      <wps:wsp>
                        <wps:cNvPr id="2" name="Freeform 3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D3333" w:rsidRDefault="00DD3333" w:rsidP="00DD333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35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D3333" w:rsidRDefault="00DD3333" w:rsidP="00DD333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3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D3333" w:rsidRDefault="00DD3333" w:rsidP="00DD333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37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D3333" w:rsidRDefault="00DD3333" w:rsidP="00DD333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3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D3333" w:rsidRDefault="00DD3333" w:rsidP="00DD333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39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D3333" w:rsidRDefault="00DD3333" w:rsidP="00DD333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4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D3333" w:rsidRDefault="00DD3333" w:rsidP="00DD333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41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D3333" w:rsidRDefault="00DD3333" w:rsidP="00DD333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4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D3333" w:rsidRDefault="00DD3333" w:rsidP="00DD333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43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D3333" w:rsidRDefault="00DD3333" w:rsidP="00DD333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4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D3333" w:rsidRDefault="00DD3333" w:rsidP="00DD333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45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D3333" w:rsidRDefault="00DD3333" w:rsidP="00DD333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4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D3333" w:rsidRDefault="00DD3333" w:rsidP="00DD333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47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D3333" w:rsidRDefault="00DD3333" w:rsidP="00DD333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4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D3333" w:rsidRDefault="00DD3333" w:rsidP="00DD333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49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D3333" w:rsidRDefault="00DD3333" w:rsidP="00DD333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5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D3333" w:rsidRDefault="00DD3333" w:rsidP="00DD333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51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D3333" w:rsidRDefault="00DD3333" w:rsidP="00DD333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5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D3333" w:rsidRDefault="00DD3333" w:rsidP="00DD333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53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D3333" w:rsidRDefault="00DD3333" w:rsidP="00DD333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54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D3333" w:rsidRDefault="00DD3333" w:rsidP="00DD333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55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D3333" w:rsidRDefault="00DD3333" w:rsidP="00DD333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56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D3333" w:rsidRDefault="00DD3333" w:rsidP="00DD333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57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D3333" w:rsidRDefault="00DD3333" w:rsidP="00DD333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58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D3333" w:rsidRDefault="00DD3333" w:rsidP="00DD333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59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D3333" w:rsidRDefault="00DD3333" w:rsidP="00DD333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60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D3333" w:rsidRDefault="00DD3333" w:rsidP="00DD333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61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D3333" w:rsidRDefault="00DD3333" w:rsidP="00DD333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62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D3333" w:rsidRDefault="00DD3333" w:rsidP="00DD333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63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D3333" w:rsidRDefault="00DD3333" w:rsidP="00DD333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2915" o:spid="_x0000_s1057" style="position:absolute;margin-left:219.6pt;margin-top:717.85pt;width:42.8pt;height:57.85pt;z-index:251660288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">
                <v:shape id="Freeform 34" o:spid="_x0000_s1058" style="position:absolute;left:166;top:131;width:810;height:1455;visibility:visible;mso-wrap-style:square;v-text-anchor:top" coordsize="8096,145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DD3333" w:rsidRDefault="00DD3333" w:rsidP="00DD333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5" o:spid="_x0000_s1059" style="position:absolute;left:166;top:131;width:810;height:1455;visibility:visible;mso-wrap-style:square;v-text-anchor:top" coordsize="8096,145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DD3333" w:rsidRDefault="00DD3333" w:rsidP="00DD333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6" o:spid="_x0000_s1060" style="position:absolute;left:609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DD3333" w:rsidRDefault="00DD3333" w:rsidP="00DD333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7" o:spid="_x0000_s1061" style="position:absolute;left:609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DD3333" w:rsidRDefault="00DD3333" w:rsidP="00DD333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8" o:spid="_x0000_s1062" style="position:absolute;left:462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DD3333" w:rsidRDefault="00DD3333" w:rsidP="00DD333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9" o:spid="_x0000_s1063" style="position:absolute;left:462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DD3333" w:rsidRDefault="00DD3333" w:rsidP="00DD333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0" o:spid="_x0000_s1064" style="position:absolute;left:745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DD3333" w:rsidRDefault="00DD3333" w:rsidP="00DD333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1" o:spid="_x0000_s1065" style="position:absolute;left:745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DD3333" w:rsidRDefault="00DD3333" w:rsidP="00DD333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2" o:spid="_x0000_s1066" style="position:absolute;left:223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DD3333" w:rsidRDefault="00DD3333" w:rsidP="00DD333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3" o:spid="_x0000_s1067" style="position:absolute;left:223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DD3333" w:rsidRDefault="00DD3333" w:rsidP="00DD333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4" o:spid="_x0000_s1068" style="position:absolute;left:609;top:1138;width:87;height:110;visibility:visible;mso-wrap-style:square;v-text-anchor:top" coordsize="872,10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DD3333" w:rsidRDefault="00DD3333" w:rsidP="00DD333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5" o:spid="_x0000_s1069" style="position:absolute;left:609;top:1138;width:87;height:110;visibility:visible;mso-wrap-style:square;v-text-anchor:top" coordsize="872,10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DD3333" w:rsidRDefault="00DD3333" w:rsidP="00DD333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6" o:spid="_x0000_s1070" style="position:absolute;left:446;top:1139;width:87;height:109;visibility:visible;mso-wrap-style:square;v-text-anchor:top" coordsize="872,10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DD3333" w:rsidRDefault="00DD3333" w:rsidP="00DD333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7" o:spid="_x0000_s1071" style="position:absolute;left:446;top:1139;width:87;height:109;visibility:visible;mso-wrap-style:square;v-text-anchor:top" coordsize="872,10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DD3333" w:rsidRDefault="00DD3333" w:rsidP="00DD333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8" o:spid="_x0000_s1072" style="position:absolute;left:478;top:845;width:186;height:283;visibility:visible;mso-wrap-style:square;v-text-anchor:top" coordsize="1854,28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DD3333" w:rsidRDefault="00DD3333" w:rsidP="00DD333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9" o:spid="_x0000_s1073" style="position:absolute;left:478;top:845;width:186;height:283;visibility:visible;mso-wrap-style:square;v-text-anchor:top" coordsize="1854,28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DD3333" w:rsidRDefault="00DD3333" w:rsidP="00DD333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0" o:spid="_x0000_s1074" style="position:absolute;left:805;top:362;width:116;height:567;visibility:visible;mso-wrap-style:square;v-text-anchor:top" coordsize="1160,56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DD3333" w:rsidRDefault="00DD3333" w:rsidP="00DD333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1" o:spid="_x0000_s1075" style="position:absolute;left:805;top:362;width:116;height:567;visibility:visible;mso-wrap-style:square;v-text-anchor:top" coordsize="1160,56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DD3333" w:rsidRDefault="00DD3333" w:rsidP="00DD333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2" o:spid="_x0000_s1076" style="position:absolute;left:221;top:362;width:116;height:568;visibility:visible;mso-wrap-style:square;v-text-anchor:top" coordsize="1160,56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DD3333" w:rsidRDefault="00DD3333" w:rsidP="00DD333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3" o:spid="_x0000_s1077" style="position:absolute;left:221;top:362;width:116;height:568;visibility:visible;mso-wrap-style:square;v-text-anchor:top" coordsize="1160,56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DD3333" w:rsidRDefault="00DD3333" w:rsidP="00DD333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54" o:spid="_x0000_s1078" style="position:absolute;top:430;width:40;height:7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" fillcolor="black" stroked="f">
                  <v:textbox>
                    <w:txbxContent>
                      <w:p w:rsidR="00DD3333" w:rsidRDefault="00DD3333" w:rsidP="00DD333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55" o:spid="_x0000_s1079" style="position:absolute;top:1178;width:40;height:163;visibility:visible;mso-wrap-style:square;v-text-anchor:top" coordsize="400,163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DD3333" w:rsidRDefault="00DD3333" w:rsidP="00DD333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6" o:spid="_x0000_s1080" style="position:absolute;top:1339;width:175;height:210;visibility:visible;mso-wrap-style:square;v-text-anchor:top" coordsize="1748,2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DD3333" w:rsidRDefault="00DD3333" w:rsidP="00DD333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7" o:spid="_x0000_s1081" style="position:absolute;left:160;top:1512;width:419;height:206;visibility:visible;mso-wrap-style:square;v-text-anchor:top" coordsize="4190,206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DD3333" w:rsidRDefault="00DD3333" w:rsidP="00DD333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8" o:spid="_x0000_s1082" style="position:absolute;left:563;top:1512;width:419;height:203;visibility:visible;mso-wrap-style:square;v-text-anchor:top" coordsize="4190,203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DD3333" w:rsidRDefault="00DD3333" w:rsidP="00DD333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9" o:spid="_x0000_s1083" style="position:absolute;left:968;top:1339;width:174;height:210;visibility:visible;mso-wrap-style:square;v-text-anchor:top" coordsize="1744,2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DD3333" w:rsidRDefault="00DD3333" w:rsidP="00DD333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0" o:spid="_x0000_s1084" style="position:absolute;left:1102;width:40;height:1340;visibility:visible;mso-wrap-style:square;v-text-anchor:top" coordsize="400,1340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DD3333" w:rsidRDefault="00DD3333" w:rsidP="00DD333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61" o:spid="_x0000_s1085" style="position:absolute;left:571;width:551;height: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" fillcolor="black" stroked="f">
                  <v:textbox>
                    <w:txbxContent>
                      <w:p w:rsidR="00DD3333" w:rsidRDefault="00DD3333" w:rsidP="00DD333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62" o:spid="_x0000_s1086" style="position:absolute;width:571;height:40;visibility:visible;mso-wrap-style:square;v-text-anchor:top" coordsize="5711,4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DD3333" w:rsidRDefault="00DD3333" w:rsidP="00DD333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3" o:spid="_x0000_s1087" style="position:absolute;top:20;width:40;height:410;visibility:visible;mso-wrap-style:square;v-text-anchor:top" coordsize="400,4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DD3333" w:rsidRDefault="00DD3333" w:rsidP="00DD333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:rsidR="00DD3333" w:rsidRPr="00DE6ED3" w:rsidRDefault="00DD3333" w:rsidP="00DD3333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DE6ED3">
        <w:rPr>
          <w:rFonts w:ascii="Times New Roman" w:eastAsia="Calibri" w:hAnsi="Times New Roman" w:cs="Times New Roman"/>
          <w:b/>
        </w:rPr>
        <w:t>РІШЕННЯ</w:t>
      </w:r>
    </w:p>
    <w:p w:rsidR="00DD3333" w:rsidRPr="00DE6ED3" w:rsidRDefault="00DD3333" w:rsidP="00DD3333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DE6ED3">
        <w:rPr>
          <w:rFonts w:ascii="Times New Roman" w:eastAsia="Calibri" w:hAnsi="Times New Roman" w:cs="Times New Roman"/>
        </w:rPr>
        <w:t xml:space="preserve">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Х</w:t>
      </w:r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</w:rPr>
        <w:t>ІІІ скликання</w:t>
      </w:r>
    </w:p>
    <w:p w:rsidR="00DD3333" w:rsidRPr="00DE6ED3" w:rsidRDefault="00DD3333" w:rsidP="00DD3333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p w:rsidR="00DD3333" w:rsidRPr="00DE6ED3" w:rsidRDefault="00DD3333" w:rsidP="00DD3333">
      <w:pPr>
        <w:spacing w:after="0" w:line="240" w:lineRule="auto"/>
        <w:rPr>
          <w:rFonts w:ascii="Times New Roman" w:eastAsia="Calibri" w:hAnsi="Times New Roman" w:cs="Times New Roman"/>
        </w:rPr>
      </w:pPr>
    </w:p>
    <w:p w:rsidR="00DD3333" w:rsidRPr="00DE6ED3" w:rsidRDefault="00DD3333" w:rsidP="00DD333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>22.04</w:t>
      </w:r>
      <w:r w:rsidRPr="00DE6ED3">
        <w:rPr>
          <w:rFonts w:ascii="Times New Roman" w:eastAsia="Calibri" w:hAnsi="Times New Roman" w:cs="Times New Roman"/>
          <w:sz w:val="24"/>
        </w:rPr>
        <w:t xml:space="preserve">. 2021р.                     </w:t>
      </w:r>
      <w:r>
        <w:rPr>
          <w:rFonts w:ascii="Times New Roman" w:eastAsia="Calibri" w:hAnsi="Times New Roman" w:cs="Times New Roman"/>
          <w:sz w:val="24"/>
        </w:rPr>
        <w:t xml:space="preserve">                   </w:t>
      </w:r>
      <w:r w:rsidRPr="00DE6ED3">
        <w:rPr>
          <w:rFonts w:ascii="Times New Roman" w:eastAsia="Calibri" w:hAnsi="Times New Roman" w:cs="Times New Roman"/>
          <w:sz w:val="24"/>
        </w:rPr>
        <w:t xml:space="preserve">           Крупець                                      </w:t>
      </w:r>
      <w:r>
        <w:rPr>
          <w:rFonts w:ascii="Times New Roman" w:eastAsia="Calibri" w:hAnsi="Times New Roman" w:cs="Times New Roman"/>
          <w:sz w:val="24"/>
        </w:rPr>
        <w:t xml:space="preserve">   </w:t>
      </w:r>
      <w:r w:rsidRPr="00DE6ED3">
        <w:rPr>
          <w:rFonts w:ascii="Times New Roman" w:eastAsia="Calibri" w:hAnsi="Times New Roman" w:cs="Times New Roman"/>
          <w:sz w:val="24"/>
        </w:rPr>
        <w:t xml:space="preserve">  №_____</w:t>
      </w:r>
    </w:p>
    <w:p w:rsidR="00DD3333" w:rsidRPr="00DE6ED3" w:rsidRDefault="00DD3333" w:rsidP="00DD3333">
      <w:pPr>
        <w:spacing w:after="0" w:line="240" w:lineRule="auto"/>
        <w:rPr>
          <w:rFonts w:ascii="Times New Roman" w:eastAsia="Calibri" w:hAnsi="Times New Roman" w:cs="Times New Roman"/>
          <w:sz w:val="24"/>
        </w:rPr>
      </w:pPr>
    </w:p>
    <w:p w:rsidR="00DD3333" w:rsidRPr="00DE6ED3" w:rsidRDefault="00DD3333" w:rsidP="00DD3333">
      <w:pPr>
        <w:spacing w:after="0" w:line="240" w:lineRule="auto"/>
        <w:rPr>
          <w:rFonts w:ascii="Times New Roman" w:eastAsia="Calibri" w:hAnsi="Times New Roman" w:cs="Times New Roman"/>
          <w:sz w:val="24"/>
        </w:rPr>
      </w:pPr>
    </w:p>
    <w:p w:rsidR="00DD3333" w:rsidRDefault="00DD3333" w:rsidP="00DD333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  <w:r w:rsidRPr="00DE6ED3">
        <w:rPr>
          <w:rFonts w:ascii="Times New Roman" w:eastAsia="Calibri" w:hAnsi="Times New Roman" w:cs="Times New Roman"/>
          <w:b/>
          <w:sz w:val="24"/>
        </w:rPr>
        <w:t xml:space="preserve">Про </w:t>
      </w:r>
      <w:r>
        <w:rPr>
          <w:rFonts w:ascii="Times New Roman" w:eastAsia="Calibri" w:hAnsi="Times New Roman" w:cs="Times New Roman"/>
          <w:b/>
          <w:sz w:val="24"/>
        </w:rPr>
        <w:t xml:space="preserve">вилучення земельної ділянки </w:t>
      </w:r>
    </w:p>
    <w:p w:rsidR="00DD3333" w:rsidRPr="00DE6ED3" w:rsidRDefault="00DD3333" w:rsidP="00DD333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  <w:proofErr w:type="spellStart"/>
      <w:r>
        <w:rPr>
          <w:rFonts w:ascii="Times New Roman" w:eastAsia="Calibri" w:hAnsi="Times New Roman" w:cs="Times New Roman"/>
          <w:b/>
          <w:sz w:val="24"/>
        </w:rPr>
        <w:t>Шпарука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В.М.</w:t>
      </w:r>
    </w:p>
    <w:p w:rsidR="00DD3333" w:rsidRDefault="00DD3333" w:rsidP="00DD3333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</w:p>
    <w:p w:rsidR="00DD3333" w:rsidRDefault="00DD3333" w:rsidP="00DD3333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</w:p>
    <w:p w:rsidR="00DD3333" w:rsidRDefault="00DD3333" w:rsidP="00DD3333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</w:p>
    <w:p w:rsidR="00DD3333" w:rsidRPr="004E2C20" w:rsidRDefault="00DD3333" w:rsidP="00DD3333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              </w:t>
      </w:r>
      <w:r w:rsidRPr="004E2C20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Відповідно до пункту 34 частини 1 статті 26,  статті 42 Закону України «Про місцеве самоврядування в Україні», Земельного кодексу України, Закону України «Про землеустрій»,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</w:t>
      </w:r>
      <w:r w:rsidRPr="004E2C20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роз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глянувши  заяву 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Шпарука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В.М.</w:t>
      </w:r>
      <w:r w:rsidRPr="004E2C20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, сільська   рада     </w:t>
      </w:r>
    </w:p>
    <w:p w:rsidR="00DD3333" w:rsidRPr="004E2C20" w:rsidRDefault="00DD3333" w:rsidP="00DD3333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  <w:r w:rsidRPr="004E2C20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ВИРІШИЛА:</w:t>
      </w:r>
    </w:p>
    <w:p w:rsidR="00DD3333" w:rsidRPr="004E2C20" w:rsidRDefault="00DD3333" w:rsidP="00DD3333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</w:p>
    <w:p w:rsidR="00DD3333" w:rsidRPr="004E2C20" w:rsidRDefault="00DD3333" w:rsidP="00DD3333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  <w:r w:rsidRPr="004E2C20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     1. У зв’язку з добровільною відмовою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Шпарука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Віталія Мироновича,  який зареєстрований за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адресою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: </w:t>
      </w:r>
      <w:r w:rsidR="007D2D13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____________</w:t>
      </w:r>
      <w:bookmarkStart w:id="0" w:name="_GoBack"/>
      <w:bookmarkEnd w:id="0"/>
      <w:r w:rsidRPr="004E2C20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 припинити право користування на земельну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ділянку орієнтовною площею  0,4200 га, яка розташована на території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Крупецької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сільської ради</w:t>
      </w:r>
      <w:r w:rsidRPr="004E2C20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,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в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с.Лисиче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,</w:t>
      </w:r>
      <w:r w:rsidRPr="004E2C20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та перевести в землі запасу. </w:t>
      </w:r>
    </w:p>
    <w:p w:rsidR="00DD3333" w:rsidRPr="004E2C20" w:rsidRDefault="00DD3333" w:rsidP="00DD3333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  <w:r w:rsidRPr="004E2C20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     2. 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територій, будівництва, архітектури, охорони пам’яток історичного середовища та благоустрою (Денисюк Т.В.).</w:t>
      </w:r>
    </w:p>
    <w:p w:rsidR="00DD3333" w:rsidRPr="004E2C20" w:rsidRDefault="00DD3333" w:rsidP="00DD3333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</w:p>
    <w:p w:rsidR="00DD3333" w:rsidRPr="004E2C20" w:rsidRDefault="00DD3333" w:rsidP="00DD3333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</w:p>
    <w:p w:rsidR="00DD3333" w:rsidRPr="004E2C20" w:rsidRDefault="00DD3333" w:rsidP="00DD3333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</w:p>
    <w:p w:rsidR="00DD3333" w:rsidRPr="00DE6ED3" w:rsidRDefault="00DD3333" w:rsidP="00DD333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</w:p>
    <w:p w:rsidR="00DD3333" w:rsidRPr="00DE6ED3" w:rsidRDefault="00DD3333" w:rsidP="00DD3333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</w:p>
    <w:p w:rsidR="00DD3333" w:rsidRPr="00DE6ED3" w:rsidRDefault="00DD3333" w:rsidP="00DD333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DD3333" w:rsidRPr="00DE6ED3" w:rsidRDefault="00DD3333" w:rsidP="00DD333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DD3333" w:rsidRDefault="00DD3333" w:rsidP="00DD3333">
      <w:pPr>
        <w:tabs>
          <w:tab w:val="left" w:pos="4424"/>
        </w:tabs>
        <w:spacing w:after="0" w:line="240" w:lineRule="auto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</w:p>
    <w:p w:rsidR="00DD3333" w:rsidRPr="00DE6ED3" w:rsidRDefault="00DD3333" w:rsidP="00DD333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DE6ED3">
        <w:rPr>
          <w:rFonts w:ascii="Times New Roman" w:eastAsia="Calibri" w:hAnsi="Times New Roman" w:cs="Times New Roman"/>
          <w:sz w:val="24"/>
        </w:rPr>
        <w:t xml:space="preserve">Сільський  голова                                                                            </w:t>
      </w:r>
      <w:r>
        <w:rPr>
          <w:rFonts w:ascii="Times New Roman" w:eastAsia="Calibri" w:hAnsi="Times New Roman" w:cs="Times New Roman"/>
          <w:sz w:val="24"/>
        </w:rPr>
        <w:t>Валерій  МИХАЛЮК</w:t>
      </w:r>
      <w:r w:rsidRPr="00DE6ED3">
        <w:rPr>
          <w:rFonts w:ascii="Times New Roman" w:eastAsia="Calibri" w:hAnsi="Times New Roman" w:cs="Times New Roman"/>
          <w:sz w:val="24"/>
        </w:rPr>
        <w:t xml:space="preserve"> </w:t>
      </w:r>
    </w:p>
    <w:p w:rsidR="004E75BF" w:rsidRDefault="004E75BF"/>
    <w:sectPr w:rsidR="004E75BF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3333"/>
    <w:rsid w:val="00171A2E"/>
    <w:rsid w:val="00304C90"/>
    <w:rsid w:val="004E75BF"/>
    <w:rsid w:val="00505B6D"/>
    <w:rsid w:val="006D3977"/>
    <w:rsid w:val="007D2D13"/>
    <w:rsid w:val="007D6C18"/>
    <w:rsid w:val="00D1641A"/>
    <w:rsid w:val="00DD3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BB1A81"/>
  <w15:docId w15:val="{853118BE-1120-441E-9C6B-20DA369425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3333"/>
    <w:rPr>
      <w:rFonts w:eastAsiaTheme="minorHAnsi"/>
      <w:lang w:val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Заголовок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3</TotalTime>
  <Pages>1</Pages>
  <Words>185</Words>
  <Characters>1061</Characters>
  <Application>Microsoft Office Word</Application>
  <DocSecurity>0</DocSecurity>
  <Lines>8</Lines>
  <Paragraphs>2</Paragraphs>
  <ScaleCrop>false</ScaleCrop>
  <Company>Microsoft</Company>
  <LinksUpToDate>false</LinksUpToDate>
  <CharactersWithSpaces>1244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777</dc:creator>
  <cp:keywords/>
  <dc:description/>
  <cp:lastModifiedBy>777</cp:lastModifiedBy>
  <cp:revision>2</cp:revision>
  <dcterms:created xsi:type="dcterms:W3CDTF">2021-04-14T12:00:00Z</dcterms:created>
  <dcterms:modified xsi:type="dcterms:W3CDTF">2021-04-15T12:13:00Z</dcterms:modified>
</cp:coreProperties>
</file>