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53C" w:rsidRPr="00062C82" w:rsidRDefault="002B153C" w:rsidP="002B153C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2B153C" w:rsidRPr="00062C82" w:rsidRDefault="002B153C" w:rsidP="002B153C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2B153C" w:rsidRPr="00062C82" w:rsidRDefault="002007FA" w:rsidP="002B153C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2007FA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KAcQA&#10;AADdAAAADwAAAGRycy9kb3ducmV2LnhtbESPS4vCQBCE74L/YWhhbzrRoIZsRhFxFw+C+Lo3mc6D&#10;zfSEzKjZf+8sLHgsquorKlv3phEP6lxtWcF0EoEgzq2uuVRwvXyNExDOI2tsLJOCX3KwXg0HGaba&#10;PvlEj7MvRYCwS1FB5X2bSunyigy6iW2Jg1fYzqAPsiul7vAZ4KaRsyhaSIM1h4UKW9pWlP+c70aB&#10;jb/3h1s5O8U7XnreHJPi1h+U+hj1m08Qnnr/Dv+391rBfJHE8PcmPAG5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SCg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1We8kA&#10;AADdAAAADwAAAGRycy9kb3ducmV2LnhtbESPT0sDMRTE74V+h/AEL6XNKrrWtWmRwqr1IPQP9PrY&#10;PDdbNy9LEtu1n94IQo/DzPyGmS1624oj+dA4VnAzyUAQV043XCvYbcvxFESIyBpbx6TghwIs5sPB&#10;DAvtTrym4ybWIkE4FKjAxNgVUobKkMUwcR1x8j6dtxiT9LXUHk8Jblt5m2W5tNhwWjDY0dJQ9bX5&#10;tgoO5YfZLx/OL370uKbzqHx/bVe5UtdX/fMTiEh9vIT/229awX0+vYO/N+k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61We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mRn8MA&#10;AADdAAAADwAAAGRycy9kb3ducmV2LnhtbESP3YrCMBCF7wXfIYywN7KmrihSG0VEF/FG1H2AoZk2&#10;xWZSmmi7b2+Ehb08nJ+Pk216W4sntb5yrGA6SUAQ505XXCr4uR0+lyB8QNZYOyYFv+Rhsx4OMky1&#10;6/hCz2soRRxhn6ICE0KTSulzQxb9xDXE0StcazFE2ZZSt9jFcVvLryRZSIsVR4LBhnaG8vv1YSPk&#10;PMPzqehuh+8eO9yfDI+3F6U+Rv12BSJQH/7Df+2jVjBfLOfwfhOf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mRn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DaSMYA&#10;AADdAAAADwAAAGRycy9kb3ducmV2LnhtbESPQUsDMRSE70L/Q3gFbzbbYteyNi2lKojgwSqU3h6b&#10;193FzUtInt313xtB8DjMzDfMeju6Xl0ops6zgfmsAEVce9txY+Dj/elmBSoJssXeMxn4pgTbzeRq&#10;jZX1A7/R5SCNyhBOFRpoRUKldapbcphmPhBn7+yjQ8kyNtpGHDLc9XpRFKV22HFeaDHQvqX68/Dl&#10;DLwOj+HlrlyewyneLnR6sHLcizHX03F3D0polP/wX/vZGliWqx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FDaS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eqc8MA&#10;AADdAAAADwAAAGRycy9kb3ducmV2LnhtbESP3YrCMBCF74V9hzDC3oimu+IPXaOIrCLeFHUfYGjG&#10;pthMShNt9+2NIHh5OD8fZ7HqbCXu1PjSsYKvUQKCOHe65ELB33k7nIPwAVlj5ZgU/JOH1fKjt8BU&#10;u5aPdD+FQsQR9ikqMCHUqZQ+N2TRj1xNHL2LayyGKJtC6gbbOG4r+Z0kU2mx5EgwWNPGUH493WyE&#10;ZGPMDpf2vN112OLvwfBgfVTqs9+tf0AE6sI7/GrvtYLJdD6D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qeqc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rocMA&#10;AADdAAAADwAAAGRycy9kb3ducmV2LnhtbERPTUsDMRC9C/0PYQrebNZi17JtWkqrIIKHVkF6GzbT&#10;3cXNJCRjd/335iB4fLzv9XZ0vbpSTJ1nA/ezAhRx7W3HjYGP9+e7JagkyBZ7z2TghxJsN5ObNVbW&#10;D3yk60kalUM4VWigFQmV1qluyWGa+UCcuYuPDiXD2Ggbccjhrtfzoii1w45zQ4uB9i3VX6dvZ+Bt&#10;eAqvj+XiEs7xYa7TwcrnXoy5nY67FSihUf7Ff+4Xa2BRLvPc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oPro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/uRMcA&#10;AADdAAAADwAAAGRycy9kb3ducmV2LnhtbESP3WoCMRSE7wu+QziF3ohm26Lo1ihaCBUqiD/Q28Pm&#10;uLt0c7Ikqbt9e1MQejnMzDfMYtXbRlzJh9qxgudxBoK4cKbmUsH5pEczECEiG2wck4JfCrBaDh4W&#10;mBvX8YGux1iKBOGQo4IqxjaXMhQVWQxj1xIn7+K8xZikL6Xx2CW4beRLlk2lxZrTQoUtvVdUfB9/&#10;rILNvitf/bDY9O7z8vE10dronVbq6bFfv4GI1Mf/8L29NQom09kc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P7k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SLQcAA&#10;AADdAAAADwAAAGRycy9kb3ducmV2LnhtbERPzYrCMBC+L/gOYQRva6qoaDWKKAVZ9rLqAwzN2FSb&#10;SUlirW+/OSzs8eP73+x624iOfKgdK5iMMxDEpdM1Vwqul+JzCSJEZI2NY1LwpgC77eBjg7l2L/6h&#10;7hwrkUI45KjAxNjmUobSkMUwdi1x4m7OW4wJ+kpqj68Ubhs5zbKFtFhzajDY0sFQ+Tg/rYLia/rd&#10;PZ7aF27fzyzNzX15NEqNhv1+DSJSH//Ff+6TVjBfrNL+9CY9Ab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hSLQc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B0n8YA&#10;AADdAAAADwAAAGRycy9kb3ducmV2LnhtbESPQWsCMRSE7wX/Q3hCL0Wztih2NYoKwUIF0RZ6fWye&#10;u4ublyWJ7vbfN4VCj8PMfMMs171txJ18qB0rmIwzEMSFMzWXCj4/9GgOIkRkg41jUvBNAdarwcMS&#10;c+M6PtH9HEuRIBxyVFDF2OZShqIii2HsWuLkXZy3GJP0pTQeuwS3jXzOspm0WHNaqLClXUXF9Xyz&#10;CrbHrnzxT8W2d++X/ddUa6MPWqnHYb9ZgIjUx//wX/vNKJjOXi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B0n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qwrcQA&#10;AADdAAAADwAAAGRycy9kb3ducmV2LnhtbESPUWvCMBSF3wf+h3AF32ZqmaLVKOIoyNjL3H7Apbk2&#10;1eamJLHWf28Ggz0ezjnf4Wx2g21FTz40jhXMphkI4srphmsFP9/l6xJEiMgaW8ek4EEBdtvRywYL&#10;7e78Rf0p1iJBOBSowMTYFVKGypDFMHUdcfLOzluMSfpaao/3BLetzLNsIS02nBYMdnQwVF1PN6ug&#10;/Mg/++tN+9LthzdLc3NZvhulJuNhvwYRaYj/4b/2USuYL1Y5/L5JT0B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KsK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MPEMQA&#10;AADdAAAADwAAAGRycy9kb3ducmV2LnhtbESP0WqDQBRE3wv9h+UW8tas1hoS4yolkNA81vYDLu6N&#10;iu5d626j+ftsodDHYWbOMHm5mEFcaXKdZQXxOgJBXFvdcaPg6/P4vAXhPLLGwTIpuJGDsnh8yDHT&#10;duYPula+EQHCLkMFrfdjJqWrWzLo1nYkDt7FTgZ9kFMj9YRzgJtBvkTRRhrsOCy0ONKhpbqvfoyC&#10;19t8+q7SPjpqQ/E5Gc/s61Sp1dPytgfhafH/4b/2u1aQbnYJ/L4JT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DDx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iOeMUA&#10;AADdAAAADwAAAGRycy9kb3ducmV2LnhtbESPQWvCQBSE7wX/w/KE3pqNoqGmriJKivTUpmnPj+wz&#10;CWbfhuwa47/vCkKPw8x8w6y3o2nFQL1rLCuYRTEI4tLqhisFxXf28grCeWSNrWVScCMH283kaY2p&#10;tlf+oiH3lQgQdikqqL3vUildWZNBF9mOOHgn2xv0QfaV1D1eA9y0ch7HiTTYcFiosaN9TeU5vxgF&#10;l+R3XvDpQ3/mh9v76pDtnPyplHqejrs3EJ5G/x9+tI9awTJZLe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+I54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dU5McA&#10;AADdAAAADwAAAGRycy9kb3ducmV2LnhtbESPQWvCQBSE74L/YXlCb7pRa9DoKioU2h4qte3B2zP7&#10;TKLZtzG71fTfuwXB4zAz3zCzRWNKcaHaFZYV9HsRCOLU6oIzBd9fL90xCOeRNZaWScEfOVjM260Z&#10;Jtpe+ZMuW5+JAGGXoILc+yqR0qU5GXQ9WxEH72Brgz7IOpO6xmuAm1IOoiiWBgsOCzlWtM4pPW1/&#10;jYKfzTiebFZvz8f3jz0OjT7vdBEr9dRpllMQnhr/CN/br1rBKJ6M4P9Ne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XVO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0IYMYA&#10;AADdAAAADwAAAGRycy9kb3ducmV2LnhtbESPT2vCQBTE7wW/w/IEb3WjtkGjm2BbasWT/8DrI/tM&#10;gtm3IbvV2E/fLRQ8DjPzG2aRdaYWV2pdZVnBaBiBIM6trrhQcDx8Pk9BOI+ssbZMCu7kIEt7TwtM&#10;tL3xjq57X4gAYZeggtL7JpHS5SUZdEPbEAfvbFuDPsi2kLrFW4CbWo6jKJYGKw4LJTb0XlJ+2X8b&#10;BT/xCbfua/z2MdGe7i/Tld1sV0oN+t1yDsJT5x/h//ZaK3iNZzH8vQlP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0IY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n+Q8YA&#10;AADdAAAADwAAAGRycy9kb3ducmV2LnhtbESP0WrCQBRE3wv9h+UW+lY3FbU1ZhOKWOibmvYDLtnr&#10;JiR7N2ZXTfv1XUHwcZiZM0xWjLYTZxp841jB6yQBQVw53bBR8PP9+fIOwgdkjZ1jUvBLHor88SHD&#10;VLsL7+lcBiMihH2KCuoQ+lRKX9Vk0U9cTxy9gxsshigHI/WAlwi3nZwmyUJabDgu1NjTuqaqLU9W&#10;wdFN53osN7htN8tdY8zs+LefKfX8NH6sQAQawz18a39pBfPF8g2ub+ITk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n+Q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fgWcIA&#10;AADdAAAADwAAAGRycy9kb3ducmV2LnhtbERPPW/CMBDdK/U/WFeJDZwWJYWAE7WVkFgDHTpe7SMJ&#10;jc9p7ELg1+MBqePT+16Xo+3EiQbfOlbwPEtAEGtnWq4VfO430wUIH5ANdo5JwYU8lMXjwxpz485c&#10;0WkXahFD2OeooAmhz6X0uiGLfuZ64sgd3GAxRDjU0gx4juG2ky9JkkmLLceGBnv6aEj/7P6sgm37&#10;TWmmD0u7eNfV1/U3zF+PRqnJ0/i2AhFoDP/iu3trFKTZMs6Nb+ITk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l+BZ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K2NsIA&#10;AADdAAAADwAAAGRycy9kb3ducmV2LnhtbERPW2vCMBR+H/gfwhH2NtMJk7UayyoIG9sEL+jroTk2&#10;xeakNFmt/34ZDHz87nyLfLCN6KnztWMFz5MEBHHpdM2VgsN+/fQKwgdkjY1jUnAjD/ly9LDATLsr&#10;b6nfhUrEEvYZKjAhtJmUvjRk0U9cSxy1s+sshgi7SuoOr7HcNnKaJDNpsea4YLCllaHysvuxCnrc&#10;3JKTKb7Tj/qrnG6K46eOvHocD29zEIGGcDf/p9+1gpdZmsLfm/g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0rY2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g70cIA&#10;AADdAAAADwAAAGRycy9kb3ducmV2LnhtbERPO2vDMBDeC/0P4grdGjmGPnCihFBIyNi6GTJerYvl&#10;xLozkhq7/fXVUOj48b2X68n36kohdsIG5rMCFHEjtuPWwOFj+/ACKiZki70wGfimCOvV7c0SKysj&#10;v9O1Tq3KIRwrNOBSGiqtY+PIY5zJQJy5kwSPKcPQahtwzOG+12VRPGmPHecGhwO9Omou9Zc3MO6a&#10;z3N5Olr3EwbZ1m9yLnsx5v5u2ixAJZrSv/jPvbcGHp+LvD+/yU9Ar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ODv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/Y7cYA&#10;AADdAAAADwAAAGRycy9kb3ducmV2LnhtbESPS2vDMBCE74H+B7GF3hLZgTbBiWLyhFIaSl73rbW1&#10;3UorY6mJ8++rQKDHYWa+YaZ5Z404U+trxwrSQQKCuHC65lLB8bDpj0H4gKzROCYFV/KQzx56U8y0&#10;u/COzvtQighhn6GCKoQmk9IXFVn0A9cQR+/LtRZDlG0pdYuXCLdGDpPkRVqsOS5U2NCyouJn/2sV&#10;bD5W5nu43c1PMizXo08zflus3pV6euzmExCBuvAfvrdftYLnUZLC7U18An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x/Y7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qLI8YA&#10;AADdAAAADwAAAGRycy9kb3ducmV2LnhtbESP3YrCMBSE7xd8h3AEb2RNdfGHahQRRAUFdRf29tgc&#10;22JzUppYu29vBGEvh5n5hpktGlOImiqXW1bQ70UgiBOrc04V/HyvPycgnEfWWFgmBX/kYDFvfcww&#10;1vbBJ6rPPhUBwi5GBZn3ZSylSzIy6Hq2JA7e1VYGfZBVKnWFjwA3hRxE0UgazDksZFjSKqPkdr4b&#10;BfVxf0m3tSt3t0nXDb8um81B/yrVaTfLKQhPjf8Pv9tbrWA4jgbwehOegJw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mqLI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dScccA&#10;AADdAAAADwAAAGRycy9kb3ducmV2LnhtbESPQWsCMRSE70L/Q3iF3jSprdZujVIFoReh2h7q7bl5&#10;3V3cvGyTqKu/3ggFj8PMfMOMp62txYF8qBxreOwpEMS5MxUXGr6/Ft0RiBCRDdaOScOJAkwnd50x&#10;ZsYdeUWHdSxEgnDIUEMZY5NJGfKSLIaea4iT9+u8xZikL6TxeExwW8u+UkNpseK0UGJD85Ly3Xpv&#10;NcxeR7O/z2denlfbDW1+trtB3yutH+7b9zcQkdp4C/+3P4yGwYt6guub9ATk5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HUnHHAAAA3QAAAA8AAAAAAAAAAAAAAAAAmAIAAGRy&#10;cy9kb3ducmV2LnhtbFBLBQYAAAAABAAEAPUAAACMAwAAAAA=&#10;" fillcolor="black" stroked="f"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cJC8gA&#10;AADdAAAADwAAAGRycy9kb3ducmV2LnhtbESPzWsCMRTE74X+D+EVvNWs4hdbo9TaglB78OPg8XXz&#10;3A27eVk2UVf/eiMUehxm5jfMdN7aSpyp8caxgl43AUGcOW04V7Dffb1OQPiArLFyTAqu5GE+e36a&#10;YqrdhTd03oZcRAj7FBUUIdSplD4ryKLvupo4ekfXWAxRNrnUDV4i3FaynyQjadFwXCiwpo+CsnJ7&#10;sgoO3yMz2Rjq/65vi0+9HpaLn2WpVOelfX8DEagN/+G/9korGI6TATzexCcgZ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RwkL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6SJcYA&#10;AADdAAAADwAAAGRycy9kb3ducmV2LnhtbESPT2sCMRTE74V+h/AKvdXEgq2sRpGW0l568B9eH5vn&#10;Zt3NyzaJuvrpTaHQ4zAzv2Gm89614kQh1p41DAcKBHHpTc2Vhs3642kMIiZkg61n0nChCPPZ/d0U&#10;C+PPvKTTKlUiQzgWqMGm1BVSxtKSwzjwHXH29j44TFmGSpqA5wx3rXxW6kU6rDkvWOzozVLZrI5O&#10;Q1js3psrH7eNun5f4ueh/xmj1frxoV9MQCTq03/4r/1lNIxe1Qh+3+Qn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6SJ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p4MUA&#10;AADdAAAADwAAAGRycy9kb3ducmV2LnhtbESPUWsCMRCE34X+h7AFX6QmCtX2ahQpCEKloPUHbC/b&#10;u6PJ5rhs9fTXN4WCj8PMfMMsVn3w6kRdaiJbmIwNKOIyuoYrC8ePzcMTqCTIDn1ksnChBKvl3WCB&#10;hYtn3tPpIJXKEE4FWqhF2kLrVNYUMI1jS5y9r9gFlCy7SrsOzxkevJ4aM9MBG84LNbb0WlP5ffgJ&#10;Fvz00z+/zdNOLke9M9cg+9G7s3Z4369fQAn1cgv/t7fOwuPczODvTX4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aKng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DP8YA&#10;AADdAAAADwAAAGRycy9kb3ducmV2LnhtbESPQWsCMRSE7wX/Q3hCbzVboSpbo7QVYS8eXLd4fW5e&#10;N0uTl2WT6tZfb4RCj8PMfMMs14Oz4kx9aD0reJ5kIIhrr1tuFFSH7dMCRIjIGq1nUvBLAdar0cMS&#10;c+0vvKdzGRuRIBxyVGBi7HIpQ23IYZj4jjh5X753GJPsG6l7vCS4s3KaZTPpsOW0YLCjD0P1d/nj&#10;FGzKzk6rwryH4+fudLLFdUvHjVKP4+HtFUSkIf6H/9qFVvAyz+Z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DP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DY/MIA&#10;AADdAAAADwAAAGRycy9kb3ducmV2LnhtbERPPWvDMBDdC/0P4grdaqmBOMGNEkpJINCpjj10O6SL&#10;7dQ6GUuJ3X9fDYWMj/e92c2uFzcaQ+dZw2umQBAbbztuNFSnw8saRIjIFnvPpOGXAuy2jw8bLKyf&#10;+ItuZWxECuFQoIY2xqGQMpiWHIbMD8SJO/vRYUxwbKQdcUrhrpcLpXLpsOPU0OJAHy2Zn/LqNFwO&#10;8tMbhaau6uloV9/7nHql9fPT/P4GItIc7+J/99FqWK5UmpvepCcgt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oNj8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XfScYA&#10;AADdAAAADwAAAGRycy9kb3ducmV2LnhtbESPT2sCMRTE7wW/Q3hCbzWrpVVXs2ILhWLxUBXx+Ny8&#10;/cNuXpYk6vbbm0Khx2FmfsMsV71pxZWcry0rGI8SEMS51TWXCg77j6cZCB+QNbaWScEPeVhlg4cl&#10;ptre+Juuu1CKCGGfooIqhC6V0ucVGfQj2xFHr7DOYIjSlVI7vEW4aeUkSV6lwZrjQoUdvVeUN7uL&#10;UXC6fHGxfd6s3Vs42n7vm8l51ij1OOzXCxCB+vAf/mt/agUv02QOv2/iE5D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XfS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xa28UA&#10;AADdAAAADwAAAGRycy9kb3ducmV2LnhtbERPu27CMBTdK/UfrFuJrThE0EKKiQoSEkul8hhgu8S3&#10;SUR8ndoGUr4eD0gdj857mnemERdyvrasYNBPQBAXVtdcKthtl69jED4ga2wsk4I/8pDPnp+mmGl7&#10;5TVdNqEUMYR9hgqqENpMSl9UZND3bUscuR/rDIYIXSm1w2sMN41Mk+RNGqw5NlTY0qKi4rQ5GwXz&#10;yXj++z3kr9v6eKDD/ngapS5RqvfSfX6ACNSFf/HDvdIKRu+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jFrbxQAAAN0AAAAPAAAAAAAAAAAAAAAAAJgCAABkcnMv&#10;ZG93bnJldi54bWxQSwUGAAAAAAQABAD1AAAAigMAAAAA&#10;" fillcolor="black" stroked="f"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wFQcYA&#10;AADdAAAADwAAAGRycy9kb3ducmV2LnhtbESPzWrDMBCE74W+g9hCb43slP7gRAkmEFJ6ctKWXDfW&#10;1jK1VkZSFPftq0Khx2FmvmGW68kOIpEPvWMF5awAQdw63XOn4P1te/cMIkRkjYNjUvBNAdar66sl&#10;VtpdeE/pEDuRIRwqVGBiHCspQ2vIYpi5kTh7n85bjFn6TmqPlwy3g5wXxaO02HNeMDjSxlD7dThb&#10;Bem0aer7dExm/+rrzrtm93FqlLq9meoFiEhT/A//tV+0goensoTfN/k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wFQcYAAADd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l7xMcA&#10;AADdAAAADwAAAGRycy9kb3ducmV2LnhtbESPQWvCQBSE74X+h+UVvNVNBG1NXUWkLdqLNQp6fGRf&#10;s8Hs25Ddxuiv7xYKPQ4z8w0zW/S2Fh21vnKsIB0mIIgLpysuFRz2b4/PIHxA1lg7JgVX8rCY39/N&#10;MNPuwjvq8lCKCGGfoQITQpNJ6QtDFv3QNcTR+3KtxRBlW0rd4iXCbS1HSTKRFiuOCwYbWhkqzvm3&#10;VeDT1evxw96m3end8DbfmMlnaZQaPPTLFxCB+vAf/muvtYLxUzqC3zfxCcj5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pe8T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2B153C" w:rsidRPr="00062C82" w:rsidRDefault="002B153C" w:rsidP="002B153C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2B153C" w:rsidRPr="00062C82" w:rsidRDefault="002B153C" w:rsidP="002B153C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2B153C" w:rsidRPr="00062C82" w:rsidRDefault="002B153C" w:rsidP="002B153C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2B153C" w:rsidRPr="00062C82" w:rsidRDefault="002B153C" w:rsidP="002B153C">
      <w:pPr>
        <w:tabs>
          <w:tab w:val="left" w:pos="4424"/>
        </w:tabs>
        <w:rPr>
          <w:rFonts w:ascii="Times New Roman" w:hAnsi="Times New Roman" w:cs="Times New Roman"/>
        </w:rPr>
      </w:pPr>
    </w:p>
    <w:p w:rsidR="002B153C" w:rsidRPr="00062C82" w:rsidRDefault="002B153C" w:rsidP="002B153C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2B153C" w:rsidRPr="00062C82" w:rsidRDefault="002B153C" w:rsidP="002B153C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2B153C" w:rsidRPr="00062C82" w:rsidRDefault="002B153C" w:rsidP="002B153C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2B153C" w:rsidRPr="00062C82" w:rsidRDefault="002B153C" w:rsidP="002B153C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2B153C" w:rsidRPr="00062C82" w:rsidRDefault="002B153C" w:rsidP="002B153C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2007FA" w:rsidRPr="002007FA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AIb8MA&#10;AADdAAAADwAAAGRycy9kb3ducmV2LnhtbESPS4sCMRCE74L/IbSwN834ltEoIrviQRAfc28mPQ+c&#10;dIZJVsd/bxYWPBZV9RW12rSmEg9qXGlZwXAQgSBOrS45V3C7/vQXIJxH1lhZJgUvcrBZdzsrjLV9&#10;8pkeF5+LAGEXo4LC+zqW0qUFGXQDWxMHL7ONQR9kk0vd4DPATSVHUTSTBksOCwXWtCsovV9+jQI7&#10;3h+OST46j7957nl7WmRJe1Tqq9dulyA8tf4T/m8ftILpfDiBvzfhCcj1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AIb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pp+sgA&#10;AADdAAAADwAAAGRycy9kb3ducmV2LnhtbESPQWsCMRSE74X+h/AKXqRmFdS6NUoRtrUeCmuFXh+b&#10;1822m5clSXXrr2+EgsdhZr5hluvetuJIPjSOFYxHGQjiyumGawWH9+L+AUSIyBpbx6TglwKsV7c3&#10;S8y1O3FJx32sRYJwyFGBibHLpQyVIYth5Dri5H06bzEm6WupPZ4S3LZykmUzabHhtGCwo42h6nv/&#10;YxV8FW/mYzM/P/vhoqTzsNi9tK8zpQZ3/dMjiEh9vIb/21utYDofT+HyJj0Buf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Cmn6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CV8sMA&#10;AADdAAAADwAAAGRycy9kb3ducmV2LnhtbESP3YrCMBCF74V9hzALeyOaqqhLNYosKuJNUfcBhmZs&#10;is2kNFnbfXsjCF4ezs/HWa47W4k7Nb50rGA0TEAQ506XXCj4vewG3yB8QNZYOSYF/+RhvfroLTHV&#10;ruUT3c+hEHGEfYoKTAh1KqXPDVn0Q1cTR+/qGoshyqaQusE2jttKjpNkJi2WHAkGa/oxlN/OfzZC&#10;sglmx2t72e07bHF7NNzfnJT6+uw2CxCBuvAOv9oHrWA6H83g+SY+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wCV8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flycYA&#10;AADdAAAADwAAAGRycy9kb3ducmV2LnhtbESPQUsDMRSE74L/ITzBm8222K6sTUtpFUTw0FYQb4/N&#10;6+7i5iUkz+76740g9DjMzDfMcj26Xp0pps6zgemkAEVce9txY+D9+Hz3ACoJssXeMxn4oQTr1fXV&#10;EivrB97T+SCNyhBOFRpoRUKldapbcpgmPhBn7+SjQ8kyNtpGHDLc9XpWFAvtsOO80GKgbUv11+Hb&#10;GXgbnsJruZifwme8n+m0s/KxFWNub8bNIyihUS7h//aLNTAvpy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fly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OkG8EA&#10;AADdAAAADwAAAGRycy9kb3ducmV2LnhtbERPzWrCQBC+F3yHZQpeim602JbUVURqES/izwMM2TEb&#10;mp0N2a2Jb+8cBI8f3/982ftaXamNVWADk3EGirgItuLSwPm0GX2BignZYh2YDNwownIxeJljbkPH&#10;B7oeU6kkhGOOBlxKTa51LBx5jOPQEAt3Ca3HJLAttW2xk3Bf62mWfWiPFUuDw4bWjoq/47+Xkv07&#10;7neX7rT57bHDn53jt9XBmOFrv/oGlahPT/HDvbUGZp8TmSt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TpBv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TUIMYA&#10;AADdAAAADwAAAGRycy9kb3ducmV2LnhtbESPQUsDMRSE74L/ITzBm8222Fa3TUtpFUTwYC0Ub4/N&#10;6+7SzUtInt313xtB8DjMzDfMcj24Tl0optazgfGoAEVcedtybeDw8Xz3ACoJssXOMxn4pgTr1fXV&#10;Ekvre36ny15qlSGcSjTQiIRS61Q15DCNfCDO3slHh5JlrLWN2Ge46/SkKGbaYct5ocFA24aq8/7L&#10;GXjrn8LrfDY9hc94P9FpZ+W4FWNub4bNApTQIP/hv/aLNTCdjx/h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TUI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IXfsMA&#10;AADdAAAADwAAAGRycy9kb3ducmV2LnhtbERPXWvCMBR9F/YfwhV8GZrqcBvVKFMIEyaM6cDXS3Nt&#10;i81NSaLt/v3yIPh4ON/LdW8bcSMfascKppMMBHHhTM2lgt+jHr+DCBHZYOOYFPxRgPXqabDE3LiO&#10;f+h2iKVIIRxyVFDF2OZShqIii2HiWuLEnZ23GBP0pTQeuxRuGznLsldpsebUUGFL24qKy+FqFWy+&#10;u/LFPxeb3n2dP09zrY3ea6VGw/5jASJSHx/iu3tnFMzfZml/epOe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vIXf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booMQA&#10;AADdAAAADwAAAGRycy9kb3ducmV2LnhtbESPUWvCMBSF3wf+h3AF32Zq0SmdUUQpyNjLdD/g0tw1&#10;nc1NSWKt/34RhD0ezjnf4ay3g21FTz40jhXMphkI4srphmsF3+fydQUiRGSNrWNScKcA283oZY2F&#10;djf+ov4Ua5EgHApUYGLsCilDZchimLqOOHk/zluMSfpaao+3BLetzLPsTVpsOC0Y7GhvqLqcrlZB&#10;+ZF/9per9qXbDXNLC/O7OhilJuNh9w4i0hD/w8/2UStYLPMZ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G6K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wskscA&#10;AADdAAAADwAAAGRycy9kb3ducmV2LnhtbESPzWrDMBCE74G+g9hCLyWR45KkuFFCUhANtFDyA70u&#10;1sY2tVZGUmP37aNCIcdhZr5hluvBtuJCPjSOFUwnGQji0pmGKwWnox4/gwgR2WDrmBT8UoD16m60&#10;xMK4nvd0OcRKJAiHAhXUMXaFlKGsyWKYuI44eWfnLcYkfSWNxz7BbSvzLJtLiw2nhRo7eq2p/D78&#10;WAXbz7568o/ldnDv57evmdZGf2ilHu6HzQuISEO8hf/bO6Ngtsh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sLJL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jTTMQA&#10;AADdAAAADwAAAGRycy9kb3ducmV2LnhtbESPUWvCMBSF3wf+h3AF32Zqp5t0RhFHQcZepv6AS3PX&#10;dDY3JYm1/nsjDPZ4OOd8h7PaDLYVPfnQOFYwm2YgiCunG64VnI7l8xJEiMgaW8ek4EYBNuvR0woL&#10;7a78Tf0h1iJBOBSowMTYFVKGypDFMHUdcfJ+nLcYk/S11B6vCW5bmWfZq7TYcFow2NHOUHU+XKyC&#10;8jP/6s8X7Uu3HeaWFuZ3+WGUmoyH7TuISEP8D/+191rB4i1/gceb9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Y00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RRHsQA&#10;AADdAAAADwAAAGRycy9kb3ducmV2LnhtbESP0WqDQBRE3wv5h+UW8tasJrEt1lVKwNA8xvYDLu6t&#10;Sty7xt1G/ftuoZDHYWbOMFkxm17caHSdZQXxJgJBXFvdcaPg67N8egXhPLLG3jIpWMhBka8eMky1&#10;nfhMt8o3IkDYpaig9X5IpXR1Swbdxg7Ewfu2o0Ef5NhIPeIU4KaX2yh6lgY7DgstDnRoqb5UP0bB&#10;fpmO1yq5RKU2FJ92w4l9nSi1fpzf30B4mv09/N/+0AqSl+0e/t6EJ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0UR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rtmcUA&#10;AADdAAAADwAAAGRycy9kb3ducmV2LnhtbESPS4vCQBCE78L+h6EX9mYmG/AVHUVWXBZPGh/nJtMm&#10;wUxPyIwa//2OIHgsquorarboTC1u1LrKsoLvKAZBnFtdcaHgsF/3xyCcR9ZYWyYFD3KwmH/0Zphq&#10;e+cd3TJfiABhl6KC0vsmldLlJRl0kW2Ig3e2rUEfZFtI3eI9wE0tkzgeSoMVh4USG/opKb9kV6Pg&#10;OjwlBz5v9DZbPX4nq/XSyWOh1Ndnt5yC8NT5d/jV/tMKBqNkAM834Qn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6u2Z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sM6cgA&#10;AADdAAAADwAAAGRycy9kb3ducmV2LnhtbESPQWvCQBSE70L/w/IK3nRTrdFGV9FCQXtQ1PbQ2zP7&#10;mkSzb9PsVtN/3xUEj8PMfMNMZo0pxZlqV1hW8NSNQBCnVhecKfjYv3VGIJxH1lhaJgV/5GA2fWhN&#10;MNH2wls673wmAoRdggpy76tESpfmZNB1bUUcvG9bG/RB1pnUNV4C3JSyF0WxNFhwWMixotec0tPu&#10;1yj43Izil81i9Xx8Xx+wb/TPly5ipdqPzXwMwlPj7+Fbe6kVDIa9GK5vwhOQ0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mwzp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9rgcYA&#10;AADdAAAADwAAAGRycy9kb3ducmV2LnhtbESPW2vCQBSE3wX/w3KEvummqTdSV7EVL/QptYW+HrKn&#10;STB7NmRXjf56VxB8HGbmG2a2aE0lTtS40rKC10EEgjizuuRcwe/Puj8F4TyyxsoyKbiQg8W825lh&#10;ou2Zv+m097kIEHYJKii8rxMpXVaQQTewNXHw/m1j0AfZ5FI3eA5wU8k4isbSYMlhocCaPgvKDvuj&#10;UXAd/2HqtvHH6k17ugynG/uVbpR66bXLdxCeWv8MP9o7rWA0iSdwfxOegJ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9rg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isS8MA&#10;AADdAAAADwAAAGRycy9kb3ducmV2LnhtbERP3WrCMBS+F/YO4Qx2p+lKq7MzyhgOdqfWPcChOabF&#10;5qQ2Wdvt6c3FYJcf3/9mN9lWDNT7xrGC50UCgrhyumGj4Ov8MX8B4QOyxtYxKfghD7vtw2yDhXYj&#10;n2gogxExhH2BCuoQukJKX9Vk0S9cRxy5i+sthgh7I3WPYwy3rUyTZCktNhwbauzovabqWn5bBTeX&#10;5noq93i47tfHxpjs9nvKlHp6nN5eQQSawr/4z/2pFeSrNM6Nb+ITkN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isS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WDuMQA&#10;AADdAAAADwAAAGRycy9kb3ducmV2LnhtbESPS2/CMBCE70j8B2uRuIFTEK+AQS0SElcehx639pKE&#10;xus0diHw6zESEsfRzHyjWawaW4oL1b5wrOCjn4Ag1s4UnCk4Hja9KQgfkA2WjknBjTyslu3WAlPj&#10;rryjyz5kIkLYp6ggD6FKpfQ6J4u+7yri6J1cbTFEWWfS1HiNcFvKQZKMpcWC40KOFa1z0r/7f6tg&#10;W/zQaKxPMzv90rvv+18YTs5GqW6n+ZyDCNSEd/jV3hoFo8lgBs838Qn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Fg7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9PDMcA&#10;AADdAAAADwAAAGRycy9kb3ducmV2LnhtbESPT0vDQBDF74LfYZmCN7tpRdum3RYrCIpa6B/a65Cd&#10;ZoPZ2ZBd0/TbOwfB48y8ee/9Fqve16qjNlaBDYyGGSjiItiKSwOH/ev9FFRMyBbrwGTgShFWy9ub&#10;BeY2XHhL3S6VSkw45mjApdTkWsfCkcc4DA2x3M6h9ZhkbEttW7yIua/1OMuetMeKJcFhQy+Oiu/d&#10;jzfQ4eaandz6a/ZefRbjzfr4YWVv7gb98xxUoj79i/++36yBx8mD9BcaIQG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vTwz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hU98UA&#10;AADdAAAADwAAAGRycy9kb3ducmV2LnhtbESPQUvDQBSE70L/w/IEb3bTiFZit6UIFY+a9uDxmX3N&#10;pmbfC7trE/31riB4HGbmG2a1mXyvzhRiJ2xgMS9AETdiO24NHPa763tQMSFb7IXJwBdF2KxnFyus&#10;rIz8Suc6tSpDOFZowKU0VFrHxpHHOJeBOHtHCR5TlqHVNuCY4b7XZVHcaY8d5wWHAz06aj7qT29g&#10;fGreT+XxzbrvMMiufpFT2YsxV5fT9gFUoin9h//az9bA7fJmAb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GFT3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GMJ8cA&#10;AADdAAAADwAAAGRycy9kb3ducmV2LnhtbESP3WoCMRSE74W+QzgF7zTrlqpsjWL9gSKVotX7081x&#10;d9vkZNmkur59IxS8HGbmG2Yya60RZ2p85VjBoJ+AIM6drrhQcPhc98YgfEDWaByTgit5mE0fOhPM&#10;tLvwjs77UIgIYZ+hgjKEOpPS5yVZ9H1XE0fv5BqLIcqmkLrBS4RbI9MkGUqLFceFEmtalJT/7H+t&#10;gvXH0nyn2938KMNiNfoy483r8l2p7mM7fwERqA338H/7TSt4Hj2l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hjC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rkBcYA&#10;AADdAAAADwAAAGRycy9kb3ducmV2LnhtbESPQWvCQBSE74L/YXmCl6IbDVqJriKCaKGC1UKvz+wz&#10;CWbfhuwa47/vFgoeh5n5hlmsWlOKhmpXWFYwGkYgiFOrC84UfJ+3gxkI55E1lpZJwZMcrJbdzgIT&#10;bR/8Rc3JZyJA2CWoIPe+SqR0aU4G3dBWxMG72tqgD7LOpK7xEeCmlOMomkqDBYeFHCva5JTeTnej&#10;oDl+XrJ946qP2+zNTeLLbnfQP0r1e+16DsJT61/h//ZeK5i8xzH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rkB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IAuMcA&#10;AADdAAAADwAAAGRycy9kb3ducmV2LnhtbESPT2sCMRTE7wW/Q3hCbzWr1apbo2hB8FLw30Fvz83r&#10;7uLmZZtE3fbTm0LB4zAzv2Ems8ZU4krOl5YVdDsJCOLM6pJzBfvd8mUEwgdkjZVlUvBDHmbT1tME&#10;U21vvKHrNuQiQtinqKAIoU6l9FlBBn3H1sTR+7LOYIjS5VI7vEW4qWQvSd6kwZLjQoE1fRSUnbcX&#10;o2AxHi2+133+/N2cjnQ8nM6DnkuUem4383cQgZrwCP+3V1rBYPjah7838QnI6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CALjHAAAA3QAAAA8AAAAAAAAAAAAAAAAAmAIAAGRy&#10;cy9kb3ducmV2LnhtbFBLBQYAAAAABAAEAPUAAACMAwAAAAA=&#10;" fillcolor="black" stroked="f"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dmLcgA&#10;AADdAAAADwAAAGRycy9kb3ducmV2LnhtbESPT2vCQBTE74LfYXlCb7qpEiupq/inhYL2oO2hx9fs&#10;a7Ik+zZkt5r66V1B6HGYmd8w82Vna3Gi1hvHCh5HCQji3GnDhYLPj9fhDIQPyBprx6TgjzwsF/3e&#10;HDPtznyg0zEUIkLYZ6igDKHJpPR5SRb9yDXE0ftxrcUQZVtI3eI5wm0tx0kylRYNx4USG9qUlFfH&#10;X6vgazc1s4Oh8ff+sn7R+7Rav28rpR4G3eoZRKAu/Ifv7TetIH2apHB7E5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Z2Yt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DG78YA&#10;AADdAAAADwAAAGRycy9kb3ducmV2LnhtbESPQWsCMRSE74L/ITzBW81a0crWKGIpevFQ29LrY/O6&#10;2e7mZZtEXf31TUHwOMzMN8xi1dlGnMiHyrGC8SgDQVw4XXGp4OP99WEOIkRkjY1jUnChAKtlv7fA&#10;XLszv9HpEEuRIBxyVGBibHMpQ2HIYhi5ljh5385bjEn6UmqP5wS3jXzMspm0WHFaMNjSxlBRH45W&#10;gV9/vdRXPn7W2XV/Cduf7neORqnhoFs/g4jUxXv41t5pBdOnyQz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DG7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jGxsYA&#10;AADdAAAADwAAAGRycy9kb3ducmV2LnhtbESPUWvCQBCE3wv9D8cKfSl6qaWNRk8phUJBEbT+gDW3&#10;JsG7vZDbauyv9wqFPg4z8w0zX/beqTN1sQls4GmUgSIug224MrD/+hhOQEVBtugCk4ErRVgu7u/m&#10;WNhw4S2dd1KpBOFYoIFapC20jmVNHuMotMTJO4bOoyTZVdp2eElw7/Q4y161x4bTQo0tvddUnnbf&#10;3oAbH9x0lce1XPd6nf142T5urDEPg/5tBkqol//wX/vTGnjJn3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jGx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td8MMA&#10;AADdAAAADwAAAGRycy9kb3ducmV2LnhtbERPu27CMBTdK/UfrFupW3FK1YICBvEQUpYODSDWS3yJ&#10;o9rXUWwg5evxUInx6Lyn895ZcaEuNJ4VvA8yEMSV1w3XCnbbzdsYRIjIGq1nUvBHAeaz56cp5tpf&#10;+YcuZaxFCuGQowITY5tLGSpDDsPAt8SJO/nOYUywq6Xu8JrCnZXDLPuSDhtODQZbWhmqfsuzU7Au&#10;WzvcFWYZDvvv49EWtw0d1kq9vvSLCYhIfXyI/92FVvA5+khz05v0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td8M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C32sUA&#10;AADdAAAADwAAAGRycy9kb3ducmV2LnhtbESPzWsCMRTE74X+D+EVvNWkFb+2RimiIHiqHwdvj+S5&#10;u+3mZdlEd/3vjVDwOMzMb5jZonOVuFITSs8aPvoKBLHxtuRcw2G/fp+ACBHZYuWZNNwowGL++jLD&#10;zPqWf+i6i7lIEA4ZaihirDMpgynIYej7mjh5Z984jEk2ubQNtgnuKvmp1Eg6LDktFFjTsiDzt7s4&#10;Db9rufVGoTkeju3Gjk+rEVVK695b9/0FIlIXn+H/9sZqGI4HU3i8SU9A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gLfa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XPFMMA&#10;AADdAAAADwAAAGRycy9kb3ducmV2LnhtbERPz2vCMBS+C/4P4QneNJ1uWrpGUWEwNnaYjuHx2Tzb&#10;0ualJFG7/345CB4/vt/5ujetuJLztWUFT9MEBHFhdc2lgp/D2yQF4QOyxtYyKfgjD+vVcJBjpu2N&#10;v+m6D6WIIewzVFCF0GVS+qIig35qO+LIna0zGCJ0pdQObzHctHKWJAtpsObYUGFHu4qKZn8xCo6X&#10;Tz5/zT82bht+bX/wzeyUNkqNR/3mFUSgPjzEd/e7VvCyfI7745v4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XPFM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PQXcgA&#10;AADdAAAADwAAAGRycy9kb3ducmV2LnhtbESPT2vCQBTE7wW/w/KE3upG8W+aVbRQ6KVQbQ96e2Zf&#10;k2D2bdzdxrSfvisIHoeZ+Q2TrTpTi5acrywrGA4SEMS51RUXCr4+X5/mIHxA1lhbJgW/5GG17D1k&#10;mGp74S21u1CICGGfooIyhCaV0uclGfQD2xBH79s6gyFKV0jt8BLhppajJJlKgxXHhRIbeikpP+1+&#10;jILNYr45f4z5/W97PNBhfzxNRi5R6rHfrZ9BBOrCPXxrv2kFk9l4CN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c9BdyAAAAN0AAAAPAAAAAAAAAAAAAAAAAJgCAABk&#10;cnMvZG93bnJldi54bWxQSwUGAAAAAAQABAD1AAAAjQMAAAAA&#10;" fillcolor="black" stroked="f"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20K8UA&#10;AADdAAAADwAAAGRycy9kb3ducmV2LnhtbESPzWrDMBCE74W+g9hAb42c9Bc3SjCB0tKTkzbkurE2&#10;lom1MpKquG9fFQo5DjPzDbNYjbYXiXzoHCuYTQsQxI3THbcKvj5fb59BhIissXdMCn4owGp5fbXA&#10;UrszbyhtYysyhEOJCkyMQyllaAxZDFM3EGfv6LzFmKVvpfZ4znDby3lRPEqLHecFgwOtDTWn7bdV&#10;kA7rurpL+2Q2H75qvavfdodaqZvJWL2AiDTGS/i//a4VPDzdz+HvTX4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3bQr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bxQscA&#10;AADdAAAADwAAAGRycy9kb3ducmV2LnhtbESPQUvDQBSE7wX/w/IEb3aTqm2N3ZRSrFgvtlHQ4yP7&#10;zAazb0N2TWN/vVsQehxm5htmsRxsI3rqfO1YQTpOQBCXTtdcKXh/21zPQfiArLFxTAp+ycMyvxgt&#10;MNPuwHvqi1CJCGGfoQITQptJ6UtDFv3YtcTR+3KdxRBlV0nd4SHCbSMnSTKVFmuOCwZbWhsqv4sf&#10;q8Cn68ePF3u87z+fDL8WWzPdVUapq8th9QAi0BDO4f/2s1ZwN7u9gdOb+AR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W8UL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B153C" w:rsidRDefault="002B153C" w:rsidP="002B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2B153C" w:rsidRPr="00062C82" w:rsidRDefault="002B153C" w:rsidP="002B153C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2B153C" w:rsidRPr="00062C82" w:rsidRDefault="002B153C" w:rsidP="002B153C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ХХХІІІ 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2B153C" w:rsidRPr="00062C82" w:rsidRDefault="002B153C" w:rsidP="002B153C">
      <w:pPr>
        <w:tabs>
          <w:tab w:val="left" w:pos="4424"/>
        </w:tabs>
        <w:rPr>
          <w:rFonts w:ascii="Times New Roman" w:hAnsi="Times New Roman" w:cs="Times New Roman"/>
        </w:rPr>
      </w:pPr>
    </w:p>
    <w:p w:rsidR="002B153C" w:rsidRPr="00062C82" w:rsidRDefault="002B153C" w:rsidP="002B153C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2B153C" w:rsidRPr="00062C82" w:rsidRDefault="002B153C" w:rsidP="002B153C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2B153C" w:rsidRPr="00062C82" w:rsidRDefault="002B153C" w:rsidP="002B153C">
      <w:pPr>
        <w:tabs>
          <w:tab w:val="left" w:pos="4424"/>
        </w:tabs>
        <w:rPr>
          <w:rFonts w:ascii="Times New Roman" w:hAnsi="Times New Roman" w:cs="Times New Roman"/>
        </w:rPr>
      </w:pPr>
    </w:p>
    <w:p w:rsidR="002B153C" w:rsidRPr="00062C82" w:rsidRDefault="002B153C" w:rsidP="002B153C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2B153C" w:rsidRPr="00062C82" w:rsidRDefault="002B153C" w:rsidP="002B153C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2B153C" w:rsidRPr="00062C82" w:rsidRDefault="002B153C" w:rsidP="002B153C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2B153C" w:rsidRPr="00062C82" w:rsidRDefault="002B153C" w:rsidP="002B153C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Клімчук</w:t>
      </w:r>
      <w:proofErr w:type="spellEnd"/>
      <w:r>
        <w:rPr>
          <w:rFonts w:ascii="Times New Roman" w:hAnsi="Times New Roman" w:cs="Times New Roman"/>
          <w:b/>
        </w:rPr>
        <w:t xml:space="preserve">  В.Й.</w:t>
      </w:r>
    </w:p>
    <w:p w:rsidR="002B153C" w:rsidRPr="00062C82" w:rsidRDefault="002B153C" w:rsidP="002B153C">
      <w:pPr>
        <w:tabs>
          <w:tab w:val="left" w:pos="4424"/>
        </w:tabs>
        <w:rPr>
          <w:rFonts w:ascii="Times New Roman" w:hAnsi="Times New Roman" w:cs="Times New Roman"/>
        </w:rPr>
      </w:pPr>
    </w:p>
    <w:p w:rsidR="002B153C" w:rsidRPr="00062C82" w:rsidRDefault="002B153C" w:rsidP="002B153C">
      <w:pPr>
        <w:tabs>
          <w:tab w:val="left" w:pos="4424"/>
        </w:tabs>
        <w:rPr>
          <w:rFonts w:ascii="Times New Roman" w:hAnsi="Times New Roman" w:cs="Times New Roman"/>
        </w:rPr>
      </w:pPr>
    </w:p>
    <w:p w:rsidR="002B153C" w:rsidRPr="00062C82" w:rsidRDefault="002B153C" w:rsidP="002B153C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Клімчук</w:t>
      </w:r>
      <w:proofErr w:type="spellEnd"/>
      <w:r>
        <w:rPr>
          <w:rFonts w:ascii="Times New Roman" w:hAnsi="Times New Roman" w:cs="Times New Roman"/>
        </w:rPr>
        <w:t xml:space="preserve"> В.Й.,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2B153C" w:rsidRPr="00062C82" w:rsidRDefault="002B153C" w:rsidP="002B153C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2B153C" w:rsidRDefault="002B153C" w:rsidP="002B153C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proofErr w:type="spellStart"/>
      <w:r>
        <w:rPr>
          <w:rFonts w:ascii="Times New Roman" w:hAnsi="Times New Roman" w:cs="Times New Roman"/>
        </w:rPr>
        <w:t>Клімчук</w:t>
      </w:r>
      <w:proofErr w:type="spellEnd"/>
      <w:r>
        <w:rPr>
          <w:rFonts w:ascii="Times New Roman" w:hAnsi="Times New Roman" w:cs="Times New Roman"/>
        </w:rPr>
        <w:t xml:space="preserve">  Вірі Йосипівні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за адресою: </w:t>
      </w:r>
      <w:r w:rsidR="00933AAB" w:rsidRPr="00933AAB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933AAB" w:rsidRPr="00933AAB">
        <w:rPr>
          <w:rFonts w:ascii="Times New Roman" w:hAnsi="Times New Roman" w:cs="Times New Roman"/>
        </w:rPr>
        <w:t>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1218га, (кадастровий номер: 68239840</w:t>
      </w:r>
      <w:r w:rsidRPr="00062C82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1:014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18</w:t>
      </w:r>
      <w:r w:rsidRPr="00062C82">
        <w:rPr>
          <w:rFonts w:ascii="Times New Roman" w:hAnsi="Times New Roman" w:cs="Times New Roman"/>
        </w:rPr>
        <w:t xml:space="preserve">), для </w:t>
      </w:r>
      <w:r>
        <w:rPr>
          <w:rFonts w:ascii="Times New Roman" w:hAnsi="Times New Roman" w:cs="Times New Roman"/>
        </w:rPr>
        <w:t>ведення особистого селянського господарства,</w:t>
      </w:r>
      <w:r w:rsidRPr="00062C82">
        <w:rPr>
          <w:rFonts w:ascii="Times New Roman" w:hAnsi="Times New Roman" w:cs="Times New Roman"/>
        </w:rPr>
        <w:t xml:space="preserve"> яка розташована Хмельницька область, </w:t>
      </w:r>
      <w:proofErr w:type="spellStart"/>
      <w:r w:rsidRPr="00062C82">
        <w:rPr>
          <w:rFonts w:ascii="Times New Roman" w:hAnsi="Times New Roman" w:cs="Times New Roman"/>
        </w:rPr>
        <w:t>Славутський</w:t>
      </w:r>
      <w:proofErr w:type="spellEnd"/>
      <w:r w:rsidRPr="00062C82">
        <w:rPr>
          <w:rFonts w:ascii="Times New Roman" w:hAnsi="Times New Roman" w:cs="Times New Roman"/>
        </w:rPr>
        <w:t xml:space="preserve">  район, </w:t>
      </w:r>
      <w:proofErr w:type="spellStart"/>
      <w:r w:rsidRPr="00062C82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Крупець</w:t>
      </w:r>
      <w:proofErr w:type="spellEnd"/>
      <w:r>
        <w:rPr>
          <w:rFonts w:ascii="Times New Roman" w:hAnsi="Times New Roman" w:cs="Times New Roman"/>
        </w:rPr>
        <w:t>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2B153C" w:rsidRPr="00062C82" w:rsidRDefault="002B153C" w:rsidP="002B153C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  <w:color w:val="auto"/>
        </w:rPr>
        <w:t>Клімчук</w:t>
      </w:r>
      <w:proofErr w:type="spellEnd"/>
      <w:r>
        <w:rPr>
          <w:rFonts w:ascii="Times New Roman" w:hAnsi="Times New Roman" w:cs="Times New Roman"/>
          <w:color w:val="auto"/>
        </w:rPr>
        <w:t xml:space="preserve"> В.Й</w:t>
      </w:r>
      <w:r w:rsidRPr="00062C82">
        <w:rPr>
          <w:rFonts w:ascii="Times New Roman" w:hAnsi="Times New Roman" w:cs="Times New Roman"/>
          <w:color w:val="auto"/>
        </w:rPr>
        <w:t xml:space="preserve">, </w:t>
      </w:r>
      <w:r w:rsidRPr="00062C82">
        <w:rPr>
          <w:rFonts w:ascii="Times New Roman" w:hAnsi="Times New Roman" w:cs="Times New Roman"/>
        </w:rPr>
        <w:t>посвідчити своє право  в  установленому  законом  порядку.</w:t>
      </w:r>
    </w:p>
    <w:p w:rsidR="002B153C" w:rsidRPr="00062C82" w:rsidRDefault="002B153C" w:rsidP="002B153C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B153C" w:rsidRPr="00062C82" w:rsidRDefault="002B153C" w:rsidP="002B153C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2B153C" w:rsidRPr="00062C82" w:rsidRDefault="002B153C" w:rsidP="002B153C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2B153C" w:rsidRPr="00062C82" w:rsidRDefault="002B153C" w:rsidP="002B153C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2B153C" w:rsidRPr="00062C82" w:rsidRDefault="002B153C" w:rsidP="002B153C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2B153C" w:rsidRPr="002B153C" w:rsidRDefault="002B153C" w:rsidP="002B153C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A10206" w:rsidRPr="002B153C" w:rsidRDefault="002B153C" w:rsidP="002B153C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A10206" w:rsidRPr="002B153C" w:rsidSect="00A102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B153C"/>
    <w:rsid w:val="00171A2E"/>
    <w:rsid w:val="002007FA"/>
    <w:rsid w:val="002B153C"/>
    <w:rsid w:val="00304C90"/>
    <w:rsid w:val="00505B6D"/>
    <w:rsid w:val="006902F5"/>
    <w:rsid w:val="006D3977"/>
    <w:rsid w:val="007D6C18"/>
    <w:rsid w:val="00933AAB"/>
    <w:rsid w:val="00A10206"/>
    <w:rsid w:val="00D1641A"/>
    <w:rsid w:val="00F92A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53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257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2020-02-13T11:17:00Z</dcterms:created>
  <dcterms:modified xsi:type="dcterms:W3CDTF">2020-02-13T12:10:00Z</dcterms:modified>
</cp:coreProperties>
</file>