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65" w:rsidRPr="008D31FA" w:rsidRDefault="00471765" w:rsidP="00471765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765" w:rsidRDefault="00471765" w:rsidP="004717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1765" w:rsidRDefault="00471765" w:rsidP="004717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1765" w:rsidRPr="000A4F3E" w:rsidRDefault="00471765" w:rsidP="0047176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0A4F3E" w:rsidRDefault="00471765" w:rsidP="0047176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71765" w:rsidRPr="000A4F3E" w:rsidRDefault="00471765" w:rsidP="0047176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1765" w:rsidRDefault="00471765" w:rsidP="0047176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№65</w:t>
      </w:r>
    </w:p>
    <w:p w:rsidR="00471765" w:rsidRDefault="00471765" w:rsidP="0047176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765" w:rsidRPr="001869AA" w:rsidRDefault="00471765" w:rsidP="0047176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471765" w:rsidRPr="001869AA" w:rsidRDefault="00471765" w:rsidP="0047176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471765" w:rsidRPr="001869AA" w:rsidRDefault="00471765" w:rsidP="0047176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471765" w:rsidRPr="001869AA" w:rsidRDefault="00471765" w:rsidP="0047176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Вітрук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Л.В.</w:t>
      </w:r>
    </w:p>
    <w:p w:rsidR="00471765" w:rsidRPr="001869AA" w:rsidRDefault="00471765" w:rsidP="00471765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1765" w:rsidRDefault="00471765" w:rsidP="004717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471765" w:rsidRPr="001869AA" w:rsidRDefault="00471765" w:rsidP="004717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71765" w:rsidRDefault="00471765" w:rsidP="004717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Вітрук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Любові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1869AA">
        <w:rPr>
          <w:rFonts w:ascii="Times New Roman" w:hAnsi="Times New Roman"/>
          <w:sz w:val="24"/>
        </w:rPr>
        <w:t xml:space="preserve"> за </w:t>
      </w:r>
      <w:proofErr w:type="spellStart"/>
      <w:r w:rsidRPr="001869AA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 w:rsidR="00FA39C9">
        <w:rPr>
          <w:rFonts w:ascii="Times New Roman" w:hAnsi="Times New Roman"/>
          <w:sz w:val="24"/>
          <w:lang w:val="en-US"/>
        </w:rPr>
        <w:t>______________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FA39C9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0,3441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га,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6823984700:05:003:0010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471765" w:rsidRPr="001869AA" w:rsidRDefault="00471765" w:rsidP="004717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471765" w:rsidRPr="001869AA" w:rsidRDefault="00471765" w:rsidP="004717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71765" w:rsidRPr="001869AA" w:rsidRDefault="00471765" w:rsidP="004717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71765" w:rsidRPr="001869AA" w:rsidRDefault="00471765" w:rsidP="0047176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1765" w:rsidRPr="001869AA" w:rsidRDefault="00471765" w:rsidP="0047176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1765" w:rsidRPr="001869AA" w:rsidRDefault="00471765" w:rsidP="0047176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1765" w:rsidRPr="001869AA" w:rsidRDefault="00471765" w:rsidP="0047176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0B5E" w:rsidRPr="00471765" w:rsidRDefault="00471765" w:rsidP="004717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голова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580B5E" w:rsidRPr="0047176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65"/>
    <w:rsid w:val="00171A2E"/>
    <w:rsid w:val="00304C90"/>
    <w:rsid w:val="00471765"/>
    <w:rsid w:val="00505B6D"/>
    <w:rsid w:val="00580B5E"/>
    <w:rsid w:val="006D3977"/>
    <w:rsid w:val="007D6C18"/>
    <w:rsid w:val="00D1641A"/>
    <w:rsid w:val="00FA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717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717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7176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717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717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7176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2020-09-01T14:18:00Z</dcterms:created>
  <dcterms:modified xsi:type="dcterms:W3CDTF">2020-09-01T15:45:00Z</dcterms:modified>
</cp:coreProperties>
</file>