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FB9" w:rsidRPr="00694EED" w:rsidRDefault="00021FB9" w:rsidP="0002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694EED">
        <w:rPr>
          <w:rFonts w:ascii="Times New Roman" w:eastAsia="Times New Roman" w:hAnsi="Times New Roman" w:cs="Times New Roman"/>
          <w:color w:val="FF0000"/>
          <w:sz w:val="24"/>
          <w:szCs w:val="24"/>
        </w:rPr>
        <w:t>ПРОЄКТ</w:t>
      </w:r>
    </w:p>
    <w:p w:rsidR="00021FB9" w:rsidRPr="00694EED" w:rsidRDefault="00021FB9" w:rsidP="00021F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694EED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79915A5" wp14:editId="56E03E5F">
                <wp:simplePos x="0" y="0"/>
                <wp:positionH relativeFrom="margin">
                  <wp:posOffset>2867025</wp:posOffset>
                </wp:positionH>
                <wp:positionV relativeFrom="paragraph">
                  <wp:posOffset>75565</wp:posOffset>
                </wp:positionV>
                <wp:extent cx="418465" cy="612140"/>
                <wp:effectExtent l="0" t="0" r="635" b="0"/>
                <wp:wrapNone/>
                <wp:docPr id="16019" name="Группа 160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8465" cy="612140"/>
                          <a:chOff x="0" y="0"/>
                          <a:chExt cx="1142" cy="1718"/>
                        </a:xfrm>
                      </wpg:grpSpPr>
                      <wps:wsp>
                        <wps:cNvPr id="1602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2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3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4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FB9" w:rsidRDefault="00021FB9" w:rsidP="00021F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019" o:spid="_x0000_s1026" style="position:absolute;margin-left:225.75pt;margin-top:5.95pt;width:32.9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Mb2Gvn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jKVsQA&#10;AADeAAAADwAAAGRycy9kb3ducmV2LnhtbESPT4vCQAzF7wt+hyGCt3VqBVeqo4ioeBAW/91DJ7bF&#10;TqZ0Rq3f3hwW9paQl/feb77sXK2e1IbKs4HRMAFFnHtbcWHgct5+T0GFiGyx9kwG3hRgueh9zTGz&#10;/sVHep5iocSEQ4YGyhibTOuQl+QwDH1DLLebbx1GWdtC2xZfYu5qnSbJRDusWBJKbGhdUn4/PZwB&#10;P97tD9ciPY43/BN59Tu9XbuDMYN+t5qBitTFf/Hf995K/UmSCoDg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4ylb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DdbsYA&#10;AADeAAAADwAAAGRycy9kb3ducmV2LnhtbERPS2sCMRC+F/ofwhS8SM3qYdtujVKErY9DQSt4HTbT&#10;zbabyZJEXf31TUHobT6+50znvW3FiXxoHCsYjzIQxJXTDdcK9p/l4zOIEJE1to5JwYUCzGf3d1Ms&#10;tDvzlk67WIsUwqFABSbGrpAyVIYshpHriBP35bzFmKCvpfZ4TuG2lZMsy6XFhlODwY4Whqqf3dEq&#10;+C4/zGHxdH33w5ctXYflZtmuc6UGD/3bK4hIffwX39wrnebn2WQMf++kG+Ts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Ddb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HnGMYA&#10;AADeAAAADwAAAGRycy9kb3ducmV2LnhtbESPwWrDMBBE74H+g9hCLqGR64IpruUQSh2KLyFJP2Cx&#10;NpaptTKWYjt/XxUKve0ys/Nmi91iezHR6DvHCp63CQjixumOWwVfl+rpFYQPyBp7x6TgTh525cOq&#10;wFy7mU80nUMrYgj7HBWYEIZcSt8Ysui3biCO2tWNFkNcx1bqEecYbnuZJkkmLXYcCQYHejfUfJ9v&#10;NkKOL3isr/OlOiw440dteLM/KbV+XPZvIAIt4d/8d/2pY/0sSVP4fSfOI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jHnG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lXucQA&#10;AADeAAAADwAAAGRycy9kb3ducmV2LnhtbERPTUvDQBC9C/0PyxS82Y1Ro8Rui1QFEXpoK4i3ITtN&#10;gtnZZXds4r93BcHbPN7nLNeTG9SJYuo9G7hcFKCIG297bg28HZ4v7kAlQbY4eCYD35RgvZqdLbG2&#10;fuQdnfbSqhzCqUYDnUiotU5NRw7TwgfizB19dCgZxlbbiGMOd4Mui6LSDnvODR0G2nTUfO6/nIHt&#10;+BReb6ubY/iI16VOj1beN2LM+Xx6uAclNMm/+M/9YvP8qiiv4PedfIN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5V7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Ta98YA&#10;AADeAAAADwAAAGRycy9kb3ducmV2LnhtbESPwWrDMBBE74H+g9hCL6GR65RQXMshlCaEXIKdfMBi&#10;bSxTa2Us1Xb/PioUettlZufN5tvZdmKkwbeOFbysEhDEtdMtNwqul/3zGwgfkDV2jknBD3nYFg+L&#10;HDPtJi5prEIjYgj7DBWYEPpMSl8bsuhXrieO2s0NFkNch0bqAacYbjuZJslGWmw5Egz29GGo/qq+&#10;bYSc13g+3abL/jDjhJ8nw8tdqdTT47x7BxFoDv/mv+ujjvU3SfoKv+/EGWR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Ta9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xqVsQA&#10;AADeAAAADwAAAGRycy9kb3ducmV2LnhtbERPTUvDQBC9C/0Pywje7MZgU4ndllIVRPDQVhBvQ3aa&#10;BLOzy+7YxH/vCoK3ebzPWW0mN6gzxdR7NnAzL0ARN9723Bp4Oz5d34FKgmxx8EwGvinBZj27WGFt&#10;/ch7Oh+kVTmEU40GOpFQa52ajhymuQ/EmTv56FAyjK22Eccc7gZdFkWlHfacGzoMtOuo+Tx8OQOv&#10;42N4WVaLU/iIt6VOD1bed2LM1eW0vQclNMm/+M/9bPP8qigX8PtOvkGv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cal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vpyMQA&#10;AADe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n2fTHO7vpBv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L6cj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cGrMMA&#10;AADeAAAADwAAAGRycy9kb3ducmV2LnhtbERPS2rDMBDdF3IHMYHuGrmm+eBGDqHFEEo3TXKAwZpa&#10;rq2RkRTHuX0VKHQ3j/ed7W6yvRjJh9axgudFBoK4drrlRsH5VD1tQISIrLF3TApuFGBXzh62WGh3&#10;5S8aj7ERKYRDgQpMjEMhZagNWQwLNxAn7tt5izFB30jt8ZrCbS/zLFtJiy2nBoMDvRmqu+PFKqg+&#10;8s+xu2hfuf30YmlpfjbvRqnH+bR/BRFpiv/iP/dBp/mrLF/D/Z10gyx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vcGr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jYIccA&#10;AADeAAAADwAAAGRycy9kb3ducmV2LnhtbESPQUsDMRCF74L/IYzgRWzWikXWpsUKoUKF0ip4HTbT&#10;3cXNZElid/vvO4dCbzO8N+99M1+OvlNHiqkNbOBpUoAiroJruTbw820fX0GljOywC0wGTpRgubi9&#10;mWPpwsA7Ou5zrSSEU4kGmpz7UutUNeQxTUJPLNohRI9Z1lhrF3GQcN/paVHMtMeWpaHBnj4aqv72&#10;/97AajvUz/GhWo1hc1j/vljr7Jc15v5ufH8DlWnMV/Pl+tMJ/qyYCq+8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Y2CH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Q3RcIA&#10;AADeAAAADwAAAGRycy9kb3ducmV2LnhtbERP3WrCMBS+H/gO4QjezdTiRKtRRCmMsZupD3Bojk21&#10;OSlJrN3bL4PB7s7H93s2u8G2oicfGscKZtMMBHHldMO1gsu5fF2CCBFZY+uYFHxTgN129LLBQrsn&#10;f1F/irVIIRwKVGBi7AopQ2XIYpi6jjhxV+ctxgR9LbXHZwq3rcyzbCEtNpwaDHZ0MFTdTw+roPzI&#10;P/v7Q/vS7Ye5pTdzWx6NUpPxsF+DiDTEf/Gf+12n+YssX8HvO+kGu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JDdF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mW7cQA&#10;AADeAAAADwAAAGRycy9kb3ducmV2LnhtbESPQW/CMAyF70j8h8iTuEHCGGjqCAghgcaRwg+wGq+t&#10;aJzSZLT8+/kwiZstP7/3vvV28I16UBfrwBbmMwOKuAiu5tLC9XKYfoKKCdlhE5gsPCnCdjMerTFz&#10;oeczPfJUKjHhmKGFKqU20zoWFXmMs9ASy+0ndB6TrF2pXYe9mPtGvxuz0h5rloQKW9pXVNzyX2/h&#10;49kf7/nyZg7O0/y0aE+ciqW1k7dh9wUq0ZBe4v/vbyf1V2YhAIIjM+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Jlu3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cl2cEA&#10;AADeAAAADwAAAGRycy9kb3ducmV2LnhtbERPy6rCMBDdX/AfwgjurqkK5VqNIooirrz1sR6asS02&#10;k9JErX9vBMHdHM5zpvPWVOJOjSstKxj0IxDEmdUl5wqOh/XvHwjnkTVWlknBkxzMZ52fKSbaPvif&#10;7qnPRQhhl6CCwvs6kdJlBRl0fVsTB+5iG4M+wCaXusFHCDeVHEZRLA2WHBoKrGlZUHZNb0bBLT4P&#10;j3zZ6X26em7Gq/XCyVOuVK/bLiYgPLX+K/64tzrMj6PRAN7vhBvk7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9HJdn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Ls8YA&#10;AADeAAAADwAAAGRycy9kb3ducmV2LnhtbERPTWvCQBC9C/0PyxS86cZEgk1dpRWE2kNFbQ+9TbNj&#10;Es3OxuxW03/vFgRv83ifM513phZnal1lWcFoGIEgzq2uuFDwuVsOJiCcR9ZYWyYFf+RgPnvoTTHT&#10;9sIbOm99IUIIuwwVlN43mZQuL8mgG9qGOHB72xr0AbaF1C1eQripZRxFqTRYcWgosaFFSflx+2sU&#10;fK0n6dP6dTU+vH/8YGL06VtXqVL9x+7lGYSnzt/FN/ebDvPTKInh/51wg5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oLs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85vMQA&#10;AADeAAAADwAAAGRycy9kb3ducmV2LnhtbERPS2vCQBC+C/6HZYTezKZGQkizSh9UpSeNQq9DdpqE&#10;ZmdDdquxv74rFLzNx/ecYj2aTpxpcK1lBY9RDIK4srrlWsHp+D7PQDiPrLGzTAqu5GC9mk4KzLW9&#10;8IHOpa9FCGGXo4LG+z6X0lUNGXSR7YkD92UHgz7AoZZ6wEsIN51cxHEqDbYcGhrs6bWh6rv8MQp+&#10;00/cu+3i5S3Rnq7LbGM/9hulHmbj8xMIT6O/i//dOx3mp3GSwO2dcIN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POb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/IZsMA&#10;AADeAAAADwAAAGRycy9kb3ducmV2LnhtbERPzWrCQBC+C77DMoI33ahR2tQ1SLHQWzX6AEN2uglm&#10;Z5PsVtM+fbdQ8DYf3+9s88E24ka9rx0rWMwTEMSl0zUbBZfz2+wJhA/IGhvHpOCbPOS78WiLmXZ3&#10;PtGtCEbEEPYZKqhCaDMpfVmRRT93LXHkPl1vMUTYG6l7vMdw28hlkmykxZpjQ4UtvVZUXosvq6Bz&#10;y7UeigN+XA/Px9qYtPs5pUpNJ8P+BUSgITzE/+53HedvklUKf+/EG+Tu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p/IZ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8LFsMA&#10;AADeAAAADwAAAGRycy9kb3ducmV2LnhtbERPyW7CMBC9I/EP1iBxKw4gUhowCCohcWU59Di1hyQQ&#10;j0PsQuDr60qVuM3TW2e+bG0lbtT40rGC4SABQaydKTlXcDxs3qYgfEA2WDkmBQ/ysFx0O3PMjLvz&#10;jm77kIsYwj5DBUUIdSal1wVZ9ANXE0fu5BqLIcIml6bBewy3lRwlSSotlhwbCqzpsyB92f9YBdvy&#10;myapPn3Y6Vrvvp7XMH4/G6X6vXY1AxGoDS/xv3tr4vw0GU/g7514g1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28LF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xstsUA&#10;AADeAAAADwAAAGRycy9kb3ducmV2LnhtbERP0WoCMRB8L/gPYQXfalILRz2NUguFiq1QFX1dLuvl&#10;8LI5LvE8/74pFPo2u7MzszNf9q4WHbWh8qzhaaxAEBfeVFxqOOzfH19AhIhssPZMGu4UYLkYPMwx&#10;N/7G39TtYimSCYccNdgYm1zKUFhyGMa+IU7c2bcOYxrbUpoWb8nc1XKiVCYdVpwSLDb0Zqm47K5O&#10;Q4fbuzrZ1dd0XX0Wk+3quDFpr0fD/nUGIlIf/4//1B8mvZ+p5wx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nGy2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0Wt8MA&#10;AADe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18Vt3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0Wt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qS0sgA&#10;AADeAAAADwAAAGRycy9kb3ducmV2LnhtbESPT2sCQQzF74V+hyGF3uqsFqysjuJfKKVStHqPO3F3&#10;25nMsjPV7bdvDgVvCe/lvV8ms847daE21oEN9HsZKOIi2JpLA4fPzdMIVEzIFl1gMvBLEWbT+7sJ&#10;5jZceUeXfSqVhHDM0UCVUpNrHYuKPMZeaIhFO4fWY5K1LbVt8Srh3ulBlg21x5qlocKGlhUV3/sf&#10;b2DzsXJfg+1uftRpuX45udHbYvVuzONDNx+DStSlm/n/+tUK/jB7Fl55R2bQ0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upL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Dq3cQA&#10;AADeAAAADwAAAGRycy9kb3ducmV2LnhtbERP24rCMBB9F/yHMMK+iKauKFqNIoLowgrewNexGdti&#10;MylNtnb/frMg+DaHc535sjGFqKlyuWUFg34EgjixOudUweW86U1AOI+ssbBMCn7JwXLRbs0x1vbJ&#10;R6pPPhUhhF2MCjLvy1hKl2Rk0PVtSRy4u60M+gCrVOoKnyHcFPIzisbSYM6hIcOS1hklj9OPUVAf&#10;vm/prnbl12PSdaPhbbvd66tSH51mNQPhqfFv8cu902H+OBpO4f+dcIN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A6t3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1FB9" w:rsidRDefault="00021FB9" w:rsidP="00021FB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BOIMgA&#10;AADeAAAADwAAAGRycy9kb3ducmV2LnhtbESPQU8CMRCF7yb+h2ZMvEkrQQILhYiJiRcTQQ5wG7bj&#10;7obtdG0rrP565kDibSbz5r33zZe9b9WJYmoCW3gcGFDEZXANVxa2n68PE1ApIztsA5OFX0qwXNze&#10;zLFw4cxrOm1ypcSEU4EW6py7QutU1uQxDUJHLLevED1mWWOlXcSzmPtWD40Za48NS0KNHb3UVB43&#10;P97CajpZfX+M+P1vfdjTfnc4Pg2jsfb+rn+egcrU53/x9fvNSf2xGQmA4MgMe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UE4gyAAAAN4AAAAPAAAAAAAAAAAAAAAAAJgCAABk&#10;cnMvZG93bnJldi54bWxQSwUGAAAAAAQABAD1AAAAjQMAAAAA&#10;" fillcolor="black" stroked="f">
                  <v:textbox>
                    <w:txbxContent>
                      <w:p w:rsidR="00021FB9" w:rsidRDefault="00021FB9" w:rsidP="00021FB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/lu8YA&#10;AADeAAAADwAAAGRycy9kb3ducmV2LnhtbERPS2vCQBC+F/wPyxR6qxulDSG6Sn0UCurBx8HjNDtN&#10;lmRnQ3araX99Vyh4m4/vOdN5bxtxoc4bxwpGwwQEceG04VLB6fj+nIHwAVlj45gU/JCH+WzwMMVc&#10;uyvv6XIIpYgh7HNUUIXQ5lL6oiKLfuha4sh9uc5iiLArpe7wGsNtI8dJkkqLhmNDhS0tKyrqw7dV&#10;cN6kJtsbGn9ufxdrvX2tF7tVrdTTY/82ARGoD3fxv/tDx/lp8jKC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d/lu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8W/sQA&#10;AADeAAAADwAAAGRycy9kb3ducmV2LnhtbERPTWsCMRC9F/ofwhS81UQRka1RxCJ68VDb0uuwGTfr&#10;bibbJOrqr28Khd7m8T5nvuxdKy4UYu1Zw2ioQBCX3tRcafh43zzPQMSEbLD1TBpuFGG5eHyYY2H8&#10;ld/ockiVyCEcC9RgU+oKKWNpyWEc+o44c0cfHKYMQyVNwGsOd60cKzWVDmvODRY7Wlsqm8PZaQir&#10;r9fmzufPRt33t7g99d8ztFoPnvrVC4hEffoX/7l3Js+fqskYft/JN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fFv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IFLsQA&#10;AADeAAAADwAAAGRycy9kb3ducmV2LnhtbERPbUvDMBD+Lvgfwgl+EZc4ZW612RBBEBzC5n7Arbm1&#10;xeRSmrPr/PVGEPbtHp7XK1dj8GqgPrWRLdxNDCjiKrqWawu7z9fbOagkyA59ZLJwogSr5eVFiYWL&#10;R97QsJVa5RBOBVpoRLpC61Q1FDBNYkecuUPsA0qGfa1dj8ccHryeGjPTAVvODQ129NJQ9bX9Dhb8&#10;dO8X749pLaedXpufIJubD2ft9dX4/ARKaJSz+N/95vL8mXm4h7938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iBS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vcAMQA&#10;AADeAAAADwAAAGRycy9kb3ducmV2LnhtbERPS2sCMRC+F/wPYYTealYRKatRfCDsxUO3itdxM24W&#10;k8mySXXtr28Khd7m43vOYtU7K+7UhcazgvEoA0Fced1wreD4uX97BxEiskbrmRQ8KcBqOXhZYK79&#10;gz/oXsZapBAOOSowMba5lKEy5DCMfEucuKvvHMYEu1rqDh8p3Fk5ybKZdNhwajDY0tZQdSu/nIJd&#10;2drJsTCbcD4dLhdbfO/pvFPqddiv5yAi9fFf/OcudJo/y6ZT+H0n3SCX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b3A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RLLrcMA&#10;AADeAAAADwAAAGRycy9kb3ducmV2LnhtbERPTWvCQBC9C/0PyxR6091Km5boJhSpIPSk1UNvw+6Y&#10;RLOzIbs16b/vCoK3ebzPWZaja8WF+tB41vA8UyCIjbcNVxr23+vpO4gQkS22nknDHwUoi4fJEnPr&#10;B97SZRcrkUI45KihjrHLpQymJodh5jvixB197zAm2FfS9jikcNfKuVKZdNhwaqixo1VN5rz7dRpO&#10;a/nljUJz2B+GjX37+cyoVVo/PY4fCxCRxngX39wbm+Zn6uUVru+kG2T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RLLr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imvcQA&#10;AADeAAAADwAAAGRycy9kb3ducmV2LnhtbERPTWvCQBC9F/wPyxS81U1VgqRughYKovRQLeJxmh2T&#10;kOxs2F01/nu3UOhtHu9zlsVgOnEl5xvLCl4nCQji0uqGKwXfh4+XBQgfkDV2lknBnTwU+ehpiZm2&#10;N/6i6z5UIoawz1BBHUKfSenLmgz6ie2JI3e2zmCI0FVSO7zFcNPJaZKk0mDDsaHGnt5rKtv9xSg4&#10;XXZ8/pxtV24djnY4+Hb6s2iVGj8PqzcQgYbwL/5zb3ScnybzF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opr3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1FB9" w:rsidRDefault="00021FB9" w:rsidP="00021FB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nWVMUA&#10;AADeAAAADwAAAGRycy9kb3ducmV2LnhtbERPTWsCMRC9F/wPYYTealKxVlej1EKhF6FaD3obN9Pd&#10;xc1km6S6+uuNUPA2j/c503lra3EkHyrHGp57CgRx7kzFhYbN98fTCESIyAZrx6ThTAHms87DFDPj&#10;Tryi4zoWIoVwyFBDGWOTSRnykiyGnmuIE/fjvMWYoC+k8XhK4baWfaWG0mLFqaHEht5Lyg/rP6th&#10;MR4tfr8GvLys9jvabfeHl75XWj9227cJiEhtvIv/3Z8mzR+qwSvc3k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dZUxQAAAN4AAAAPAAAAAAAAAAAAAAAAAJgCAABkcnMv&#10;ZG93bnJldi54bWxQSwUGAAAAAAQABAD1AAAAigMAAAAA&#10;" fillcolor="black" stroked="f">
                  <v:textbox>
                    <w:txbxContent>
                      <w:p w:rsidR="00021FB9" w:rsidRDefault="00021FB9" w:rsidP="00021FB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BJjMYA&#10;AADeAAAADwAAAGRycy9kb3ducmV2LnhtbESPT0sDMRDF74LfIYzgzWb9Q5G1aVkKonjaVsXrdDPd&#10;LN1MliSm67d3DoK3Gd6b936z2sx+VIViGgIbuF1UoIi7YAfuDXy8P988gkoZ2eIYmAz8UILN+vJi&#10;hbUNZ95R2edeSQinGg24nKda69Q58pgWYSIW7Riixyxr7LWNeJZwP+q7qlpqjwNLg8OJto660/7b&#10;GyiHbdvcl6/idm+x6WNoXz4PrTHXV3PzBCrTnP/Nf9evVvCX1YP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pBJj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1FB9" w:rsidRDefault="00021FB9" w:rsidP="00021FB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CoHsUA&#10;AADeAAAADwAAAGRycy9kb3ducmV2LnhtbERPTWvCQBC9F/oflil4qxuLBI2uUqQV9dI2FfQ4ZKfZ&#10;0OxsyK4x+uvdgtDbPN7nzJe9rUVHra8cKxgNExDEhdMVlwr23+/PExA+IGusHZOCC3lYLh4f5php&#10;d+Yv6vJQihjCPkMFJoQmk9IXhiz6oWuII/fjWoshwraUusVzDLe1fEmSVFqsODYYbGhlqPjNT1aB&#10;H63eDjt7nXbHteGPfGvSz9IoNXjqX2cgAvXhX3x3b3ScnybjKfy9E2+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cKge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1FB9" w:rsidRDefault="00021FB9" w:rsidP="00021FB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021FB9" w:rsidRPr="00694EED" w:rsidRDefault="00021FB9" w:rsidP="00021FB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ХІІ сесії сільської ради 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21FB9" w:rsidRPr="00694EED" w:rsidRDefault="00021FB9" w:rsidP="00021F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.06.2021 року                                            Крупець                                                 №___</w:t>
      </w:r>
    </w:p>
    <w:p w:rsidR="00021FB9" w:rsidRPr="00694EED" w:rsidRDefault="00021FB9" w:rsidP="00021F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021FB9" w:rsidRPr="00694EED" w:rsidRDefault="00021FB9" w:rsidP="00021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21FB9" w:rsidRPr="00694EED" w:rsidRDefault="00021FB9" w:rsidP="00021FB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021FB9" w:rsidRPr="00694EED" w:rsidRDefault="00021FB9" w:rsidP="00021FB9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021FB9" w:rsidRPr="00694EED" w:rsidRDefault="00021FB9" w:rsidP="00021FB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94EE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Линок Н.Я.</w:t>
      </w: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r w:rsidRPr="00694EED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Линок Надії Яківни, 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Линок Надії Яківні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будівництва і обслуговування житлового будинку, господарських будівель і споруд (присадибна ділянка), площею  0,0776га,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с.Стригани,вулиця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021FB9" w:rsidRPr="00694EED" w:rsidRDefault="00021FB9" w:rsidP="00021FB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Линок Надії Яківні, 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694EED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97D51">
        <w:rPr>
          <w:rFonts w:ascii="Times New Roman" w:eastAsia="Calibri" w:hAnsi="Times New Roman" w:cs="Times New Roman"/>
          <w:sz w:val="24"/>
          <w:lang w:eastAsia="en-US"/>
        </w:rPr>
        <w:t>_______</w:t>
      </w:r>
      <w:r w:rsidRPr="00694EED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97D5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0,0776 га, кадастровий номер: 6823984000:02:001:0052,  для будівництва і обслуговування житлового будинку, господарських будівель і споруд (присадибна ділянка), яка розташована Хмельницька область,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район, 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с.Стригани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..</w:t>
      </w:r>
      <w:proofErr w:type="spellStart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Одухи</w:t>
      </w:r>
      <w:proofErr w:type="spellEnd"/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  </w:t>
      </w:r>
    </w:p>
    <w:p w:rsidR="00021FB9" w:rsidRPr="00694EED" w:rsidRDefault="00021FB9" w:rsidP="00021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 w:rsidRPr="00694EED">
        <w:rPr>
          <w:rFonts w:ascii="Times New Roman" w:eastAsia="Arial Unicode MS" w:hAnsi="Times New Roman" w:cs="Times New Roman"/>
          <w:color w:val="000000"/>
          <w:sz w:val="24"/>
          <w:szCs w:val="24"/>
        </w:rPr>
        <w:t>Линок Н.Я.,</w:t>
      </w:r>
      <w:r w:rsidRPr="00694EED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021FB9" w:rsidRPr="00694EED" w:rsidRDefault="00021FB9" w:rsidP="00021FB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694EE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21FB9" w:rsidRPr="00694EED" w:rsidRDefault="00021FB9" w:rsidP="00021F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Pr="00694EED" w:rsidRDefault="00021FB9" w:rsidP="00021F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1FB9" w:rsidRDefault="00021FB9" w:rsidP="00021FB9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694EED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90112" w:rsidRDefault="00990112"/>
    <w:sectPr w:rsidR="0099011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FB9"/>
    <w:rsid w:val="00021FB9"/>
    <w:rsid w:val="00897D51"/>
    <w:rsid w:val="00990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FB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283</Words>
  <Characters>1619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2021-06-22T10:26:00Z</dcterms:created>
  <dcterms:modified xsi:type="dcterms:W3CDTF">2021-06-22T13:26:00Z</dcterms:modified>
</cp:coreProperties>
</file>