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F40" w:rsidRDefault="009F0F40" w:rsidP="009F0F40">
      <w:pPr>
        <w:pStyle w:val="HTML0"/>
        <w:spacing w:line="276" w:lineRule="auto"/>
        <w:rPr>
          <w:rFonts w:ascii="Times New Roman" w:eastAsia="Arial Unicode MS" w:hAnsi="Times New Roman"/>
          <w:b/>
          <w:color w:val="000000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F5689D5" wp14:editId="35F2A15F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469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469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0F40" w:rsidRDefault="009F0F40" w:rsidP="009F0F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9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F0F40" w:rsidRDefault="009F0F40" w:rsidP="009F0F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9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0F40" w:rsidRDefault="009F0F40" w:rsidP="009F0F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9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F0F40" w:rsidRDefault="009F0F40" w:rsidP="009F0F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9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0F40" w:rsidRDefault="009F0F40" w:rsidP="009F0F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9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F0F40" w:rsidRDefault="009F0F40" w:rsidP="009F0F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9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0F40" w:rsidRDefault="009F0F40" w:rsidP="009F0F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9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F0F40" w:rsidRDefault="009F0F40" w:rsidP="009F0F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0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0F40" w:rsidRDefault="009F0F40" w:rsidP="009F0F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0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F0F40" w:rsidRDefault="009F0F40" w:rsidP="009F0F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0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0F40" w:rsidRDefault="009F0F40" w:rsidP="009F0F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0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F0F40" w:rsidRDefault="009F0F40" w:rsidP="009F0F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0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0F40" w:rsidRDefault="009F0F40" w:rsidP="009F0F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0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F0F40" w:rsidRDefault="009F0F40" w:rsidP="009F0F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0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0F40" w:rsidRDefault="009F0F40" w:rsidP="009F0F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0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F0F40" w:rsidRDefault="009F0F40" w:rsidP="009F0F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0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0F40" w:rsidRDefault="009F0F40" w:rsidP="009F0F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0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F0F40" w:rsidRDefault="009F0F40" w:rsidP="009F0F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1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0F40" w:rsidRDefault="009F0F40" w:rsidP="009F0F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1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F0F40" w:rsidRDefault="009F0F40" w:rsidP="009F0F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1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0F40" w:rsidRDefault="009F0F40" w:rsidP="009F0F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1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0F40" w:rsidRDefault="009F0F40" w:rsidP="009F0F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1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0F40" w:rsidRDefault="009F0F40" w:rsidP="009F0F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1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0F40" w:rsidRDefault="009F0F40" w:rsidP="009F0F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1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0F40" w:rsidRDefault="009F0F40" w:rsidP="009F0F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1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0F40" w:rsidRDefault="009F0F40" w:rsidP="009F0F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1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0F40" w:rsidRDefault="009F0F40" w:rsidP="009F0F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1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0F40" w:rsidRDefault="009F0F40" w:rsidP="009F0F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2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0F40" w:rsidRDefault="009F0F40" w:rsidP="009F0F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2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0F40" w:rsidRDefault="009F0F40" w:rsidP="009F0F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zC/sYA&#10;AADdAAAADwAAAGRycy9kb3ducmV2LnhtbESPS2vDMBCE74X8B7GB3ho5dkkTJ0oIpS0+BEoevi/W&#10;+kGslbFU2/33VaHQ4zAz3zC7w2RaMVDvGssKlosIBHFhdcOVgtv1/WkNwnlkja1lUvBNDg772cMO&#10;U21HPtNw8ZUIEHYpKqi971IpXVGTQbewHXHwStsb9EH2ldQ9jgFuWhlH0UoabDgs1NjRa03F/fJl&#10;FNjkIzvlVXxO3vjF8/FzXebTSanH+XTcgvA0+f/wXzvTCp5Xmxh+34QnIP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BzC/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F0F40" w:rsidRDefault="009F0F40" w:rsidP="009F0F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aja8kA&#10;AADdAAAADwAAAGRycy9kb3ducmV2LnhtbESPT2sCMRTE74LfIbyCF6nZ/mFbt0YpwrbVQ0Fb6PWx&#10;ed2s3bwsSdStn74pCB6HmfkNM1v0thUH8qFxrOBmkoEgrpxuuFbw+VFeP4IIEVlj65gU/FKAxXw4&#10;mGGh3ZE3dNjGWiQIhwIVmBi7QspQGbIYJq4jTt638xZjkr6W2uMxwW0rb7MslxYbTgsGO1oaqn62&#10;e6tgV76br+XD6cWPpxs6jcv1a7vKlRpd9c9PICL18RI+t9+0gvt8egf/b9ITkPM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DUaja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F0F40" w:rsidRDefault="009F0F40" w:rsidP="009F0F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dZYMMA&#10;AADdAAAADwAAAGRycy9kb3ducmV2LnhtbESP3YrCMBCF7wXfIYzgjWiqK6LVKCLrsngj/jzA0IxN&#10;sZmUJmvr25sFwcvD+fk4q01rS/Gg2heOFYxHCQjizOmCcwXXy344B+EDssbSMSl4kofNuttZYapd&#10;wyd6nEMu4gj7FBWYEKpUSp8ZsuhHriKO3s3VFkOUdS51jU0ct6WcJMlMWiw4EgxWtDOU3c9/NkKO&#10;X3g83JrL/qfFBr8Phgfbk1L9XrtdggjUhk/43f7VCqazxRT+38QnIN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3dZYM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F0F40" w:rsidRDefault="009F0F40" w:rsidP="009F0F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ApW8YA&#10;AADdAAAADwAAAGRycy9kb3ducmV2LnhtbESPQUsDMRSE74L/ITzBm81a2q2uTYtUhSL00CqIt8fm&#10;dXdx8xKSZ3f9940geBxm5htmuR5dr04UU+fZwO2kAEVce9txY+D97eXmDlQSZIu9ZzLwQwnWq8uL&#10;JVbWD7yn00EalSGcKjTQioRK61S35DBNfCDO3tFHh5JlbLSNOGS46/W0KErtsOO80GKgTUv11+Hb&#10;GdgNz+F1Uc6P4TPOpjo9WfnYiDHXV+PjAyihUf7Df+2tNTAr7+fw+yY/Ab0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YApW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F0F40" w:rsidRDefault="009F0F40" w:rsidP="009F0F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lijMMA&#10;AADdAAAADwAAAGRycy9kb3ducmV2LnhtbESP3YrCMBCF7wXfIYywN6Kpu1K0GkVkXcQb8ecBhmZs&#10;is2kNNF2336zIHh5OD8fZ7nubCWe1PjSsYLJOAFBnDtdcqHgetmNZiB8QNZYOSYFv+Rhver3lphp&#10;1/KJnudQiDjCPkMFJoQ6k9Lnhiz6sauJo3dzjcUQZVNI3WAbx20lP5MklRZLjgSDNW0N5ffzw0bI&#10;8QuPh1t72f102OL3wfBwc1LqY9BtFiACdeEdfrX3WsE0nafw/yY+Abn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OlijM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F0F40" w:rsidRDefault="009F0F40" w:rsidP="009F0F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4St8YA&#10;AADdAAAADwAAAGRycy9kb3ducmV2LnhtbESPQUsDMRSE70L/Q3gFbzZrqVtdmxapCiL00FYQb4/N&#10;6+7i5iUkz+76740geBxm5htmtRldr84UU+fZwPWsAEVce9txY+Dt+Hx1CyoJssXeMxn4pgSb9eRi&#10;hZX1A+/pfJBGZQinCg20IqHSOtUtOUwzH4izd/LRoWQZG20jDhnuej0vilI77DgvtBho21L9efhy&#10;BnbDU3hdljen8BEXc50erbxvxZjL6fhwD0polP/wX/vFGliUd0v4fZOfgF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h4St8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F0F40" w:rsidRDefault="009F0F40" w:rsidP="009F0F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Emu8QA&#10;AADdAAAADwAAAGRycy9kb3ducmV2LnhtbERPXWvCMBR9H/gfwhV8GZrOTZnVKFMIGyiM6cDXS3Nt&#10;i81NSaLt/v3yMNjj4XyvNr1txJ18qB0reJpkIIgLZ2ouFXyf9PgVRIjIBhvHpOCHAmzWg4cV5sZ1&#10;/EX3YyxFCuGQo4IqxjaXMhQVWQwT1xIn7uK8xZigL6Xx2KVw28hpls2lxZpTQ4Ut7SoqrsebVbD9&#10;7Mpn/1hse7e/vJ9nWht90EqNhv3bEkSkPv6L/9wfRsHLfJHmpjfpCc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BJrv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F0F40" w:rsidRDefault="009F0F40" w:rsidP="009F0F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/XZZcQA&#10;AADdAAAADwAAAGRycy9kb3ducmV2LnhtbESP3WoCMRSE7wu+QzhC72pWsaKrUcSyUKQ3/jzAYXPc&#10;rG5OliSu27c3hYKXw8x8w6w2vW1ERz7UjhWMRxkI4tLpmisF51PxMQcRIrLGxjEp+KUAm/XgbYW5&#10;dg8+UHeMlUgQDjkqMDG2uZShNGQxjFxLnLyL8xZjkr6S2uMjwW0jJ1k2kxZrTgsGW9oZKm/Hu1VQ&#10;7Cc/3e2ufeG2/dTSp7nOv4xS78N+uwQRqY+v8H/7WyuYzhYL+HuTnoBcP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12WX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F0F40" w:rsidRDefault="009F0F40" w:rsidP="009F0F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ywp8QA&#10;AADdAAAADwAAAGRycy9kb3ducmV2LnhtbERPW2vCMBR+H+w/hCPsZWjq5o1qFB2ECRuIF/D10Bzb&#10;suakJJnt/v3yMNjjx3dfbXrbiDv5UDtWMB5lIIgLZ2ouFVzOergAESKywcYxKfihAJv148MKc+M6&#10;PtL9FEuRQjjkqKCKsc2lDEVFFsPItcSJuzlvMSboS2k8dincNvIly2bSYs2pocKW3ioqvk7fVsHu&#10;0JWv/rnY9e7j9n6dam30p1bqadBvlyAi9fFf/OfeGwWTeZb2pzfpCc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WcsKf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F0F40" w:rsidRDefault="009F0F40" w:rsidP="009F0F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2hPecMA&#10;AADdAAAADwAAAGRycy9kb3ducmV2LnhtbESP0WoCMRRE3wv+Q7iCbzWr2CqrUURZkNKXqh9w2Vw3&#10;q5ubJYnr+vemUOjjMDNnmNWmt43oyIfasYLJOANBXDpdc6XgfCreFyBCRNbYOCYFTwqwWQ/eVphr&#10;9+Af6o6xEgnCIUcFJsY2lzKUhiyGsWuJk3dx3mJM0ldSe3wkuG3kNMs+pcWa04LBlnaGytvxbhUU&#10;X9Pv7nbXvnDbfmbpw1wXe6PUaNhvlyAi9fE//Nc+aAWzeTaB3zfpCcj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2hPec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F0F40" w:rsidRDefault="009F0F40" w:rsidP="009F0F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/LKMMA&#10;AADdAAAADwAAAGRycy9kb3ducmV2LnhtbESPwWrDMBBE74H+g9hCb7EUN2mLE8WUQkpyjNMPWKSN&#10;bWKtXEuNnb+vCoUch5k3w2zKyXXiSkNoPWtYZAoEsfG25VrD12k3fwMRIrLFzjNpuFGAcvsw22Bh&#10;/chHulaxFqmEQ4Eamhj7QspgGnIYMt8TJ+/sB4cxyaGWdsAxlbtO5kq9SIctp4UGe/poyFyqH6dh&#10;eRs/v6vVRe2so8XhuT9wNCutnx6n9zWISFO8h//pvU3cq8rh7016AnL7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P/LKM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F0F40" w:rsidRDefault="009F0F40" w:rsidP="009F0F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F3r8UA&#10;AADdAAAADwAAAGRycy9kb3ducmV2LnhtbESPQWvCQBSE7wX/w/KE3urGtGgbXUUMKeKpjbbnR/aZ&#10;BLNvQ3Y18d+7QqHHYWa+YZbrwTTiSp2rLSuYTiIQxIXVNZcKjofs5R2E88gaG8uk4EYO1qvR0xIT&#10;bXv+pmvuSxEg7BJUUHnfJlK6oiKDbmJb4uCdbGfQB9mVUnfYB7hpZBxFM2mw5rBQYUvbiopzfjEK&#10;LrPf+Minvf7K09vnR5ptnPwplXoeD5sFCE+D/w//tXdawds8eoXHm/AE5Oo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IXev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F0F40" w:rsidRDefault="009F0F40" w:rsidP="009F0F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uQ3McA&#10;AADdAAAADwAAAGRycy9kb3ducmV2LnhtbESPQWvCQBSE7wX/w/IEb3VTDamNrmILQtuDotaDt2f2&#10;NUmbfRuzW43/3i0IHoeZ+YaZzFpTiRM1rrSs4KkfgSDOrC45V/C1XTyOQDiPrLGyTAou5GA27TxM&#10;MNX2zGs6bXwuAoRdigoK7+tUSpcVZND1bU0cvG/bGPRBNrnUDZ4D3FRyEEWJNFhyWCiwpreCst/N&#10;n1GwW42Sl9XrR/zzuTzg0OjjXpeJUr1uOx+D8NT6e/jWftcK4ucohv8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1rkNz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F0F40" w:rsidRDefault="009F0F40" w:rsidP="009F0F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1/3tMYA&#10;AADdAAAADwAAAGRycy9kb3ducmV2LnhtbESPQWvCQBSE74X+h+UVequb2mhD6iraUhVPmgpeH9nX&#10;JDT7NmS3mvjrXUHwOMzMN8xk1plaHKl1lWUFr4MIBHFudcWFgv3P90sCwnlkjbVlUtCTg9n08WGC&#10;qbYn3tEx84UIEHYpKii9b1IpXV6SQTewDXHwfm1r0AfZFlK3eApwU8thFI2lwYrDQokNfZaU/2X/&#10;RsF5fMCtWw0XX2/aUx8nS7vZLpV6furmHyA8df4evrXXWkH8Ho3g+iY8ATm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1/3tM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F0F40" w:rsidRDefault="009F0F40" w:rsidP="009F0F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1U6e8UA&#10;AADdAAAADwAAAGRycy9kb3ducmV2LnhtbESP0WrCQBRE3wX/YbmCb7pRoq3RTSjFQt9a037AJXvd&#10;BLN3Y3bVtF/vFgo+DjNzhtkVg23FlXrfOFawmCcgiCunGzYKvr/eZs8gfEDW2DomBT/kocjHox1m&#10;2t34QNcyGBEh7DNUUIfQZVL6qiaLfu464ugdXW8xRNkbqXu8Rbht5TJJ1tJiw3Ghxo5ea6pO5cUq&#10;OLvlSg/lHj9O+81nY0x6/j2kSk0nw8sWRKAhPML/7XetIH1K1vD3Jj4Bmd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VTp7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F0F40" w:rsidRDefault="009F0F40" w:rsidP="009F0F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gViMUA&#10;AADdAAAADwAAAGRycy9kb3ducmV2LnhtbESPS2/CMBCE70j8B2uRuIHDowQCBhUkJK48Dj1u7SVJ&#10;G6/T2EDor68rVepxNDPfaFab1lbiTo0vHSsYDRMQxNqZknMFl/N+MAfhA7LByjEpeJKHzbrbWWFm&#10;3IOPdD+FXEQI+wwVFCHUmZReF2TRD11NHL2rayyGKJtcmgYfEW4rOU6SmbRYclwosKZdQfrzdLMK&#10;DuU7vcz0dWHnW318+/4Kk/TDKNXvta9LEIHa8B/+ax+MgmmapPD7Jj4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OBWI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F0F40" w:rsidRDefault="009F0F40" w:rsidP="009F0F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5yDsYA&#10;AADdAAAADwAAAGRycy9kb3ducmV2LnhtbESPT0sDMRDF74LfIYzQm00sxda1abGCoPQPtIpeh824&#10;WdxMlk3cbr995yB4nJk3773fYjWERvXUpTqyhbuxAUVcRldzZeHj/eV2DiplZIdNZLJwpgSr5fXV&#10;AgsXT3yg/pgrJSacCrTgc24LrVPpKWAax5ZYbt+xC5hl7CrtOjyJeWj0xJh7HbBmSfDY0rOn8uf4&#10;Gyz0uD+bL7/ePbzV23KyX39unOzt6GZ4egSVacj/4r/vV2dhOjNSV2iEBPTy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a5yDsYAAADd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F0F40" w:rsidRDefault="009F0F40" w:rsidP="009F0F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lp9cUA&#10;AADdAAAADwAAAGRycy9kb3ducmV2LnhtbESPzU7DMBCE70h9B2uRuFGHqOInrVtVSK04QuDAcYm3&#10;cdp4N7JNE3h6jITEcTQz32hWm8n36kwhdsIGbuYFKOJGbMetgbfX3fU9qJiQLfbCZOCLImzWs4sV&#10;VlZGfqFznVqVIRwrNOBSGiqtY+PIY5zLQJy9gwSPKcvQahtwzHDf67IobrXHjvOCw4EeHTWn+tMb&#10;GPfNx7E8vFv3HQbZ1c9yLHsx5upy2i5BJZrSf/iv/WQNLO6KB/h9k5+AX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2Wn1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F0F40" w:rsidRDefault="009F0F40" w:rsidP="009F0F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EQEsMA&#10;AADdAAAADwAAAGRycy9kb3ducmV2LnhtbERPW2vCMBR+H+w/hDPY25oqQ6UaxSuIKMPb+1lz1nZL&#10;TkoTtf578yDs8eO7jyatNeJKja8cK+gkKQji3OmKCwWn4+pjAMIHZI3GMSm4k4fJ+PVlhJl2N97T&#10;9RAKEUPYZ6igDKHOpPR5SRZ94mriyP24xmKIsCmkbvAWw62R3TTtSYsVx4YSa5qXlP8dLlbB6mth&#10;fru7/fQsw3zZ/zaDzWyxVer9rZ0OQQRqw7/46V5rBZ/9Ttwf38QnIM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VEQEs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F0F40" w:rsidRDefault="009F0F40" w:rsidP="009F0F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p4MMcA&#10;AADdAAAADwAAAGRycy9kb3ducmV2LnhtbESPQWvCQBSE70L/w/IKvYhuUq2V1FVKQaJgobWFXp/Z&#10;1ySYfRuyaxL/vSsIHoeZ+YZZrHpTiZYaV1pWEI8jEMSZ1SXnCn5/1qM5COeRNVaWScGZHKyWD4MF&#10;Jtp2/E3t3uciQNglqKDwvk6kdFlBBt3Y1sTB+7eNQR9kk0vdYBfgppLPUTSTBksOCwXW9FFQdtyf&#10;jIL2a3fIN62rt8f50L1MDmn6qf+Uenrs399AeOr9PXxrb7SC6Wscw/VNeAJye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u6eDD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F0F40" w:rsidRDefault="009F0F40" w:rsidP="009F0F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majscA&#10;AADdAAAADwAAAGRycy9kb3ducmV2LnhtbESPQWvCQBSE7wX/w/KE3pqNwbYaXUWFQi9CtT3U2zP7&#10;TILZt3F3q6m/visUPA4z8w0znXemEWdyvrasYJCkIIgLq2suFXx9vj2NQPiArLGxTAp+ycN81nuY&#10;Yq7thTd03oZSRAj7HBVUIbS5lL6oyKBPbEscvYN1BkOUrpTa4SXCTSOzNH2RBmuOCxW2tKqoOG5/&#10;jILleLQ8fQx5fd3sd7T73h+fM5cq9djvFhMQgbpwD/+337WC4esgg9ub+ATk7A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vJmo7HAAAA3QAAAA8AAAAAAAAAAAAAAAAAmAIAAGRy&#10;cy9kb3ducmV2LnhtbFBLBQYAAAAABAAEAPUAAACMAwAAAAA=&#10;" fillcolor="black" stroked="f">
                  <v:textbox>
                    <w:txbxContent>
                      <w:p w:rsidR="009F0F40" w:rsidRDefault="009F0F40" w:rsidP="009F0F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Kz8G8gA&#10;AADdAAAADwAAAGRycy9kb3ducmV2LnhtbESPT2sCMRTE7wW/Q3hCbzWrbVW2RlHbQqF68M/B43Pz&#10;uht287JsUl399E1B8DjMzG+Yyay1lThR441jBf1eAoI4c9pwrmC/+3wag/ABWWPlmBRcyMNs2nmY&#10;YKrdmTd02oZcRAj7FBUUIdSplD4ryKLvuZo4ej+usRiibHKpGzxHuK3kIEmG0qLhuFBgTcuCsnL7&#10;axUcvodmvDE0OK6uiw+9ei0X6/dSqcduO38DEagN9/Ct/aUVvIz6z/D/Jj4BOf0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UrPwb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F0F40" w:rsidRDefault="009F0F40" w:rsidP="009F0F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Ba2sYA&#10;AADdAAAADwAAAGRycy9kb3ducmV2LnhtbESPT2sCMRTE70K/Q3iF3mpWkXbZGkWU0l568B+9Pjav&#10;m+1uXtYk6uqnN4WCx2FmfsNM571txYl8qB0rGA0zEMSl0zVXCnbb9+ccRIjIGlvHpOBCAeazh8EU&#10;C+3OvKbTJlYiQTgUqMDE2BVShtKQxTB0HXHyfpy3GJP0ldQezwluWznOshdpsea0YLCjpaGy2Ryt&#10;Ar/4XjVXPu6b7Pp1CR+//SFHo9TTY794AxGpj/fwf/tTK5i8jibw9yY9ATm7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6Ba2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F0F40" w:rsidRDefault="009F0F40" w:rsidP="009F0F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ha88YA&#10;AADdAAAADwAAAGRycy9kb3ducmV2LnhtbESPUWsCMRCE3wv+h7CCL1JzSlv1apQiFApKQesPWC/r&#10;3dFkc1y2evbXm4LQx2FmvmEWq847daY21oENjEcZKOIi2JpLA4ev98cZqCjIFl1gMnClCKtl72GB&#10;uQ0X3tF5L6VKEI45GqhEmlzrWFTkMY5CQ5y8U2g9SpJtqW2LlwT3Tk+y7EV7rDktVNjQuqLie//j&#10;DbjJ0c0307iV60Fvs18vu+GnNWbQ795eQQl18h++tz+sgafp+Bn+3qQnoJ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bha8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F0F40" w:rsidRDefault="009F0F40" w:rsidP="009F0F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+bLwMYA&#10;AADdAAAADwAAAGRycy9kb3ducmV2LnhtbESPQWsCMRSE7wX/Q3hCb5pVipbVKLYi7KUHV4vX5+a5&#10;WUxelk2q2/56Uyj0OMzMN8xy3TsrbtSFxrOCyTgDQVx53XCt4HjYjV5BhIis0XomBd8UYL0aPC0x&#10;1/7Oe7qVsRYJwiFHBSbGNpcyVIYchrFviZN38Z3DmGRXS93hPcGdldMsm0mHDacFgy29G6qu5ZdT&#10;sC1bOz0W5i2cPj/OZ1v87Oi0Vep52G8WICL18T/81y60gpf5ZAa/b9ITkK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+bLw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F0F40" w:rsidRDefault="009F0F40" w:rsidP="009F0F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0h6sQA&#10;AADdAAAADwAAAGRycy9kb3ducmV2LnhtbESPQWsCMRSE7wX/Q3iCt5pYxJXVKCIKgqdaPXh7JM/d&#10;1c3Lsknd9d83hUKPw8x8wyzXvavFk9pQedYwGSsQxMbbigsN56/9+xxEiMgWa8+k4UUB1qvB2xJz&#10;6zv+pOcpFiJBOOSooYyxyaUMpiSHYewb4uTdfOswJtkW0rbYJbir5YdSM+mw4rRQYkPbkszj9O00&#10;3Pfy6I1CczlfuoPNrrsZ1Urr0bDfLEBE6uN/+K99sBqm2SSD3zfpCcjV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9Ier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F0F40" w:rsidRDefault="009F0F40" w:rsidP="009F0F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sXtsIA&#10;AADdAAAADwAAAGRycy9kb3ducmV2LnhtbERPy4rCMBTdD/gP4QruNPWBSjWKDgwMI7Pwgbi8Nte2&#10;tLkpSdT692YxMMvDeS/XranFg5wvLSsYDhIQxJnVJecKTsev/hyED8gaa8uk4EUe1qvOxxJTbZ+8&#10;p8ch5CKGsE9RQRFCk0rps4IM+oFtiCN3s85giNDlUjt8xnBTy1GSTKXBkmNDgQ19FpRVh7tRcLnv&#10;+PY7/tm4bTjb9uir0XVeKdXrtpsFiEBt+Bf/ub+1gslsGOfGN/EJyNU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uxe2wgAAAN0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F0F40" w:rsidRDefault="009F0F40" w:rsidP="009F0F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0I/8gA&#10;AADdAAAADwAAAGRycy9kb3ducmV2LnhtbESPQWvCQBSE7wX/w/IK3upG0aoxq2ih0Euh2h709pJ9&#10;TYLZt+nuqrG/visUPA4z8w2TrTrTiDM5X1tWMBwkIIgLq2suFXx9vj7NQPiArLGxTAqu5GG17D1k&#10;mGp74S2dd6EUEcI+RQVVCG0qpS8qMugHtiWO3rd1BkOUrpTa4SXCTSNHSfIsDdYcFyps6aWi4rg7&#10;GQWb+Wzz8zHm999tfqDDPj9ORi5Rqv/YrRcgAnXhHv5vv2kF4+lwDrc38QnI5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1bQj/yAAAAN0AAAAPAAAAAAAAAAAAAAAAAJgCAABk&#10;cnMvZG93bnJldi54bWxQSwUGAAAAAAQABAD1AAAAjQMAAAAA&#10;" fillcolor="black" stroked="f">
                  <v:textbox>
                    <w:txbxContent>
                      <w:p w:rsidR="009F0F40" w:rsidRDefault="009F0F40" w:rsidP="009F0F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eR3sIA&#10;AADdAAAADwAAAGRycy9kb3ducmV2LnhtbERPz2vCMBS+D/Y/hDfwNtPp2EY1ShHGZKeqG16fzbMp&#10;Ni8lyWL975fDYMeP7/dyPdpeJPKhc6zgaVqAIG6c7rhV8HV4f3wDESKyxt4xKbhRgPXq/m6JpXZX&#10;3lHax1bkEA4lKjAxDqWUoTFkMUzdQJy5s/MWY4a+ldrjNYfbXs6K4kVa7Dg3GBxoY6i57H+sgnTa&#10;1NU8HZPZffqq9a7++D7VSk0exmoBItIY/8V/7q1W8Pw6y/vzm/wE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R5HewgAAAN0AAAAPAAAAAAAAAAAAAAAAAJgCAABkcnMvZG93&#10;bnJldi54bWxQSwUGAAAAAAQABAD1AAAAhw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F0F40" w:rsidRDefault="009F0F40" w:rsidP="009F0F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4zUt8cA&#10;AADdAAAADwAAAGRycy9kb3ducmV2LnhtbESPQWvCQBSE74X+h+UVvNVNRGxNXUWkLdqLNQp6fGRf&#10;s8Hs25Ddxuiv7xYKPQ4z8w0zW/S2Fh21vnKsIB0mIIgLpysuFRz2b4/PIHxA1lg7JgVX8rCY39/N&#10;MNPuwjvq8lCKCGGfoQITQpNJ6QtDFv3QNcTR+3KtxRBlW0rd4iXCbS1HSTKRFiuOCwYbWhkqzvm3&#10;VeDT1evxw96m3end8DbfmMlnaZQaPPTLFxCB+vAf/muvtYLx0yiF3zfxCcj5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eM1Lf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F0F40" w:rsidRDefault="009F0F40" w:rsidP="009F0F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F0F40" w:rsidRDefault="009F0F40" w:rsidP="009F0F4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F0F40" w:rsidRDefault="009F0F40" w:rsidP="009F0F4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F0F40" w:rsidRDefault="009F0F40" w:rsidP="009F0F4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F0F40" w:rsidRDefault="009F0F40" w:rsidP="009F0F4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9F0F40" w:rsidRDefault="009F0F40" w:rsidP="009F0F40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9F0F40" w:rsidRDefault="009F0F40" w:rsidP="009F0F4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9F0F40" w:rsidRDefault="009F0F40" w:rsidP="009F0F4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9F0F40" w:rsidRDefault="009F0F40" w:rsidP="009F0F4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F0F40" w:rsidRDefault="009F0F40" w:rsidP="009F0F4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9F0F40" w:rsidRDefault="009F0F40" w:rsidP="009F0F4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F0F40" w:rsidRDefault="009F0F40" w:rsidP="009F0F4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9F0F40" w:rsidRDefault="009F0F40" w:rsidP="009F0F4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F0F40" w:rsidRPr="00F15888" w:rsidRDefault="009F0F40" w:rsidP="009F0F4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27.01.2021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№36</w:t>
      </w:r>
    </w:p>
    <w:p w:rsidR="009F0F40" w:rsidRPr="00A4331E" w:rsidRDefault="009F0F40" w:rsidP="009F0F40">
      <w:pPr>
        <w:tabs>
          <w:tab w:val="left" w:pos="4424"/>
        </w:tabs>
        <w:spacing w:after="0"/>
        <w:ind w:firstLine="708"/>
        <w:jc w:val="right"/>
        <w:rPr>
          <w:rFonts w:ascii="Times New Roman" w:eastAsia="Arial Unicode MS" w:hAnsi="Times New Roman" w:cs="Times New Roman"/>
          <w:sz w:val="24"/>
          <w:szCs w:val="24"/>
        </w:rPr>
      </w:pPr>
    </w:p>
    <w:p w:rsidR="009F0F40" w:rsidRPr="00A4331E" w:rsidRDefault="009F0F40" w:rsidP="009F0F40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A4331E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r w:rsidRPr="00A4331E">
        <w:rPr>
          <w:rFonts w:ascii="Times New Roman" w:eastAsia="Calibri" w:hAnsi="Times New Roman" w:cs="Times New Roman"/>
          <w:b/>
          <w:sz w:val="24"/>
          <w:szCs w:val="24"/>
        </w:rPr>
        <w:t>затвердження</w:t>
      </w:r>
      <w:proofErr w:type="spellEnd"/>
      <w:r w:rsidRPr="00A4331E">
        <w:rPr>
          <w:rFonts w:ascii="Times New Roman" w:eastAsia="Calibri" w:hAnsi="Times New Roman" w:cs="Times New Roman"/>
          <w:b/>
          <w:sz w:val="24"/>
          <w:szCs w:val="24"/>
        </w:rPr>
        <w:t xml:space="preserve"> проекту </w:t>
      </w:r>
      <w:proofErr w:type="spellStart"/>
      <w:r w:rsidRPr="00A4331E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</w:p>
    <w:p w:rsidR="009F0F40" w:rsidRPr="00A4331E" w:rsidRDefault="009F0F40" w:rsidP="009F0F40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A4331E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  <w:r w:rsidRPr="00A4331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b/>
          <w:sz w:val="24"/>
          <w:szCs w:val="24"/>
        </w:rPr>
        <w:t>відведення</w:t>
      </w:r>
      <w:proofErr w:type="spellEnd"/>
      <w:r w:rsidRPr="00A4331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 w:rsidRPr="00A4331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  <w:r w:rsidRPr="00A4331E">
        <w:rPr>
          <w:rFonts w:ascii="Times New Roman" w:eastAsia="Calibri" w:hAnsi="Times New Roman" w:cs="Times New Roman"/>
          <w:b/>
          <w:sz w:val="24"/>
          <w:szCs w:val="24"/>
        </w:rPr>
        <w:t xml:space="preserve">  та</w:t>
      </w:r>
    </w:p>
    <w:p w:rsidR="009F0F40" w:rsidRPr="00A4331E" w:rsidRDefault="009F0F40" w:rsidP="009F0F40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A4331E">
        <w:rPr>
          <w:rFonts w:ascii="Times New Roman" w:eastAsia="Calibri" w:hAnsi="Times New Roman" w:cs="Times New Roman"/>
          <w:b/>
          <w:sz w:val="24"/>
          <w:szCs w:val="24"/>
        </w:rPr>
        <w:t>передачі</w:t>
      </w:r>
      <w:proofErr w:type="spellEnd"/>
      <w:r w:rsidRPr="00A4331E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proofErr w:type="spellStart"/>
      <w:r w:rsidRPr="00A4331E">
        <w:rPr>
          <w:rFonts w:ascii="Times New Roman" w:eastAsia="Calibri" w:hAnsi="Times New Roman" w:cs="Times New Roman"/>
          <w:b/>
          <w:sz w:val="24"/>
          <w:szCs w:val="24"/>
        </w:rPr>
        <w:t>її</w:t>
      </w:r>
      <w:proofErr w:type="spellEnd"/>
      <w:r w:rsidRPr="00A4331E">
        <w:rPr>
          <w:rFonts w:ascii="Times New Roman" w:eastAsia="Calibri" w:hAnsi="Times New Roman" w:cs="Times New Roman"/>
          <w:b/>
          <w:sz w:val="24"/>
          <w:szCs w:val="24"/>
        </w:rPr>
        <w:t xml:space="preserve"> у </w:t>
      </w:r>
      <w:proofErr w:type="spellStart"/>
      <w:r w:rsidRPr="00A4331E">
        <w:rPr>
          <w:rFonts w:ascii="Times New Roman" w:eastAsia="Calibri" w:hAnsi="Times New Roman" w:cs="Times New Roman"/>
          <w:b/>
          <w:sz w:val="24"/>
          <w:szCs w:val="24"/>
        </w:rPr>
        <w:t>власність</w:t>
      </w:r>
      <w:proofErr w:type="spellEnd"/>
      <w:r w:rsidRPr="00A4331E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proofErr w:type="spellStart"/>
      <w:r w:rsidRPr="00A4331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Козинчуку</w:t>
      </w:r>
      <w:proofErr w:type="spellEnd"/>
      <w:r w:rsidRPr="00A4331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М.Д.</w:t>
      </w:r>
    </w:p>
    <w:p w:rsidR="009F0F40" w:rsidRPr="00A4331E" w:rsidRDefault="009F0F40" w:rsidP="009F0F40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9F0F40" w:rsidRPr="00A4331E" w:rsidRDefault="009F0F40" w:rsidP="009F0F4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A4331E">
        <w:rPr>
          <w:rFonts w:ascii="Times New Roman" w:eastAsia="Times New Roman" w:hAnsi="Times New Roman" w:cs="Times New Roman"/>
          <w:sz w:val="24"/>
          <w:szCs w:val="24"/>
        </w:rPr>
        <w:t>до</w:t>
      </w:r>
      <w:proofErr w:type="gram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 пункту 34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 26, 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proofErr w:type="gramStart"/>
      <w:r w:rsidRPr="00A4331E">
        <w:rPr>
          <w:rFonts w:ascii="Times New Roman" w:eastAsia="Times New Roman" w:hAnsi="Times New Roman" w:cs="Times New Roman"/>
          <w:sz w:val="24"/>
          <w:szCs w:val="24"/>
        </w:rPr>
        <w:t>м</w:t>
      </w:r>
      <w:proofErr w:type="gramEnd"/>
      <w:r w:rsidRPr="00A4331E">
        <w:rPr>
          <w:rFonts w:ascii="Times New Roman" w:eastAsia="Times New Roman" w:hAnsi="Times New Roman" w:cs="Times New Roman"/>
          <w:sz w:val="24"/>
          <w:szCs w:val="24"/>
        </w:rPr>
        <w:t>ісцеве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самоврядування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Україні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», статей 12,  118 та 121 Земельного кодексу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, Закону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землеустрій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>»,</w:t>
      </w:r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>Козинчука</w:t>
      </w:r>
      <w:proofErr w:type="spellEnd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М.Д., 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рада</w:t>
      </w:r>
    </w:p>
    <w:p w:rsidR="009F0F40" w:rsidRPr="00A4331E" w:rsidRDefault="009F0F40" w:rsidP="009F0F4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9F0F40" w:rsidRPr="00A4331E" w:rsidRDefault="009F0F40" w:rsidP="009F0F4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proofErr w:type="gramStart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1.Затвердити </w:t>
      </w:r>
      <w:proofErr w:type="spellStart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>Козинчуку</w:t>
      </w:r>
      <w:proofErr w:type="spellEnd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>Миколі</w:t>
      </w:r>
      <w:proofErr w:type="spellEnd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>Дмитровичу</w:t>
      </w:r>
      <w:proofErr w:type="spellEnd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проект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, для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рахунок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16.00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землі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запасу (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земельні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кожної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категорії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земель,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які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не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надані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у 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або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користування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громадянам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чи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юридичним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особам),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0,5479 га, яка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Хмельницька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область,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район,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рада за межами 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Крупець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</w:p>
    <w:p w:rsidR="009F0F40" w:rsidRPr="00A4331E" w:rsidRDefault="009F0F40" w:rsidP="009F0F4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proofErr w:type="gramStart"/>
      <w:r w:rsidRPr="00A4331E">
        <w:rPr>
          <w:rFonts w:ascii="Times New Roman" w:eastAsia="Calibri" w:hAnsi="Times New Roman" w:cs="Times New Roman"/>
          <w:sz w:val="24"/>
          <w:szCs w:val="24"/>
        </w:rPr>
        <w:t>2.Передати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>Козинчуку</w:t>
      </w:r>
      <w:proofErr w:type="spellEnd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>Миколі</w:t>
      </w:r>
      <w:proofErr w:type="spellEnd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>Дмитровичу</w:t>
      </w:r>
      <w:proofErr w:type="spellEnd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який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зареєстрований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D83D82">
        <w:rPr>
          <w:rFonts w:ascii="Times New Roman" w:eastAsia="Calibri" w:hAnsi="Times New Roman" w:cs="Times New Roman"/>
          <w:sz w:val="24"/>
          <w:szCs w:val="24"/>
          <w:lang w:val="en-US"/>
        </w:rPr>
        <w:t>___________</w:t>
      </w:r>
      <w:r w:rsidRPr="00A4331E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</w:t>
      </w:r>
      <w:proofErr w:type="spellEnd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</w:t>
      </w:r>
      <w:r w:rsidR="00D83D82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_______</w:t>
      </w:r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у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земельну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ділянку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0,5479 га,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кадастровий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номер: 6823984000:03:018:0314, для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рахунок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16.00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землі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запасу (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земельні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кожної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категорії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земель,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які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не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надані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у 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або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користування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громадянам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чи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юридичним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особам),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яка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Хмельницька</w:t>
      </w:r>
      <w:proofErr w:type="spellEnd"/>
      <w:proofErr w:type="gram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область,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район,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рада за межами 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Крупець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F0F40" w:rsidRPr="00A4331E" w:rsidRDefault="009F0F40" w:rsidP="009F0F4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        3. </w:t>
      </w:r>
      <w:proofErr w:type="spellStart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>Козинчуку</w:t>
      </w:r>
      <w:proofErr w:type="spellEnd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М.Д.,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якому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A4331E">
        <w:rPr>
          <w:rFonts w:ascii="Times New Roman" w:eastAsia="Calibri" w:hAnsi="Times New Roman" w:cs="Times New Roman"/>
          <w:sz w:val="24"/>
          <w:szCs w:val="24"/>
        </w:rPr>
        <w:t>передана</w:t>
      </w:r>
      <w:proofErr w:type="gram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земельна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ділянка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посвідчити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право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власності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в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установленому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законом порядку.</w:t>
      </w:r>
    </w:p>
    <w:p w:rsidR="009F0F40" w:rsidRPr="00A4331E" w:rsidRDefault="009F0F40" w:rsidP="009F0F4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виконанням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цього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4331E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A4331E">
        <w:rPr>
          <w:rFonts w:ascii="Times New Roman" w:eastAsia="Calibri" w:hAnsi="Times New Roman" w:cs="Times New Roman"/>
          <w:sz w:val="24"/>
          <w:szCs w:val="24"/>
        </w:rPr>
        <w:t>ішення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покласти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постійну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комісію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ради з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питань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відносин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природокористування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планування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архітектури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охорони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пам’яток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історичного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середовища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та благоустрою (Денисюк Т.В.)</w:t>
      </w:r>
    </w:p>
    <w:p w:rsidR="009F0F40" w:rsidRPr="00D83D82" w:rsidRDefault="009F0F40" w:rsidP="009F0F4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p w:rsidR="007E3717" w:rsidRPr="00D83D82" w:rsidRDefault="009F0F40" w:rsidP="00D83D8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proofErr w:type="spellStart"/>
      <w:r w:rsidRPr="00A4331E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A4331E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A4331E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A4331E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7E3717" w:rsidRPr="00D83D82" w:rsidSect="00D83D82">
      <w:pgSz w:w="12240" w:h="15840"/>
      <w:pgMar w:top="1440" w:right="1440" w:bottom="851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12E4" w:rsidRDefault="00CF12E4">
      <w:pPr>
        <w:spacing w:after="0" w:line="240" w:lineRule="auto"/>
      </w:pPr>
      <w:r>
        <w:separator/>
      </w:r>
    </w:p>
  </w:endnote>
  <w:endnote w:type="continuationSeparator" w:id="0">
    <w:p w:rsidR="00CF12E4" w:rsidRDefault="00CF1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12E4" w:rsidRDefault="00CF12E4">
      <w:pPr>
        <w:spacing w:after="0" w:line="240" w:lineRule="auto"/>
      </w:pPr>
      <w:r>
        <w:separator/>
      </w:r>
    </w:p>
  </w:footnote>
  <w:footnote w:type="continuationSeparator" w:id="0">
    <w:p w:rsidR="00CF12E4" w:rsidRDefault="00CF12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F40"/>
    <w:rsid w:val="00251414"/>
    <w:rsid w:val="007E3717"/>
    <w:rsid w:val="009F0F40"/>
    <w:rsid w:val="00CF12E4"/>
    <w:rsid w:val="00D83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F40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9F0F40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9F0F40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9F0F40"/>
    <w:rPr>
      <w:rFonts w:ascii="Consolas" w:eastAsiaTheme="minorEastAsia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F40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9F0F40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9F0F40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9F0F40"/>
    <w:rPr>
      <w:rFonts w:ascii="Consolas" w:eastAsiaTheme="minorEastAsia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2021-02-01T06:50:00Z</dcterms:created>
  <dcterms:modified xsi:type="dcterms:W3CDTF">2021-02-01T07:37:00Z</dcterms:modified>
</cp:coreProperties>
</file>