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526" w:rsidRDefault="00090526" w:rsidP="0009052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526" w:rsidRDefault="00090526" w:rsidP="000905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90526" w:rsidRDefault="00090526" w:rsidP="000905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90526" w:rsidRDefault="00090526" w:rsidP="000905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0526" w:rsidRDefault="00090526" w:rsidP="000905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0526" w:rsidRDefault="00090526" w:rsidP="000905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0526" w:rsidRDefault="00090526" w:rsidP="000905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0526" w:rsidRDefault="00090526" w:rsidP="000905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90526" w:rsidRDefault="00090526" w:rsidP="0009052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90526" w:rsidRDefault="00090526" w:rsidP="000905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90526" w:rsidRDefault="00090526" w:rsidP="000905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90526" w:rsidRDefault="00090526" w:rsidP="000905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0526" w:rsidRDefault="00090526" w:rsidP="000905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90526" w:rsidRDefault="00090526" w:rsidP="000905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0526" w:rsidRDefault="00090526" w:rsidP="000905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90526" w:rsidRDefault="00090526" w:rsidP="0009052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90526" w:rsidRDefault="00090526" w:rsidP="0009052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№22</w:t>
      </w:r>
    </w:p>
    <w:p w:rsidR="00090526" w:rsidRDefault="00090526" w:rsidP="00090526">
      <w:pPr>
        <w:tabs>
          <w:tab w:val="left" w:pos="4424"/>
        </w:tabs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090526" w:rsidRPr="008E2C07" w:rsidRDefault="00090526" w:rsidP="00090526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</w:p>
    <w:p w:rsidR="00090526" w:rsidRPr="008E2C07" w:rsidRDefault="00090526" w:rsidP="00090526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про</w:t>
      </w:r>
      <w:r>
        <w:rPr>
          <w:rFonts w:ascii="Times New Roman" w:hAnsi="Times New Roman"/>
          <w:b/>
          <w:sz w:val="24"/>
          <w:lang w:val="ru-RU"/>
        </w:rPr>
        <w:t>є</w:t>
      </w:r>
      <w:r w:rsidRPr="008E2C07">
        <w:rPr>
          <w:rFonts w:ascii="Times New Roman" w:hAnsi="Times New Roman"/>
          <w:b/>
          <w:sz w:val="24"/>
          <w:lang w:val="ru-RU"/>
        </w:rPr>
        <w:t>кту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ізземлеустроющодо</w:t>
      </w:r>
      <w:proofErr w:type="spellEnd"/>
      <w:proofErr w:type="gramEnd"/>
    </w:p>
    <w:p w:rsidR="00090526" w:rsidRPr="008E2C07" w:rsidRDefault="00090526" w:rsidP="00090526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відведенняземельноїділянки</w:t>
      </w:r>
      <w:proofErr w:type="spellEnd"/>
    </w:p>
    <w:p w:rsidR="00090526" w:rsidRPr="008E2C07" w:rsidRDefault="00090526" w:rsidP="00090526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Дмитрійчук</w:t>
      </w:r>
      <w:proofErr w:type="spellEnd"/>
      <w:r>
        <w:rPr>
          <w:rFonts w:ascii="Times New Roman" w:hAnsi="Times New Roman"/>
          <w:b/>
          <w:sz w:val="24"/>
        </w:rPr>
        <w:t xml:space="preserve"> В.В.</w:t>
      </w:r>
    </w:p>
    <w:p w:rsidR="00090526" w:rsidRPr="008E2C07" w:rsidRDefault="00090526" w:rsidP="0009052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090526" w:rsidRPr="008E2C07" w:rsidRDefault="00090526" w:rsidP="0009052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статті</w:t>
      </w:r>
      <w:proofErr w:type="gramStart"/>
      <w:r w:rsidRPr="008E2C07">
        <w:rPr>
          <w:rFonts w:ascii="Times New Roman" w:hAnsi="Times New Roman"/>
          <w:sz w:val="24"/>
          <w:lang w:val="ru-RU"/>
        </w:rPr>
        <w:t xml:space="preserve">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proofErr w:type="gram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Дмитрійчука</w:t>
      </w:r>
      <w:proofErr w:type="spellEnd"/>
      <w:r>
        <w:rPr>
          <w:rFonts w:ascii="Times New Roman" w:hAnsi="Times New Roman"/>
          <w:sz w:val="24"/>
          <w:lang w:val="ru-RU"/>
        </w:rPr>
        <w:t xml:space="preserve"> В.В.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090526" w:rsidRPr="00704092" w:rsidRDefault="00090526" w:rsidP="0009052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090526" w:rsidRPr="00A45E4D" w:rsidRDefault="00090526" w:rsidP="0009052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Надати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Дмитрійчуку</w:t>
      </w:r>
      <w:proofErr w:type="spellEnd"/>
      <w:r>
        <w:rPr>
          <w:rFonts w:ascii="Times New Roman" w:hAnsi="Times New Roman"/>
          <w:sz w:val="24"/>
        </w:rPr>
        <w:t xml:space="preserve"> Василю Васильовичу, який зареєстрований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110DFB">
        <w:rPr>
          <w:rFonts w:ascii="Times New Roman" w:hAnsi="Times New Roman"/>
          <w:sz w:val="24"/>
        </w:rPr>
        <w:t>_______________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hAnsi="Times New Roman"/>
          <w:sz w:val="24"/>
        </w:rPr>
        <w:t xml:space="preserve">орієнтовною </w:t>
      </w:r>
      <w:r w:rsidRPr="008E2C07">
        <w:rPr>
          <w:rFonts w:ascii="Times New Roman" w:hAnsi="Times New Roman"/>
          <w:sz w:val="24"/>
        </w:rPr>
        <w:t xml:space="preserve">площею </w:t>
      </w:r>
      <w:r>
        <w:rPr>
          <w:rFonts w:ascii="Times New Roman" w:hAnsi="Times New Roman"/>
          <w:sz w:val="24"/>
        </w:rPr>
        <w:t xml:space="preserve">1,5000 га. </w:t>
      </w:r>
      <w:r w:rsidRPr="008E2C07">
        <w:rPr>
          <w:rFonts w:ascii="Times New Roman" w:hAnsi="Times New Roman"/>
          <w:sz w:val="24"/>
        </w:rPr>
        <w:t xml:space="preserve">для </w:t>
      </w:r>
      <w:r w:rsidRPr="00E53AAA">
        <w:rPr>
          <w:rFonts w:ascii="Times New Roman" w:hAnsi="Times New Roman"/>
        </w:rPr>
        <w:t>ведення особистого селянського господарства</w:t>
      </w:r>
      <w:r w:rsidRPr="00A45E4D">
        <w:rPr>
          <w:rFonts w:ascii="Times New Roman" w:hAnsi="Times New Roman"/>
          <w:sz w:val="24"/>
        </w:rPr>
        <w:t>,  яка розташована в с.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Колом’є</w:t>
      </w:r>
      <w:proofErr w:type="spellEnd"/>
      <w:r w:rsidRPr="00A45E4D">
        <w:rPr>
          <w:rFonts w:ascii="Times New Roman" w:hAnsi="Times New Roman"/>
          <w:sz w:val="24"/>
        </w:rPr>
        <w:t>.</w:t>
      </w:r>
    </w:p>
    <w:p w:rsidR="00090526" w:rsidRPr="00A45E4D" w:rsidRDefault="00090526" w:rsidP="0009052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5E4D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Дмитрійчуку</w:t>
      </w:r>
      <w:proofErr w:type="spellEnd"/>
      <w:r>
        <w:rPr>
          <w:rFonts w:ascii="Times New Roman" w:hAnsi="Times New Roman"/>
          <w:sz w:val="24"/>
        </w:rPr>
        <w:t xml:space="preserve"> В.В.</w:t>
      </w:r>
      <w:r w:rsidRPr="00A45E4D">
        <w:rPr>
          <w:rFonts w:ascii="Times New Roman" w:hAnsi="Times New Roman"/>
          <w:sz w:val="24"/>
        </w:rPr>
        <w:t xml:space="preserve"> розробити </w:t>
      </w:r>
      <w:proofErr w:type="spellStart"/>
      <w:r w:rsidRPr="00A45E4D">
        <w:rPr>
          <w:rFonts w:ascii="Times New Roman" w:hAnsi="Times New Roman"/>
          <w:sz w:val="24"/>
        </w:rPr>
        <w:t>проєкт</w:t>
      </w:r>
      <w:proofErr w:type="spellEnd"/>
      <w:r w:rsidRPr="00A45E4D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090526" w:rsidRPr="00F443C5" w:rsidRDefault="00090526" w:rsidP="0009052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090526" w:rsidRPr="008E2C07" w:rsidRDefault="00090526" w:rsidP="0009052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90526" w:rsidRPr="00404567" w:rsidRDefault="00090526" w:rsidP="0009052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90526" w:rsidRPr="00404567" w:rsidRDefault="00090526" w:rsidP="0009052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90526" w:rsidRDefault="00090526" w:rsidP="0009052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90526" w:rsidRPr="00404567" w:rsidRDefault="00090526" w:rsidP="0009052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96450D" w:rsidRPr="00090526" w:rsidRDefault="00090526" w:rsidP="00090526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sectPr w:rsidR="0096450D" w:rsidRPr="0009052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526"/>
    <w:rsid w:val="00090526"/>
    <w:rsid w:val="00110DFB"/>
    <w:rsid w:val="00171A2E"/>
    <w:rsid w:val="00304C90"/>
    <w:rsid w:val="00505B6D"/>
    <w:rsid w:val="006D3977"/>
    <w:rsid w:val="007D6C18"/>
    <w:rsid w:val="0096450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7B727"/>
  <w15:docId w15:val="{BA34D9A7-7396-4652-AB00-A1400362D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052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09052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9052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09052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233</Words>
  <Characters>1330</Characters>
  <Application>Microsoft Office Word</Application>
  <DocSecurity>0</DocSecurity>
  <Lines>11</Lines>
  <Paragraphs>3</Paragraphs>
  <ScaleCrop>false</ScaleCrop>
  <Company>Microsoft</Company>
  <LinksUpToDate>false</LinksUpToDate>
  <CharactersWithSpaces>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2021-04-28T12:11:00Z</dcterms:created>
  <dcterms:modified xsi:type="dcterms:W3CDTF">2021-04-28T12:52:00Z</dcterms:modified>
</cp:coreProperties>
</file>