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19" w:rsidRPr="00E9508A" w:rsidRDefault="00257519" w:rsidP="00257519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3882BA" wp14:editId="61FBD58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2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519" w:rsidRDefault="00257519" w:rsidP="002575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fCPu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M/Rw3RxE51Ol18f2OuEnw4X5EFuvLPwy+mJ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W7wMtHg8eyARIOP9DcXb79cPNNpN/54+PndmY+hHm4QtfVBUvrV/emn6+PJ&#10;Ez3TubdvyCkNnaY4Kt66Et095MTdAsPIxGkFRJL4/OL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r6FMUA&#10;AADdAAAADwAAAGRycy9kb3ducmV2LnhtbESPT2vCQBTE7wW/w/IEb83mT6khugYpVTwIRVvvj+wz&#10;CWbfhuyq8du7hUKPw8z8hlmWo+nEjQbXWlaQRDEI4srqlmsFP9+b1xyE88gaO8uk4EEOytXkZYmF&#10;tnc+0O3oaxEg7ApU0HjfF1K6qiGDLrI9cfDOdjDogxxqqQe8B7jpZBrH79Jgy2GhwZ4+Gqoux6tR&#10;YLPtbn+q00P2yXPP66/8fBr3Ss2m43oBwtPo/8N/7Z1WkL2lC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vo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gbcgA&#10;AADdAAAADwAAAGRycy9kb3ducmV2LnhtbESPQUsDMRSE70L/Q3gFL8VmXUura9MihdW2h0Kr4PWx&#10;eW5WNy9LEtu1v94IBY/DzHzDzJe9bcWRfGgcK7gdZyCIK6cbrhW8vZY39yBCRNbYOiYFPxRguRhc&#10;zbHQ7sR7Oh5iLRKEQ4EKTIxdIWWoDFkMY9cRJ+/DeYsxSV9L7fGU4LaVeZZNpcWG04LBjlaGqq/D&#10;t1XwWe7M+2p2fvajhz2dR+X2pd1Mlboe9k+PICL18T98aa+1grtJnsP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fqB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pnic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6csm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qZ4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qXcYA&#10;AADdAAAADwAAAGRycy9kb3ducmV2LnhtbESPQUvDQBSE70L/w/IEb3ZjjFVit6VUhSJ4sAri7ZF9&#10;TYLZt8vus4n/3i0IHoeZ+YZZric3qCPF1Hs2cDUvQBE33vbcGnh/e7q8A5UE2eLgmQz8UIL1ana2&#10;xNr6kV/puJdWZQinGg10IqHWOjUdOUxzH4izd/DRoWQZW20jjhnuBl0WxUI77DkvdBho21Hztf92&#10;Bl7Gx/B8u7g5hM9YlTo9WPnYijEX59PmHpTQJP/hv/bOGriu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gqX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9aZs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0Hk7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9aZ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Rsc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Vwv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YRs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UVM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Z4/QZ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qFF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3aY8EA&#10;AADdAAAADwAAAGRycy9kb3ducmV2LnhtbERP3WrCMBS+H/gO4QjezdTOiVSjiKMgYzdTH+DQHJtq&#10;c1KSWOvbm4vBLj++//V2sK3oyYfGsYLZNANBXDndcK3gfCrflyBCRNbYOiYFTwqw3Yze1lho9+Bf&#10;6o+xFimEQ4EKTIxdIWWoDFkMU9cRJ+7ivMWYoK+l9vhI4baVeZYtpMWGU4PBjvaGqtvxbhWU3/lP&#10;f7trX7rdMLf0aa7LL6PUZDzsViAiDfFf/Oc+aAUf8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N2m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klvc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Wzx+kC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5Jb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AuMAA&#10;AADdAAAADwAAAGRycy9kb3ducmV2LnhtbERPy4rCMBTdC/5DuMLsNPWJdIwiMxQGcePjAy7Nnaba&#10;3JQk1s7fTxaCy8N5b3a9bURHPtSOFUwnGQji0umaKwXXSzFegwgRWWPjmBT8UYDddjjYYK7dk0/U&#10;nWMlUgiHHBWYGNtcylAashgmriVO3K/zFmOCvpLa4zOF20bOsmwlLdacGgy29GWovJ8fVkFxmB27&#10;+0P7wu37haWlua2/jVIfo37/CSJSH9/il/tHK5gv5ml/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JAu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v/BcIA&#10;AADdAAAADwAAAGRycy9kb3ducmV2LnhtbESP0YrCMBRE34X9h3AF3zSt1WWppiKCoo9b9wMuzd22&#10;tLnpNtHWvzeCsI/DzJxhtrvRtOJOvastK4gXEQjiwuqaSwU/1+P8C4TzyBpby6TgQQ522cdki6m2&#10;A3/TPfelCBB2KSqovO9SKV1RkUG3sB1x8H5tb9AH2ZdS9zgEuGnlMoo+pcGaw0KFHR0qKpr8ZhSs&#10;HsPpL1830VEbii9Jd2FfrJWaTcf9BoSn0f+H3+2zVpCskhheb8ITk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a/8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4bsQA&#10;AADdAAAADwAAAGRycy9kb3ducmV2LnhtbESPQYvCMBSE78L+h/AW9mbTrSJuNYqsuIgn7arnR/Ns&#10;i81LaaLWf28EweMwM98w03lnanGl1lWWFXxHMQji3OqKCwX7/1V/DMJ5ZI21ZVJwJwfz2Udviqm2&#10;N97RNfOFCBB2KSoovW9SKV1ekkEX2YY4eCfbGvRBtoXULd4C3NQyieORNFhxWCixod+S8nN2MQou&#10;o2Oy59NGb7Pl/e9nuVo4eSiU+vrsFhMQnjr/Dr/aa61gMBwk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eG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Si8scA&#10;AADdAAAADwAAAGRycy9kb3ducmV2LnhtbESPT2vCQBTE7wW/w/KE3uqmjQRNXUULQvVQqX8O3l6z&#10;r0k0+zZmV02/vSsUPA4z8xtmNGlNJS7UuNKygtdeBII4s7rkXMF2M38ZgHAeWWNlmRT8kYPJuPM0&#10;wlTbK3/TZe1zESDsUlRQeF+nUrqsIIOuZ2vi4P3axqAPssmlbvAa4KaSb1GUSIMlh4UCa/ooKDuu&#10;z0bBbjVIhqvZon9Yfv1gbPRpr8tEqeduO30H4an1j/B/+1MriPtxDPc34QnI8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Eov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X4dcQA&#10;AADdAAAADwAAAGRycy9kb3ducmV2LnhtbESPT4vCMBTE74LfITzBm6baIlKNorusyp78B14fzbMt&#10;Ni+lyWrdT78RFjwOM/MbZr5sTSXu1LjSsoLRMAJBnFldcq7gfPoaTEE4j6yxskwKnuRgueh25phq&#10;++AD3Y8+FwHCLkUFhfd1KqXLCjLohrYmDt7VNgZ9kE0udYOPADeVHEfRRBosOSwUWNNHQdnt+GMU&#10;/E4uuHfb8foz1p6eyXRjv/cbpfq9djUD4an17/B/e6cVxEmcwOtNe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V+H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OVsUA&#10;AADdAAAADwAAAGRycy9kb3ducmV2LnhtbESP0WrCQBRE34X+w3ILfTObaiwas0oRC32rpv2AS/a6&#10;CcnejdlV0359tyD0cZiZM0yxHW0nrjT4xrGC5yQFQVw53bBR8PX5Nl2C8AFZY+eYFHyTh+3mYVJg&#10;rt2Nj3QtgxERwj5HBXUIfS6lr2qy6BPXE0fv5AaLIcrBSD3gLcJtJ2dp+iItNhwXauxpV1PVlher&#10;4OxmCz2We/xo96tDY0x2/jlmSj09jq9rEIHG8B++t9+1gnk2X8D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Q5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aScUA&#10;AADdAAAADwAAAGRycy9kb3ducmV2LnhtbESPwW7CMBBE70j8g7VIvREHUlKaYhBUqsQV2kOPW3tJ&#10;UuJ1iF1I+/W4EhLH0cy80SxWvW3EmTpfO1YwSVIQxNqZmksFH+9v4zkIH5ANNo5JwS95WC2HgwUW&#10;xl14R+d9KEWEsC9QQRVCW0jpdUUWfeJa4ugdXGcxRNmV0nR4iXDbyGma5tJizXGhwpZeK9LH/Y9V&#10;sK2/aJbrw7Odb/Tu8+8Usqdvo9TDqF+/gAjUh3v41t4aBdljlsP/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hp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dMJsMA&#10;AADdAAAADwAAAGRycy9kb3ducmV2LnhtbERPXWvCMBR9H+w/hDvwTdPpcFqNooKwMS1MZXu9NNem&#10;rLkpTVbrv18EYY/nmzNfdrYSLTW+dKzgeZCAIM6dLrlQcDpu+xMQPiBrrByTgit5WC4eH+aYanfh&#10;T2oPoRCxhH2KCkwIdSqlzw1Z9ANXE0ft7BqLIcKmkLrBSyy3lRwmyVhaLDkuGKxpYyj/OfxaBS1m&#10;1+TbrPfT93KXD7P114eOvOo9dasZiEBd+Dff029awehl9Aq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dMJ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NmNM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dFnpv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02Y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FCMcA&#10;AADdAAAADwAAAGRycy9kb3ducmV2LnhtbESP3WoCMRSE7wu+QzhC72pWLa2uRrFaoUhF/Ls/bo67&#10;a5OTZZPq9u2bQsHLYWa+YcbTxhpxpdqXjhV0OwkI4szpknMFh/3yaQDCB2SNxjEp+CEP00nrYYyp&#10;djfe0nUXchEh7FNUUIRQpVL6rCCLvuMq4uidXW0xRFnnUtd4i3BrZC9JXqTFkuNCgRXNC8q+dt9W&#10;wXKzMJfeejs7yjB/fz2Zwept8anUY7uZjUAEasI9/N/+0Ar6z/0h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0hQ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+SUcIA&#10;AADdAAAADwAAAGRycy9kb3ducmV2LnhtbERPy4rCMBTdC/5DuIKbQVOfSDWKCKIDI/gCt9fm2hab&#10;m9LE2vn7yWLA5eG8F6vGFKKmyuWWFQz6EQjixOqcUwXXy7Y3A+E8ssbCMin4JQerZbu1wFjbN5+o&#10;PvtUhBB2MSrIvC9jKV2SkUHXtyVx4B62MugDrFKpK3yHcFPIYRRNpcGcQ0OGJW0ySp7nl1FQH3/u&#10;6b525fdz9uUmo/tud9A3pbqdZj0H4anxH/G/e68VjMbjsD+8C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5JR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LA8cA&#10;AADdAAAADwAAAGRycy9kb3ducmV2LnhtbESPQWsCMRSE74L/ITyhN81qt0VXo2hB6EWotod6e26e&#10;u4ubl20Sdeuvb4SCx2FmvmFmi9bU4kLOV5YVDAcJCOLc6ooLBV+f6/4YhA/IGmvLpOCXPCzm3c4M&#10;M22vvKXLLhQiQthnqKAMocmk9HlJBv3ANsTRO1pnMETpCqkdXiPc1HKUJK/SYMVxocSG3krKT7uz&#10;UbCajFc/HylvbtvDnvbfh9PLyCVKPfXa5RREoDY8wv/td63gOU2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CSwPHAAAA3QAAAA8AAAAAAAAAAAAAAAAAmAIAAGRy&#10;cy9kb3ducmV2LnhtbFBLBQYAAAAABAAEAPUAAACMAwAAAAA=&#10;" fillcolor="black" stroked="f"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WescA&#10;AADdAAAADwAAAGRycy9kb3ducmV2LnhtbESPQWvCQBSE74L/YXlCb7ppakVSV1HbglB70PbQ42v2&#10;NVmSfRuyW43+elcQPA4z8w0zW3S2FgdqvXGs4HGUgCDOnTZcKPj+eh9OQfiArLF2TApO5GEx7/dm&#10;mGl35B0d9qEQEcI+QwVlCE0mpc9LsuhHriGO3p9rLYYo20LqFo8RbmuZJslEWjQcF0psaF1SXu3/&#10;rYKfj4mZ7gylv9vz6k1vn6vV52ul1MOgW76ACNSFe/jW3mgFT+NxCtc38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5Fn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VMYA&#10;AADdAAAADwAAAGRycy9kb3ducmV2LnhtbESPzWsCMRTE7wX/h/AEbzXrByJbo4hF7KWH+kGvj83r&#10;Zrubl20SdfWvb4RCj8PM/IZZrDrbiAv5UDlWMBpmIIgLpysuFRwP2+c5iBCRNTaOScGNAqyWvacF&#10;5tpd+YMu+1iKBOGQowITY5tLGQpDFsPQtcTJ+3LeYkzSl1J7vCa4beQ4y2bSYsVpwWBLG0NFvT9b&#10;BX79+Vrf+Xyqs/v7Ley+u585GqUG/W79AiJSF//Df+03rWAynU7g8SY9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CNV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wksYA&#10;AADdAAAADwAAAGRycy9kb3ducmV2LnhtbESPUWvCQBCE34X+h2MLvpR6qQ2tTT2lCEKhImj9AWtu&#10;m4Te7YXcqtFf7xUKPg4z8w0znffeqSN1sQls4GmUgSIug224MrD7Xj5OQEVBtugCk4EzRZjP7gZT&#10;LGw48YaOW6lUgnAs0EAt0hZax7Imj3EUWuLk/YTOoyTZVdp2eEpw7/Q4y160x4bTQo0tLWoqf7cH&#10;b8CN9+7t6zWu5LzTq+ziZfOwtsYM7/uPd1BCvdzC/+1Pa+A5z3P4e5OegJ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2wk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0aTcYA&#10;AADdAAAADwAAAGRycy9kb3ducmV2LnhtbESPQWsCMRSE74X+h/AK3mq2aqWsRmkrwl48dLV4fW6e&#10;m6XJy7JJdfXXm0LB4zAz3zDzZe+sOFEXGs8KXoYZCOLK64ZrBbvt+vkNRIjIGq1nUnChAMvF48Mc&#10;c+3P/EWnMtYiQTjkqMDE2OZShsqQwzD0LXHyjr5zGJPsaqk7PCe4s3KUZVPpsOG0YLClT0PVT/nr&#10;FKzK1o52hfkI++/N4WCL65r2K6UGT/37DESkPt7D/+1CKxhPJq/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0aT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jLi8UA&#10;AADdAAAADwAAAGRycy9kb3ducmV2LnhtbESPT2sCMRTE74LfITyhN02ssi1bo4hUEHqqfw69PZLn&#10;7urmZdlEd/vtm4LgcZiZ3zCLVe9qcac2VJ41TCcKBLHxtuJCw/GwHb+DCBHZYu2ZNPxSgNVyOFhg&#10;bn3H33Tfx0IkCIccNZQxNrmUwZTkMEx8Q5y8s28dxiTbQtoWuwR3tXxVKpMOK04LJTa0Kclc9zen&#10;4bKVX94oNKfjqdvZt5/PjGql9cuoX3+AiNTHZ/jR3lkNs/k8g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Mu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3MPscA&#10;AADdAAAADwAAAGRycy9kb3ducmV2LnhtbESPT2sCMRTE70K/Q3gFbzVbFZWtWbEFobR4cC2lx9fN&#10;2z/s5mVJoq7f3hQKHoeZ+Q2z3gymE2dyvrGs4HmSgCAurG64UvB13D2tQPiArLGzTAqu5GGTPYzW&#10;mGp74QOd81CJCGGfooI6hD6V0hc1GfQT2xNHr7TOYIjSVVI7vES46eQ0SRbSYMNxocae3moq2vxk&#10;FPycPrnczz627jV82+Ho2+nvqlVq/DhsX0AEGsI9/N9+1wpm8/kS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9zD7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in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8JimcW5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OKexQAAAN0AAAAPAAAAAAAAAAAAAAAAAJgCAABkcnMv&#10;ZG93bnJldi54bWxQSwUGAAAAAAQABAD1AAAAigMAAAAA&#10;" fillcolor="black" stroked="f"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9BMUA&#10;AADdAAAADwAAAGRycy9kb3ducmV2LnhtbESPQUsDMRSE74L/ITzBm83WFrFr07IURPG0rS29vm6e&#10;m6WblyWJ6frvjSD0OMzMN8xyPdpeJPKhc6xgOilAEDdOd9wq2H++PjyDCBFZY++YFPxQgPXq9maJ&#10;pXYX3lLaxVZkCIcSFZgYh1LK0BiyGCZuIM7el/MWY5a+ldrjJcNtLx+L4kla7DgvGBxoY6g5776t&#10;gnTa1NUsHZPZfviq9a5+O5xqpe7vxuoFRKQxXsP/7XetYDafL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0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itsQA&#10;AADdAAAADwAAAGRycy9kb3ducmV2LnhtbERPz2vCMBS+D/Y/hDfwNlOnE+2MMkRFd9msgjs+mrem&#10;rHkpTazVv94cBjt+fL9ni85WoqXGl44VDPoJCOLc6ZILBcfD+nkCwgdkjZVjUnAlD4v548MMU+0u&#10;vKc2C4WIIexTVGBCqFMpfW7Iou+7mjhyP66xGCJsCqkbvMRwW8mXJBlLiyXHBoM1LQ3lv9nZKvCD&#10;5er0YW/T9ntj+DPbmfFXYZTqPXXvbyACdeFf/OfeagXD0Wv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Yrb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7519" w:rsidRDefault="00257519" w:rsidP="002575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7519" w:rsidRDefault="00257519" w:rsidP="0025751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519" w:rsidRDefault="00257519" w:rsidP="002575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57519" w:rsidRDefault="00257519" w:rsidP="002575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7519" w:rsidRDefault="00257519" w:rsidP="002575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№77</w:t>
      </w:r>
    </w:p>
    <w:p w:rsidR="00257519" w:rsidRPr="00B613B3" w:rsidRDefault="00257519" w:rsidP="002575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7519" w:rsidRPr="00A71AA4" w:rsidRDefault="00257519" w:rsidP="0025751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257519" w:rsidRPr="00A71AA4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257519" w:rsidRPr="00A71AA4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257519" w:rsidRPr="00A71AA4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Вуєк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М.Р.</w:t>
      </w:r>
    </w:p>
    <w:p w:rsidR="00257519" w:rsidRPr="00A71AA4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19" w:rsidRPr="00A71AA4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Вуєка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М.Р.,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257519" w:rsidRPr="007218CC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57519" w:rsidRPr="00A71AA4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Відмовити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Вуєку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Миколі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Романовичу,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C659A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наданні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дозволу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0,1200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71AA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71AA4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Pr="00A71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hAnsi="Times New Roman" w:cs="Times New Roman"/>
          <w:sz w:val="24"/>
          <w:szCs w:val="24"/>
        </w:rPr>
        <w:t>вказану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 рада не</w:t>
      </w:r>
      <w:proofErr w:type="gramEnd"/>
      <w:r w:rsidRPr="00A71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A71AA4">
        <w:rPr>
          <w:rFonts w:ascii="Times New Roman" w:hAnsi="Times New Roman" w:cs="Times New Roman"/>
          <w:sz w:val="24"/>
          <w:szCs w:val="24"/>
        </w:rPr>
        <w:t xml:space="preserve">, </w:t>
      </w:r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передачі</w:t>
      </w:r>
      <w:proofErr w:type="spellEnd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>її</w:t>
      </w:r>
      <w:proofErr w:type="spellEnd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A71AA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57519" w:rsidRPr="00A71AA4" w:rsidRDefault="00257519" w:rsidP="002575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Контроль за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57519" w:rsidRPr="00A71AA4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19" w:rsidRPr="00A71AA4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19" w:rsidRPr="00A71AA4" w:rsidRDefault="00257519" w:rsidP="002575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19" w:rsidRPr="00A71AA4" w:rsidRDefault="00257519" w:rsidP="0025751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6B329C" w:rsidRDefault="006B329C"/>
    <w:sectPr w:rsidR="006B329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F1" w:rsidRDefault="001139F1">
      <w:pPr>
        <w:spacing w:after="0" w:line="240" w:lineRule="auto"/>
      </w:pPr>
      <w:r>
        <w:separator/>
      </w:r>
    </w:p>
  </w:endnote>
  <w:endnote w:type="continuationSeparator" w:id="0">
    <w:p w:rsidR="001139F1" w:rsidRDefault="0011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F1" w:rsidRDefault="001139F1">
      <w:pPr>
        <w:spacing w:after="0" w:line="240" w:lineRule="auto"/>
      </w:pPr>
      <w:r>
        <w:separator/>
      </w:r>
    </w:p>
  </w:footnote>
  <w:footnote w:type="continuationSeparator" w:id="0">
    <w:p w:rsidR="001139F1" w:rsidRDefault="00113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519"/>
    <w:rsid w:val="001139F1"/>
    <w:rsid w:val="00257519"/>
    <w:rsid w:val="002C659A"/>
    <w:rsid w:val="006B329C"/>
    <w:rsid w:val="009C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1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575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5751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57519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1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575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5751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57519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2021-02-01T07:20:00Z</dcterms:created>
  <dcterms:modified xsi:type="dcterms:W3CDTF">2021-02-01T08:19:00Z</dcterms:modified>
</cp:coreProperties>
</file>