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935" w:rsidRDefault="002B6935" w:rsidP="002B693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935" w:rsidRDefault="002B6935" w:rsidP="002B69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935" w:rsidRDefault="002B6935" w:rsidP="002B69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935" w:rsidRDefault="002B6935" w:rsidP="002B69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935" w:rsidRDefault="002B6935" w:rsidP="002B69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935" w:rsidRDefault="002B6935" w:rsidP="002B69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935" w:rsidRDefault="002B6935" w:rsidP="002B69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935" w:rsidRDefault="002B6935" w:rsidP="002B69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935" w:rsidRDefault="002B6935" w:rsidP="002B69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935" w:rsidRDefault="002B6935" w:rsidP="002B69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935" w:rsidRDefault="002B6935" w:rsidP="002B69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935" w:rsidRDefault="002B6935" w:rsidP="002B69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935" w:rsidRDefault="002B6935" w:rsidP="002B69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935" w:rsidRDefault="002B6935" w:rsidP="002B69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935" w:rsidRDefault="002B6935" w:rsidP="002B69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935" w:rsidRDefault="002B6935" w:rsidP="002B69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935" w:rsidRDefault="002B6935" w:rsidP="002B69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935" w:rsidRDefault="002B6935" w:rsidP="002B69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935" w:rsidRDefault="002B6935" w:rsidP="002B69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935" w:rsidRDefault="002B6935" w:rsidP="002B69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935" w:rsidRDefault="002B6935" w:rsidP="002B69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935" w:rsidRDefault="002B6935" w:rsidP="002B69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935" w:rsidRDefault="002B6935" w:rsidP="002B69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935" w:rsidRDefault="002B6935" w:rsidP="002B69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935" w:rsidRDefault="002B6935" w:rsidP="002B69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935" w:rsidRDefault="002B6935" w:rsidP="002B69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935" w:rsidRDefault="002B6935" w:rsidP="002B69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935" w:rsidRDefault="002B6935" w:rsidP="002B69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935" w:rsidRDefault="002B6935" w:rsidP="002B69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935" w:rsidRDefault="002B6935" w:rsidP="002B69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935" w:rsidRDefault="002B6935" w:rsidP="002B69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B6935" w:rsidRDefault="002B6935" w:rsidP="002B69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B6935" w:rsidRDefault="002B6935" w:rsidP="002B69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B6935" w:rsidRDefault="002B6935" w:rsidP="002B69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B6935" w:rsidRDefault="002B6935" w:rsidP="002B69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B6935" w:rsidRDefault="002B6935" w:rsidP="002B69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B6935" w:rsidRDefault="002B6935" w:rsidP="002B69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B6935" w:rsidRDefault="002B6935" w:rsidP="002B69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B6935" w:rsidRDefault="002B6935" w:rsidP="002B69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B6935" w:rsidRDefault="002B6935" w:rsidP="002B69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B6935" w:rsidRDefault="002B6935" w:rsidP="002B69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B6935" w:rsidRDefault="002B6935" w:rsidP="002B69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B6935" w:rsidRDefault="002B6935" w:rsidP="002B69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B6935" w:rsidRDefault="002B6935" w:rsidP="002B69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B6935" w:rsidRDefault="002B6935" w:rsidP="002B69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B6935" w:rsidRDefault="002B6935" w:rsidP="002B69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B6935" w:rsidRDefault="002B6935" w:rsidP="002B69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B6935" w:rsidRDefault="002B6935" w:rsidP="002B69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B6935" w:rsidRDefault="002B6935" w:rsidP="002B69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B6935" w:rsidRDefault="002B6935" w:rsidP="002B69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B6935" w:rsidRDefault="002B6935" w:rsidP="002B69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B6935" w:rsidRDefault="002B6935" w:rsidP="002B69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B6935" w:rsidRDefault="002B6935" w:rsidP="002B69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B6935" w:rsidRDefault="002B6935" w:rsidP="002B69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B6935" w:rsidRDefault="002B6935" w:rsidP="002B69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B6935" w:rsidRDefault="002B6935" w:rsidP="002B69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B6935" w:rsidRDefault="002B6935" w:rsidP="002B69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B6935" w:rsidRDefault="002B6935" w:rsidP="002B69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B6935" w:rsidRDefault="002B6935" w:rsidP="002B69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B6935" w:rsidRDefault="002B6935" w:rsidP="002B69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B6935" w:rsidRDefault="002B6935" w:rsidP="002B69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B6935" w:rsidRDefault="002B6935" w:rsidP="002B69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6935" w:rsidRDefault="002B6935" w:rsidP="002B69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6935" w:rsidRDefault="002B6935" w:rsidP="002B69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6935" w:rsidRDefault="002B6935" w:rsidP="002B69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6935" w:rsidRDefault="002B6935" w:rsidP="002B69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B6935" w:rsidRDefault="002B6935" w:rsidP="002B693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B6935" w:rsidRDefault="002B6935" w:rsidP="002B69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B6935" w:rsidRDefault="002B6935" w:rsidP="002B69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B6935" w:rsidRDefault="002B6935" w:rsidP="002B69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6935" w:rsidRDefault="002B6935" w:rsidP="002B69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B6935" w:rsidRDefault="002B6935" w:rsidP="002B69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6935" w:rsidRDefault="002B6935" w:rsidP="002B69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B6935" w:rsidRDefault="002B6935" w:rsidP="002B693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B6935" w:rsidRDefault="002B6935" w:rsidP="002B693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№22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2B6935" w:rsidRPr="00F2698F" w:rsidRDefault="002B6935" w:rsidP="002B6935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2B6935" w:rsidRPr="00F2698F" w:rsidRDefault="002B6935" w:rsidP="002B6935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2B6935" w:rsidRPr="00F2698F" w:rsidRDefault="002B6935" w:rsidP="002B6935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2B6935" w:rsidRPr="00F2698F" w:rsidRDefault="002B6935" w:rsidP="002B6935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2B6935" w:rsidRPr="00F2698F" w:rsidRDefault="002B6935" w:rsidP="002B6935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2B6935" w:rsidRPr="00F2698F" w:rsidRDefault="002B6935" w:rsidP="002B6935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Климчуку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В.А.</w:t>
      </w:r>
    </w:p>
    <w:p w:rsidR="002B6935" w:rsidRPr="00F2698F" w:rsidRDefault="002B6935" w:rsidP="002B6935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2B6935" w:rsidRPr="00F2698F" w:rsidRDefault="002B6935" w:rsidP="002B6935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</w:t>
      </w:r>
      <w:proofErr w:type="spellStart"/>
      <w:r w:rsidRPr="00F2698F">
        <w:rPr>
          <w:rFonts w:ascii="Times New Roman" w:eastAsia="Calibri" w:hAnsi="Times New Roman" w:cs="Times New Roman"/>
          <w:sz w:val="24"/>
          <w:lang w:eastAsia="en-US"/>
        </w:rPr>
        <w:t>Україні»,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>статей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12, 122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 Земельного кодексу України, Закону України «Про землеустрій»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розглянувши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Климчука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В.А.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сільська рада</w:t>
      </w:r>
    </w:p>
    <w:p w:rsidR="002B6935" w:rsidRPr="00F2698F" w:rsidRDefault="002B6935" w:rsidP="002B6935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2B6935" w:rsidRPr="00F2698F" w:rsidRDefault="002B6935" w:rsidP="002B6935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Климчуку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Володимиру Анатолійовичу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F4330B">
        <w:rPr>
          <w:rFonts w:ascii="Times New Roman" w:eastAsia="Calibri" w:hAnsi="Times New Roman" w:cs="Times New Roman"/>
          <w:sz w:val="24"/>
          <w:lang w:val="ru-RU" w:eastAsia="en-US"/>
        </w:rPr>
        <w:t>__________________</w:t>
      </w:r>
      <w:bookmarkStart w:id="0" w:name="_GoBack"/>
      <w:bookmarkEnd w:id="0"/>
      <w:r w:rsidRPr="00F2698F">
        <w:rPr>
          <w:rFonts w:ascii="Times New Roman" w:eastAsia="Calibri" w:hAnsi="Times New Roman" w:cs="Times New Roman"/>
          <w:sz w:val="24"/>
          <w:lang w:eastAsia="en-US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</w:t>
      </w:r>
      <w:r>
        <w:rPr>
          <w:rFonts w:ascii="Times New Roman" w:eastAsia="Calibri" w:hAnsi="Times New Roman" w:cs="Times New Roman"/>
          <w:sz w:val="24"/>
          <w:lang w:eastAsia="en-US"/>
        </w:rPr>
        <w:t>), площею 0,25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00 га,  для будівництва та обслуговування  житлового будинку, господарських будівель і споруд (присадибна ділянка), земельна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ділянка  розташована в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по вул. Лісна,  4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2B6935" w:rsidRPr="00F2698F" w:rsidRDefault="002B6935" w:rsidP="002B6935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2.Климчуку В.А.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2B6935" w:rsidRPr="00F2698F" w:rsidRDefault="002B6935" w:rsidP="002B693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  </w:t>
      </w:r>
      <w:r w:rsidRPr="00F2698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3. Даний дозвіл дійсний на протязі року з дня прийняття даного рішення.</w:t>
      </w:r>
    </w:p>
    <w:p w:rsidR="002B6935" w:rsidRPr="00F2698F" w:rsidRDefault="002B6935" w:rsidP="002B693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B6935" w:rsidRPr="00F2698F" w:rsidRDefault="002B6935" w:rsidP="002B693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B6935" w:rsidRPr="00F2698F" w:rsidRDefault="002B6935" w:rsidP="002B6935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B6935" w:rsidRPr="00F2698F" w:rsidRDefault="002B6935" w:rsidP="002B6935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B6935" w:rsidRPr="00F2698F" w:rsidRDefault="002B6935" w:rsidP="002B6935">
      <w:pPr>
        <w:tabs>
          <w:tab w:val="left" w:pos="4424"/>
        </w:tabs>
        <w:spacing w:after="0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B6935" w:rsidRDefault="002B6935" w:rsidP="002B6935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Валерій  МИХАЛЮК </w:t>
      </w:r>
    </w:p>
    <w:p w:rsidR="00AA7B2B" w:rsidRDefault="00AA7B2B"/>
    <w:sectPr w:rsidR="00AA7B2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935"/>
    <w:rsid w:val="002B6935"/>
    <w:rsid w:val="00AA7B2B"/>
    <w:rsid w:val="00F4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93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B693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B693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B6935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93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B693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B693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B6935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266</Words>
  <Characters>1517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2021-07-07T06:11:00Z</dcterms:created>
  <dcterms:modified xsi:type="dcterms:W3CDTF">2021-07-07T08:03:00Z</dcterms:modified>
</cp:coreProperties>
</file>