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C2" w:rsidRDefault="002B6FC2" w:rsidP="002B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18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18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8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8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18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8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8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18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8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9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9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9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9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19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9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9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9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9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9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20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0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0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20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20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0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0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0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20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0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21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0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">
                <v:shape id="Freeform 118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8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8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8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8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18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18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8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8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19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19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9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9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9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9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9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9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9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9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20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20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20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20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20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20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20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20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20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20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21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B6FC2" w:rsidRDefault="002B6FC2" w:rsidP="002B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B6FC2" w:rsidRDefault="002B6FC2" w:rsidP="002B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B6FC2" w:rsidRDefault="002B6FC2" w:rsidP="002B6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B6FC2" w:rsidRDefault="002B6FC2" w:rsidP="002B6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B6FC2" w:rsidRDefault="002B6FC2" w:rsidP="002B6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B6FC2" w:rsidRDefault="002B6FC2" w:rsidP="002B6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B6FC2" w:rsidRDefault="002B6FC2" w:rsidP="002B6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FC2" w:rsidRDefault="002B6FC2" w:rsidP="002B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B6FC2" w:rsidRDefault="002B6FC2" w:rsidP="002B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6FC2" w:rsidRDefault="002B6FC2" w:rsidP="002B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B6FC2" w:rsidRDefault="002B6FC2" w:rsidP="002B6F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2B6FC2" w:rsidRDefault="002B6FC2" w:rsidP="002B6FC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B6FC2" w:rsidRDefault="002B6FC2" w:rsidP="002B6FC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B6FC2" w:rsidRDefault="002B6FC2" w:rsidP="002B6FC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6FC2" w:rsidRDefault="002B6FC2" w:rsidP="002B6FC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B6FC2" w:rsidRDefault="002B6FC2" w:rsidP="002B6FC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інчука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2B6FC2" w:rsidRDefault="002B6FC2" w:rsidP="002B6FC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Омеляновичу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="007906C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906CD">
        <w:rPr>
          <w:rFonts w:ascii="Times New Roman" w:hAnsi="Times New Roman" w:cs="Times New Roman"/>
          <w:sz w:val="24"/>
          <w:szCs w:val="24"/>
          <w:lang w:val="en-US"/>
        </w:rPr>
        <w:t>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6823982100:01:003:0038),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>, 1.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6FC2" w:rsidRDefault="002B6FC2" w:rsidP="002B6F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3CCF" w:rsidRPr="002B6FC2" w:rsidRDefault="002B6FC2" w:rsidP="002B6FC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2B6FC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C2"/>
    <w:rsid w:val="00171A2E"/>
    <w:rsid w:val="002B6FC2"/>
    <w:rsid w:val="00304C90"/>
    <w:rsid w:val="00505B6D"/>
    <w:rsid w:val="006D3977"/>
    <w:rsid w:val="007906CD"/>
    <w:rsid w:val="007D6C18"/>
    <w:rsid w:val="007E3C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2020-07-20T16:29:00Z</dcterms:created>
  <dcterms:modified xsi:type="dcterms:W3CDTF">2020-07-20T16:45:00Z</dcterms:modified>
</cp:coreProperties>
</file>