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169" w:rsidRDefault="00C91169" w:rsidP="00C911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8255" r="889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91169" w:rsidRDefault="00C91169" w:rsidP="00C91169"/>
    <w:p w:rsidR="00C91169" w:rsidRDefault="00C91169" w:rsidP="00C91169"/>
    <w:p w:rsidR="00C91169" w:rsidRDefault="00C91169" w:rsidP="00C911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91169" w:rsidRDefault="00C91169" w:rsidP="00C911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91169" w:rsidRDefault="00C91169" w:rsidP="00C911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1169" w:rsidRDefault="00C91169" w:rsidP="00C911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1169" w:rsidRDefault="00C91169" w:rsidP="00C9116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1169" w:rsidRDefault="00C91169" w:rsidP="00C911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91169" w:rsidRDefault="00C91169" w:rsidP="00C911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1169" w:rsidRDefault="00C91169" w:rsidP="00C9116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91169" w:rsidRPr="00070BC2" w:rsidRDefault="00C91169" w:rsidP="00C9116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№37</w:t>
      </w:r>
    </w:p>
    <w:p w:rsidR="00C91169" w:rsidRPr="00070BC2" w:rsidRDefault="00C91169" w:rsidP="00C9116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91169" w:rsidRPr="00070BC2" w:rsidRDefault="00C91169" w:rsidP="00C9116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1169" w:rsidRPr="00070BC2" w:rsidRDefault="00C91169" w:rsidP="00C9116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1169" w:rsidRPr="00070BC2" w:rsidRDefault="00C91169" w:rsidP="00C9116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70BC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91169" w:rsidRPr="00C804C9" w:rsidRDefault="00C91169" w:rsidP="00C9116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Шпак Н.О.</w:t>
      </w:r>
    </w:p>
    <w:p w:rsidR="00C91169" w:rsidRPr="00070BC2" w:rsidRDefault="00C91169" w:rsidP="00C9116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1169" w:rsidRPr="00C804C9" w:rsidRDefault="00C91169" w:rsidP="00C9116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070B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070BC2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070BC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 пункту 34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Шпак Н.О.,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91169" w:rsidRPr="00C804C9" w:rsidRDefault="00C91169" w:rsidP="00C9116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91169" w:rsidRPr="00C804C9" w:rsidRDefault="00C91169" w:rsidP="00C91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Шпак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9220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91169" w:rsidRPr="00C804C9" w:rsidRDefault="00C91169" w:rsidP="00C91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Шпак Н.О.,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91169" w:rsidRPr="00C804C9" w:rsidRDefault="00C91169" w:rsidP="00C9116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91169" w:rsidRPr="00C804C9" w:rsidRDefault="00C91169" w:rsidP="00C9116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91169" w:rsidRPr="00C804C9" w:rsidRDefault="00C91169" w:rsidP="00C9116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1169" w:rsidRPr="00C804C9" w:rsidRDefault="00C91169" w:rsidP="00C9116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1169" w:rsidRPr="00C804C9" w:rsidRDefault="00C91169" w:rsidP="00C9116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1672" w:rsidRDefault="00D11672"/>
    <w:sectPr w:rsidR="00D11672" w:rsidSect="00C91169">
      <w:pgSz w:w="12240" w:h="15840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169"/>
    <w:rsid w:val="00171A2E"/>
    <w:rsid w:val="00304C90"/>
    <w:rsid w:val="0039220C"/>
    <w:rsid w:val="00505B6D"/>
    <w:rsid w:val="006D3977"/>
    <w:rsid w:val="007D6C18"/>
    <w:rsid w:val="00C91169"/>
    <w:rsid w:val="00D1167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264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2020-07-29T13:55:00Z</dcterms:created>
  <dcterms:modified xsi:type="dcterms:W3CDTF">2020-07-29T17:16:00Z</dcterms:modified>
</cp:coreProperties>
</file>