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082" w:rsidRDefault="006E4082" w:rsidP="006E408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4082" w:rsidRDefault="006E4082" w:rsidP="006E40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4082" w:rsidRDefault="006E4082" w:rsidP="006E40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4082" w:rsidRDefault="006E4082" w:rsidP="006E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082" w:rsidRDefault="006E4082" w:rsidP="006E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082" w:rsidRDefault="006E4082" w:rsidP="006E408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082" w:rsidRDefault="006E4082" w:rsidP="006E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E4082" w:rsidRDefault="006E4082" w:rsidP="006E408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E4082" w:rsidRDefault="006E4082" w:rsidP="006E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E4082" w:rsidRDefault="006E4082" w:rsidP="006E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E4082" w:rsidRDefault="006E4082" w:rsidP="006E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082" w:rsidRDefault="006E4082" w:rsidP="006E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E4082" w:rsidRDefault="006E4082" w:rsidP="006E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4082" w:rsidRDefault="006E4082" w:rsidP="006E40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E4082" w:rsidRDefault="006E4082" w:rsidP="006E408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E4082" w:rsidRDefault="006E4082" w:rsidP="006E408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№15</w:t>
      </w:r>
    </w:p>
    <w:p w:rsidR="006E4082" w:rsidRPr="00DE6ED3" w:rsidRDefault="006E4082" w:rsidP="006E408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E4082" w:rsidRPr="00DE6ED3" w:rsidRDefault="006E4082" w:rsidP="006E408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E4082" w:rsidRPr="00DE6ED3" w:rsidRDefault="006E4082" w:rsidP="006E408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E4082" w:rsidRPr="00DE6ED3" w:rsidRDefault="006E4082" w:rsidP="006E408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Дем’янчуку Б.Л.</w:t>
      </w:r>
    </w:p>
    <w:p w:rsidR="006E4082" w:rsidRPr="00DE6ED3" w:rsidRDefault="006E4082" w:rsidP="006E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4082" w:rsidRPr="00DE6ED3" w:rsidRDefault="006E4082" w:rsidP="006E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Дем’янчука Б.Л.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E4082" w:rsidRPr="00DE6ED3" w:rsidRDefault="006E4082" w:rsidP="006E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E4082" w:rsidRPr="00DE6ED3" w:rsidRDefault="006E4082" w:rsidP="006E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Дем’янчуку Богдану Леонідовичу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1,0000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4082" w:rsidRDefault="006E4082" w:rsidP="006E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Дем’янчуку Богдану Леонідовичу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 xml:space="preserve">ий  зареєстрований за адресою: </w:t>
      </w:r>
      <w:r w:rsidR="003C3585" w:rsidRPr="003C3585">
        <w:rPr>
          <w:rFonts w:ascii="Times New Roman" w:eastAsia="Calibri" w:hAnsi="Times New Roman" w:cs="Times New Roman"/>
          <w:sz w:val="24"/>
          <w:lang w:val="ru-RU"/>
        </w:rPr>
        <w:t>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3C3585" w:rsidRPr="003C3585">
        <w:rPr>
          <w:rFonts w:ascii="Times New Roman" w:eastAsia="Calibri" w:hAnsi="Times New Roman" w:cs="Times New Roman"/>
          <w:sz w:val="24"/>
          <w:lang w:val="ru-RU"/>
        </w:rPr>
        <w:t>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1,0000 га, кадастровий номер: 6823984000:03:012:0201</w:t>
      </w:r>
      <w:r w:rsidRPr="00DE6ED3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 яка розташована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4082" w:rsidRPr="00DE6ED3" w:rsidRDefault="006E4082" w:rsidP="006E40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Дем’янчуку Б.Л.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6E4082" w:rsidRPr="00DE6ED3" w:rsidRDefault="006E4082" w:rsidP="006E40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E4082" w:rsidRPr="00DE6ED3" w:rsidRDefault="006E4082" w:rsidP="006E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4082" w:rsidRDefault="006E4082" w:rsidP="006E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4082" w:rsidRPr="00DE6ED3" w:rsidRDefault="006E4082" w:rsidP="006E40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0677" w:rsidRPr="006E4082" w:rsidRDefault="006E4082" w:rsidP="006E408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B0677" w:rsidRPr="006E408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082"/>
    <w:rsid w:val="00171A2E"/>
    <w:rsid w:val="002B0677"/>
    <w:rsid w:val="00304C90"/>
    <w:rsid w:val="003C3585"/>
    <w:rsid w:val="00505B6D"/>
    <w:rsid w:val="006D3977"/>
    <w:rsid w:val="006E4082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E408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E408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E408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E408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E408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E408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1178</Words>
  <Characters>672</Characters>
  <Application>Microsoft Office Word</Application>
  <DocSecurity>0</DocSecurity>
  <Lines>5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2021-03-30T12:48:00Z</dcterms:created>
  <dcterms:modified xsi:type="dcterms:W3CDTF">2021-03-31T05:56:00Z</dcterms:modified>
</cp:coreProperties>
</file>